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A3FDC5" w14:textId="77777777" w:rsidR="00B73DF1" w:rsidRDefault="00B73DF1" w:rsidP="00B73DF1">
      <w:pPr>
        <w:pStyle w:val="Title"/>
      </w:pPr>
      <w:bookmarkStart w:id="0" w:name="_Toc345343561"/>
      <w:bookmarkStart w:id="1" w:name="_GoBack"/>
      <w:bookmarkEnd w:id="1"/>
      <w:r>
        <w:t>C</w:t>
      </w:r>
      <w:r w:rsidRPr="00FC5733">
        <w:t>DigiDoc Programmer’s Guide</w:t>
      </w:r>
      <w:bookmarkEnd w:id="0"/>
    </w:p>
    <w:p w14:paraId="4B4B3DEA" w14:textId="77777777" w:rsidR="00B73DF1" w:rsidRDefault="00B73DF1" w:rsidP="00B73DF1"/>
    <w:p w14:paraId="20932190" w14:textId="77777777" w:rsidR="00B73DF1" w:rsidRDefault="00B73DF1" w:rsidP="00B73DF1"/>
    <w:p w14:paraId="477B45D6" w14:textId="77777777" w:rsidR="00B73DF1" w:rsidRDefault="00B73DF1" w:rsidP="00B73DF1"/>
    <w:p w14:paraId="5F33093E" w14:textId="77777777" w:rsidR="00B73DF1" w:rsidRDefault="00B73DF1" w:rsidP="00B73DF1"/>
    <w:p w14:paraId="43F67BF2" w14:textId="77777777" w:rsidR="00B73DF1" w:rsidRPr="00B73DF1" w:rsidRDefault="00B73DF1" w:rsidP="00B73DF1"/>
    <w:p w14:paraId="5FB084C7" w14:textId="1F72B990" w:rsidR="00F054AA" w:rsidRPr="000F1DEC" w:rsidRDefault="00814C8D" w:rsidP="00F054AA">
      <w:pPr>
        <w:spacing w:before="1700" w:line="360" w:lineRule="auto"/>
        <w:ind w:right="567"/>
        <w:contextualSpacing/>
        <w:jc w:val="right"/>
        <w:rPr>
          <w:rFonts w:ascii="Helvetica 65" w:hAnsi="Helvetica 65"/>
          <w:sz w:val="24"/>
          <w:lang w:val="fr-FR"/>
        </w:rPr>
      </w:pPr>
      <w:r w:rsidRPr="000F1DEC">
        <w:rPr>
          <w:rFonts w:ascii="Helvetica 65" w:hAnsi="Helvetica 65"/>
          <w:sz w:val="24"/>
          <w:lang w:val="fr-FR"/>
        </w:rPr>
        <w:t>Document Version</w:t>
      </w:r>
      <w:r w:rsidR="00F2021A" w:rsidRPr="000F1DEC">
        <w:rPr>
          <w:rFonts w:ascii="Helvetica 65" w:hAnsi="Helvetica 65"/>
          <w:sz w:val="24"/>
          <w:lang w:val="fr-FR"/>
        </w:rPr>
        <w:t xml:space="preserve">: </w:t>
      </w:r>
      <w:r w:rsidR="003B3855" w:rsidRPr="000F1DEC">
        <w:rPr>
          <w:rFonts w:ascii="Helvetica 65" w:hAnsi="Helvetica 65"/>
          <w:sz w:val="24"/>
          <w:lang w:val="fr-FR"/>
        </w:rPr>
        <w:t>3.</w:t>
      </w:r>
      <w:r w:rsidR="00313EE6">
        <w:rPr>
          <w:rFonts w:ascii="Helvetica 65" w:hAnsi="Helvetica 65"/>
          <w:sz w:val="24"/>
          <w:lang w:val="fr-FR"/>
        </w:rPr>
        <w:t>10</w:t>
      </w:r>
    </w:p>
    <w:p w14:paraId="11E2A4B5" w14:textId="0F458F26" w:rsidR="00814C8D" w:rsidRPr="00751DBB" w:rsidRDefault="00814C8D" w:rsidP="00F054AA">
      <w:pPr>
        <w:spacing w:before="1700" w:line="360" w:lineRule="auto"/>
        <w:ind w:right="567"/>
        <w:contextualSpacing/>
        <w:jc w:val="right"/>
        <w:rPr>
          <w:rFonts w:ascii="Helvetica 65" w:hAnsi="Helvetica 65"/>
          <w:sz w:val="24"/>
          <w:lang w:val="en-GB"/>
        </w:rPr>
      </w:pPr>
      <w:r w:rsidRPr="00751DBB">
        <w:rPr>
          <w:rFonts w:ascii="Helvetica 65" w:hAnsi="Helvetica 65"/>
          <w:sz w:val="24"/>
          <w:lang w:val="en-GB"/>
        </w:rPr>
        <w:t>Library Version</w:t>
      </w:r>
      <w:r w:rsidR="00F054AA" w:rsidRPr="00751DBB">
        <w:rPr>
          <w:rFonts w:ascii="Helvetica 65" w:hAnsi="Helvetica 65"/>
          <w:sz w:val="24"/>
          <w:lang w:val="en-GB"/>
        </w:rPr>
        <w:t xml:space="preserve">: </w:t>
      </w:r>
      <w:r w:rsidR="003B3855">
        <w:rPr>
          <w:rFonts w:ascii="Helvetica 65" w:hAnsi="Helvetica 65"/>
          <w:sz w:val="24"/>
          <w:lang w:val="en-GB"/>
        </w:rPr>
        <w:t>3.</w:t>
      </w:r>
      <w:r w:rsidR="00313EE6">
        <w:rPr>
          <w:rFonts w:ascii="Helvetica 65" w:hAnsi="Helvetica 65"/>
          <w:sz w:val="24"/>
          <w:lang w:val="en-GB"/>
        </w:rPr>
        <w:t>10</w:t>
      </w:r>
    </w:p>
    <w:p w14:paraId="3ED56223" w14:textId="668D3D5F" w:rsidR="00F054AA" w:rsidRPr="00751DBB" w:rsidRDefault="00F2021A" w:rsidP="00F054AA">
      <w:pPr>
        <w:spacing w:before="1700" w:line="360" w:lineRule="auto"/>
        <w:ind w:right="567"/>
        <w:contextualSpacing/>
        <w:jc w:val="right"/>
        <w:rPr>
          <w:rFonts w:ascii="Helvetica 65" w:hAnsi="Helvetica 65"/>
          <w:sz w:val="24"/>
          <w:lang w:val="en-GB"/>
        </w:rPr>
      </w:pPr>
      <w:r w:rsidRPr="00751DBB">
        <w:rPr>
          <w:rFonts w:ascii="Helvetica 65" w:hAnsi="Helvetica 65"/>
          <w:sz w:val="24"/>
          <w:lang w:val="en-GB"/>
        </w:rPr>
        <w:t xml:space="preserve">Last update: </w:t>
      </w:r>
      <w:r w:rsidR="00313EE6">
        <w:rPr>
          <w:rFonts w:ascii="Helvetica 65" w:hAnsi="Helvetica 65"/>
          <w:sz w:val="24"/>
          <w:lang w:val="en-GB"/>
        </w:rPr>
        <w:t>03</w:t>
      </w:r>
      <w:r w:rsidR="00F13B8A">
        <w:rPr>
          <w:rFonts w:ascii="Helvetica 65" w:hAnsi="Helvetica 65"/>
          <w:sz w:val="24"/>
          <w:lang w:val="en-GB"/>
        </w:rPr>
        <w:t>.</w:t>
      </w:r>
      <w:r w:rsidR="00313EE6">
        <w:rPr>
          <w:rFonts w:ascii="Helvetica 65" w:hAnsi="Helvetica 65"/>
          <w:sz w:val="24"/>
          <w:lang w:val="en-GB"/>
        </w:rPr>
        <w:t>02</w:t>
      </w:r>
      <w:r w:rsidR="00F35AB3" w:rsidRPr="00751DBB">
        <w:rPr>
          <w:rFonts w:ascii="Helvetica 65" w:hAnsi="Helvetica 65"/>
          <w:sz w:val="24"/>
          <w:lang w:val="en-GB"/>
        </w:rPr>
        <w:t>.201</w:t>
      </w:r>
      <w:r w:rsidR="00313EE6">
        <w:rPr>
          <w:rFonts w:ascii="Helvetica 65" w:hAnsi="Helvetica 65"/>
          <w:sz w:val="24"/>
          <w:lang w:val="en-GB"/>
        </w:rPr>
        <w:t>5</w:t>
      </w:r>
    </w:p>
    <w:p w14:paraId="1B229CE7" w14:textId="77777777" w:rsidR="00814C8D" w:rsidRPr="00751DBB" w:rsidRDefault="00814C8D" w:rsidP="00814C8D">
      <w:pPr>
        <w:rPr>
          <w:rFonts w:ascii="Helvetica 65" w:hAnsi="Helvetica 65" w:cs="Arial"/>
          <w:kern w:val="32"/>
          <w:sz w:val="32"/>
          <w:szCs w:val="32"/>
          <w:lang w:val="en-GB"/>
        </w:rPr>
      </w:pPr>
      <w:r w:rsidRPr="00751DBB">
        <w:rPr>
          <w:lang w:val="en-GB"/>
        </w:rPr>
        <w:br w:type="page"/>
      </w:r>
    </w:p>
    <w:p w14:paraId="19EA08A3" w14:textId="77777777" w:rsidR="008933DE" w:rsidRPr="00751DBB" w:rsidRDefault="00AD241C" w:rsidP="00C813B3">
      <w:pPr>
        <w:pStyle w:val="Heading1"/>
        <w:rPr>
          <w:lang w:val="en-GB"/>
        </w:rPr>
      </w:pPr>
      <w:bookmarkStart w:id="2" w:name="_Toc410733891"/>
      <w:r w:rsidRPr="00751DBB">
        <w:rPr>
          <w:lang w:val="en-GB"/>
        </w:rPr>
        <w:lastRenderedPageBreak/>
        <w:t>Document versions</w:t>
      </w:r>
      <w:bookmarkEnd w:id="2"/>
    </w:p>
    <w:p w14:paraId="425A09F7" w14:textId="77777777" w:rsidR="004D6B92" w:rsidRPr="00751DBB" w:rsidRDefault="004D6B92" w:rsidP="0066084C">
      <w:pPr>
        <w:rPr>
          <w:lang w:val="en-GB"/>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15"/>
        <w:gridCol w:w="5400"/>
      </w:tblGrid>
      <w:tr w:rsidR="0015720C" w:rsidRPr="00751DBB" w14:paraId="2AAC14FD" w14:textId="77777777">
        <w:trPr>
          <w:trHeight w:val="255"/>
        </w:trPr>
        <w:tc>
          <w:tcPr>
            <w:tcW w:w="8115" w:type="dxa"/>
            <w:gridSpan w:val="2"/>
            <w:shd w:val="clear" w:color="auto" w:fill="333333"/>
            <w:noWrap/>
            <w:vAlign w:val="bottom"/>
          </w:tcPr>
          <w:p w14:paraId="133D1DC7" w14:textId="77777777" w:rsidR="0015720C" w:rsidRPr="00751DBB" w:rsidRDefault="002A04F1" w:rsidP="0066084C">
            <w:pPr>
              <w:rPr>
                <w:rFonts w:cs="Arial"/>
                <w:b/>
                <w:bCs/>
                <w:color w:val="FFFFFF"/>
                <w:szCs w:val="20"/>
                <w:lang w:val="en-GB"/>
              </w:rPr>
            </w:pPr>
            <w:r w:rsidRPr="00751DBB">
              <w:rPr>
                <w:rFonts w:cs="Arial"/>
                <w:b/>
                <w:bCs/>
                <w:color w:val="FFFFFF"/>
                <w:szCs w:val="20"/>
                <w:lang w:val="en-GB"/>
              </w:rPr>
              <w:t>Document information</w:t>
            </w:r>
          </w:p>
        </w:tc>
      </w:tr>
      <w:tr w:rsidR="00D40616" w:rsidRPr="00751DBB" w14:paraId="11306E48" w14:textId="77777777" w:rsidTr="00613597">
        <w:trPr>
          <w:trHeight w:val="255"/>
        </w:trPr>
        <w:tc>
          <w:tcPr>
            <w:tcW w:w="2715" w:type="dxa"/>
            <w:shd w:val="clear" w:color="auto" w:fill="auto"/>
            <w:noWrap/>
            <w:vAlign w:val="center"/>
          </w:tcPr>
          <w:p w14:paraId="26AE0282" w14:textId="77777777" w:rsidR="00D40616" w:rsidRPr="00751DBB" w:rsidRDefault="002A04F1" w:rsidP="00613597">
            <w:pPr>
              <w:jc w:val="left"/>
              <w:rPr>
                <w:rFonts w:cs="Arial"/>
                <w:szCs w:val="20"/>
                <w:lang w:val="en-GB"/>
              </w:rPr>
            </w:pPr>
            <w:r w:rsidRPr="00751DBB">
              <w:rPr>
                <w:rFonts w:cs="Arial"/>
                <w:szCs w:val="20"/>
                <w:lang w:val="en-GB"/>
              </w:rPr>
              <w:t>Created on</w:t>
            </w:r>
          </w:p>
        </w:tc>
        <w:tc>
          <w:tcPr>
            <w:tcW w:w="5400" w:type="dxa"/>
            <w:shd w:val="clear" w:color="auto" w:fill="auto"/>
            <w:noWrap/>
            <w:vAlign w:val="center"/>
          </w:tcPr>
          <w:p w14:paraId="7CA2EB79" w14:textId="77777777" w:rsidR="00194391" w:rsidRPr="00751DBB" w:rsidRDefault="00942C86" w:rsidP="00F35AB3">
            <w:pPr>
              <w:jc w:val="left"/>
              <w:rPr>
                <w:rFonts w:cs="Arial"/>
                <w:szCs w:val="20"/>
                <w:lang w:val="en-GB"/>
              </w:rPr>
            </w:pPr>
            <w:r>
              <w:rPr>
                <w:rFonts w:cs="Arial"/>
                <w:szCs w:val="20"/>
                <w:lang w:val="en-GB"/>
              </w:rPr>
              <w:t>22</w:t>
            </w:r>
            <w:r w:rsidR="00846A11">
              <w:rPr>
                <w:rFonts w:cs="Arial"/>
                <w:szCs w:val="20"/>
                <w:lang w:val="en-GB"/>
              </w:rPr>
              <w:t>.</w:t>
            </w:r>
            <w:r w:rsidR="00F13B8A">
              <w:rPr>
                <w:rFonts w:cs="Arial"/>
                <w:szCs w:val="20"/>
                <w:lang w:val="en-GB"/>
              </w:rPr>
              <w:t>0</w:t>
            </w:r>
            <w:r>
              <w:rPr>
                <w:rFonts w:cs="Arial"/>
                <w:szCs w:val="20"/>
                <w:lang w:val="en-GB"/>
              </w:rPr>
              <w:t>1</w:t>
            </w:r>
            <w:r w:rsidR="00F35AB3" w:rsidRPr="00751DBB">
              <w:rPr>
                <w:rFonts w:cs="Arial"/>
                <w:szCs w:val="20"/>
                <w:lang w:val="en-GB"/>
              </w:rPr>
              <w:t>.201</w:t>
            </w:r>
            <w:r w:rsidR="000E0395">
              <w:rPr>
                <w:rFonts w:cs="Arial"/>
                <w:szCs w:val="20"/>
                <w:lang w:val="en-GB"/>
              </w:rPr>
              <w:t>3</w:t>
            </w:r>
          </w:p>
        </w:tc>
      </w:tr>
      <w:tr w:rsidR="00D40616" w:rsidRPr="00751DBB" w14:paraId="20FA4032" w14:textId="77777777" w:rsidTr="00613597">
        <w:trPr>
          <w:trHeight w:val="270"/>
        </w:trPr>
        <w:tc>
          <w:tcPr>
            <w:tcW w:w="2715" w:type="dxa"/>
            <w:shd w:val="clear" w:color="auto" w:fill="auto"/>
            <w:noWrap/>
            <w:vAlign w:val="center"/>
          </w:tcPr>
          <w:p w14:paraId="0A03743C" w14:textId="77777777" w:rsidR="00D40616" w:rsidRPr="00751DBB" w:rsidRDefault="002A04F1" w:rsidP="00613597">
            <w:pPr>
              <w:jc w:val="left"/>
              <w:rPr>
                <w:rFonts w:cs="Arial"/>
                <w:szCs w:val="20"/>
                <w:lang w:val="en-GB"/>
              </w:rPr>
            </w:pPr>
            <w:r w:rsidRPr="00751DBB">
              <w:rPr>
                <w:rFonts w:cs="Arial"/>
                <w:szCs w:val="20"/>
                <w:lang w:val="en-GB"/>
              </w:rPr>
              <w:t>Reference</w:t>
            </w:r>
          </w:p>
        </w:tc>
        <w:tc>
          <w:tcPr>
            <w:tcW w:w="5400" w:type="dxa"/>
            <w:shd w:val="clear" w:color="auto" w:fill="auto"/>
            <w:noWrap/>
            <w:vAlign w:val="center"/>
          </w:tcPr>
          <w:p w14:paraId="418EDE7D" w14:textId="77777777" w:rsidR="00D40616" w:rsidRPr="00751DBB" w:rsidRDefault="00520E66" w:rsidP="00613597">
            <w:pPr>
              <w:jc w:val="left"/>
              <w:rPr>
                <w:rFonts w:cs="Arial"/>
                <w:szCs w:val="20"/>
                <w:lang w:val="en-GB"/>
              </w:rPr>
            </w:pPr>
            <w:r w:rsidRPr="00751DBB">
              <w:rPr>
                <w:rFonts w:cs="Arial"/>
                <w:szCs w:val="20"/>
                <w:lang w:val="en-GB"/>
              </w:rPr>
              <w:t>C</w:t>
            </w:r>
            <w:r w:rsidR="00613597" w:rsidRPr="00751DBB">
              <w:rPr>
                <w:rFonts w:cs="Arial"/>
                <w:szCs w:val="20"/>
                <w:lang w:val="en-GB"/>
              </w:rPr>
              <w:t>DigiDoc Programmer’s Guide</w:t>
            </w:r>
          </w:p>
        </w:tc>
      </w:tr>
      <w:tr w:rsidR="00D40616" w:rsidRPr="00751DBB" w14:paraId="28C7113C" w14:textId="77777777" w:rsidTr="00613597">
        <w:trPr>
          <w:trHeight w:val="270"/>
        </w:trPr>
        <w:tc>
          <w:tcPr>
            <w:tcW w:w="2715" w:type="dxa"/>
            <w:shd w:val="clear" w:color="auto" w:fill="auto"/>
            <w:noWrap/>
            <w:vAlign w:val="center"/>
          </w:tcPr>
          <w:p w14:paraId="3B7D8F63" w14:textId="77777777" w:rsidR="00D40616" w:rsidRPr="00751DBB" w:rsidRDefault="002A04F1" w:rsidP="00DF7E5A">
            <w:pPr>
              <w:jc w:val="left"/>
              <w:rPr>
                <w:rFonts w:cs="Arial"/>
                <w:szCs w:val="20"/>
                <w:lang w:val="en-GB"/>
              </w:rPr>
            </w:pPr>
            <w:r w:rsidRPr="00751DBB">
              <w:rPr>
                <w:rFonts w:cs="Arial"/>
                <w:szCs w:val="20"/>
                <w:lang w:val="en-GB"/>
              </w:rPr>
              <w:t>R</w:t>
            </w:r>
            <w:r w:rsidR="00DF7E5A" w:rsidRPr="00751DBB">
              <w:rPr>
                <w:rFonts w:cs="Arial"/>
                <w:szCs w:val="20"/>
                <w:lang w:val="en-GB"/>
              </w:rPr>
              <w:t>eceiver</w:t>
            </w:r>
          </w:p>
        </w:tc>
        <w:tc>
          <w:tcPr>
            <w:tcW w:w="5400" w:type="dxa"/>
            <w:shd w:val="clear" w:color="auto" w:fill="auto"/>
            <w:noWrap/>
            <w:vAlign w:val="center"/>
          </w:tcPr>
          <w:p w14:paraId="5AF29EE8" w14:textId="77777777" w:rsidR="00D40616" w:rsidRPr="00751DBB" w:rsidRDefault="00613597" w:rsidP="00613597">
            <w:pPr>
              <w:jc w:val="left"/>
              <w:rPr>
                <w:rFonts w:cs="Arial"/>
                <w:szCs w:val="20"/>
                <w:lang w:val="en-GB"/>
              </w:rPr>
            </w:pPr>
            <w:r w:rsidRPr="00751DBB">
              <w:rPr>
                <w:rFonts w:cs="Arial"/>
                <w:szCs w:val="20"/>
                <w:lang w:val="en-GB"/>
              </w:rPr>
              <w:t>Sertifitseerimiskeskus AS</w:t>
            </w:r>
          </w:p>
        </w:tc>
      </w:tr>
      <w:tr w:rsidR="00D40616" w:rsidRPr="00751DBB" w14:paraId="38005BB1" w14:textId="77777777" w:rsidTr="00613597">
        <w:trPr>
          <w:trHeight w:val="270"/>
        </w:trPr>
        <w:tc>
          <w:tcPr>
            <w:tcW w:w="2715" w:type="dxa"/>
            <w:shd w:val="clear" w:color="auto" w:fill="auto"/>
            <w:noWrap/>
            <w:vAlign w:val="center"/>
          </w:tcPr>
          <w:p w14:paraId="77ECF44C" w14:textId="77777777" w:rsidR="00D40616" w:rsidRPr="00751DBB" w:rsidRDefault="002A04F1" w:rsidP="00613597">
            <w:pPr>
              <w:jc w:val="left"/>
              <w:rPr>
                <w:rFonts w:cs="Arial"/>
                <w:szCs w:val="20"/>
                <w:lang w:val="en-GB"/>
              </w:rPr>
            </w:pPr>
            <w:r w:rsidRPr="00751DBB">
              <w:rPr>
                <w:rFonts w:cs="Arial"/>
                <w:szCs w:val="20"/>
                <w:lang w:val="en-GB"/>
              </w:rPr>
              <w:t>Author</w:t>
            </w:r>
          </w:p>
        </w:tc>
        <w:tc>
          <w:tcPr>
            <w:tcW w:w="5400" w:type="dxa"/>
            <w:shd w:val="clear" w:color="auto" w:fill="auto"/>
            <w:noWrap/>
            <w:vAlign w:val="center"/>
          </w:tcPr>
          <w:p w14:paraId="58650F14" w14:textId="77777777" w:rsidR="00D40616" w:rsidRPr="00751DBB" w:rsidRDefault="00F054AA" w:rsidP="00613597">
            <w:pPr>
              <w:jc w:val="left"/>
              <w:rPr>
                <w:rFonts w:cs="Arial"/>
                <w:szCs w:val="20"/>
                <w:lang w:val="en-GB"/>
              </w:rPr>
            </w:pPr>
            <w:r w:rsidRPr="00751DBB">
              <w:rPr>
                <w:rFonts w:cs="Arial"/>
                <w:szCs w:val="20"/>
                <w:lang w:val="en-GB"/>
              </w:rPr>
              <w:t>Veiko Sinivee, Kersti Üts</w:t>
            </w:r>
            <w:r w:rsidR="00E95B6F" w:rsidRPr="00751DBB">
              <w:rPr>
                <w:rFonts w:cs="Arial"/>
                <w:szCs w:val="20"/>
                <w:lang w:val="en-GB"/>
              </w:rPr>
              <w:t>, Kristi Uukkivi</w:t>
            </w:r>
          </w:p>
        </w:tc>
      </w:tr>
      <w:tr w:rsidR="004C5779" w:rsidRPr="00751DBB" w14:paraId="55E5FA4E" w14:textId="77777777" w:rsidTr="00613597">
        <w:trPr>
          <w:trHeight w:val="270"/>
        </w:trPr>
        <w:tc>
          <w:tcPr>
            <w:tcW w:w="2715" w:type="dxa"/>
            <w:shd w:val="clear" w:color="auto" w:fill="auto"/>
            <w:noWrap/>
            <w:vAlign w:val="center"/>
          </w:tcPr>
          <w:p w14:paraId="00CA5E96" w14:textId="77777777" w:rsidR="004C5779" w:rsidRPr="00751DBB" w:rsidRDefault="002A04F1" w:rsidP="00613597">
            <w:pPr>
              <w:jc w:val="left"/>
              <w:rPr>
                <w:rFonts w:cs="Arial"/>
                <w:szCs w:val="20"/>
                <w:lang w:val="en-GB"/>
              </w:rPr>
            </w:pPr>
            <w:r w:rsidRPr="00751DBB">
              <w:rPr>
                <w:rFonts w:cs="Arial"/>
                <w:szCs w:val="20"/>
                <w:lang w:val="en-GB"/>
              </w:rPr>
              <w:t>Versio</w:t>
            </w:r>
            <w:r w:rsidR="004C5779" w:rsidRPr="00751DBB">
              <w:rPr>
                <w:rFonts w:cs="Arial"/>
                <w:szCs w:val="20"/>
                <w:lang w:val="en-GB"/>
              </w:rPr>
              <w:t>n</w:t>
            </w:r>
          </w:p>
        </w:tc>
        <w:tc>
          <w:tcPr>
            <w:tcW w:w="5400" w:type="dxa"/>
            <w:shd w:val="clear" w:color="auto" w:fill="auto"/>
            <w:noWrap/>
            <w:vAlign w:val="center"/>
          </w:tcPr>
          <w:p w14:paraId="6E9B4654" w14:textId="537852C2" w:rsidR="004C5779" w:rsidRPr="00751DBB" w:rsidRDefault="003B3855" w:rsidP="00846A11">
            <w:pPr>
              <w:jc w:val="left"/>
              <w:rPr>
                <w:rFonts w:cs="Arial"/>
                <w:szCs w:val="20"/>
                <w:lang w:val="en-GB"/>
              </w:rPr>
            </w:pPr>
            <w:r>
              <w:rPr>
                <w:rFonts w:cs="Arial"/>
                <w:szCs w:val="20"/>
                <w:lang w:val="en-GB"/>
              </w:rPr>
              <w:t>3.</w:t>
            </w:r>
            <w:r w:rsidR="00313EE6">
              <w:rPr>
                <w:rFonts w:cs="Arial"/>
                <w:szCs w:val="20"/>
                <w:lang w:val="en-GB"/>
              </w:rPr>
              <w:t>10</w:t>
            </w:r>
          </w:p>
        </w:tc>
      </w:tr>
    </w:tbl>
    <w:p w14:paraId="72C05607" w14:textId="77777777" w:rsidR="00107734" w:rsidRPr="00751DBB" w:rsidRDefault="00107734" w:rsidP="0066084C">
      <w:pPr>
        <w:rPr>
          <w:lang w:val="en-GB"/>
        </w:rPr>
      </w:pPr>
    </w:p>
    <w:tbl>
      <w:tblPr>
        <w:tblW w:w="8115" w:type="dxa"/>
        <w:tblInd w:w="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55"/>
        <w:gridCol w:w="1080"/>
        <w:gridCol w:w="5580"/>
      </w:tblGrid>
      <w:tr w:rsidR="0015720C" w:rsidRPr="00751DBB" w14:paraId="46EF3A2C" w14:textId="77777777">
        <w:trPr>
          <w:trHeight w:val="255"/>
        </w:trPr>
        <w:tc>
          <w:tcPr>
            <w:tcW w:w="8115" w:type="dxa"/>
            <w:gridSpan w:val="3"/>
            <w:shd w:val="clear" w:color="auto" w:fill="333333"/>
            <w:noWrap/>
          </w:tcPr>
          <w:p w14:paraId="57B146A0" w14:textId="77777777" w:rsidR="0015720C" w:rsidRPr="00751DBB" w:rsidRDefault="002A04F1" w:rsidP="003E6507">
            <w:pPr>
              <w:jc w:val="left"/>
              <w:rPr>
                <w:rFonts w:cs="Arial"/>
                <w:b/>
                <w:bCs/>
                <w:szCs w:val="20"/>
                <w:lang w:val="en-GB"/>
              </w:rPr>
            </w:pPr>
            <w:r w:rsidRPr="00751DBB">
              <w:rPr>
                <w:rFonts w:cs="Arial"/>
                <w:b/>
                <w:bCs/>
                <w:szCs w:val="20"/>
                <w:lang w:val="en-GB"/>
              </w:rPr>
              <w:t>Version</w:t>
            </w:r>
            <w:r w:rsidR="0015720C" w:rsidRPr="00751DBB">
              <w:rPr>
                <w:rFonts w:cs="Arial"/>
                <w:b/>
                <w:bCs/>
                <w:szCs w:val="20"/>
                <w:lang w:val="en-GB"/>
              </w:rPr>
              <w:t xml:space="preserve"> info</w:t>
            </w:r>
            <w:r w:rsidRPr="00751DBB">
              <w:rPr>
                <w:rFonts w:cs="Arial"/>
                <w:b/>
                <w:bCs/>
                <w:szCs w:val="20"/>
                <w:lang w:val="en-GB"/>
              </w:rPr>
              <w:t>rmation</w:t>
            </w:r>
          </w:p>
        </w:tc>
      </w:tr>
      <w:tr w:rsidR="0015720C" w:rsidRPr="00751DBB" w14:paraId="7E3C0BF9" w14:textId="77777777">
        <w:trPr>
          <w:trHeight w:val="255"/>
        </w:trPr>
        <w:tc>
          <w:tcPr>
            <w:tcW w:w="1455" w:type="dxa"/>
            <w:shd w:val="clear" w:color="auto" w:fill="auto"/>
            <w:noWrap/>
          </w:tcPr>
          <w:p w14:paraId="62977FDA" w14:textId="77777777" w:rsidR="0015720C" w:rsidRPr="00751DBB" w:rsidRDefault="002A04F1" w:rsidP="003E6507">
            <w:pPr>
              <w:jc w:val="left"/>
              <w:rPr>
                <w:rFonts w:cs="Arial"/>
                <w:b/>
                <w:szCs w:val="20"/>
                <w:lang w:val="en-GB"/>
              </w:rPr>
            </w:pPr>
            <w:r w:rsidRPr="00751DBB">
              <w:rPr>
                <w:rFonts w:cs="Arial"/>
                <w:b/>
                <w:szCs w:val="20"/>
                <w:lang w:val="en-GB"/>
              </w:rPr>
              <w:t>Date</w:t>
            </w:r>
          </w:p>
        </w:tc>
        <w:tc>
          <w:tcPr>
            <w:tcW w:w="1080" w:type="dxa"/>
          </w:tcPr>
          <w:p w14:paraId="6910AE2D" w14:textId="77777777" w:rsidR="0015720C" w:rsidRPr="00751DBB" w:rsidRDefault="0015720C" w:rsidP="003E6507">
            <w:pPr>
              <w:jc w:val="center"/>
              <w:rPr>
                <w:rFonts w:cs="Arial"/>
                <w:b/>
                <w:szCs w:val="20"/>
                <w:lang w:val="en-GB"/>
              </w:rPr>
            </w:pPr>
            <w:r w:rsidRPr="00751DBB">
              <w:rPr>
                <w:rFonts w:cs="Arial"/>
                <w:b/>
                <w:szCs w:val="20"/>
                <w:lang w:val="en-GB"/>
              </w:rPr>
              <w:t>Ve</w:t>
            </w:r>
            <w:r w:rsidR="002A04F1" w:rsidRPr="00751DBB">
              <w:rPr>
                <w:rFonts w:cs="Arial"/>
                <w:b/>
                <w:szCs w:val="20"/>
                <w:lang w:val="en-GB"/>
              </w:rPr>
              <w:t>rsi</w:t>
            </w:r>
            <w:r w:rsidRPr="00751DBB">
              <w:rPr>
                <w:rFonts w:cs="Arial"/>
                <w:b/>
                <w:szCs w:val="20"/>
                <w:lang w:val="en-GB"/>
              </w:rPr>
              <w:t>on</w:t>
            </w:r>
          </w:p>
        </w:tc>
        <w:tc>
          <w:tcPr>
            <w:tcW w:w="5580" w:type="dxa"/>
            <w:shd w:val="clear" w:color="auto" w:fill="auto"/>
            <w:noWrap/>
          </w:tcPr>
          <w:p w14:paraId="3FF6E856" w14:textId="77777777" w:rsidR="0015720C" w:rsidRPr="00751DBB" w:rsidRDefault="002A04F1" w:rsidP="003E6507">
            <w:pPr>
              <w:jc w:val="left"/>
              <w:rPr>
                <w:rFonts w:cs="Arial"/>
                <w:b/>
                <w:szCs w:val="20"/>
                <w:lang w:val="en-GB"/>
              </w:rPr>
            </w:pPr>
            <w:r w:rsidRPr="00751DBB">
              <w:rPr>
                <w:rFonts w:cs="Arial"/>
                <w:b/>
                <w:szCs w:val="20"/>
                <w:lang w:val="en-GB"/>
              </w:rPr>
              <w:t>Changes</w:t>
            </w:r>
          </w:p>
        </w:tc>
      </w:tr>
      <w:tr w:rsidR="002A04F1" w:rsidRPr="00751DBB" w14:paraId="38DA2192" w14:textId="77777777">
        <w:trPr>
          <w:trHeight w:val="270"/>
        </w:trPr>
        <w:tc>
          <w:tcPr>
            <w:tcW w:w="1455" w:type="dxa"/>
            <w:shd w:val="clear" w:color="auto" w:fill="auto"/>
            <w:noWrap/>
          </w:tcPr>
          <w:p w14:paraId="60A43C67" w14:textId="77777777" w:rsidR="002A04F1" w:rsidRPr="00751DBB" w:rsidRDefault="00367910" w:rsidP="003E6507">
            <w:pPr>
              <w:jc w:val="left"/>
              <w:rPr>
                <w:rFonts w:cs="Arial"/>
                <w:szCs w:val="20"/>
                <w:lang w:val="en-GB"/>
              </w:rPr>
            </w:pPr>
            <w:r w:rsidRPr="00751DBB">
              <w:rPr>
                <w:rFonts w:cs="Arial"/>
                <w:szCs w:val="20"/>
                <w:lang w:val="en-GB"/>
              </w:rPr>
              <w:t>27.03.2006</w:t>
            </w:r>
          </w:p>
        </w:tc>
        <w:tc>
          <w:tcPr>
            <w:tcW w:w="1080" w:type="dxa"/>
          </w:tcPr>
          <w:p w14:paraId="17AE1975" w14:textId="77777777" w:rsidR="002A04F1" w:rsidRPr="00751DBB" w:rsidRDefault="00367910" w:rsidP="003E6507">
            <w:pPr>
              <w:jc w:val="center"/>
              <w:rPr>
                <w:rFonts w:cs="Arial"/>
                <w:szCs w:val="20"/>
                <w:lang w:val="en-GB"/>
              </w:rPr>
            </w:pPr>
            <w:r w:rsidRPr="00751DBB">
              <w:rPr>
                <w:rFonts w:cs="Arial"/>
                <w:szCs w:val="20"/>
                <w:lang w:val="en-GB"/>
              </w:rPr>
              <w:t>2.2.5</w:t>
            </w:r>
          </w:p>
        </w:tc>
        <w:tc>
          <w:tcPr>
            <w:tcW w:w="5580" w:type="dxa"/>
            <w:shd w:val="clear" w:color="auto" w:fill="auto"/>
            <w:noWrap/>
          </w:tcPr>
          <w:p w14:paraId="0D134F69" w14:textId="77777777" w:rsidR="002A04F1" w:rsidRPr="00751DBB" w:rsidRDefault="0024468B" w:rsidP="00520E66">
            <w:pPr>
              <w:jc w:val="left"/>
              <w:rPr>
                <w:rFonts w:cs="Arial"/>
                <w:szCs w:val="20"/>
                <w:lang w:val="en-GB"/>
              </w:rPr>
            </w:pPr>
            <w:r w:rsidRPr="00751DBB">
              <w:rPr>
                <w:rFonts w:cs="Arial"/>
                <w:szCs w:val="20"/>
                <w:lang w:val="en-GB"/>
              </w:rPr>
              <w:t xml:space="preserve">The </w:t>
            </w:r>
            <w:r w:rsidR="00DF7E5A" w:rsidRPr="00751DBB">
              <w:rPr>
                <w:rFonts w:cs="Arial"/>
                <w:szCs w:val="20"/>
                <w:lang w:val="en-GB"/>
              </w:rPr>
              <w:t>latest version of “</w:t>
            </w:r>
            <w:r w:rsidR="00367910" w:rsidRPr="00751DBB">
              <w:rPr>
                <w:rFonts w:cs="Arial"/>
                <w:szCs w:val="20"/>
                <w:lang w:val="en-GB"/>
              </w:rPr>
              <w:t>DigiDoc C library</w:t>
            </w:r>
            <w:r w:rsidR="00AD241C" w:rsidRPr="00751DBB">
              <w:rPr>
                <w:rFonts w:cs="Arial"/>
                <w:szCs w:val="20"/>
                <w:lang w:val="en-GB"/>
              </w:rPr>
              <w:t>”</w:t>
            </w:r>
            <w:r w:rsidRPr="00751DBB">
              <w:rPr>
                <w:rFonts w:cs="Arial"/>
                <w:szCs w:val="20"/>
                <w:lang w:val="en-GB"/>
              </w:rPr>
              <w:t xml:space="preserve"> </w:t>
            </w:r>
            <w:r w:rsidR="00AD241C" w:rsidRPr="00751DBB">
              <w:rPr>
                <w:rFonts w:cs="Arial"/>
                <w:szCs w:val="20"/>
                <w:lang w:val="en-GB"/>
              </w:rPr>
              <w:t>created by Veiko Sinivee</w:t>
            </w:r>
          </w:p>
        </w:tc>
      </w:tr>
      <w:tr w:rsidR="002A04F1" w:rsidRPr="00751DBB" w14:paraId="7CECC47D" w14:textId="77777777">
        <w:trPr>
          <w:trHeight w:val="270"/>
        </w:trPr>
        <w:tc>
          <w:tcPr>
            <w:tcW w:w="1455" w:type="dxa"/>
            <w:shd w:val="clear" w:color="auto" w:fill="auto"/>
            <w:noWrap/>
          </w:tcPr>
          <w:p w14:paraId="2346C13F" w14:textId="77777777" w:rsidR="002A04F1" w:rsidRPr="00751DBB" w:rsidRDefault="00F35AB3" w:rsidP="00F35AB3">
            <w:pPr>
              <w:jc w:val="left"/>
              <w:rPr>
                <w:rFonts w:cs="Arial"/>
                <w:szCs w:val="20"/>
                <w:lang w:val="en-GB"/>
              </w:rPr>
            </w:pPr>
            <w:r w:rsidRPr="00751DBB">
              <w:rPr>
                <w:rFonts w:cs="Arial"/>
                <w:szCs w:val="20"/>
                <w:lang w:val="en-GB"/>
              </w:rPr>
              <w:t>03.02.2012</w:t>
            </w:r>
          </w:p>
        </w:tc>
        <w:tc>
          <w:tcPr>
            <w:tcW w:w="1080" w:type="dxa"/>
          </w:tcPr>
          <w:p w14:paraId="6C70543E" w14:textId="77777777" w:rsidR="002A04F1" w:rsidRPr="00751DBB" w:rsidRDefault="002A04F1" w:rsidP="003E6507">
            <w:pPr>
              <w:jc w:val="center"/>
              <w:rPr>
                <w:rFonts w:cs="Arial"/>
                <w:szCs w:val="20"/>
                <w:lang w:val="en-GB"/>
              </w:rPr>
            </w:pPr>
          </w:p>
        </w:tc>
        <w:tc>
          <w:tcPr>
            <w:tcW w:w="5580" w:type="dxa"/>
            <w:shd w:val="clear" w:color="auto" w:fill="auto"/>
            <w:noWrap/>
          </w:tcPr>
          <w:p w14:paraId="2C5CBDDE" w14:textId="77777777" w:rsidR="00DD381C" w:rsidRPr="00751DBB" w:rsidRDefault="00DF7E5A" w:rsidP="00F35AB3">
            <w:pPr>
              <w:jc w:val="left"/>
              <w:rPr>
                <w:rFonts w:cs="Arial"/>
                <w:szCs w:val="20"/>
                <w:lang w:val="en-GB"/>
              </w:rPr>
            </w:pPr>
            <w:r w:rsidRPr="00751DBB">
              <w:rPr>
                <w:rFonts w:cs="Arial"/>
                <w:szCs w:val="20"/>
                <w:lang w:val="en-GB"/>
              </w:rPr>
              <w:t>Initial</w:t>
            </w:r>
            <w:r w:rsidR="00B42CA5" w:rsidRPr="00751DBB">
              <w:rPr>
                <w:rFonts w:cs="Arial"/>
                <w:szCs w:val="20"/>
                <w:lang w:val="en-GB"/>
              </w:rPr>
              <w:t xml:space="preserve"> d</w:t>
            </w:r>
            <w:r w:rsidRPr="00751DBB">
              <w:rPr>
                <w:rFonts w:cs="Arial"/>
                <w:szCs w:val="20"/>
                <w:lang w:val="en-GB"/>
              </w:rPr>
              <w:t>raft</w:t>
            </w:r>
            <w:r w:rsidR="00B42CA5" w:rsidRPr="00751DBB">
              <w:rPr>
                <w:rFonts w:cs="Arial"/>
                <w:szCs w:val="20"/>
                <w:lang w:val="en-GB"/>
              </w:rPr>
              <w:t xml:space="preserve"> by KnowIT </w:t>
            </w:r>
            <w:r w:rsidRPr="00751DBB">
              <w:rPr>
                <w:rFonts w:cs="Arial"/>
                <w:szCs w:val="20"/>
                <w:lang w:val="en-GB"/>
              </w:rPr>
              <w:t>for the ne</w:t>
            </w:r>
            <w:r w:rsidR="00F57963" w:rsidRPr="00751DBB">
              <w:rPr>
                <w:rFonts w:cs="Arial"/>
                <w:szCs w:val="20"/>
                <w:lang w:val="en-GB"/>
              </w:rPr>
              <w:t xml:space="preserve">w </w:t>
            </w:r>
            <w:r w:rsidRPr="00751DBB">
              <w:rPr>
                <w:rFonts w:cs="Arial"/>
                <w:szCs w:val="20"/>
                <w:lang w:val="en-GB"/>
              </w:rPr>
              <w:t>version</w:t>
            </w:r>
            <w:r w:rsidR="00520E66" w:rsidRPr="00751DBB">
              <w:rPr>
                <w:rFonts w:cs="Arial"/>
                <w:szCs w:val="20"/>
                <w:lang w:val="en-GB"/>
              </w:rPr>
              <w:t xml:space="preserve"> based on v2.2.5</w:t>
            </w:r>
          </w:p>
        </w:tc>
      </w:tr>
      <w:tr w:rsidR="003B3855" w:rsidRPr="00751DBB" w14:paraId="1B71A3C6" w14:textId="77777777">
        <w:trPr>
          <w:trHeight w:val="270"/>
        </w:trPr>
        <w:tc>
          <w:tcPr>
            <w:tcW w:w="1455" w:type="dxa"/>
            <w:shd w:val="clear" w:color="auto" w:fill="auto"/>
            <w:noWrap/>
          </w:tcPr>
          <w:p w14:paraId="223ADD42" w14:textId="77777777" w:rsidR="003B3855" w:rsidRPr="00751DBB" w:rsidRDefault="003B3855" w:rsidP="00F35AB3">
            <w:pPr>
              <w:jc w:val="left"/>
              <w:rPr>
                <w:rFonts w:cs="Arial"/>
                <w:szCs w:val="20"/>
                <w:lang w:val="en-GB"/>
              </w:rPr>
            </w:pPr>
            <w:r>
              <w:rPr>
                <w:rFonts w:cs="Arial"/>
                <w:szCs w:val="20"/>
                <w:lang w:val="en-GB"/>
              </w:rPr>
              <w:t>22.02.2012</w:t>
            </w:r>
          </w:p>
        </w:tc>
        <w:tc>
          <w:tcPr>
            <w:tcW w:w="1080" w:type="dxa"/>
          </w:tcPr>
          <w:p w14:paraId="4746EB8B" w14:textId="77777777" w:rsidR="003B3855" w:rsidRPr="00751DBB" w:rsidDel="00863FAB" w:rsidRDefault="003B3855" w:rsidP="003E6507">
            <w:pPr>
              <w:jc w:val="center"/>
              <w:rPr>
                <w:rFonts w:cs="Arial"/>
                <w:szCs w:val="20"/>
                <w:lang w:val="en-GB"/>
              </w:rPr>
            </w:pPr>
            <w:r>
              <w:rPr>
                <w:rFonts w:cs="Arial"/>
                <w:szCs w:val="20"/>
                <w:lang w:val="en-GB"/>
              </w:rPr>
              <w:t>3.6</w:t>
            </w:r>
          </w:p>
        </w:tc>
        <w:tc>
          <w:tcPr>
            <w:tcW w:w="5580" w:type="dxa"/>
            <w:shd w:val="clear" w:color="auto" w:fill="auto"/>
            <w:noWrap/>
          </w:tcPr>
          <w:p w14:paraId="06C700AD" w14:textId="77777777" w:rsidR="003B3855" w:rsidRPr="00751DBB" w:rsidRDefault="003B3855" w:rsidP="00F35AB3">
            <w:pPr>
              <w:jc w:val="left"/>
              <w:rPr>
                <w:rFonts w:cs="Arial"/>
                <w:szCs w:val="20"/>
                <w:lang w:val="en-GB"/>
              </w:rPr>
            </w:pPr>
            <w:r>
              <w:rPr>
                <w:rFonts w:cs="Arial"/>
                <w:szCs w:val="20"/>
                <w:lang w:val="en-GB"/>
              </w:rPr>
              <w:t>Updated to 3.6 version</w:t>
            </w:r>
          </w:p>
        </w:tc>
      </w:tr>
      <w:tr w:rsidR="004C20BD" w:rsidRPr="00751DBB" w14:paraId="6C632A4D" w14:textId="77777777">
        <w:trPr>
          <w:trHeight w:val="270"/>
        </w:trPr>
        <w:tc>
          <w:tcPr>
            <w:tcW w:w="1455" w:type="dxa"/>
            <w:shd w:val="clear" w:color="auto" w:fill="auto"/>
            <w:noWrap/>
          </w:tcPr>
          <w:p w14:paraId="71A49BDF" w14:textId="77777777" w:rsidR="004C20BD" w:rsidRDefault="004C20BD" w:rsidP="00F35AB3">
            <w:pPr>
              <w:jc w:val="left"/>
              <w:rPr>
                <w:rFonts w:cs="Arial"/>
                <w:szCs w:val="20"/>
                <w:lang w:val="en-GB"/>
              </w:rPr>
            </w:pPr>
            <w:r>
              <w:rPr>
                <w:rFonts w:cs="Arial"/>
                <w:szCs w:val="20"/>
                <w:lang w:val="en-GB"/>
              </w:rPr>
              <w:t>22.05.2012</w:t>
            </w:r>
          </w:p>
        </w:tc>
        <w:tc>
          <w:tcPr>
            <w:tcW w:w="1080" w:type="dxa"/>
          </w:tcPr>
          <w:p w14:paraId="52FCBC03" w14:textId="77777777" w:rsidR="004C20BD" w:rsidRDefault="004C20BD" w:rsidP="003E6507">
            <w:pPr>
              <w:jc w:val="center"/>
              <w:rPr>
                <w:rFonts w:cs="Arial"/>
                <w:szCs w:val="20"/>
                <w:lang w:val="en-GB"/>
              </w:rPr>
            </w:pPr>
            <w:r>
              <w:rPr>
                <w:rFonts w:cs="Arial"/>
                <w:szCs w:val="20"/>
                <w:lang w:val="en-GB"/>
              </w:rPr>
              <w:t>3.6.1</w:t>
            </w:r>
          </w:p>
        </w:tc>
        <w:tc>
          <w:tcPr>
            <w:tcW w:w="5580" w:type="dxa"/>
            <w:shd w:val="clear" w:color="auto" w:fill="auto"/>
            <w:noWrap/>
          </w:tcPr>
          <w:p w14:paraId="44C59EA0" w14:textId="77777777" w:rsidR="004C20BD" w:rsidRDefault="004C20BD" w:rsidP="004C20BD">
            <w:pPr>
              <w:jc w:val="left"/>
              <w:rPr>
                <w:rFonts w:cs="Arial"/>
                <w:szCs w:val="20"/>
                <w:lang w:val="en-GB"/>
              </w:rPr>
            </w:pPr>
            <w:r>
              <w:rPr>
                <w:rFonts w:cs="Arial"/>
                <w:szCs w:val="20"/>
                <w:lang w:val="en-GB"/>
              </w:rPr>
              <w:t xml:space="preserve">Revised configuration, </w:t>
            </w:r>
            <w:r w:rsidR="00D7651B">
              <w:rPr>
                <w:rFonts w:cs="Arial"/>
                <w:szCs w:val="20"/>
                <w:lang w:val="en-GB"/>
              </w:rPr>
              <w:t xml:space="preserve">certificates’ usage and </w:t>
            </w:r>
            <w:r>
              <w:rPr>
                <w:rFonts w:cs="Arial"/>
                <w:szCs w:val="20"/>
                <w:lang w:val="en-GB"/>
              </w:rPr>
              <w:t>CDigiDoc utility program’s description</w:t>
            </w:r>
          </w:p>
        </w:tc>
      </w:tr>
      <w:tr w:rsidR="00F464AC" w:rsidRPr="00751DBB" w14:paraId="70FF981E" w14:textId="77777777">
        <w:trPr>
          <w:trHeight w:val="270"/>
        </w:trPr>
        <w:tc>
          <w:tcPr>
            <w:tcW w:w="1455" w:type="dxa"/>
            <w:shd w:val="clear" w:color="auto" w:fill="auto"/>
            <w:noWrap/>
          </w:tcPr>
          <w:p w14:paraId="335AC56F" w14:textId="77777777" w:rsidR="00F464AC" w:rsidRDefault="00942C86" w:rsidP="00F35AB3">
            <w:pPr>
              <w:jc w:val="left"/>
              <w:rPr>
                <w:rFonts w:cs="Arial"/>
                <w:szCs w:val="20"/>
                <w:lang w:val="en-GB"/>
              </w:rPr>
            </w:pPr>
            <w:r>
              <w:rPr>
                <w:rFonts w:cs="Arial"/>
                <w:szCs w:val="20"/>
                <w:lang w:val="en-GB"/>
              </w:rPr>
              <w:t>22</w:t>
            </w:r>
            <w:r w:rsidR="00F13B8A">
              <w:rPr>
                <w:rFonts w:cs="Arial"/>
                <w:szCs w:val="20"/>
                <w:lang w:val="en-GB"/>
              </w:rPr>
              <w:t>.0</w:t>
            </w:r>
            <w:r>
              <w:rPr>
                <w:rFonts w:cs="Arial"/>
                <w:szCs w:val="20"/>
                <w:lang w:val="en-GB"/>
              </w:rPr>
              <w:t>1</w:t>
            </w:r>
            <w:r w:rsidR="00846A11">
              <w:rPr>
                <w:rFonts w:cs="Arial"/>
                <w:szCs w:val="20"/>
                <w:lang w:val="en-GB"/>
              </w:rPr>
              <w:t>.201</w:t>
            </w:r>
            <w:r w:rsidR="00F13B8A">
              <w:rPr>
                <w:rFonts w:cs="Arial"/>
                <w:szCs w:val="20"/>
                <w:lang w:val="en-GB"/>
              </w:rPr>
              <w:t>3</w:t>
            </w:r>
          </w:p>
        </w:tc>
        <w:tc>
          <w:tcPr>
            <w:tcW w:w="1080" w:type="dxa"/>
          </w:tcPr>
          <w:p w14:paraId="3C54F7BC" w14:textId="77777777" w:rsidR="00F464AC" w:rsidRDefault="00846A11" w:rsidP="003E6507">
            <w:pPr>
              <w:jc w:val="center"/>
              <w:rPr>
                <w:rFonts w:cs="Arial"/>
                <w:szCs w:val="20"/>
                <w:lang w:val="en-GB"/>
              </w:rPr>
            </w:pPr>
            <w:r>
              <w:rPr>
                <w:rFonts w:cs="Arial"/>
                <w:szCs w:val="20"/>
                <w:lang w:val="en-GB"/>
              </w:rPr>
              <w:t>3.7</w:t>
            </w:r>
          </w:p>
        </w:tc>
        <w:tc>
          <w:tcPr>
            <w:tcW w:w="5580" w:type="dxa"/>
            <w:shd w:val="clear" w:color="auto" w:fill="auto"/>
            <w:noWrap/>
          </w:tcPr>
          <w:p w14:paraId="22B0BAEB" w14:textId="77777777" w:rsidR="00620C03" w:rsidRDefault="003F19FD" w:rsidP="00CD5C4E">
            <w:pPr>
              <w:jc w:val="left"/>
              <w:rPr>
                <w:rFonts w:cs="Arial"/>
                <w:szCs w:val="20"/>
                <w:lang w:val="en-GB"/>
              </w:rPr>
            </w:pPr>
            <w:r>
              <w:rPr>
                <w:rFonts w:cs="Arial"/>
                <w:szCs w:val="20"/>
                <w:lang w:val="en-GB"/>
              </w:rPr>
              <w:t>Updated to 3.7 version</w:t>
            </w:r>
            <w:r w:rsidR="00F13B8A">
              <w:rPr>
                <w:rFonts w:cs="Arial"/>
                <w:szCs w:val="20"/>
                <w:lang w:val="en-GB"/>
              </w:rPr>
              <w:t xml:space="preserve">: </w:t>
            </w:r>
            <w:r w:rsidR="00CD5C4E">
              <w:rPr>
                <w:rFonts w:cs="Arial"/>
                <w:szCs w:val="20"/>
                <w:lang w:val="en-GB"/>
              </w:rPr>
              <w:t>updated instructions of</w:t>
            </w:r>
            <w:r w:rsidR="00F13B8A">
              <w:rPr>
                <w:rFonts w:cs="Arial"/>
                <w:szCs w:val="20"/>
                <w:lang w:val="en-GB"/>
              </w:rPr>
              <w:t xml:space="preserve"> PKCS#12 (software token) usage; removed EMBEDDED content type support, added description of signing and encryption/decryption operations in memory; added description of signature verification settings; added API description of decrypting large files</w:t>
            </w:r>
            <w:r w:rsidR="00CD5C4E">
              <w:rPr>
                <w:rFonts w:cs="Arial"/>
                <w:szCs w:val="20"/>
                <w:lang w:val="en-GB"/>
              </w:rPr>
              <w:t>, added description of using CNG API and minidriver for signature creation</w:t>
            </w:r>
            <w:r w:rsidR="00F13B8A">
              <w:rPr>
                <w:rFonts w:cs="Arial"/>
                <w:szCs w:val="20"/>
                <w:lang w:val="en-GB"/>
              </w:rPr>
              <w:t>.</w:t>
            </w:r>
            <w:r w:rsidR="00620C03">
              <w:rPr>
                <w:rFonts w:cs="Arial"/>
                <w:szCs w:val="20"/>
                <w:lang w:val="en-GB"/>
              </w:rPr>
              <w:t xml:space="preserve"> </w:t>
            </w:r>
          </w:p>
        </w:tc>
      </w:tr>
      <w:tr w:rsidR="00B73DF1" w:rsidRPr="00751DBB" w14:paraId="550398F4" w14:textId="77777777">
        <w:trPr>
          <w:trHeight w:val="270"/>
        </w:trPr>
        <w:tc>
          <w:tcPr>
            <w:tcW w:w="1455" w:type="dxa"/>
            <w:shd w:val="clear" w:color="auto" w:fill="auto"/>
            <w:noWrap/>
          </w:tcPr>
          <w:p w14:paraId="187BB36F" w14:textId="35245262" w:rsidR="00B73DF1" w:rsidRDefault="007444B8" w:rsidP="00F35AB3">
            <w:pPr>
              <w:jc w:val="left"/>
              <w:rPr>
                <w:rFonts w:cs="Arial"/>
                <w:szCs w:val="20"/>
                <w:lang w:val="en-GB"/>
              </w:rPr>
            </w:pPr>
            <w:r>
              <w:rPr>
                <w:rFonts w:cs="Arial"/>
                <w:szCs w:val="20"/>
                <w:lang w:val="en-GB"/>
              </w:rPr>
              <w:t>11.12.2013</w:t>
            </w:r>
          </w:p>
        </w:tc>
        <w:tc>
          <w:tcPr>
            <w:tcW w:w="1080" w:type="dxa"/>
          </w:tcPr>
          <w:p w14:paraId="5C9F589A" w14:textId="77777777" w:rsidR="00B73DF1" w:rsidRDefault="00B73DF1" w:rsidP="003E6507">
            <w:pPr>
              <w:jc w:val="center"/>
              <w:rPr>
                <w:rFonts w:cs="Arial"/>
                <w:szCs w:val="20"/>
                <w:lang w:val="en-GB"/>
              </w:rPr>
            </w:pPr>
            <w:r>
              <w:rPr>
                <w:rFonts w:cs="Arial"/>
                <w:szCs w:val="20"/>
                <w:lang w:val="en-GB"/>
              </w:rPr>
              <w:t>3.8</w:t>
            </w:r>
          </w:p>
        </w:tc>
        <w:tc>
          <w:tcPr>
            <w:tcW w:w="5580" w:type="dxa"/>
            <w:shd w:val="clear" w:color="auto" w:fill="auto"/>
            <w:noWrap/>
          </w:tcPr>
          <w:p w14:paraId="6816FD62" w14:textId="597097F0" w:rsidR="00B73DF1" w:rsidRDefault="007444B8" w:rsidP="00CD5C4E">
            <w:pPr>
              <w:jc w:val="left"/>
              <w:rPr>
                <w:rFonts w:cs="Arial"/>
                <w:szCs w:val="20"/>
                <w:lang w:val="en-GB"/>
              </w:rPr>
            </w:pPr>
            <w:r>
              <w:rPr>
                <w:rFonts w:cs="Arial"/>
                <w:szCs w:val="20"/>
                <w:lang w:val="en-GB"/>
              </w:rPr>
              <w:t>Changed the layout of the document for better readability. Updated according to changes of v3.8 of the library: added support for Finnish CA certificates, changed the validation process of signed files (see chap. 5.2); removed utility program’s command –list.</w:t>
            </w:r>
          </w:p>
        </w:tc>
      </w:tr>
      <w:tr w:rsidR="00313EE6" w:rsidRPr="00751DBB" w14:paraId="291CF843" w14:textId="77777777">
        <w:trPr>
          <w:trHeight w:val="270"/>
        </w:trPr>
        <w:tc>
          <w:tcPr>
            <w:tcW w:w="1455" w:type="dxa"/>
            <w:shd w:val="clear" w:color="auto" w:fill="auto"/>
            <w:noWrap/>
          </w:tcPr>
          <w:p w14:paraId="3E96276A" w14:textId="08C31D07" w:rsidR="00313EE6" w:rsidRDefault="00313EE6" w:rsidP="00F35AB3">
            <w:pPr>
              <w:jc w:val="left"/>
              <w:rPr>
                <w:rFonts w:cs="Arial"/>
                <w:szCs w:val="20"/>
                <w:lang w:val="en-GB"/>
              </w:rPr>
            </w:pPr>
            <w:r>
              <w:rPr>
                <w:rFonts w:cs="Arial"/>
                <w:szCs w:val="20"/>
                <w:lang w:val="en-GB"/>
              </w:rPr>
              <w:t>03.02.2015</w:t>
            </w:r>
          </w:p>
        </w:tc>
        <w:tc>
          <w:tcPr>
            <w:tcW w:w="1080" w:type="dxa"/>
          </w:tcPr>
          <w:p w14:paraId="2172D73D" w14:textId="403D4D84" w:rsidR="00313EE6" w:rsidRDefault="00313EE6" w:rsidP="003E6507">
            <w:pPr>
              <w:jc w:val="center"/>
              <w:rPr>
                <w:rFonts w:cs="Arial"/>
                <w:szCs w:val="20"/>
                <w:lang w:val="en-GB"/>
              </w:rPr>
            </w:pPr>
            <w:r>
              <w:rPr>
                <w:rFonts w:cs="Arial"/>
                <w:szCs w:val="20"/>
                <w:lang w:val="en-GB"/>
              </w:rPr>
              <w:t>3.10</w:t>
            </w:r>
          </w:p>
        </w:tc>
        <w:tc>
          <w:tcPr>
            <w:tcW w:w="5580" w:type="dxa"/>
            <w:shd w:val="clear" w:color="auto" w:fill="auto"/>
            <w:noWrap/>
          </w:tcPr>
          <w:p w14:paraId="4DB80ECF" w14:textId="0AD38EBB" w:rsidR="00313EE6" w:rsidRDefault="00313EE6" w:rsidP="00CD5C4E">
            <w:pPr>
              <w:jc w:val="left"/>
              <w:rPr>
                <w:rFonts w:cs="Arial"/>
                <w:szCs w:val="20"/>
                <w:lang w:val="en-GB"/>
              </w:rPr>
            </w:pPr>
            <w:r>
              <w:rPr>
                <w:rFonts w:cs="Arial"/>
                <w:szCs w:val="20"/>
                <w:lang w:val="en-GB"/>
              </w:rPr>
              <w:t>Updated according to changes of version 3.10 of the library.</w:t>
            </w:r>
          </w:p>
        </w:tc>
      </w:tr>
    </w:tbl>
    <w:p w14:paraId="060FA841" w14:textId="77777777" w:rsidR="0015720C" w:rsidRPr="00751DBB" w:rsidRDefault="0015720C" w:rsidP="0066084C">
      <w:pPr>
        <w:rPr>
          <w:lang w:val="en-GB"/>
        </w:rPr>
      </w:pPr>
    </w:p>
    <w:p w14:paraId="21B67066" w14:textId="77777777" w:rsidR="001F32A3" w:rsidRPr="00751DBB" w:rsidRDefault="001F32A3">
      <w:pPr>
        <w:spacing w:after="0"/>
        <w:jc w:val="left"/>
        <w:rPr>
          <w:b/>
          <w:sz w:val="24"/>
          <w:lang w:val="en-GB"/>
        </w:rPr>
      </w:pPr>
      <w:r w:rsidRPr="00751DBB">
        <w:rPr>
          <w:b/>
          <w:sz w:val="24"/>
          <w:lang w:val="en-GB"/>
        </w:rPr>
        <w:br w:type="page"/>
      </w:r>
    </w:p>
    <w:p w14:paraId="6F02C807" w14:textId="77777777" w:rsidR="00D7651B" w:rsidRDefault="00D7651B" w:rsidP="0066084C">
      <w:pPr>
        <w:rPr>
          <w:b/>
          <w:sz w:val="24"/>
          <w:lang w:val="en-GB"/>
        </w:rPr>
      </w:pPr>
    </w:p>
    <w:p w14:paraId="58C09F9D" w14:textId="77777777" w:rsidR="002A04F1" w:rsidRDefault="002A04F1" w:rsidP="0066084C">
      <w:pPr>
        <w:rPr>
          <w:b/>
          <w:sz w:val="24"/>
          <w:lang w:val="en-GB"/>
        </w:rPr>
      </w:pPr>
      <w:r w:rsidRPr="00751DBB">
        <w:rPr>
          <w:b/>
          <w:sz w:val="24"/>
          <w:lang w:val="en-GB"/>
        </w:rPr>
        <w:t>Table of contents</w:t>
      </w:r>
    </w:p>
    <w:p w14:paraId="70B8399A" w14:textId="77777777" w:rsidR="00D7651B" w:rsidRPr="00751DBB" w:rsidRDefault="00D7651B" w:rsidP="0066084C">
      <w:pPr>
        <w:rPr>
          <w:b/>
          <w:sz w:val="24"/>
          <w:lang w:val="en-GB"/>
        </w:rPr>
      </w:pPr>
    </w:p>
    <w:p w14:paraId="54771C2B" w14:textId="77777777" w:rsidR="00E272D2" w:rsidRDefault="00BB5C4B">
      <w:pPr>
        <w:pStyle w:val="TOC1"/>
        <w:rPr>
          <w:rFonts w:asciiTheme="minorHAnsi" w:eastAsiaTheme="minorEastAsia" w:hAnsiTheme="minorHAnsi" w:cstheme="minorBidi"/>
          <w:noProof/>
          <w:sz w:val="22"/>
          <w:szCs w:val="22"/>
          <w:lang w:val="et-EE" w:eastAsia="et-EE"/>
        </w:rPr>
      </w:pPr>
      <w:r>
        <w:rPr>
          <w:lang w:val="en-GB"/>
        </w:rPr>
        <w:fldChar w:fldCharType="begin"/>
      </w:r>
      <w:r>
        <w:rPr>
          <w:lang w:val="en-GB"/>
        </w:rPr>
        <w:instrText xml:space="preserve"> TOC \o "2-2" \h \z \t "Heading 1;1;Heading 3;3;Heading 4;4" </w:instrText>
      </w:r>
      <w:r>
        <w:rPr>
          <w:lang w:val="en-GB"/>
        </w:rPr>
        <w:fldChar w:fldCharType="separate"/>
      </w:r>
      <w:hyperlink w:anchor="_Toc410733891" w:history="1">
        <w:r w:rsidR="00E272D2" w:rsidRPr="00BD44B5">
          <w:rPr>
            <w:rStyle w:val="Hyperlink"/>
            <w:noProof/>
            <w:lang w:val="en-GB"/>
          </w:rPr>
          <w:t>1.</w:t>
        </w:r>
        <w:r w:rsidR="00E272D2">
          <w:rPr>
            <w:rFonts w:asciiTheme="minorHAnsi" w:eastAsiaTheme="minorEastAsia" w:hAnsiTheme="minorHAnsi" w:cstheme="minorBidi"/>
            <w:noProof/>
            <w:sz w:val="22"/>
            <w:szCs w:val="22"/>
            <w:lang w:val="et-EE" w:eastAsia="et-EE"/>
          </w:rPr>
          <w:tab/>
        </w:r>
        <w:r w:rsidR="00E272D2" w:rsidRPr="00BD44B5">
          <w:rPr>
            <w:rStyle w:val="Hyperlink"/>
            <w:noProof/>
            <w:lang w:val="en-GB"/>
          </w:rPr>
          <w:t>Document versions</w:t>
        </w:r>
        <w:r w:rsidR="00E272D2">
          <w:rPr>
            <w:noProof/>
            <w:webHidden/>
          </w:rPr>
          <w:tab/>
        </w:r>
        <w:r w:rsidR="00E272D2">
          <w:rPr>
            <w:noProof/>
            <w:webHidden/>
          </w:rPr>
          <w:fldChar w:fldCharType="begin"/>
        </w:r>
        <w:r w:rsidR="00E272D2">
          <w:rPr>
            <w:noProof/>
            <w:webHidden/>
          </w:rPr>
          <w:instrText xml:space="preserve"> PAGEREF _Toc410733891 \h </w:instrText>
        </w:r>
        <w:r w:rsidR="00E272D2">
          <w:rPr>
            <w:noProof/>
            <w:webHidden/>
          </w:rPr>
        </w:r>
        <w:r w:rsidR="00E272D2">
          <w:rPr>
            <w:noProof/>
            <w:webHidden/>
          </w:rPr>
          <w:fldChar w:fldCharType="separate"/>
        </w:r>
        <w:r w:rsidR="00E0723E">
          <w:rPr>
            <w:noProof/>
            <w:webHidden/>
          </w:rPr>
          <w:t>2</w:t>
        </w:r>
        <w:r w:rsidR="00E272D2">
          <w:rPr>
            <w:noProof/>
            <w:webHidden/>
          </w:rPr>
          <w:fldChar w:fldCharType="end"/>
        </w:r>
      </w:hyperlink>
    </w:p>
    <w:p w14:paraId="78807044" w14:textId="77777777" w:rsidR="00E272D2" w:rsidRDefault="005B7F41">
      <w:pPr>
        <w:pStyle w:val="TOC1"/>
        <w:rPr>
          <w:rFonts w:asciiTheme="minorHAnsi" w:eastAsiaTheme="minorEastAsia" w:hAnsiTheme="minorHAnsi" w:cstheme="minorBidi"/>
          <w:noProof/>
          <w:sz w:val="22"/>
          <w:szCs w:val="22"/>
          <w:lang w:val="et-EE" w:eastAsia="et-EE"/>
        </w:rPr>
      </w:pPr>
      <w:hyperlink w:anchor="_Toc410733892" w:history="1">
        <w:r w:rsidR="00E272D2" w:rsidRPr="00BD44B5">
          <w:rPr>
            <w:rStyle w:val="Hyperlink"/>
            <w:noProof/>
            <w:lang w:val="en-GB"/>
          </w:rPr>
          <w:t>2.</w:t>
        </w:r>
        <w:r w:rsidR="00E272D2">
          <w:rPr>
            <w:rFonts w:asciiTheme="minorHAnsi" w:eastAsiaTheme="minorEastAsia" w:hAnsiTheme="minorHAnsi" w:cstheme="minorBidi"/>
            <w:noProof/>
            <w:sz w:val="22"/>
            <w:szCs w:val="22"/>
            <w:lang w:val="et-EE" w:eastAsia="et-EE"/>
          </w:rPr>
          <w:tab/>
        </w:r>
        <w:r w:rsidR="00E272D2" w:rsidRPr="00BD44B5">
          <w:rPr>
            <w:rStyle w:val="Hyperlink"/>
            <w:noProof/>
            <w:lang w:val="en-GB"/>
          </w:rPr>
          <w:t>Introduction</w:t>
        </w:r>
        <w:r w:rsidR="00E272D2">
          <w:rPr>
            <w:noProof/>
            <w:webHidden/>
          </w:rPr>
          <w:tab/>
        </w:r>
        <w:r w:rsidR="00E272D2">
          <w:rPr>
            <w:noProof/>
            <w:webHidden/>
          </w:rPr>
          <w:fldChar w:fldCharType="begin"/>
        </w:r>
        <w:r w:rsidR="00E272D2">
          <w:rPr>
            <w:noProof/>
            <w:webHidden/>
          </w:rPr>
          <w:instrText xml:space="preserve"> PAGEREF _Toc410733892 \h </w:instrText>
        </w:r>
        <w:r w:rsidR="00E272D2">
          <w:rPr>
            <w:noProof/>
            <w:webHidden/>
          </w:rPr>
        </w:r>
        <w:r w:rsidR="00E272D2">
          <w:rPr>
            <w:noProof/>
            <w:webHidden/>
          </w:rPr>
          <w:fldChar w:fldCharType="separate"/>
        </w:r>
        <w:r w:rsidR="00E0723E">
          <w:rPr>
            <w:noProof/>
            <w:webHidden/>
          </w:rPr>
          <w:t>5</w:t>
        </w:r>
        <w:r w:rsidR="00E272D2">
          <w:rPr>
            <w:noProof/>
            <w:webHidden/>
          </w:rPr>
          <w:fldChar w:fldCharType="end"/>
        </w:r>
      </w:hyperlink>
    </w:p>
    <w:p w14:paraId="725FC7F4" w14:textId="77777777" w:rsidR="00E272D2" w:rsidRDefault="005B7F41">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410733893" w:history="1">
        <w:r w:rsidR="00E272D2" w:rsidRPr="00BD44B5">
          <w:rPr>
            <w:rStyle w:val="Hyperlink"/>
            <w:noProof/>
            <w14:scene3d>
              <w14:camera w14:prst="orthographicFront"/>
              <w14:lightRig w14:rig="threePt" w14:dir="t">
                <w14:rot w14:lat="0" w14:lon="0" w14:rev="0"/>
              </w14:lightRig>
            </w14:scene3d>
          </w:rPr>
          <w:t>2.1</w:t>
        </w:r>
        <w:r w:rsidR="00E272D2">
          <w:rPr>
            <w:rFonts w:asciiTheme="minorHAnsi" w:eastAsiaTheme="minorEastAsia" w:hAnsiTheme="minorHAnsi" w:cstheme="minorBidi"/>
            <w:noProof/>
            <w:sz w:val="22"/>
            <w:szCs w:val="22"/>
            <w:lang w:val="et-EE" w:eastAsia="et-EE"/>
          </w:rPr>
          <w:tab/>
        </w:r>
        <w:r w:rsidR="00E272D2" w:rsidRPr="00BD44B5">
          <w:rPr>
            <w:rStyle w:val="Hyperlink"/>
            <w:noProof/>
          </w:rPr>
          <w:t>About DigiDoc</w:t>
        </w:r>
        <w:r w:rsidR="00E272D2">
          <w:rPr>
            <w:noProof/>
            <w:webHidden/>
          </w:rPr>
          <w:tab/>
        </w:r>
        <w:r w:rsidR="00E272D2">
          <w:rPr>
            <w:noProof/>
            <w:webHidden/>
          </w:rPr>
          <w:fldChar w:fldCharType="begin"/>
        </w:r>
        <w:r w:rsidR="00E272D2">
          <w:rPr>
            <w:noProof/>
            <w:webHidden/>
          </w:rPr>
          <w:instrText xml:space="preserve"> PAGEREF _Toc410733893 \h </w:instrText>
        </w:r>
        <w:r w:rsidR="00E272D2">
          <w:rPr>
            <w:noProof/>
            <w:webHidden/>
          </w:rPr>
        </w:r>
        <w:r w:rsidR="00E272D2">
          <w:rPr>
            <w:noProof/>
            <w:webHidden/>
          </w:rPr>
          <w:fldChar w:fldCharType="separate"/>
        </w:r>
        <w:r w:rsidR="00E0723E">
          <w:rPr>
            <w:noProof/>
            <w:webHidden/>
          </w:rPr>
          <w:t>6</w:t>
        </w:r>
        <w:r w:rsidR="00E272D2">
          <w:rPr>
            <w:noProof/>
            <w:webHidden/>
          </w:rPr>
          <w:fldChar w:fldCharType="end"/>
        </w:r>
      </w:hyperlink>
    </w:p>
    <w:p w14:paraId="5F86C12B" w14:textId="77777777" w:rsidR="00E272D2" w:rsidRDefault="005B7F41">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410733894" w:history="1">
        <w:r w:rsidR="00E272D2" w:rsidRPr="00BD44B5">
          <w:rPr>
            <w:rStyle w:val="Hyperlink"/>
            <w:noProof/>
            <w:lang w:val="en-GB"/>
            <w14:scene3d>
              <w14:camera w14:prst="orthographicFront"/>
              <w14:lightRig w14:rig="threePt" w14:dir="t">
                <w14:rot w14:lat="0" w14:lon="0" w14:rev="0"/>
              </w14:lightRig>
            </w14:scene3d>
          </w:rPr>
          <w:t>2.2</w:t>
        </w:r>
        <w:r w:rsidR="00E272D2">
          <w:rPr>
            <w:rFonts w:asciiTheme="minorHAnsi" w:eastAsiaTheme="minorEastAsia" w:hAnsiTheme="minorHAnsi" w:cstheme="minorBidi"/>
            <w:noProof/>
            <w:sz w:val="22"/>
            <w:szCs w:val="22"/>
            <w:lang w:val="et-EE" w:eastAsia="et-EE"/>
          </w:rPr>
          <w:tab/>
        </w:r>
        <w:r w:rsidR="00E272D2" w:rsidRPr="00BD44B5">
          <w:rPr>
            <w:rStyle w:val="Hyperlink"/>
            <w:noProof/>
            <w:lang w:val="en-GB"/>
          </w:rPr>
          <w:t>DigiDoc security model</w:t>
        </w:r>
        <w:r w:rsidR="00E272D2">
          <w:rPr>
            <w:noProof/>
            <w:webHidden/>
          </w:rPr>
          <w:tab/>
        </w:r>
        <w:r w:rsidR="00E272D2">
          <w:rPr>
            <w:noProof/>
            <w:webHidden/>
          </w:rPr>
          <w:fldChar w:fldCharType="begin"/>
        </w:r>
        <w:r w:rsidR="00E272D2">
          <w:rPr>
            <w:noProof/>
            <w:webHidden/>
          </w:rPr>
          <w:instrText xml:space="preserve"> PAGEREF _Toc410733894 \h </w:instrText>
        </w:r>
        <w:r w:rsidR="00E272D2">
          <w:rPr>
            <w:noProof/>
            <w:webHidden/>
          </w:rPr>
        </w:r>
        <w:r w:rsidR="00E272D2">
          <w:rPr>
            <w:noProof/>
            <w:webHidden/>
          </w:rPr>
          <w:fldChar w:fldCharType="separate"/>
        </w:r>
        <w:r w:rsidR="00E0723E">
          <w:rPr>
            <w:noProof/>
            <w:webHidden/>
          </w:rPr>
          <w:t>6</w:t>
        </w:r>
        <w:r w:rsidR="00E272D2">
          <w:rPr>
            <w:noProof/>
            <w:webHidden/>
          </w:rPr>
          <w:fldChar w:fldCharType="end"/>
        </w:r>
      </w:hyperlink>
    </w:p>
    <w:p w14:paraId="4FAD6D41" w14:textId="77777777" w:rsidR="00E272D2" w:rsidRDefault="005B7F41">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410733895" w:history="1">
        <w:r w:rsidR="00E272D2" w:rsidRPr="00BD44B5">
          <w:rPr>
            <w:rStyle w:val="Hyperlink"/>
            <w:noProof/>
            <w:lang w:val="en-GB"/>
            <w14:scene3d>
              <w14:camera w14:prst="orthographicFront"/>
              <w14:lightRig w14:rig="threePt" w14:dir="t">
                <w14:rot w14:lat="0" w14:lon="0" w14:rev="0"/>
              </w14:lightRig>
            </w14:scene3d>
          </w:rPr>
          <w:t>2.3</w:t>
        </w:r>
        <w:r w:rsidR="00E272D2">
          <w:rPr>
            <w:rFonts w:asciiTheme="minorHAnsi" w:eastAsiaTheme="minorEastAsia" w:hAnsiTheme="minorHAnsi" w:cstheme="minorBidi"/>
            <w:noProof/>
            <w:sz w:val="22"/>
            <w:szCs w:val="22"/>
            <w:lang w:val="et-EE" w:eastAsia="et-EE"/>
          </w:rPr>
          <w:tab/>
        </w:r>
        <w:r w:rsidR="00E272D2" w:rsidRPr="00BD44B5">
          <w:rPr>
            <w:rStyle w:val="Hyperlink"/>
            <w:noProof/>
            <w:lang w:val="en-GB"/>
          </w:rPr>
          <w:t>Format of digitally signed file</w:t>
        </w:r>
        <w:r w:rsidR="00E272D2">
          <w:rPr>
            <w:noProof/>
            <w:webHidden/>
          </w:rPr>
          <w:tab/>
        </w:r>
        <w:r w:rsidR="00E272D2">
          <w:rPr>
            <w:noProof/>
            <w:webHidden/>
          </w:rPr>
          <w:fldChar w:fldCharType="begin"/>
        </w:r>
        <w:r w:rsidR="00E272D2">
          <w:rPr>
            <w:noProof/>
            <w:webHidden/>
          </w:rPr>
          <w:instrText xml:space="preserve"> PAGEREF _Toc410733895 \h </w:instrText>
        </w:r>
        <w:r w:rsidR="00E272D2">
          <w:rPr>
            <w:noProof/>
            <w:webHidden/>
          </w:rPr>
        </w:r>
        <w:r w:rsidR="00E272D2">
          <w:rPr>
            <w:noProof/>
            <w:webHidden/>
          </w:rPr>
          <w:fldChar w:fldCharType="separate"/>
        </w:r>
        <w:r w:rsidR="00E0723E">
          <w:rPr>
            <w:noProof/>
            <w:webHidden/>
          </w:rPr>
          <w:t>7</w:t>
        </w:r>
        <w:r w:rsidR="00E272D2">
          <w:rPr>
            <w:noProof/>
            <w:webHidden/>
          </w:rPr>
          <w:fldChar w:fldCharType="end"/>
        </w:r>
      </w:hyperlink>
    </w:p>
    <w:p w14:paraId="4B454043" w14:textId="77777777" w:rsidR="00E272D2" w:rsidRDefault="005B7F41">
      <w:pPr>
        <w:pStyle w:val="TOC1"/>
        <w:rPr>
          <w:rFonts w:asciiTheme="minorHAnsi" w:eastAsiaTheme="minorEastAsia" w:hAnsiTheme="minorHAnsi" w:cstheme="minorBidi"/>
          <w:noProof/>
          <w:sz w:val="22"/>
          <w:szCs w:val="22"/>
          <w:lang w:val="et-EE" w:eastAsia="et-EE"/>
        </w:rPr>
      </w:pPr>
      <w:hyperlink w:anchor="_Toc410733896" w:history="1">
        <w:r w:rsidR="00E272D2" w:rsidRPr="00BD44B5">
          <w:rPr>
            <w:rStyle w:val="Hyperlink"/>
            <w:noProof/>
            <w:lang w:val="en-GB"/>
          </w:rPr>
          <w:t>3.</w:t>
        </w:r>
        <w:r w:rsidR="00E272D2">
          <w:rPr>
            <w:rFonts w:asciiTheme="minorHAnsi" w:eastAsiaTheme="minorEastAsia" w:hAnsiTheme="minorHAnsi" w:cstheme="minorBidi"/>
            <w:noProof/>
            <w:sz w:val="22"/>
            <w:szCs w:val="22"/>
            <w:lang w:val="et-EE" w:eastAsia="et-EE"/>
          </w:rPr>
          <w:tab/>
        </w:r>
        <w:r w:rsidR="00E272D2" w:rsidRPr="00BD44B5">
          <w:rPr>
            <w:rStyle w:val="Hyperlink"/>
            <w:noProof/>
            <w:lang w:val="en-GB"/>
          </w:rPr>
          <w:t>Overview</w:t>
        </w:r>
        <w:r w:rsidR="00E272D2">
          <w:rPr>
            <w:noProof/>
            <w:webHidden/>
          </w:rPr>
          <w:tab/>
        </w:r>
        <w:r w:rsidR="00E272D2">
          <w:rPr>
            <w:noProof/>
            <w:webHidden/>
          </w:rPr>
          <w:fldChar w:fldCharType="begin"/>
        </w:r>
        <w:r w:rsidR="00E272D2">
          <w:rPr>
            <w:noProof/>
            <w:webHidden/>
          </w:rPr>
          <w:instrText xml:space="preserve"> PAGEREF _Toc410733896 \h </w:instrText>
        </w:r>
        <w:r w:rsidR="00E272D2">
          <w:rPr>
            <w:noProof/>
            <w:webHidden/>
          </w:rPr>
        </w:r>
        <w:r w:rsidR="00E272D2">
          <w:rPr>
            <w:noProof/>
            <w:webHidden/>
          </w:rPr>
          <w:fldChar w:fldCharType="separate"/>
        </w:r>
        <w:r w:rsidR="00E0723E">
          <w:rPr>
            <w:noProof/>
            <w:webHidden/>
          </w:rPr>
          <w:t>9</w:t>
        </w:r>
        <w:r w:rsidR="00E272D2">
          <w:rPr>
            <w:noProof/>
            <w:webHidden/>
          </w:rPr>
          <w:fldChar w:fldCharType="end"/>
        </w:r>
      </w:hyperlink>
    </w:p>
    <w:p w14:paraId="3ABF2886" w14:textId="77777777" w:rsidR="00E272D2" w:rsidRDefault="005B7F41">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410733897" w:history="1">
        <w:r w:rsidR="00E272D2" w:rsidRPr="00BD44B5">
          <w:rPr>
            <w:rStyle w:val="Hyperlink"/>
            <w:noProof/>
            <w14:scene3d>
              <w14:camera w14:prst="orthographicFront"/>
              <w14:lightRig w14:rig="threePt" w14:dir="t">
                <w14:rot w14:lat="0" w14:lon="0" w14:rev="0"/>
              </w14:lightRig>
            </w14:scene3d>
          </w:rPr>
          <w:t>3.1</w:t>
        </w:r>
        <w:r w:rsidR="00E272D2">
          <w:rPr>
            <w:rFonts w:asciiTheme="minorHAnsi" w:eastAsiaTheme="minorEastAsia" w:hAnsiTheme="minorHAnsi" w:cstheme="minorBidi"/>
            <w:noProof/>
            <w:sz w:val="22"/>
            <w:szCs w:val="22"/>
            <w:lang w:val="et-EE" w:eastAsia="et-EE"/>
          </w:rPr>
          <w:tab/>
        </w:r>
        <w:r w:rsidR="00E272D2" w:rsidRPr="00BD44B5">
          <w:rPr>
            <w:rStyle w:val="Hyperlink"/>
            <w:noProof/>
          </w:rPr>
          <w:t>References and additional resources</w:t>
        </w:r>
        <w:r w:rsidR="00E272D2">
          <w:rPr>
            <w:noProof/>
            <w:webHidden/>
          </w:rPr>
          <w:tab/>
        </w:r>
        <w:r w:rsidR="00E272D2">
          <w:rPr>
            <w:noProof/>
            <w:webHidden/>
          </w:rPr>
          <w:fldChar w:fldCharType="begin"/>
        </w:r>
        <w:r w:rsidR="00E272D2">
          <w:rPr>
            <w:noProof/>
            <w:webHidden/>
          </w:rPr>
          <w:instrText xml:space="preserve"> PAGEREF _Toc410733897 \h </w:instrText>
        </w:r>
        <w:r w:rsidR="00E272D2">
          <w:rPr>
            <w:noProof/>
            <w:webHidden/>
          </w:rPr>
        </w:r>
        <w:r w:rsidR="00E272D2">
          <w:rPr>
            <w:noProof/>
            <w:webHidden/>
          </w:rPr>
          <w:fldChar w:fldCharType="separate"/>
        </w:r>
        <w:r w:rsidR="00E0723E">
          <w:rPr>
            <w:noProof/>
            <w:webHidden/>
          </w:rPr>
          <w:t>9</w:t>
        </w:r>
        <w:r w:rsidR="00E272D2">
          <w:rPr>
            <w:noProof/>
            <w:webHidden/>
          </w:rPr>
          <w:fldChar w:fldCharType="end"/>
        </w:r>
      </w:hyperlink>
    </w:p>
    <w:p w14:paraId="528282E2" w14:textId="77777777" w:rsidR="00E272D2" w:rsidRDefault="005B7F41">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410733898" w:history="1">
        <w:r w:rsidR="00E272D2" w:rsidRPr="00BD44B5">
          <w:rPr>
            <w:rStyle w:val="Hyperlink"/>
            <w:noProof/>
            <w14:scene3d>
              <w14:camera w14:prst="orthographicFront"/>
              <w14:lightRig w14:rig="threePt" w14:dir="t">
                <w14:rot w14:lat="0" w14:lon="0" w14:rev="0"/>
              </w14:lightRig>
            </w14:scene3d>
          </w:rPr>
          <w:t>3.2</w:t>
        </w:r>
        <w:r w:rsidR="00E272D2">
          <w:rPr>
            <w:rFonts w:asciiTheme="minorHAnsi" w:eastAsiaTheme="minorEastAsia" w:hAnsiTheme="minorHAnsi" w:cstheme="minorBidi"/>
            <w:noProof/>
            <w:sz w:val="22"/>
            <w:szCs w:val="22"/>
            <w:lang w:val="et-EE" w:eastAsia="et-EE"/>
          </w:rPr>
          <w:tab/>
        </w:r>
        <w:r w:rsidR="00E272D2" w:rsidRPr="00BD44B5">
          <w:rPr>
            <w:rStyle w:val="Hyperlink"/>
            <w:noProof/>
          </w:rPr>
          <w:t>Terms and acronyms</w:t>
        </w:r>
        <w:r w:rsidR="00E272D2">
          <w:rPr>
            <w:noProof/>
            <w:webHidden/>
          </w:rPr>
          <w:tab/>
        </w:r>
        <w:r w:rsidR="00E272D2">
          <w:rPr>
            <w:noProof/>
            <w:webHidden/>
          </w:rPr>
          <w:fldChar w:fldCharType="begin"/>
        </w:r>
        <w:r w:rsidR="00E272D2">
          <w:rPr>
            <w:noProof/>
            <w:webHidden/>
          </w:rPr>
          <w:instrText xml:space="preserve"> PAGEREF _Toc410733898 \h </w:instrText>
        </w:r>
        <w:r w:rsidR="00E272D2">
          <w:rPr>
            <w:noProof/>
            <w:webHidden/>
          </w:rPr>
        </w:r>
        <w:r w:rsidR="00E272D2">
          <w:rPr>
            <w:noProof/>
            <w:webHidden/>
          </w:rPr>
          <w:fldChar w:fldCharType="separate"/>
        </w:r>
        <w:r w:rsidR="00E0723E">
          <w:rPr>
            <w:noProof/>
            <w:webHidden/>
          </w:rPr>
          <w:t>10</w:t>
        </w:r>
        <w:r w:rsidR="00E272D2">
          <w:rPr>
            <w:noProof/>
            <w:webHidden/>
          </w:rPr>
          <w:fldChar w:fldCharType="end"/>
        </w:r>
      </w:hyperlink>
    </w:p>
    <w:p w14:paraId="73E3E8A6" w14:textId="77777777" w:rsidR="00E272D2" w:rsidRDefault="005B7F41">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410733899" w:history="1">
        <w:r w:rsidR="00E272D2" w:rsidRPr="00BD44B5">
          <w:rPr>
            <w:rStyle w:val="Hyperlink"/>
            <w:noProof/>
            <w14:scene3d>
              <w14:camera w14:prst="orthographicFront"/>
              <w14:lightRig w14:rig="threePt" w14:dir="t">
                <w14:rot w14:lat="0" w14:lon="0" w14:rev="0"/>
              </w14:lightRig>
            </w14:scene3d>
          </w:rPr>
          <w:t>3.3</w:t>
        </w:r>
        <w:r w:rsidR="00E272D2">
          <w:rPr>
            <w:rFonts w:asciiTheme="minorHAnsi" w:eastAsiaTheme="minorEastAsia" w:hAnsiTheme="minorHAnsi" w:cstheme="minorBidi"/>
            <w:noProof/>
            <w:sz w:val="22"/>
            <w:szCs w:val="22"/>
            <w:lang w:val="et-EE" w:eastAsia="et-EE"/>
          </w:rPr>
          <w:tab/>
        </w:r>
        <w:r w:rsidR="00E272D2" w:rsidRPr="00BD44B5">
          <w:rPr>
            <w:rStyle w:val="Hyperlink"/>
            <w:noProof/>
          </w:rPr>
          <w:t>Supported functional properties</w:t>
        </w:r>
        <w:r w:rsidR="00E272D2">
          <w:rPr>
            <w:noProof/>
            <w:webHidden/>
          </w:rPr>
          <w:tab/>
        </w:r>
        <w:r w:rsidR="00E272D2">
          <w:rPr>
            <w:noProof/>
            <w:webHidden/>
          </w:rPr>
          <w:fldChar w:fldCharType="begin"/>
        </w:r>
        <w:r w:rsidR="00E272D2">
          <w:rPr>
            <w:noProof/>
            <w:webHidden/>
          </w:rPr>
          <w:instrText xml:space="preserve"> PAGEREF _Toc410733899 \h </w:instrText>
        </w:r>
        <w:r w:rsidR="00E272D2">
          <w:rPr>
            <w:noProof/>
            <w:webHidden/>
          </w:rPr>
        </w:r>
        <w:r w:rsidR="00E272D2">
          <w:rPr>
            <w:noProof/>
            <w:webHidden/>
          </w:rPr>
          <w:fldChar w:fldCharType="separate"/>
        </w:r>
        <w:r w:rsidR="00E0723E">
          <w:rPr>
            <w:noProof/>
            <w:webHidden/>
          </w:rPr>
          <w:t>11</w:t>
        </w:r>
        <w:r w:rsidR="00E272D2">
          <w:rPr>
            <w:noProof/>
            <w:webHidden/>
          </w:rPr>
          <w:fldChar w:fldCharType="end"/>
        </w:r>
      </w:hyperlink>
    </w:p>
    <w:p w14:paraId="09610C43" w14:textId="77777777" w:rsidR="00E272D2" w:rsidRDefault="005B7F41">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410733900" w:history="1">
        <w:r w:rsidR="00E272D2" w:rsidRPr="00BD44B5">
          <w:rPr>
            <w:rStyle w:val="Hyperlink"/>
            <w:noProof/>
            <w14:scene3d>
              <w14:camera w14:prst="orthographicFront"/>
              <w14:lightRig w14:rig="threePt" w14:dir="t">
                <w14:rot w14:lat="0" w14:lon="0" w14:rev="0"/>
              </w14:lightRig>
            </w14:scene3d>
          </w:rPr>
          <w:t>3.4</w:t>
        </w:r>
        <w:r w:rsidR="00E272D2">
          <w:rPr>
            <w:rFonts w:asciiTheme="minorHAnsi" w:eastAsiaTheme="minorEastAsia" w:hAnsiTheme="minorHAnsi" w:cstheme="minorBidi"/>
            <w:noProof/>
            <w:sz w:val="22"/>
            <w:szCs w:val="22"/>
            <w:lang w:val="et-EE" w:eastAsia="et-EE"/>
          </w:rPr>
          <w:tab/>
        </w:r>
        <w:r w:rsidR="00E272D2" w:rsidRPr="00BD44B5">
          <w:rPr>
            <w:rStyle w:val="Hyperlink"/>
            <w:noProof/>
          </w:rPr>
          <w:t>Component model</w:t>
        </w:r>
        <w:r w:rsidR="00E272D2">
          <w:rPr>
            <w:noProof/>
            <w:webHidden/>
          </w:rPr>
          <w:tab/>
        </w:r>
        <w:r w:rsidR="00E272D2">
          <w:rPr>
            <w:noProof/>
            <w:webHidden/>
          </w:rPr>
          <w:fldChar w:fldCharType="begin"/>
        </w:r>
        <w:r w:rsidR="00E272D2">
          <w:rPr>
            <w:noProof/>
            <w:webHidden/>
          </w:rPr>
          <w:instrText xml:space="preserve"> PAGEREF _Toc410733900 \h </w:instrText>
        </w:r>
        <w:r w:rsidR="00E272D2">
          <w:rPr>
            <w:noProof/>
            <w:webHidden/>
          </w:rPr>
        </w:r>
        <w:r w:rsidR="00E272D2">
          <w:rPr>
            <w:noProof/>
            <w:webHidden/>
          </w:rPr>
          <w:fldChar w:fldCharType="separate"/>
        </w:r>
        <w:r w:rsidR="00E0723E">
          <w:rPr>
            <w:noProof/>
            <w:webHidden/>
          </w:rPr>
          <w:t>13</w:t>
        </w:r>
        <w:r w:rsidR="00E272D2">
          <w:rPr>
            <w:noProof/>
            <w:webHidden/>
          </w:rPr>
          <w:fldChar w:fldCharType="end"/>
        </w:r>
      </w:hyperlink>
    </w:p>
    <w:p w14:paraId="6B2025CD" w14:textId="77777777" w:rsidR="00E272D2" w:rsidRDefault="005B7F41">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410733901" w:history="1">
        <w:r w:rsidR="00E272D2" w:rsidRPr="00BD44B5">
          <w:rPr>
            <w:rStyle w:val="Hyperlink"/>
            <w:noProof/>
            <w:lang w:val="en-GB"/>
            <w14:scene3d>
              <w14:camera w14:prst="orthographicFront"/>
              <w14:lightRig w14:rig="threePt" w14:dir="t">
                <w14:rot w14:lat="0" w14:lon="0" w14:rev="0"/>
              </w14:lightRig>
            </w14:scene3d>
          </w:rPr>
          <w:t>3.5</w:t>
        </w:r>
        <w:r w:rsidR="00E272D2">
          <w:rPr>
            <w:rFonts w:asciiTheme="minorHAnsi" w:eastAsiaTheme="minorEastAsia" w:hAnsiTheme="minorHAnsi" w:cstheme="minorBidi"/>
            <w:noProof/>
            <w:sz w:val="22"/>
            <w:szCs w:val="22"/>
            <w:lang w:val="et-EE" w:eastAsia="et-EE"/>
          </w:rPr>
          <w:tab/>
        </w:r>
        <w:r w:rsidR="00E272D2" w:rsidRPr="00BD44B5">
          <w:rPr>
            <w:rStyle w:val="Hyperlink"/>
            <w:noProof/>
            <w:lang w:val="en-GB"/>
          </w:rPr>
          <w:t>CDigiDoc architecture</w:t>
        </w:r>
        <w:r w:rsidR="00E272D2">
          <w:rPr>
            <w:noProof/>
            <w:webHidden/>
          </w:rPr>
          <w:tab/>
        </w:r>
        <w:r w:rsidR="00E272D2">
          <w:rPr>
            <w:noProof/>
            <w:webHidden/>
          </w:rPr>
          <w:fldChar w:fldCharType="begin"/>
        </w:r>
        <w:r w:rsidR="00E272D2">
          <w:rPr>
            <w:noProof/>
            <w:webHidden/>
          </w:rPr>
          <w:instrText xml:space="preserve"> PAGEREF _Toc410733901 \h </w:instrText>
        </w:r>
        <w:r w:rsidR="00E272D2">
          <w:rPr>
            <w:noProof/>
            <w:webHidden/>
          </w:rPr>
        </w:r>
        <w:r w:rsidR="00E272D2">
          <w:rPr>
            <w:noProof/>
            <w:webHidden/>
          </w:rPr>
          <w:fldChar w:fldCharType="separate"/>
        </w:r>
        <w:r w:rsidR="00E0723E">
          <w:rPr>
            <w:noProof/>
            <w:webHidden/>
          </w:rPr>
          <w:t>13</w:t>
        </w:r>
        <w:r w:rsidR="00E272D2">
          <w:rPr>
            <w:noProof/>
            <w:webHidden/>
          </w:rPr>
          <w:fldChar w:fldCharType="end"/>
        </w:r>
      </w:hyperlink>
    </w:p>
    <w:p w14:paraId="4B5723E8" w14:textId="77777777" w:rsidR="00E272D2" w:rsidRDefault="005B7F41">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410733902" w:history="1">
        <w:r w:rsidR="00E272D2" w:rsidRPr="00BD44B5">
          <w:rPr>
            <w:rStyle w:val="Hyperlink"/>
            <w:noProof/>
            <w:lang w:val="en-GB"/>
            <w14:scene3d>
              <w14:camera w14:prst="orthographicFront"/>
              <w14:lightRig w14:rig="threePt" w14:dir="t">
                <w14:rot w14:lat="0" w14:lon="0" w14:rev="0"/>
              </w14:lightRig>
            </w14:scene3d>
          </w:rPr>
          <w:t>3.6</w:t>
        </w:r>
        <w:r w:rsidR="00E272D2">
          <w:rPr>
            <w:rFonts w:asciiTheme="minorHAnsi" w:eastAsiaTheme="minorEastAsia" w:hAnsiTheme="minorHAnsi" w:cstheme="minorBidi"/>
            <w:noProof/>
            <w:sz w:val="22"/>
            <w:szCs w:val="22"/>
            <w:lang w:val="et-EE" w:eastAsia="et-EE"/>
          </w:rPr>
          <w:tab/>
        </w:r>
        <w:r w:rsidR="00E272D2" w:rsidRPr="00BD44B5">
          <w:rPr>
            <w:rStyle w:val="Hyperlink"/>
            <w:noProof/>
            <w:lang w:val="en-GB"/>
          </w:rPr>
          <w:t>Dependencies</w:t>
        </w:r>
        <w:r w:rsidR="00E272D2">
          <w:rPr>
            <w:noProof/>
            <w:webHidden/>
          </w:rPr>
          <w:tab/>
        </w:r>
        <w:r w:rsidR="00E272D2">
          <w:rPr>
            <w:noProof/>
            <w:webHidden/>
          </w:rPr>
          <w:fldChar w:fldCharType="begin"/>
        </w:r>
        <w:r w:rsidR="00E272D2">
          <w:rPr>
            <w:noProof/>
            <w:webHidden/>
          </w:rPr>
          <w:instrText xml:space="preserve"> PAGEREF _Toc410733902 \h </w:instrText>
        </w:r>
        <w:r w:rsidR="00E272D2">
          <w:rPr>
            <w:noProof/>
            <w:webHidden/>
          </w:rPr>
        </w:r>
        <w:r w:rsidR="00E272D2">
          <w:rPr>
            <w:noProof/>
            <w:webHidden/>
          </w:rPr>
          <w:fldChar w:fldCharType="separate"/>
        </w:r>
        <w:r w:rsidR="00E0723E">
          <w:rPr>
            <w:noProof/>
            <w:webHidden/>
          </w:rPr>
          <w:t>14</w:t>
        </w:r>
        <w:r w:rsidR="00E272D2">
          <w:rPr>
            <w:noProof/>
            <w:webHidden/>
          </w:rPr>
          <w:fldChar w:fldCharType="end"/>
        </w:r>
      </w:hyperlink>
    </w:p>
    <w:p w14:paraId="69094DA0" w14:textId="77777777" w:rsidR="00E272D2" w:rsidRDefault="005B7F41">
      <w:pPr>
        <w:pStyle w:val="TOC1"/>
        <w:rPr>
          <w:rFonts w:asciiTheme="minorHAnsi" w:eastAsiaTheme="minorEastAsia" w:hAnsiTheme="minorHAnsi" w:cstheme="minorBidi"/>
          <w:noProof/>
          <w:sz w:val="22"/>
          <w:szCs w:val="22"/>
          <w:lang w:val="et-EE" w:eastAsia="et-EE"/>
        </w:rPr>
      </w:pPr>
      <w:hyperlink w:anchor="_Toc410733903" w:history="1">
        <w:r w:rsidR="00E272D2" w:rsidRPr="00BD44B5">
          <w:rPr>
            <w:rStyle w:val="Hyperlink"/>
            <w:noProof/>
            <w:lang w:val="en-GB"/>
          </w:rPr>
          <w:t>4.</w:t>
        </w:r>
        <w:r w:rsidR="00E272D2">
          <w:rPr>
            <w:rFonts w:asciiTheme="minorHAnsi" w:eastAsiaTheme="minorEastAsia" w:hAnsiTheme="minorHAnsi" w:cstheme="minorBidi"/>
            <w:noProof/>
            <w:sz w:val="22"/>
            <w:szCs w:val="22"/>
            <w:lang w:val="et-EE" w:eastAsia="et-EE"/>
          </w:rPr>
          <w:tab/>
        </w:r>
        <w:r w:rsidR="00E272D2" w:rsidRPr="00BD44B5">
          <w:rPr>
            <w:rStyle w:val="Hyperlink"/>
            <w:noProof/>
            <w:lang w:val="en-GB"/>
          </w:rPr>
          <w:t>Configuring CDigiDoc</w:t>
        </w:r>
        <w:r w:rsidR="00E272D2">
          <w:rPr>
            <w:noProof/>
            <w:webHidden/>
          </w:rPr>
          <w:tab/>
        </w:r>
        <w:r w:rsidR="00E272D2">
          <w:rPr>
            <w:noProof/>
            <w:webHidden/>
          </w:rPr>
          <w:fldChar w:fldCharType="begin"/>
        </w:r>
        <w:r w:rsidR="00E272D2">
          <w:rPr>
            <w:noProof/>
            <w:webHidden/>
          </w:rPr>
          <w:instrText xml:space="preserve"> PAGEREF _Toc410733903 \h </w:instrText>
        </w:r>
        <w:r w:rsidR="00E272D2">
          <w:rPr>
            <w:noProof/>
            <w:webHidden/>
          </w:rPr>
        </w:r>
        <w:r w:rsidR="00E272D2">
          <w:rPr>
            <w:noProof/>
            <w:webHidden/>
          </w:rPr>
          <w:fldChar w:fldCharType="separate"/>
        </w:r>
        <w:r w:rsidR="00E0723E">
          <w:rPr>
            <w:noProof/>
            <w:webHidden/>
          </w:rPr>
          <w:t>14</w:t>
        </w:r>
        <w:r w:rsidR="00E272D2">
          <w:rPr>
            <w:noProof/>
            <w:webHidden/>
          </w:rPr>
          <w:fldChar w:fldCharType="end"/>
        </w:r>
      </w:hyperlink>
    </w:p>
    <w:p w14:paraId="24F3E4DE" w14:textId="77777777" w:rsidR="00E272D2" w:rsidRDefault="005B7F41">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410733904" w:history="1">
        <w:r w:rsidR="00E272D2" w:rsidRPr="00BD44B5">
          <w:rPr>
            <w:rStyle w:val="Hyperlink"/>
            <w:noProof/>
            <w14:scene3d>
              <w14:camera w14:prst="orthographicFront"/>
              <w14:lightRig w14:rig="threePt" w14:dir="t">
                <w14:rot w14:lat="0" w14:lon="0" w14:rev="0"/>
              </w14:lightRig>
            </w14:scene3d>
          </w:rPr>
          <w:t>4.1</w:t>
        </w:r>
        <w:r w:rsidR="00E272D2">
          <w:rPr>
            <w:rFonts w:asciiTheme="minorHAnsi" w:eastAsiaTheme="minorEastAsia" w:hAnsiTheme="minorHAnsi" w:cstheme="minorBidi"/>
            <w:noProof/>
            <w:sz w:val="22"/>
            <w:szCs w:val="22"/>
            <w:lang w:val="et-EE" w:eastAsia="et-EE"/>
          </w:rPr>
          <w:tab/>
        </w:r>
        <w:r w:rsidR="00E272D2" w:rsidRPr="00BD44B5">
          <w:rPr>
            <w:rStyle w:val="Hyperlink"/>
            <w:noProof/>
          </w:rPr>
          <w:t>Loading configuration settings</w:t>
        </w:r>
        <w:r w:rsidR="00E272D2">
          <w:rPr>
            <w:noProof/>
            <w:webHidden/>
          </w:rPr>
          <w:tab/>
        </w:r>
        <w:r w:rsidR="00E272D2">
          <w:rPr>
            <w:noProof/>
            <w:webHidden/>
          </w:rPr>
          <w:fldChar w:fldCharType="begin"/>
        </w:r>
        <w:r w:rsidR="00E272D2">
          <w:rPr>
            <w:noProof/>
            <w:webHidden/>
          </w:rPr>
          <w:instrText xml:space="preserve"> PAGEREF _Toc410733904 \h </w:instrText>
        </w:r>
        <w:r w:rsidR="00E272D2">
          <w:rPr>
            <w:noProof/>
            <w:webHidden/>
          </w:rPr>
        </w:r>
        <w:r w:rsidR="00E272D2">
          <w:rPr>
            <w:noProof/>
            <w:webHidden/>
          </w:rPr>
          <w:fldChar w:fldCharType="separate"/>
        </w:r>
        <w:r w:rsidR="00E0723E">
          <w:rPr>
            <w:noProof/>
            <w:webHidden/>
          </w:rPr>
          <w:t>14</w:t>
        </w:r>
        <w:r w:rsidR="00E272D2">
          <w:rPr>
            <w:noProof/>
            <w:webHidden/>
          </w:rPr>
          <w:fldChar w:fldCharType="end"/>
        </w:r>
      </w:hyperlink>
    </w:p>
    <w:p w14:paraId="3B9FE826" w14:textId="77777777" w:rsidR="00E272D2" w:rsidRDefault="005B7F41">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410733905" w:history="1">
        <w:r w:rsidR="00E272D2" w:rsidRPr="00BD44B5">
          <w:rPr>
            <w:rStyle w:val="Hyperlink"/>
            <w:noProof/>
            <w14:scene3d>
              <w14:camera w14:prst="orthographicFront"/>
              <w14:lightRig w14:rig="threePt" w14:dir="t">
                <w14:rot w14:lat="0" w14:lon="0" w14:rev="0"/>
              </w14:lightRig>
            </w14:scene3d>
          </w:rPr>
          <w:t>4.2</w:t>
        </w:r>
        <w:r w:rsidR="00E272D2">
          <w:rPr>
            <w:rFonts w:asciiTheme="minorHAnsi" w:eastAsiaTheme="minorEastAsia" w:hAnsiTheme="minorHAnsi" w:cstheme="minorBidi"/>
            <w:noProof/>
            <w:sz w:val="22"/>
            <w:szCs w:val="22"/>
            <w:lang w:val="et-EE" w:eastAsia="et-EE"/>
          </w:rPr>
          <w:tab/>
        </w:r>
        <w:r w:rsidR="00E272D2" w:rsidRPr="00BD44B5">
          <w:rPr>
            <w:rStyle w:val="Hyperlink"/>
            <w:noProof/>
          </w:rPr>
          <w:t>Configuration parameters</w:t>
        </w:r>
        <w:r w:rsidR="00E272D2">
          <w:rPr>
            <w:noProof/>
            <w:webHidden/>
          </w:rPr>
          <w:tab/>
        </w:r>
        <w:r w:rsidR="00E272D2">
          <w:rPr>
            <w:noProof/>
            <w:webHidden/>
          </w:rPr>
          <w:fldChar w:fldCharType="begin"/>
        </w:r>
        <w:r w:rsidR="00E272D2">
          <w:rPr>
            <w:noProof/>
            <w:webHidden/>
          </w:rPr>
          <w:instrText xml:space="preserve"> PAGEREF _Toc410733905 \h </w:instrText>
        </w:r>
        <w:r w:rsidR="00E272D2">
          <w:rPr>
            <w:noProof/>
            <w:webHidden/>
          </w:rPr>
        </w:r>
        <w:r w:rsidR="00E272D2">
          <w:rPr>
            <w:noProof/>
            <w:webHidden/>
          </w:rPr>
          <w:fldChar w:fldCharType="separate"/>
        </w:r>
        <w:r w:rsidR="00E0723E">
          <w:rPr>
            <w:noProof/>
            <w:webHidden/>
          </w:rPr>
          <w:t>15</w:t>
        </w:r>
        <w:r w:rsidR="00E272D2">
          <w:rPr>
            <w:noProof/>
            <w:webHidden/>
          </w:rPr>
          <w:fldChar w:fldCharType="end"/>
        </w:r>
      </w:hyperlink>
    </w:p>
    <w:p w14:paraId="0099C8EF" w14:textId="77777777" w:rsidR="00E272D2" w:rsidRDefault="005B7F41">
      <w:pPr>
        <w:pStyle w:val="TOC1"/>
        <w:rPr>
          <w:rFonts w:asciiTheme="minorHAnsi" w:eastAsiaTheme="minorEastAsia" w:hAnsiTheme="minorHAnsi" w:cstheme="minorBidi"/>
          <w:noProof/>
          <w:sz w:val="22"/>
          <w:szCs w:val="22"/>
          <w:lang w:val="et-EE" w:eastAsia="et-EE"/>
        </w:rPr>
      </w:pPr>
      <w:hyperlink w:anchor="_Toc410733906" w:history="1">
        <w:r w:rsidR="00E272D2" w:rsidRPr="00BD44B5">
          <w:rPr>
            <w:rStyle w:val="Hyperlink"/>
            <w:noProof/>
          </w:rPr>
          <w:t>5.</w:t>
        </w:r>
        <w:r w:rsidR="00E272D2">
          <w:rPr>
            <w:rFonts w:asciiTheme="minorHAnsi" w:eastAsiaTheme="minorEastAsia" w:hAnsiTheme="minorHAnsi" w:cstheme="minorBidi"/>
            <w:noProof/>
            <w:sz w:val="22"/>
            <w:szCs w:val="22"/>
            <w:lang w:val="et-EE" w:eastAsia="et-EE"/>
          </w:rPr>
          <w:tab/>
        </w:r>
        <w:r w:rsidR="00E272D2" w:rsidRPr="00BD44B5">
          <w:rPr>
            <w:rStyle w:val="Hyperlink"/>
            <w:noProof/>
          </w:rPr>
          <w:t>Using CDigiDoc API</w:t>
        </w:r>
        <w:r w:rsidR="00E272D2">
          <w:rPr>
            <w:noProof/>
            <w:webHidden/>
          </w:rPr>
          <w:tab/>
        </w:r>
        <w:r w:rsidR="00E272D2">
          <w:rPr>
            <w:noProof/>
            <w:webHidden/>
          </w:rPr>
          <w:fldChar w:fldCharType="begin"/>
        </w:r>
        <w:r w:rsidR="00E272D2">
          <w:rPr>
            <w:noProof/>
            <w:webHidden/>
          </w:rPr>
          <w:instrText xml:space="preserve"> PAGEREF _Toc410733906 \h </w:instrText>
        </w:r>
        <w:r w:rsidR="00E272D2">
          <w:rPr>
            <w:noProof/>
            <w:webHidden/>
          </w:rPr>
        </w:r>
        <w:r w:rsidR="00E272D2">
          <w:rPr>
            <w:noProof/>
            <w:webHidden/>
          </w:rPr>
          <w:fldChar w:fldCharType="separate"/>
        </w:r>
        <w:r w:rsidR="00E0723E">
          <w:rPr>
            <w:noProof/>
            <w:webHidden/>
          </w:rPr>
          <w:t>20</w:t>
        </w:r>
        <w:r w:rsidR="00E272D2">
          <w:rPr>
            <w:noProof/>
            <w:webHidden/>
          </w:rPr>
          <w:fldChar w:fldCharType="end"/>
        </w:r>
      </w:hyperlink>
    </w:p>
    <w:p w14:paraId="26BE251C" w14:textId="77777777" w:rsidR="00E272D2" w:rsidRDefault="005B7F41">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410733907" w:history="1">
        <w:r w:rsidR="00E272D2" w:rsidRPr="00BD44B5">
          <w:rPr>
            <w:rStyle w:val="Hyperlink"/>
            <w:noProof/>
            <w14:scene3d>
              <w14:camera w14:prst="orthographicFront"/>
              <w14:lightRig w14:rig="threePt" w14:dir="t">
                <w14:rot w14:lat="0" w14:lon="0" w14:rev="0"/>
              </w14:lightRig>
            </w14:scene3d>
          </w:rPr>
          <w:t>5.1</w:t>
        </w:r>
        <w:r w:rsidR="00E272D2">
          <w:rPr>
            <w:rFonts w:asciiTheme="minorHAnsi" w:eastAsiaTheme="minorEastAsia" w:hAnsiTheme="minorHAnsi" w:cstheme="minorBidi"/>
            <w:noProof/>
            <w:sz w:val="22"/>
            <w:szCs w:val="22"/>
            <w:lang w:val="et-EE" w:eastAsia="et-EE"/>
          </w:rPr>
          <w:tab/>
        </w:r>
        <w:r w:rsidR="00E272D2" w:rsidRPr="00BD44B5">
          <w:rPr>
            <w:rStyle w:val="Hyperlink"/>
            <w:noProof/>
          </w:rPr>
          <w:t>Digital signing</w:t>
        </w:r>
        <w:r w:rsidR="00E272D2">
          <w:rPr>
            <w:noProof/>
            <w:webHidden/>
          </w:rPr>
          <w:tab/>
        </w:r>
        <w:r w:rsidR="00E272D2">
          <w:rPr>
            <w:noProof/>
            <w:webHidden/>
          </w:rPr>
          <w:fldChar w:fldCharType="begin"/>
        </w:r>
        <w:r w:rsidR="00E272D2">
          <w:rPr>
            <w:noProof/>
            <w:webHidden/>
          </w:rPr>
          <w:instrText xml:space="preserve"> PAGEREF _Toc410733907 \h </w:instrText>
        </w:r>
        <w:r w:rsidR="00E272D2">
          <w:rPr>
            <w:noProof/>
            <w:webHidden/>
          </w:rPr>
        </w:r>
        <w:r w:rsidR="00E272D2">
          <w:rPr>
            <w:noProof/>
            <w:webHidden/>
          </w:rPr>
          <w:fldChar w:fldCharType="separate"/>
        </w:r>
        <w:r w:rsidR="00E0723E">
          <w:rPr>
            <w:noProof/>
            <w:webHidden/>
          </w:rPr>
          <w:t>20</w:t>
        </w:r>
        <w:r w:rsidR="00E272D2">
          <w:rPr>
            <w:noProof/>
            <w:webHidden/>
          </w:rPr>
          <w:fldChar w:fldCharType="end"/>
        </w:r>
      </w:hyperlink>
    </w:p>
    <w:p w14:paraId="67A2640F" w14:textId="77777777" w:rsidR="00E272D2" w:rsidRDefault="005B7F41">
      <w:pPr>
        <w:pStyle w:val="TOC3"/>
        <w:tabs>
          <w:tab w:val="left" w:pos="1200"/>
          <w:tab w:val="right" w:leader="dot" w:pos="8210"/>
        </w:tabs>
        <w:rPr>
          <w:rFonts w:asciiTheme="minorHAnsi" w:eastAsiaTheme="minorEastAsia" w:hAnsiTheme="minorHAnsi" w:cstheme="minorBidi"/>
          <w:noProof/>
          <w:sz w:val="22"/>
          <w:szCs w:val="22"/>
          <w:lang w:val="et-EE" w:eastAsia="et-EE"/>
        </w:rPr>
      </w:pPr>
      <w:hyperlink w:anchor="_Toc410733908" w:history="1">
        <w:r w:rsidR="00E272D2" w:rsidRPr="00BD44B5">
          <w:rPr>
            <w:rStyle w:val="Hyperlink"/>
            <w:noProof/>
          </w:rPr>
          <w:t>5.1.1</w:t>
        </w:r>
        <w:r w:rsidR="00E272D2">
          <w:rPr>
            <w:rFonts w:asciiTheme="minorHAnsi" w:eastAsiaTheme="minorEastAsia" w:hAnsiTheme="minorHAnsi" w:cstheme="minorBidi"/>
            <w:noProof/>
            <w:sz w:val="22"/>
            <w:szCs w:val="22"/>
            <w:lang w:val="et-EE" w:eastAsia="et-EE"/>
          </w:rPr>
          <w:tab/>
        </w:r>
        <w:r w:rsidR="00E272D2" w:rsidRPr="00BD44B5">
          <w:rPr>
            <w:rStyle w:val="Hyperlink"/>
            <w:noProof/>
          </w:rPr>
          <w:t>Initialization</w:t>
        </w:r>
        <w:r w:rsidR="00E272D2">
          <w:rPr>
            <w:noProof/>
            <w:webHidden/>
          </w:rPr>
          <w:tab/>
        </w:r>
        <w:r w:rsidR="00E272D2">
          <w:rPr>
            <w:noProof/>
            <w:webHidden/>
          </w:rPr>
          <w:fldChar w:fldCharType="begin"/>
        </w:r>
        <w:r w:rsidR="00E272D2">
          <w:rPr>
            <w:noProof/>
            <w:webHidden/>
          </w:rPr>
          <w:instrText xml:space="preserve"> PAGEREF _Toc410733908 \h </w:instrText>
        </w:r>
        <w:r w:rsidR="00E272D2">
          <w:rPr>
            <w:noProof/>
            <w:webHidden/>
          </w:rPr>
        </w:r>
        <w:r w:rsidR="00E272D2">
          <w:rPr>
            <w:noProof/>
            <w:webHidden/>
          </w:rPr>
          <w:fldChar w:fldCharType="separate"/>
        </w:r>
        <w:r w:rsidR="00E0723E">
          <w:rPr>
            <w:noProof/>
            <w:webHidden/>
          </w:rPr>
          <w:t>20</w:t>
        </w:r>
        <w:r w:rsidR="00E272D2">
          <w:rPr>
            <w:noProof/>
            <w:webHidden/>
          </w:rPr>
          <w:fldChar w:fldCharType="end"/>
        </w:r>
      </w:hyperlink>
    </w:p>
    <w:p w14:paraId="5BE58454" w14:textId="77777777" w:rsidR="00E272D2" w:rsidRDefault="005B7F41">
      <w:pPr>
        <w:pStyle w:val="TOC3"/>
        <w:tabs>
          <w:tab w:val="left" w:pos="1200"/>
          <w:tab w:val="right" w:leader="dot" w:pos="8210"/>
        </w:tabs>
        <w:rPr>
          <w:rFonts w:asciiTheme="minorHAnsi" w:eastAsiaTheme="minorEastAsia" w:hAnsiTheme="minorHAnsi" w:cstheme="minorBidi"/>
          <w:noProof/>
          <w:sz w:val="22"/>
          <w:szCs w:val="22"/>
          <w:lang w:val="et-EE" w:eastAsia="et-EE"/>
        </w:rPr>
      </w:pPr>
      <w:hyperlink w:anchor="_Toc410733909" w:history="1">
        <w:r w:rsidR="00E272D2" w:rsidRPr="00BD44B5">
          <w:rPr>
            <w:rStyle w:val="Hyperlink"/>
            <w:noProof/>
          </w:rPr>
          <w:t>5.1.2</w:t>
        </w:r>
        <w:r w:rsidR="00E272D2">
          <w:rPr>
            <w:rFonts w:asciiTheme="minorHAnsi" w:eastAsiaTheme="minorEastAsia" w:hAnsiTheme="minorHAnsi" w:cstheme="minorBidi"/>
            <w:noProof/>
            <w:sz w:val="22"/>
            <w:szCs w:val="22"/>
            <w:lang w:val="et-EE" w:eastAsia="et-EE"/>
          </w:rPr>
          <w:tab/>
        </w:r>
        <w:r w:rsidR="00E272D2" w:rsidRPr="00BD44B5">
          <w:rPr>
            <w:rStyle w:val="Hyperlink"/>
            <w:noProof/>
          </w:rPr>
          <w:t>Creating a DigiDoc document</w:t>
        </w:r>
        <w:r w:rsidR="00E272D2">
          <w:rPr>
            <w:noProof/>
            <w:webHidden/>
          </w:rPr>
          <w:tab/>
        </w:r>
        <w:r w:rsidR="00E272D2">
          <w:rPr>
            <w:noProof/>
            <w:webHidden/>
          </w:rPr>
          <w:fldChar w:fldCharType="begin"/>
        </w:r>
        <w:r w:rsidR="00E272D2">
          <w:rPr>
            <w:noProof/>
            <w:webHidden/>
          </w:rPr>
          <w:instrText xml:space="preserve"> PAGEREF _Toc410733909 \h </w:instrText>
        </w:r>
        <w:r w:rsidR="00E272D2">
          <w:rPr>
            <w:noProof/>
            <w:webHidden/>
          </w:rPr>
        </w:r>
        <w:r w:rsidR="00E272D2">
          <w:rPr>
            <w:noProof/>
            <w:webHidden/>
          </w:rPr>
          <w:fldChar w:fldCharType="separate"/>
        </w:r>
        <w:r w:rsidR="00E0723E">
          <w:rPr>
            <w:noProof/>
            <w:webHidden/>
          </w:rPr>
          <w:t>20</w:t>
        </w:r>
        <w:r w:rsidR="00E272D2">
          <w:rPr>
            <w:noProof/>
            <w:webHidden/>
          </w:rPr>
          <w:fldChar w:fldCharType="end"/>
        </w:r>
      </w:hyperlink>
    </w:p>
    <w:p w14:paraId="0F1269D4" w14:textId="77777777" w:rsidR="00E272D2" w:rsidRDefault="005B7F41">
      <w:pPr>
        <w:pStyle w:val="TOC3"/>
        <w:tabs>
          <w:tab w:val="left" w:pos="1200"/>
          <w:tab w:val="right" w:leader="dot" w:pos="8210"/>
        </w:tabs>
        <w:rPr>
          <w:rFonts w:asciiTheme="minorHAnsi" w:eastAsiaTheme="minorEastAsia" w:hAnsiTheme="minorHAnsi" w:cstheme="minorBidi"/>
          <w:noProof/>
          <w:sz w:val="22"/>
          <w:szCs w:val="22"/>
          <w:lang w:val="et-EE" w:eastAsia="et-EE"/>
        </w:rPr>
      </w:pPr>
      <w:hyperlink w:anchor="_Toc410733910" w:history="1">
        <w:r w:rsidR="00E272D2" w:rsidRPr="00BD44B5">
          <w:rPr>
            <w:rStyle w:val="Hyperlink"/>
            <w:noProof/>
          </w:rPr>
          <w:t>5.1.3</w:t>
        </w:r>
        <w:r w:rsidR="00E272D2">
          <w:rPr>
            <w:rFonts w:asciiTheme="minorHAnsi" w:eastAsiaTheme="minorEastAsia" w:hAnsiTheme="minorHAnsi" w:cstheme="minorBidi"/>
            <w:noProof/>
            <w:sz w:val="22"/>
            <w:szCs w:val="22"/>
            <w:lang w:val="et-EE" w:eastAsia="et-EE"/>
          </w:rPr>
          <w:tab/>
        </w:r>
        <w:r w:rsidR="00E272D2" w:rsidRPr="00BD44B5">
          <w:rPr>
            <w:rStyle w:val="Hyperlink"/>
            <w:noProof/>
          </w:rPr>
          <w:t>Adding data files</w:t>
        </w:r>
        <w:r w:rsidR="00E272D2">
          <w:rPr>
            <w:noProof/>
            <w:webHidden/>
          </w:rPr>
          <w:tab/>
        </w:r>
        <w:r w:rsidR="00E272D2">
          <w:rPr>
            <w:noProof/>
            <w:webHidden/>
          </w:rPr>
          <w:fldChar w:fldCharType="begin"/>
        </w:r>
        <w:r w:rsidR="00E272D2">
          <w:rPr>
            <w:noProof/>
            <w:webHidden/>
          </w:rPr>
          <w:instrText xml:space="preserve"> PAGEREF _Toc410733910 \h </w:instrText>
        </w:r>
        <w:r w:rsidR="00E272D2">
          <w:rPr>
            <w:noProof/>
            <w:webHidden/>
          </w:rPr>
        </w:r>
        <w:r w:rsidR="00E272D2">
          <w:rPr>
            <w:noProof/>
            <w:webHidden/>
          </w:rPr>
          <w:fldChar w:fldCharType="separate"/>
        </w:r>
        <w:r w:rsidR="00E0723E">
          <w:rPr>
            <w:noProof/>
            <w:webHidden/>
          </w:rPr>
          <w:t>20</w:t>
        </w:r>
        <w:r w:rsidR="00E272D2">
          <w:rPr>
            <w:noProof/>
            <w:webHidden/>
          </w:rPr>
          <w:fldChar w:fldCharType="end"/>
        </w:r>
      </w:hyperlink>
    </w:p>
    <w:p w14:paraId="50729F4A" w14:textId="77777777" w:rsidR="00E272D2" w:rsidRDefault="005B7F41">
      <w:pPr>
        <w:pStyle w:val="TOC3"/>
        <w:tabs>
          <w:tab w:val="left" w:pos="1200"/>
          <w:tab w:val="right" w:leader="dot" w:pos="8210"/>
        </w:tabs>
        <w:rPr>
          <w:rFonts w:asciiTheme="minorHAnsi" w:eastAsiaTheme="minorEastAsia" w:hAnsiTheme="minorHAnsi" w:cstheme="minorBidi"/>
          <w:noProof/>
          <w:sz w:val="22"/>
          <w:szCs w:val="22"/>
          <w:lang w:val="et-EE" w:eastAsia="et-EE"/>
        </w:rPr>
      </w:pPr>
      <w:hyperlink w:anchor="_Toc410733911" w:history="1">
        <w:r w:rsidR="00E272D2" w:rsidRPr="00BD44B5">
          <w:rPr>
            <w:rStyle w:val="Hyperlink"/>
            <w:noProof/>
          </w:rPr>
          <w:t>5.1.4</w:t>
        </w:r>
        <w:r w:rsidR="00E272D2">
          <w:rPr>
            <w:rFonts w:asciiTheme="minorHAnsi" w:eastAsiaTheme="minorEastAsia" w:hAnsiTheme="minorHAnsi" w:cstheme="minorBidi"/>
            <w:noProof/>
            <w:sz w:val="22"/>
            <w:szCs w:val="22"/>
            <w:lang w:val="et-EE" w:eastAsia="et-EE"/>
          </w:rPr>
          <w:tab/>
        </w:r>
        <w:r w:rsidR="00E272D2" w:rsidRPr="00BD44B5">
          <w:rPr>
            <w:rStyle w:val="Hyperlink"/>
            <w:noProof/>
          </w:rPr>
          <w:t>Adding signatures</w:t>
        </w:r>
        <w:r w:rsidR="00E272D2">
          <w:rPr>
            <w:noProof/>
            <w:webHidden/>
          </w:rPr>
          <w:tab/>
        </w:r>
        <w:r w:rsidR="00E272D2">
          <w:rPr>
            <w:noProof/>
            <w:webHidden/>
          </w:rPr>
          <w:fldChar w:fldCharType="begin"/>
        </w:r>
        <w:r w:rsidR="00E272D2">
          <w:rPr>
            <w:noProof/>
            <w:webHidden/>
          </w:rPr>
          <w:instrText xml:space="preserve"> PAGEREF _Toc410733911 \h </w:instrText>
        </w:r>
        <w:r w:rsidR="00E272D2">
          <w:rPr>
            <w:noProof/>
            <w:webHidden/>
          </w:rPr>
        </w:r>
        <w:r w:rsidR="00E272D2">
          <w:rPr>
            <w:noProof/>
            <w:webHidden/>
          </w:rPr>
          <w:fldChar w:fldCharType="separate"/>
        </w:r>
        <w:r w:rsidR="00E0723E">
          <w:rPr>
            <w:noProof/>
            <w:webHidden/>
          </w:rPr>
          <w:t>22</w:t>
        </w:r>
        <w:r w:rsidR="00E272D2">
          <w:rPr>
            <w:noProof/>
            <w:webHidden/>
          </w:rPr>
          <w:fldChar w:fldCharType="end"/>
        </w:r>
      </w:hyperlink>
    </w:p>
    <w:p w14:paraId="5855B957" w14:textId="77777777" w:rsidR="00E272D2" w:rsidRDefault="00E272D2">
      <w:pPr>
        <w:pStyle w:val="TOC3"/>
        <w:tabs>
          <w:tab w:val="left" w:pos="1200"/>
          <w:tab w:val="right" w:leader="dot" w:pos="8210"/>
        </w:tabs>
        <w:rPr>
          <w:rFonts w:asciiTheme="minorHAnsi" w:eastAsiaTheme="minorEastAsia" w:hAnsiTheme="minorHAnsi" w:cstheme="minorBidi"/>
          <w:noProof/>
          <w:sz w:val="22"/>
          <w:szCs w:val="22"/>
          <w:lang w:val="et-EE" w:eastAsia="et-EE"/>
        </w:rPr>
      </w:pPr>
      <w:hyperlink w:anchor="_Toc410733912" w:history="1">
        <w:r w:rsidRPr="00BD44B5">
          <w:rPr>
            <w:rStyle w:val="Hyperlink"/>
            <w:noProof/>
          </w:rPr>
          <w:t>5.1.5</w:t>
        </w:r>
        <w:r>
          <w:rPr>
            <w:rFonts w:asciiTheme="minorHAnsi" w:eastAsiaTheme="minorEastAsia" w:hAnsiTheme="minorHAnsi" w:cstheme="minorBidi"/>
            <w:noProof/>
            <w:sz w:val="22"/>
            <w:szCs w:val="22"/>
            <w:lang w:val="et-EE" w:eastAsia="et-EE"/>
          </w:rPr>
          <w:tab/>
        </w:r>
        <w:r w:rsidRPr="00BD44B5">
          <w:rPr>
            <w:rStyle w:val="Hyperlink"/>
            <w:noProof/>
          </w:rPr>
          <w:t>Adding an OCSP confirmation</w:t>
        </w:r>
        <w:r>
          <w:rPr>
            <w:noProof/>
            <w:webHidden/>
          </w:rPr>
          <w:tab/>
        </w:r>
        <w:r>
          <w:rPr>
            <w:noProof/>
            <w:webHidden/>
          </w:rPr>
          <w:fldChar w:fldCharType="begin"/>
        </w:r>
        <w:r>
          <w:rPr>
            <w:noProof/>
            <w:webHidden/>
          </w:rPr>
          <w:instrText xml:space="preserve"> PAGEREF _Toc410733912 \h </w:instrText>
        </w:r>
        <w:r>
          <w:rPr>
            <w:noProof/>
            <w:webHidden/>
          </w:rPr>
        </w:r>
        <w:r>
          <w:rPr>
            <w:noProof/>
            <w:webHidden/>
          </w:rPr>
          <w:fldChar w:fldCharType="separate"/>
        </w:r>
        <w:r w:rsidR="00E0723E">
          <w:rPr>
            <w:noProof/>
            <w:webHidden/>
          </w:rPr>
          <w:t>23</w:t>
        </w:r>
        <w:r>
          <w:rPr>
            <w:noProof/>
            <w:webHidden/>
          </w:rPr>
          <w:fldChar w:fldCharType="end"/>
        </w:r>
      </w:hyperlink>
    </w:p>
    <w:p w14:paraId="6BB4282D" w14:textId="77777777" w:rsidR="00E272D2" w:rsidRDefault="00E272D2">
      <w:pPr>
        <w:pStyle w:val="TOC3"/>
        <w:tabs>
          <w:tab w:val="left" w:pos="1200"/>
          <w:tab w:val="right" w:leader="dot" w:pos="8210"/>
        </w:tabs>
        <w:rPr>
          <w:rFonts w:asciiTheme="minorHAnsi" w:eastAsiaTheme="minorEastAsia" w:hAnsiTheme="minorHAnsi" w:cstheme="minorBidi"/>
          <w:noProof/>
          <w:sz w:val="22"/>
          <w:szCs w:val="22"/>
          <w:lang w:val="et-EE" w:eastAsia="et-EE"/>
        </w:rPr>
      </w:pPr>
      <w:hyperlink w:anchor="_Toc410733913" w:history="1">
        <w:r w:rsidRPr="00BD44B5">
          <w:rPr>
            <w:rStyle w:val="Hyperlink"/>
            <w:noProof/>
          </w:rPr>
          <w:t>5.1.6</w:t>
        </w:r>
        <w:r>
          <w:rPr>
            <w:rFonts w:asciiTheme="minorHAnsi" w:eastAsiaTheme="minorEastAsia" w:hAnsiTheme="minorHAnsi" w:cstheme="minorBidi"/>
            <w:noProof/>
            <w:sz w:val="22"/>
            <w:szCs w:val="22"/>
            <w:lang w:val="et-EE" w:eastAsia="et-EE"/>
          </w:rPr>
          <w:tab/>
        </w:r>
        <w:r w:rsidRPr="00BD44B5">
          <w:rPr>
            <w:rStyle w:val="Hyperlink"/>
            <w:noProof/>
          </w:rPr>
          <w:t>Reading and writing DigiDoc documents</w:t>
        </w:r>
        <w:r>
          <w:rPr>
            <w:noProof/>
            <w:webHidden/>
          </w:rPr>
          <w:tab/>
        </w:r>
        <w:r>
          <w:rPr>
            <w:noProof/>
            <w:webHidden/>
          </w:rPr>
          <w:fldChar w:fldCharType="begin"/>
        </w:r>
        <w:r>
          <w:rPr>
            <w:noProof/>
            <w:webHidden/>
          </w:rPr>
          <w:instrText xml:space="preserve"> PAGEREF _Toc410733913 \h </w:instrText>
        </w:r>
        <w:r>
          <w:rPr>
            <w:noProof/>
            <w:webHidden/>
          </w:rPr>
        </w:r>
        <w:r>
          <w:rPr>
            <w:noProof/>
            <w:webHidden/>
          </w:rPr>
          <w:fldChar w:fldCharType="separate"/>
        </w:r>
        <w:r w:rsidR="00E0723E">
          <w:rPr>
            <w:noProof/>
            <w:webHidden/>
          </w:rPr>
          <w:t>24</w:t>
        </w:r>
        <w:r>
          <w:rPr>
            <w:noProof/>
            <w:webHidden/>
          </w:rPr>
          <w:fldChar w:fldCharType="end"/>
        </w:r>
      </w:hyperlink>
    </w:p>
    <w:p w14:paraId="797643ED" w14:textId="77777777" w:rsidR="00E272D2" w:rsidRDefault="005B7F41">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410733914" w:history="1">
        <w:r w:rsidR="00E272D2" w:rsidRPr="00BD44B5">
          <w:rPr>
            <w:rStyle w:val="Hyperlink"/>
            <w:noProof/>
            <w14:scene3d>
              <w14:camera w14:prst="orthographicFront"/>
              <w14:lightRig w14:rig="threePt" w14:dir="t">
                <w14:rot w14:lat="0" w14:lon="0" w14:rev="0"/>
              </w14:lightRig>
            </w14:scene3d>
          </w:rPr>
          <w:t>5.2</w:t>
        </w:r>
        <w:r w:rsidR="00E272D2">
          <w:rPr>
            <w:rFonts w:asciiTheme="minorHAnsi" w:eastAsiaTheme="minorEastAsia" w:hAnsiTheme="minorHAnsi" w:cstheme="minorBidi"/>
            <w:noProof/>
            <w:sz w:val="22"/>
            <w:szCs w:val="22"/>
            <w:lang w:val="et-EE" w:eastAsia="et-EE"/>
          </w:rPr>
          <w:tab/>
        </w:r>
        <w:r w:rsidR="00E272D2" w:rsidRPr="00BD44B5">
          <w:rPr>
            <w:rStyle w:val="Hyperlink"/>
            <w:noProof/>
          </w:rPr>
          <w:t>Validating signed documents</w:t>
        </w:r>
        <w:r w:rsidR="00E272D2">
          <w:rPr>
            <w:noProof/>
            <w:webHidden/>
          </w:rPr>
          <w:tab/>
        </w:r>
        <w:r w:rsidR="00E272D2">
          <w:rPr>
            <w:noProof/>
            <w:webHidden/>
          </w:rPr>
          <w:fldChar w:fldCharType="begin"/>
        </w:r>
        <w:r w:rsidR="00E272D2">
          <w:rPr>
            <w:noProof/>
            <w:webHidden/>
          </w:rPr>
          <w:instrText xml:space="preserve"> PAGEREF _Toc410733914 \h </w:instrText>
        </w:r>
        <w:r w:rsidR="00E272D2">
          <w:rPr>
            <w:noProof/>
            <w:webHidden/>
          </w:rPr>
        </w:r>
        <w:r w:rsidR="00E272D2">
          <w:rPr>
            <w:noProof/>
            <w:webHidden/>
          </w:rPr>
          <w:fldChar w:fldCharType="separate"/>
        </w:r>
        <w:r w:rsidR="00E0723E">
          <w:rPr>
            <w:noProof/>
            <w:webHidden/>
          </w:rPr>
          <w:t>25</w:t>
        </w:r>
        <w:r w:rsidR="00E272D2">
          <w:rPr>
            <w:noProof/>
            <w:webHidden/>
          </w:rPr>
          <w:fldChar w:fldCharType="end"/>
        </w:r>
      </w:hyperlink>
    </w:p>
    <w:p w14:paraId="4918C56C" w14:textId="77777777" w:rsidR="00E272D2" w:rsidRDefault="005B7F41">
      <w:pPr>
        <w:pStyle w:val="TOC3"/>
        <w:tabs>
          <w:tab w:val="left" w:pos="1200"/>
          <w:tab w:val="right" w:leader="dot" w:pos="8210"/>
        </w:tabs>
        <w:rPr>
          <w:rFonts w:asciiTheme="minorHAnsi" w:eastAsiaTheme="minorEastAsia" w:hAnsiTheme="minorHAnsi" w:cstheme="minorBidi"/>
          <w:noProof/>
          <w:sz w:val="22"/>
          <w:szCs w:val="22"/>
          <w:lang w:val="et-EE" w:eastAsia="et-EE"/>
        </w:rPr>
      </w:pPr>
      <w:hyperlink w:anchor="_Toc410733915" w:history="1">
        <w:r w:rsidR="00E272D2" w:rsidRPr="00BD44B5">
          <w:rPr>
            <w:rStyle w:val="Hyperlink"/>
            <w:noProof/>
          </w:rPr>
          <w:t>5.2.1</w:t>
        </w:r>
        <w:r w:rsidR="00E272D2">
          <w:rPr>
            <w:rFonts w:asciiTheme="minorHAnsi" w:eastAsiaTheme="minorEastAsia" w:hAnsiTheme="minorHAnsi" w:cstheme="minorBidi"/>
            <w:noProof/>
            <w:sz w:val="22"/>
            <w:szCs w:val="22"/>
            <w:lang w:val="et-EE" w:eastAsia="et-EE"/>
          </w:rPr>
          <w:tab/>
        </w:r>
        <w:r w:rsidR="00E272D2" w:rsidRPr="00BD44B5">
          <w:rPr>
            <w:rStyle w:val="Hyperlink"/>
            <w:noProof/>
          </w:rPr>
          <w:t>Using the main validation method</w:t>
        </w:r>
        <w:r w:rsidR="00E272D2">
          <w:rPr>
            <w:noProof/>
            <w:webHidden/>
          </w:rPr>
          <w:tab/>
        </w:r>
        <w:r w:rsidR="00E272D2">
          <w:rPr>
            <w:noProof/>
            <w:webHidden/>
          </w:rPr>
          <w:fldChar w:fldCharType="begin"/>
        </w:r>
        <w:r w:rsidR="00E272D2">
          <w:rPr>
            <w:noProof/>
            <w:webHidden/>
          </w:rPr>
          <w:instrText xml:space="preserve"> PAGEREF _Toc410733915 \h </w:instrText>
        </w:r>
        <w:r w:rsidR="00E272D2">
          <w:rPr>
            <w:noProof/>
            <w:webHidden/>
          </w:rPr>
        </w:r>
        <w:r w:rsidR="00E272D2">
          <w:rPr>
            <w:noProof/>
            <w:webHidden/>
          </w:rPr>
          <w:fldChar w:fldCharType="separate"/>
        </w:r>
        <w:r w:rsidR="00E0723E">
          <w:rPr>
            <w:noProof/>
            <w:webHidden/>
          </w:rPr>
          <w:t>26</w:t>
        </w:r>
        <w:r w:rsidR="00E272D2">
          <w:rPr>
            <w:noProof/>
            <w:webHidden/>
          </w:rPr>
          <w:fldChar w:fldCharType="end"/>
        </w:r>
      </w:hyperlink>
    </w:p>
    <w:p w14:paraId="565A907B" w14:textId="77777777" w:rsidR="00E272D2" w:rsidRDefault="005B7F41">
      <w:pPr>
        <w:pStyle w:val="TOC3"/>
        <w:tabs>
          <w:tab w:val="left" w:pos="1200"/>
          <w:tab w:val="right" w:leader="dot" w:pos="8210"/>
        </w:tabs>
        <w:rPr>
          <w:rFonts w:asciiTheme="minorHAnsi" w:eastAsiaTheme="minorEastAsia" w:hAnsiTheme="minorHAnsi" w:cstheme="minorBidi"/>
          <w:noProof/>
          <w:sz w:val="22"/>
          <w:szCs w:val="22"/>
          <w:lang w:val="et-EE" w:eastAsia="et-EE"/>
        </w:rPr>
      </w:pPr>
      <w:hyperlink w:anchor="_Toc410733916" w:history="1">
        <w:r w:rsidR="00E272D2" w:rsidRPr="00BD44B5">
          <w:rPr>
            <w:rStyle w:val="Hyperlink"/>
            <w:noProof/>
          </w:rPr>
          <w:t>5.2.2</w:t>
        </w:r>
        <w:r w:rsidR="00E272D2">
          <w:rPr>
            <w:rFonts w:asciiTheme="minorHAnsi" w:eastAsiaTheme="minorEastAsia" w:hAnsiTheme="minorHAnsi" w:cstheme="minorBidi"/>
            <w:noProof/>
            <w:sz w:val="22"/>
            <w:szCs w:val="22"/>
            <w:lang w:val="et-EE" w:eastAsia="et-EE"/>
          </w:rPr>
          <w:tab/>
        </w:r>
        <w:r w:rsidR="00E272D2" w:rsidRPr="00BD44B5">
          <w:rPr>
            <w:rStyle w:val="Hyperlink"/>
            <w:noProof/>
          </w:rPr>
          <w:t>Checking for additional errors/warnings</w:t>
        </w:r>
        <w:r w:rsidR="00E272D2">
          <w:rPr>
            <w:noProof/>
            <w:webHidden/>
          </w:rPr>
          <w:tab/>
        </w:r>
        <w:r w:rsidR="00E272D2">
          <w:rPr>
            <w:noProof/>
            <w:webHidden/>
          </w:rPr>
          <w:fldChar w:fldCharType="begin"/>
        </w:r>
        <w:r w:rsidR="00E272D2">
          <w:rPr>
            <w:noProof/>
            <w:webHidden/>
          </w:rPr>
          <w:instrText xml:space="preserve"> PAGEREF _Toc410733916 \h </w:instrText>
        </w:r>
        <w:r w:rsidR="00E272D2">
          <w:rPr>
            <w:noProof/>
            <w:webHidden/>
          </w:rPr>
        </w:r>
        <w:r w:rsidR="00E272D2">
          <w:rPr>
            <w:noProof/>
            <w:webHidden/>
          </w:rPr>
          <w:fldChar w:fldCharType="separate"/>
        </w:r>
        <w:r w:rsidR="00E0723E">
          <w:rPr>
            <w:noProof/>
            <w:webHidden/>
          </w:rPr>
          <w:t>26</w:t>
        </w:r>
        <w:r w:rsidR="00E272D2">
          <w:rPr>
            <w:noProof/>
            <w:webHidden/>
          </w:rPr>
          <w:fldChar w:fldCharType="end"/>
        </w:r>
      </w:hyperlink>
    </w:p>
    <w:p w14:paraId="6B65AD20" w14:textId="77777777" w:rsidR="00E272D2" w:rsidRDefault="005B7F41">
      <w:pPr>
        <w:pStyle w:val="TOC4"/>
        <w:tabs>
          <w:tab w:val="left" w:pos="1600"/>
          <w:tab w:val="right" w:leader="dot" w:pos="8210"/>
        </w:tabs>
        <w:rPr>
          <w:rFonts w:asciiTheme="minorHAnsi" w:eastAsiaTheme="minorEastAsia" w:hAnsiTheme="minorHAnsi" w:cstheme="minorBidi"/>
          <w:noProof/>
          <w:sz w:val="22"/>
          <w:szCs w:val="22"/>
          <w:lang w:val="et-EE" w:eastAsia="et-EE"/>
        </w:rPr>
      </w:pPr>
      <w:hyperlink w:anchor="_Toc410733917" w:history="1">
        <w:r w:rsidR="00E272D2" w:rsidRPr="00BD44B5">
          <w:rPr>
            <w:rStyle w:val="Hyperlink"/>
            <w:noProof/>
          </w:rPr>
          <w:t>5.2.2.1</w:t>
        </w:r>
        <w:r w:rsidR="00E272D2">
          <w:rPr>
            <w:rFonts w:asciiTheme="minorHAnsi" w:eastAsiaTheme="minorEastAsia" w:hAnsiTheme="minorHAnsi" w:cstheme="minorBidi"/>
            <w:noProof/>
            <w:sz w:val="22"/>
            <w:szCs w:val="22"/>
            <w:lang w:val="et-EE" w:eastAsia="et-EE"/>
          </w:rPr>
          <w:tab/>
        </w:r>
        <w:r w:rsidR="00E272D2" w:rsidRPr="00BD44B5">
          <w:rPr>
            <w:rStyle w:val="Hyperlink"/>
            <w:noProof/>
          </w:rPr>
          <w:t>Checking for test signature</w:t>
        </w:r>
        <w:r w:rsidR="00E272D2">
          <w:rPr>
            <w:noProof/>
            <w:webHidden/>
          </w:rPr>
          <w:tab/>
        </w:r>
        <w:r w:rsidR="00E272D2">
          <w:rPr>
            <w:noProof/>
            <w:webHidden/>
          </w:rPr>
          <w:fldChar w:fldCharType="begin"/>
        </w:r>
        <w:r w:rsidR="00E272D2">
          <w:rPr>
            <w:noProof/>
            <w:webHidden/>
          </w:rPr>
          <w:instrText xml:space="preserve"> PAGEREF _Toc410733917 \h </w:instrText>
        </w:r>
        <w:r w:rsidR="00E272D2">
          <w:rPr>
            <w:noProof/>
            <w:webHidden/>
          </w:rPr>
        </w:r>
        <w:r w:rsidR="00E272D2">
          <w:rPr>
            <w:noProof/>
            <w:webHidden/>
          </w:rPr>
          <w:fldChar w:fldCharType="separate"/>
        </w:r>
        <w:r w:rsidR="00E0723E">
          <w:rPr>
            <w:noProof/>
            <w:webHidden/>
          </w:rPr>
          <w:t>26</w:t>
        </w:r>
        <w:r w:rsidR="00E272D2">
          <w:rPr>
            <w:noProof/>
            <w:webHidden/>
          </w:rPr>
          <w:fldChar w:fldCharType="end"/>
        </w:r>
      </w:hyperlink>
    </w:p>
    <w:p w14:paraId="36AF9ACA" w14:textId="77777777" w:rsidR="00E272D2" w:rsidRDefault="005B7F41">
      <w:pPr>
        <w:pStyle w:val="TOC4"/>
        <w:tabs>
          <w:tab w:val="left" w:pos="1600"/>
          <w:tab w:val="right" w:leader="dot" w:pos="8210"/>
        </w:tabs>
        <w:rPr>
          <w:rFonts w:asciiTheme="minorHAnsi" w:eastAsiaTheme="minorEastAsia" w:hAnsiTheme="minorHAnsi" w:cstheme="minorBidi"/>
          <w:noProof/>
          <w:sz w:val="22"/>
          <w:szCs w:val="22"/>
          <w:lang w:val="et-EE" w:eastAsia="et-EE"/>
        </w:rPr>
      </w:pPr>
      <w:hyperlink w:anchor="_Toc410733918" w:history="1">
        <w:r w:rsidR="00E272D2" w:rsidRPr="00BD44B5">
          <w:rPr>
            <w:rStyle w:val="Hyperlink"/>
            <w:noProof/>
          </w:rPr>
          <w:t>1.1.1.1</w:t>
        </w:r>
        <w:r w:rsidR="00E272D2">
          <w:rPr>
            <w:rFonts w:asciiTheme="minorHAnsi" w:eastAsiaTheme="minorEastAsia" w:hAnsiTheme="minorHAnsi" w:cstheme="minorBidi"/>
            <w:noProof/>
            <w:sz w:val="22"/>
            <w:szCs w:val="22"/>
            <w:lang w:val="et-EE" w:eastAsia="et-EE"/>
          </w:rPr>
          <w:tab/>
        </w:r>
        <w:r w:rsidR="00E272D2" w:rsidRPr="00BD44B5">
          <w:rPr>
            <w:rStyle w:val="Hyperlink"/>
            <w:noProof/>
          </w:rPr>
          <w:t>Checking for old file formats</w:t>
        </w:r>
        <w:r w:rsidR="00E272D2">
          <w:rPr>
            <w:noProof/>
            <w:webHidden/>
          </w:rPr>
          <w:tab/>
        </w:r>
        <w:r w:rsidR="00E272D2">
          <w:rPr>
            <w:noProof/>
            <w:webHidden/>
          </w:rPr>
          <w:fldChar w:fldCharType="begin"/>
        </w:r>
        <w:r w:rsidR="00E272D2">
          <w:rPr>
            <w:noProof/>
            <w:webHidden/>
          </w:rPr>
          <w:instrText xml:space="preserve"> PAGEREF _Toc410733918 \h </w:instrText>
        </w:r>
        <w:r w:rsidR="00E272D2">
          <w:rPr>
            <w:noProof/>
            <w:webHidden/>
          </w:rPr>
        </w:r>
        <w:r w:rsidR="00E272D2">
          <w:rPr>
            <w:noProof/>
            <w:webHidden/>
          </w:rPr>
          <w:fldChar w:fldCharType="separate"/>
        </w:r>
        <w:r w:rsidR="00E0723E">
          <w:rPr>
            <w:noProof/>
            <w:webHidden/>
          </w:rPr>
          <w:t>26</w:t>
        </w:r>
        <w:r w:rsidR="00E272D2">
          <w:rPr>
            <w:noProof/>
            <w:webHidden/>
          </w:rPr>
          <w:fldChar w:fldCharType="end"/>
        </w:r>
      </w:hyperlink>
    </w:p>
    <w:p w14:paraId="09D1FC18" w14:textId="77777777" w:rsidR="00E272D2" w:rsidRDefault="005B7F41">
      <w:pPr>
        <w:pStyle w:val="TOC3"/>
        <w:tabs>
          <w:tab w:val="left" w:pos="1200"/>
          <w:tab w:val="right" w:leader="dot" w:pos="8210"/>
        </w:tabs>
        <w:rPr>
          <w:rFonts w:asciiTheme="minorHAnsi" w:eastAsiaTheme="minorEastAsia" w:hAnsiTheme="minorHAnsi" w:cstheme="minorBidi"/>
          <w:noProof/>
          <w:sz w:val="22"/>
          <w:szCs w:val="22"/>
          <w:lang w:val="et-EE" w:eastAsia="et-EE"/>
        </w:rPr>
      </w:pPr>
      <w:hyperlink w:anchor="_Toc410733919" w:history="1">
        <w:r w:rsidR="00E272D2" w:rsidRPr="00BD44B5">
          <w:rPr>
            <w:rStyle w:val="Hyperlink"/>
            <w:noProof/>
          </w:rPr>
          <w:t>5.2.3</w:t>
        </w:r>
        <w:r w:rsidR="00E272D2">
          <w:rPr>
            <w:rFonts w:asciiTheme="minorHAnsi" w:eastAsiaTheme="minorEastAsia" w:hAnsiTheme="minorHAnsi" w:cstheme="minorBidi"/>
            <w:noProof/>
            <w:sz w:val="22"/>
            <w:szCs w:val="22"/>
            <w:lang w:val="et-EE" w:eastAsia="et-EE"/>
          </w:rPr>
          <w:tab/>
        </w:r>
        <w:r w:rsidR="00E272D2" w:rsidRPr="00BD44B5">
          <w:rPr>
            <w:rStyle w:val="Hyperlink"/>
            <w:noProof/>
          </w:rPr>
          <w:t>Determining the validation status</w:t>
        </w:r>
        <w:r w:rsidR="00E272D2">
          <w:rPr>
            <w:noProof/>
            <w:webHidden/>
          </w:rPr>
          <w:tab/>
        </w:r>
        <w:r w:rsidR="00E272D2">
          <w:rPr>
            <w:noProof/>
            <w:webHidden/>
          </w:rPr>
          <w:fldChar w:fldCharType="begin"/>
        </w:r>
        <w:r w:rsidR="00E272D2">
          <w:rPr>
            <w:noProof/>
            <w:webHidden/>
          </w:rPr>
          <w:instrText xml:space="preserve"> PAGEREF _Toc410733919 \h </w:instrText>
        </w:r>
        <w:r w:rsidR="00E272D2">
          <w:rPr>
            <w:noProof/>
            <w:webHidden/>
          </w:rPr>
        </w:r>
        <w:r w:rsidR="00E272D2">
          <w:rPr>
            <w:noProof/>
            <w:webHidden/>
          </w:rPr>
          <w:fldChar w:fldCharType="separate"/>
        </w:r>
        <w:r w:rsidR="00E0723E">
          <w:rPr>
            <w:noProof/>
            <w:webHidden/>
          </w:rPr>
          <w:t>27</w:t>
        </w:r>
        <w:r w:rsidR="00E272D2">
          <w:rPr>
            <w:noProof/>
            <w:webHidden/>
          </w:rPr>
          <w:fldChar w:fldCharType="end"/>
        </w:r>
      </w:hyperlink>
    </w:p>
    <w:p w14:paraId="57C0EDD9" w14:textId="77777777" w:rsidR="00E272D2" w:rsidRDefault="005B7F41">
      <w:pPr>
        <w:pStyle w:val="TOC4"/>
        <w:tabs>
          <w:tab w:val="left" w:pos="1600"/>
          <w:tab w:val="right" w:leader="dot" w:pos="8210"/>
        </w:tabs>
        <w:rPr>
          <w:rFonts w:asciiTheme="minorHAnsi" w:eastAsiaTheme="minorEastAsia" w:hAnsiTheme="minorHAnsi" w:cstheme="minorBidi"/>
          <w:noProof/>
          <w:sz w:val="22"/>
          <w:szCs w:val="22"/>
          <w:lang w:val="et-EE" w:eastAsia="et-EE"/>
        </w:rPr>
      </w:pPr>
      <w:hyperlink w:anchor="_Toc410733920" w:history="1">
        <w:r w:rsidR="00E272D2" w:rsidRPr="00BD44B5">
          <w:rPr>
            <w:rStyle w:val="Hyperlink"/>
            <w:noProof/>
          </w:rPr>
          <w:t>5.2.3.1</w:t>
        </w:r>
        <w:r w:rsidR="00E272D2">
          <w:rPr>
            <w:rFonts w:asciiTheme="minorHAnsi" w:eastAsiaTheme="minorEastAsia" w:hAnsiTheme="minorHAnsi" w:cstheme="minorBidi"/>
            <w:noProof/>
            <w:sz w:val="22"/>
            <w:szCs w:val="22"/>
            <w:lang w:val="et-EE" w:eastAsia="et-EE"/>
          </w:rPr>
          <w:tab/>
        </w:r>
        <w:r w:rsidR="00E272D2" w:rsidRPr="00BD44B5">
          <w:rPr>
            <w:rStyle w:val="Hyperlink"/>
            <w:noProof/>
          </w:rPr>
          <w:t>Validation status VALID WITH WARNINGS</w:t>
        </w:r>
        <w:r w:rsidR="00E272D2">
          <w:rPr>
            <w:noProof/>
            <w:webHidden/>
          </w:rPr>
          <w:tab/>
        </w:r>
        <w:r w:rsidR="00E272D2">
          <w:rPr>
            <w:noProof/>
            <w:webHidden/>
          </w:rPr>
          <w:fldChar w:fldCharType="begin"/>
        </w:r>
        <w:r w:rsidR="00E272D2">
          <w:rPr>
            <w:noProof/>
            <w:webHidden/>
          </w:rPr>
          <w:instrText xml:space="preserve"> PAGEREF _Toc410733920 \h </w:instrText>
        </w:r>
        <w:r w:rsidR="00E272D2">
          <w:rPr>
            <w:noProof/>
            <w:webHidden/>
          </w:rPr>
        </w:r>
        <w:r w:rsidR="00E272D2">
          <w:rPr>
            <w:noProof/>
            <w:webHidden/>
          </w:rPr>
          <w:fldChar w:fldCharType="separate"/>
        </w:r>
        <w:r w:rsidR="00E0723E">
          <w:rPr>
            <w:noProof/>
            <w:webHidden/>
          </w:rPr>
          <w:t>28</w:t>
        </w:r>
        <w:r w:rsidR="00E272D2">
          <w:rPr>
            <w:noProof/>
            <w:webHidden/>
          </w:rPr>
          <w:fldChar w:fldCharType="end"/>
        </w:r>
      </w:hyperlink>
    </w:p>
    <w:p w14:paraId="1F718277" w14:textId="77777777" w:rsidR="00E272D2" w:rsidRDefault="005B7F41">
      <w:pPr>
        <w:pStyle w:val="TOC3"/>
        <w:tabs>
          <w:tab w:val="left" w:pos="1200"/>
          <w:tab w:val="right" w:leader="dot" w:pos="8210"/>
        </w:tabs>
        <w:rPr>
          <w:rFonts w:asciiTheme="minorHAnsi" w:eastAsiaTheme="minorEastAsia" w:hAnsiTheme="minorHAnsi" w:cstheme="minorBidi"/>
          <w:noProof/>
          <w:sz w:val="22"/>
          <w:szCs w:val="22"/>
          <w:lang w:val="et-EE" w:eastAsia="et-EE"/>
        </w:rPr>
      </w:pPr>
      <w:hyperlink w:anchor="_Toc410733921" w:history="1">
        <w:r w:rsidR="00E272D2" w:rsidRPr="00BD44B5">
          <w:rPr>
            <w:rStyle w:val="Hyperlink"/>
            <w:noProof/>
          </w:rPr>
          <w:t>5.2.4</w:t>
        </w:r>
        <w:r w:rsidR="00E272D2">
          <w:rPr>
            <w:rFonts w:asciiTheme="minorHAnsi" w:eastAsiaTheme="minorEastAsia" w:hAnsiTheme="minorHAnsi" w:cstheme="minorBidi"/>
            <w:noProof/>
            <w:sz w:val="22"/>
            <w:szCs w:val="22"/>
            <w:lang w:val="et-EE" w:eastAsia="et-EE"/>
          </w:rPr>
          <w:tab/>
        </w:r>
        <w:r w:rsidR="00E272D2" w:rsidRPr="00BD44B5">
          <w:rPr>
            <w:rStyle w:val="Hyperlink"/>
            <w:noProof/>
          </w:rPr>
          <w:t>Additional information about validation</w:t>
        </w:r>
        <w:r w:rsidR="00E272D2">
          <w:rPr>
            <w:noProof/>
            <w:webHidden/>
          </w:rPr>
          <w:tab/>
        </w:r>
        <w:r w:rsidR="00E272D2">
          <w:rPr>
            <w:noProof/>
            <w:webHidden/>
          </w:rPr>
          <w:fldChar w:fldCharType="begin"/>
        </w:r>
        <w:r w:rsidR="00E272D2">
          <w:rPr>
            <w:noProof/>
            <w:webHidden/>
          </w:rPr>
          <w:instrText xml:space="preserve"> PAGEREF _Toc410733921 \h </w:instrText>
        </w:r>
        <w:r w:rsidR="00E272D2">
          <w:rPr>
            <w:noProof/>
            <w:webHidden/>
          </w:rPr>
        </w:r>
        <w:r w:rsidR="00E272D2">
          <w:rPr>
            <w:noProof/>
            <w:webHidden/>
          </w:rPr>
          <w:fldChar w:fldCharType="separate"/>
        </w:r>
        <w:r w:rsidR="00E0723E">
          <w:rPr>
            <w:noProof/>
            <w:webHidden/>
          </w:rPr>
          <w:t>29</w:t>
        </w:r>
        <w:r w:rsidR="00E272D2">
          <w:rPr>
            <w:noProof/>
            <w:webHidden/>
          </w:rPr>
          <w:fldChar w:fldCharType="end"/>
        </w:r>
      </w:hyperlink>
    </w:p>
    <w:p w14:paraId="60A6C088" w14:textId="77777777" w:rsidR="00E272D2" w:rsidRDefault="005B7F41">
      <w:pPr>
        <w:pStyle w:val="TOC4"/>
        <w:tabs>
          <w:tab w:val="left" w:pos="1600"/>
          <w:tab w:val="right" w:leader="dot" w:pos="8210"/>
        </w:tabs>
        <w:rPr>
          <w:rFonts w:asciiTheme="minorHAnsi" w:eastAsiaTheme="minorEastAsia" w:hAnsiTheme="minorHAnsi" w:cstheme="minorBidi"/>
          <w:noProof/>
          <w:sz w:val="22"/>
          <w:szCs w:val="22"/>
          <w:lang w:val="et-EE" w:eastAsia="et-EE"/>
        </w:rPr>
      </w:pPr>
      <w:hyperlink w:anchor="_Toc410733922" w:history="1">
        <w:r w:rsidR="00E272D2" w:rsidRPr="00BD44B5">
          <w:rPr>
            <w:rStyle w:val="Hyperlink"/>
            <w:noProof/>
          </w:rPr>
          <w:t>5.2.4.1</w:t>
        </w:r>
        <w:r w:rsidR="00E272D2">
          <w:rPr>
            <w:rFonts w:asciiTheme="minorHAnsi" w:eastAsiaTheme="minorEastAsia" w:hAnsiTheme="minorHAnsi" w:cstheme="minorBidi"/>
            <w:noProof/>
            <w:sz w:val="22"/>
            <w:szCs w:val="22"/>
            <w:lang w:val="et-EE" w:eastAsia="et-EE"/>
          </w:rPr>
          <w:tab/>
        </w:r>
        <w:r w:rsidR="00E272D2" w:rsidRPr="00BD44B5">
          <w:rPr>
            <w:rStyle w:val="Hyperlink"/>
            <w:noProof/>
          </w:rPr>
          <w:t>Overview of validation activities</w:t>
        </w:r>
        <w:r w:rsidR="00E272D2">
          <w:rPr>
            <w:noProof/>
            <w:webHidden/>
          </w:rPr>
          <w:tab/>
        </w:r>
        <w:r w:rsidR="00E272D2">
          <w:rPr>
            <w:noProof/>
            <w:webHidden/>
          </w:rPr>
          <w:fldChar w:fldCharType="begin"/>
        </w:r>
        <w:r w:rsidR="00E272D2">
          <w:rPr>
            <w:noProof/>
            <w:webHidden/>
          </w:rPr>
          <w:instrText xml:space="preserve"> PAGEREF _Toc410733922 \h </w:instrText>
        </w:r>
        <w:r w:rsidR="00E272D2">
          <w:rPr>
            <w:noProof/>
            <w:webHidden/>
          </w:rPr>
        </w:r>
        <w:r w:rsidR="00E272D2">
          <w:rPr>
            <w:noProof/>
            <w:webHidden/>
          </w:rPr>
          <w:fldChar w:fldCharType="separate"/>
        </w:r>
        <w:r w:rsidR="00E0723E">
          <w:rPr>
            <w:noProof/>
            <w:webHidden/>
          </w:rPr>
          <w:t>29</w:t>
        </w:r>
        <w:r w:rsidR="00E272D2">
          <w:rPr>
            <w:noProof/>
            <w:webHidden/>
          </w:rPr>
          <w:fldChar w:fldCharType="end"/>
        </w:r>
      </w:hyperlink>
    </w:p>
    <w:p w14:paraId="78350F2C" w14:textId="77777777" w:rsidR="00E272D2" w:rsidRDefault="005B7F41">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410733923" w:history="1">
        <w:r w:rsidR="00E272D2" w:rsidRPr="00BD44B5">
          <w:rPr>
            <w:rStyle w:val="Hyperlink"/>
            <w:noProof/>
            <w:lang w:val="en-GB"/>
            <w14:scene3d>
              <w14:camera w14:prst="orthographicFront"/>
              <w14:lightRig w14:rig="threePt" w14:dir="t">
                <w14:rot w14:lat="0" w14:lon="0" w14:rev="0"/>
              </w14:lightRig>
            </w14:scene3d>
          </w:rPr>
          <w:t>5.3</w:t>
        </w:r>
        <w:r w:rsidR="00E272D2">
          <w:rPr>
            <w:rFonts w:asciiTheme="minorHAnsi" w:eastAsiaTheme="minorEastAsia" w:hAnsiTheme="minorHAnsi" w:cstheme="minorBidi"/>
            <w:noProof/>
            <w:sz w:val="22"/>
            <w:szCs w:val="22"/>
            <w:lang w:val="et-EE" w:eastAsia="et-EE"/>
          </w:rPr>
          <w:tab/>
        </w:r>
        <w:r w:rsidR="00E272D2" w:rsidRPr="00BD44B5">
          <w:rPr>
            <w:rStyle w:val="Hyperlink"/>
            <w:noProof/>
            <w:lang w:val="en-GB"/>
          </w:rPr>
          <w:t>Encryption and decryption</w:t>
        </w:r>
        <w:r w:rsidR="00E272D2">
          <w:rPr>
            <w:noProof/>
            <w:webHidden/>
          </w:rPr>
          <w:tab/>
        </w:r>
        <w:r w:rsidR="00E272D2">
          <w:rPr>
            <w:noProof/>
            <w:webHidden/>
          </w:rPr>
          <w:fldChar w:fldCharType="begin"/>
        </w:r>
        <w:r w:rsidR="00E272D2">
          <w:rPr>
            <w:noProof/>
            <w:webHidden/>
          </w:rPr>
          <w:instrText xml:space="preserve"> PAGEREF _Toc410733923 \h </w:instrText>
        </w:r>
        <w:r w:rsidR="00E272D2">
          <w:rPr>
            <w:noProof/>
            <w:webHidden/>
          </w:rPr>
        </w:r>
        <w:r w:rsidR="00E272D2">
          <w:rPr>
            <w:noProof/>
            <w:webHidden/>
          </w:rPr>
          <w:fldChar w:fldCharType="separate"/>
        </w:r>
        <w:r w:rsidR="00E0723E">
          <w:rPr>
            <w:noProof/>
            <w:webHidden/>
          </w:rPr>
          <w:t>30</w:t>
        </w:r>
        <w:r w:rsidR="00E272D2">
          <w:rPr>
            <w:noProof/>
            <w:webHidden/>
          </w:rPr>
          <w:fldChar w:fldCharType="end"/>
        </w:r>
      </w:hyperlink>
    </w:p>
    <w:p w14:paraId="26940F29" w14:textId="77777777" w:rsidR="00E272D2" w:rsidRDefault="005B7F41">
      <w:pPr>
        <w:pStyle w:val="TOC3"/>
        <w:tabs>
          <w:tab w:val="left" w:pos="1200"/>
          <w:tab w:val="right" w:leader="dot" w:pos="8210"/>
        </w:tabs>
        <w:rPr>
          <w:rFonts w:asciiTheme="minorHAnsi" w:eastAsiaTheme="minorEastAsia" w:hAnsiTheme="minorHAnsi" w:cstheme="minorBidi"/>
          <w:noProof/>
          <w:sz w:val="22"/>
          <w:szCs w:val="22"/>
          <w:lang w:val="et-EE" w:eastAsia="et-EE"/>
        </w:rPr>
      </w:pPr>
      <w:hyperlink w:anchor="_Toc410733924" w:history="1">
        <w:r w:rsidR="00E272D2" w:rsidRPr="00BD44B5">
          <w:rPr>
            <w:rStyle w:val="Hyperlink"/>
            <w:noProof/>
          </w:rPr>
          <w:t>5.3.1</w:t>
        </w:r>
        <w:r w:rsidR="00E272D2">
          <w:rPr>
            <w:rFonts w:asciiTheme="minorHAnsi" w:eastAsiaTheme="minorEastAsia" w:hAnsiTheme="minorHAnsi" w:cstheme="minorBidi"/>
            <w:noProof/>
            <w:sz w:val="22"/>
            <w:szCs w:val="22"/>
            <w:lang w:val="et-EE" w:eastAsia="et-EE"/>
          </w:rPr>
          <w:tab/>
        </w:r>
        <w:r w:rsidR="00E272D2" w:rsidRPr="00BD44B5">
          <w:rPr>
            <w:rStyle w:val="Hyperlink"/>
            <w:noProof/>
          </w:rPr>
          <w:t>Composing encrypted documents</w:t>
        </w:r>
        <w:r w:rsidR="00E272D2">
          <w:rPr>
            <w:noProof/>
            <w:webHidden/>
          </w:rPr>
          <w:tab/>
        </w:r>
        <w:r w:rsidR="00E272D2">
          <w:rPr>
            <w:noProof/>
            <w:webHidden/>
          </w:rPr>
          <w:fldChar w:fldCharType="begin"/>
        </w:r>
        <w:r w:rsidR="00E272D2">
          <w:rPr>
            <w:noProof/>
            <w:webHidden/>
          </w:rPr>
          <w:instrText xml:space="preserve"> PAGEREF _Toc410733924 \h </w:instrText>
        </w:r>
        <w:r w:rsidR="00E272D2">
          <w:rPr>
            <w:noProof/>
            <w:webHidden/>
          </w:rPr>
        </w:r>
        <w:r w:rsidR="00E272D2">
          <w:rPr>
            <w:noProof/>
            <w:webHidden/>
          </w:rPr>
          <w:fldChar w:fldCharType="separate"/>
        </w:r>
        <w:r w:rsidR="00E0723E">
          <w:rPr>
            <w:noProof/>
            <w:webHidden/>
          </w:rPr>
          <w:t>31</w:t>
        </w:r>
        <w:r w:rsidR="00E272D2">
          <w:rPr>
            <w:noProof/>
            <w:webHidden/>
          </w:rPr>
          <w:fldChar w:fldCharType="end"/>
        </w:r>
      </w:hyperlink>
    </w:p>
    <w:p w14:paraId="19165B42" w14:textId="77777777" w:rsidR="00E272D2" w:rsidRDefault="005B7F41">
      <w:pPr>
        <w:pStyle w:val="TOC3"/>
        <w:tabs>
          <w:tab w:val="left" w:pos="1200"/>
          <w:tab w:val="right" w:leader="dot" w:pos="8210"/>
        </w:tabs>
        <w:rPr>
          <w:rFonts w:asciiTheme="minorHAnsi" w:eastAsiaTheme="minorEastAsia" w:hAnsiTheme="minorHAnsi" w:cstheme="minorBidi"/>
          <w:noProof/>
          <w:sz w:val="22"/>
          <w:szCs w:val="22"/>
          <w:lang w:val="et-EE" w:eastAsia="et-EE"/>
        </w:rPr>
      </w:pPr>
      <w:hyperlink w:anchor="_Toc410733925" w:history="1">
        <w:r w:rsidR="00E272D2" w:rsidRPr="00BD44B5">
          <w:rPr>
            <w:rStyle w:val="Hyperlink"/>
            <w:noProof/>
          </w:rPr>
          <w:t>5.3.2</w:t>
        </w:r>
        <w:r w:rsidR="00E272D2">
          <w:rPr>
            <w:rFonts w:asciiTheme="minorHAnsi" w:eastAsiaTheme="minorEastAsia" w:hAnsiTheme="minorHAnsi" w:cstheme="minorBidi"/>
            <w:noProof/>
            <w:sz w:val="22"/>
            <w:szCs w:val="22"/>
            <w:lang w:val="et-EE" w:eastAsia="et-EE"/>
          </w:rPr>
          <w:tab/>
        </w:r>
        <w:r w:rsidR="00E272D2" w:rsidRPr="00BD44B5">
          <w:rPr>
            <w:rStyle w:val="Hyperlink"/>
            <w:noProof/>
          </w:rPr>
          <w:t>Adding recipient info and metadata</w:t>
        </w:r>
        <w:r w:rsidR="00E272D2">
          <w:rPr>
            <w:noProof/>
            <w:webHidden/>
          </w:rPr>
          <w:tab/>
        </w:r>
        <w:r w:rsidR="00E272D2">
          <w:rPr>
            <w:noProof/>
            <w:webHidden/>
          </w:rPr>
          <w:fldChar w:fldCharType="begin"/>
        </w:r>
        <w:r w:rsidR="00E272D2">
          <w:rPr>
            <w:noProof/>
            <w:webHidden/>
          </w:rPr>
          <w:instrText xml:space="preserve"> PAGEREF _Toc410733925 \h </w:instrText>
        </w:r>
        <w:r w:rsidR="00E272D2">
          <w:rPr>
            <w:noProof/>
            <w:webHidden/>
          </w:rPr>
        </w:r>
        <w:r w:rsidR="00E272D2">
          <w:rPr>
            <w:noProof/>
            <w:webHidden/>
          </w:rPr>
          <w:fldChar w:fldCharType="separate"/>
        </w:r>
        <w:r w:rsidR="00E0723E">
          <w:rPr>
            <w:noProof/>
            <w:webHidden/>
          </w:rPr>
          <w:t>31</w:t>
        </w:r>
        <w:r w:rsidR="00E272D2">
          <w:rPr>
            <w:noProof/>
            <w:webHidden/>
          </w:rPr>
          <w:fldChar w:fldCharType="end"/>
        </w:r>
      </w:hyperlink>
    </w:p>
    <w:p w14:paraId="09B7B1C5" w14:textId="77777777" w:rsidR="00E272D2" w:rsidRDefault="005B7F41">
      <w:pPr>
        <w:pStyle w:val="TOC3"/>
        <w:tabs>
          <w:tab w:val="left" w:pos="1200"/>
          <w:tab w:val="right" w:leader="dot" w:pos="8210"/>
        </w:tabs>
        <w:rPr>
          <w:rFonts w:asciiTheme="minorHAnsi" w:eastAsiaTheme="minorEastAsia" w:hAnsiTheme="minorHAnsi" w:cstheme="minorBidi"/>
          <w:noProof/>
          <w:sz w:val="22"/>
          <w:szCs w:val="22"/>
          <w:lang w:val="et-EE" w:eastAsia="et-EE"/>
        </w:rPr>
      </w:pPr>
      <w:hyperlink w:anchor="_Toc410733926" w:history="1">
        <w:r w:rsidR="00E272D2" w:rsidRPr="00BD44B5">
          <w:rPr>
            <w:rStyle w:val="Hyperlink"/>
            <w:noProof/>
          </w:rPr>
          <w:t>5.3.3</w:t>
        </w:r>
        <w:r w:rsidR="00E272D2">
          <w:rPr>
            <w:rFonts w:asciiTheme="minorHAnsi" w:eastAsiaTheme="minorEastAsia" w:hAnsiTheme="minorHAnsi" w:cstheme="minorBidi"/>
            <w:noProof/>
            <w:sz w:val="22"/>
            <w:szCs w:val="22"/>
            <w:lang w:val="et-EE" w:eastAsia="et-EE"/>
          </w:rPr>
          <w:tab/>
        </w:r>
        <w:r w:rsidR="00E272D2" w:rsidRPr="00BD44B5">
          <w:rPr>
            <w:rStyle w:val="Hyperlink"/>
            <w:noProof/>
          </w:rPr>
          <w:t>Encryption and data storage</w:t>
        </w:r>
        <w:r w:rsidR="00E272D2">
          <w:rPr>
            <w:noProof/>
            <w:webHidden/>
          </w:rPr>
          <w:tab/>
        </w:r>
        <w:r w:rsidR="00E272D2">
          <w:rPr>
            <w:noProof/>
            <w:webHidden/>
          </w:rPr>
          <w:fldChar w:fldCharType="begin"/>
        </w:r>
        <w:r w:rsidR="00E272D2">
          <w:rPr>
            <w:noProof/>
            <w:webHidden/>
          </w:rPr>
          <w:instrText xml:space="preserve"> PAGEREF _Toc410733926 \h </w:instrText>
        </w:r>
        <w:r w:rsidR="00E272D2">
          <w:rPr>
            <w:noProof/>
            <w:webHidden/>
          </w:rPr>
        </w:r>
        <w:r w:rsidR="00E272D2">
          <w:rPr>
            <w:noProof/>
            <w:webHidden/>
          </w:rPr>
          <w:fldChar w:fldCharType="separate"/>
        </w:r>
        <w:r w:rsidR="00E0723E">
          <w:rPr>
            <w:noProof/>
            <w:webHidden/>
          </w:rPr>
          <w:t>33</w:t>
        </w:r>
        <w:r w:rsidR="00E272D2">
          <w:rPr>
            <w:noProof/>
            <w:webHidden/>
          </w:rPr>
          <w:fldChar w:fldCharType="end"/>
        </w:r>
      </w:hyperlink>
    </w:p>
    <w:p w14:paraId="672B8E48" w14:textId="77777777" w:rsidR="00E272D2" w:rsidRDefault="005B7F41">
      <w:pPr>
        <w:pStyle w:val="TOC3"/>
        <w:tabs>
          <w:tab w:val="left" w:pos="1200"/>
          <w:tab w:val="right" w:leader="dot" w:pos="8210"/>
        </w:tabs>
        <w:rPr>
          <w:rFonts w:asciiTheme="minorHAnsi" w:eastAsiaTheme="minorEastAsia" w:hAnsiTheme="minorHAnsi" w:cstheme="minorBidi"/>
          <w:noProof/>
          <w:sz w:val="22"/>
          <w:szCs w:val="22"/>
          <w:lang w:val="et-EE" w:eastAsia="et-EE"/>
        </w:rPr>
      </w:pPr>
      <w:hyperlink w:anchor="_Toc410733927" w:history="1">
        <w:r w:rsidR="00E272D2" w:rsidRPr="00BD44B5">
          <w:rPr>
            <w:rStyle w:val="Hyperlink"/>
            <w:noProof/>
          </w:rPr>
          <w:t>5.3.4</w:t>
        </w:r>
        <w:r w:rsidR="00E272D2">
          <w:rPr>
            <w:rFonts w:asciiTheme="minorHAnsi" w:eastAsiaTheme="minorEastAsia" w:hAnsiTheme="minorHAnsi" w:cstheme="minorBidi"/>
            <w:noProof/>
            <w:sz w:val="22"/>
            <w:szCs w:val="22"/>
            <w:lang w:val="et-EE" w:eastAsia="et-EE"/>
          </w:rPr>
          <w:tab/>
        </w:r>
        <w:r w:rsidR="00E272D2" w:rsidRPr="00BD44B5">
          <w:rPr>
            <w:rStyle w:val="Hyperlink"/>
            <w:noProof/>
          </w:rPr>
          <w:t>Parsing and decrypting</w:t>
        </w:r>
        <w:r w:rsidR="00E272D2">
          <w:rPr>
            <w:noProof/>
            <w:webHidden/>
          </w:rPr>
          <w:tab/>
        </w:r>
        <w:r w:rsidR="00E272D2">
          <w:rPr>
            <w:noProof/>
            <w:webHidden/>
          </w:rPr>
          <w:fldChar w:fldCharType="begin"/>
        </w:r>
        <w:r w:rsidR="00E272D2">
          <w:rPr>
            <w:noProof/>
            <w:webHidden/>
          </w:rPr>
          <w:instrText xml:space="preserve"> PAGEREF _Toc410733927 \h </w:instrText>
        </w:r>
        <w:r w:rsidR="00E272D2">
          <w:rPr>
            <w:noProof/>
            <w:webHidden/>
          </w:rPr>
        </w:r>
        <w:r w:rsidR="00E272D2">
          <w:rPr>
            <w:noProof/>
            <w:webHidden/>
          </w:rPr>
          <w:fldChar w:fldCharType="separate"/>
        </w:r>
        <w:r w:rsidR="00E0723E">
          <w:rPr>
            <w:noProof/>
            <w:webHidden/>
          </w:rPr>
          <w:t>34</w:t>
        </w:r>
        <w:r w:rsidR="00E272D2">
          <w:rPr>
            <w:noProof/>
            <w:webHidden/>
          </w:rPr>
          <w:fldChar w:fldCharType="end"/>
        </w:r>
      </w:hyperlink>
    </w:p>
    <w:p w14:paraId="0CFE5772" w14:textId="77777777" w:rsidR="00E272D2" w:rsidRDefault="005B7F41">
      <w:pPr>
        <w:pStyle w:val="TOC1"/>
        <w:rPr>
          <w:rFonts w:asciiTheme="minorHAnsi" w:eastAsiaTheme="minorEastAsia" w:hAnsiTheme="minorHAnsi" w:cstheme="minorBidi"/>
          <w:noProof/>
          <w:sz w:val="22"/>
          <w:szCs w:val="22"/>
          <w:lang w:val="et-EE" w:eastAsia="et-EE"/>
        </w:rPr>
      </w:pPr>
      <w:hyperlink w:anchor="_Toc410733928" w:history="1">
        <w:r w:rsidR="00E272D2" w:rsidRPr="00BD44B5">
          <w:rPr>
            <w:rStyle w:val="Hyperlink"/>
            <w:noProof/>
            <w:lang w:val="en-GB"/>
          </w:rPr>
          <w:t>6.</w:t>
        </w:r>
        <w:r w:rsidR="00E272D2">
          <w:rPr>
            <w:rFonts w:asciiTheme="minorHAnsi" w:eastAsiaTheme="minorEastAsia" w:hAnsiTheme="minorHAnsi" w:cstheme="minorBidi"/>
            <w:noProof/>
            <w:sz w:val="22"/>
            <w:szCs w:val="22"/>
            <w:lang w:val="et-EE" w:eastAsia="et-EE"/>
          </w:rPr>
          <w:tab/>
        </w:r>
        <w:r w:rsidR="00E272D2" w:rsidRPr="00BD44B5">
          <w:rPr>
            <w:rStyle w:val="Hyperlink"/>
            <w:noProof/>
            <w:lang w:val="en-GB"/>
          </w:rPr>
          <w:t>CDigiDoc utility program</w:t>
        </w:r>
        <w:r w:rsidR="00E272D2">
          <w:rPr>
            <w:noProof/>
            <w:webHidden/>
          </w:rPr>
          <w:tab/>
        </w:r>
        <w:r w:rsidR="00E272D2">
          <w:rPr>
            <w:noProof/>
            <w:webHidden/>
          </w:rPr>
          <w:fldChar w:fldCharType="begin"/>
        </w:r>
        <w:r w:rsidR="00E272D2">
          <w:rPr>
            <w:noProof/>
            <w:webHidden/>
          </w:rPr>
          <w:instrText xml:space="preserve"> PAGEREF _Toc410733928 \h </w:instrText>
        </w:r>
        <w:r w:rsidR="00E272D2">
          <w:rPr>
            <w:noProof/>
            <w:webHidden/>
          </w:rPr>
        </w:r>
        <w:r w:rsidR="00E272D2">
          <w:rPr>
            <w:noProof/>
            <w:webHidden/>
          </w:rPr>
          <w:fldChar w:fldCharType="separate"/>
        </w:r>
        <w:r w:rsidR="00E0723E">
          <w:rPr>
            <w:noProof/>
            <w:webHidden/>
          </w:rPr>
          <w:t>36</w:t>
        </w:r>
        <w:r w:rsidR="00E272D2">
          <w:rPr>
            <w:noProof/>
            <w:webHidden/>
          </w:rPr>
          <w:fldChar w:fldCharType="end"/>
        </w:r>
      </w:hyperlink>
    </w:p>
    <w:p w14:paraId="146D6A7D" w14:textId="77777777" w:rsidR="00E272D2" w:rsidRDefault="005B7F41">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410733929" w:history="1">
        <w:r w:rsidR="00E272D2" w:rsidRPr="00BD44B5">
          <w:rPr>
            <w:rStyle w:val="Hyperlink"/>
            <w:noProof/>
            <w:lang w:val="en-GB"/>
            <w14:scene3d>
              <w14:camera w14:prst="orthographicFront"/>
              <w14:lightRig w14:rig="threePt" w14:dir="t">
                <w14:rot w14:lat="0" w14:lon="0" w14:rev="0"/>
              </w14:lightRig>
            </w14:scene3d>
          </w:rPr>
          <w:t>6.1</w:t>
        </w:r>
        <w:r w:rsidR="00E272D2">
          <w:rPr>
            <w:rFonts w:asciiTheme="minorHAnsi" w:eastAsiaTheme="minorEastAsia" w:hAnsiTheme="minorHAnsi" w:cstheme="minorBidi"/>
            <w:noProof/>
            <w:sz w:val="22"/>
            <w:szCs w:val="22"/>
            <w:lang w:val="et-EE" w:eastAsia="et-EE"/>
          </w:rPr>
          <w:tab/>
        </w:r>
        <w:r w:rsidR="00E272D2" w:rsidRPr="00BD44B5">
          <w:rPr>
            <w:rStyle w:val="Hyperlink"/>
            <w:noProof/>
            <w:lang w:val="en-GB"/>
          </w:rPr>
          <w:t>General commands</w:t>
        </w:r>
        <w:r w:rsidR="00E272D2">
          <w:rPr>
            <w:noProof/>
            <w:webHidden/>
          </w:rPr>
          <w:tab/>
        </w:r>
        <w:r w:rsidR="00E272D2">
          <w:rPr>
            <w:noProof/>
            <w:webHidden/>
          </w:rPr>
          <w:fldChar w:fldCharType="begin"/>
        </w:r>
        <w:r w:rsidR="00E272D2">
          <w:rPr>
            <w:noProof/>
            <w:webHidden/>
          </w:rPr>
          <w:instrText xml:space="preserve"> PAGEREF _Toc410733929 \h </w:instrText>
        </w:r>
        <w:r w:rsidR="00E272D2">
          <w:rPr>
            <w:noProof/>
            <w:webHidden/>
          </w:rPr>
        </w:r>
        <w:r w:rsidR="00E272D2">
          <w:rPr>
            <w:noProof/>
            <w:webHidden/>
          </w:rPr>
          <w:fldChar w:fldCharType="separate"/>
        </w:r>
        <w:r w:rsidR="00E0723E">
          <w:rPr>
            <w:noProof/>
            <w:webHidden/>
          </w:rPr>
          <w:t>36</w:t>
        </w:r>
        <w:r w:rsidR="00E272D2">
          <w:rPr>
            <w:noProof/>
            <w:webHidden/>
          </w:rPr>
          <w:fldChar w:fldCharType="end"/>
        </w:r>
      </w:hyperlink>
    </w:p>
    <w:p w14:paraId="449AE81F" w14:textId="77777777" w:rsidR="00E272D2" w:rsidRDefault="005B7F41">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410733930" w:history="1">
        <w:r w:rsidR="00E272D2" w:rsidRPr="00BD44B5">
          <w:rPr>
            <w:rStyle w:val="Hyperlink"/>
            <w:noProof/>
            <w:lang w:val="en-GB"/>
            <w14:scene3d>
              <w14:camera w14:prst="orthographicFront"/>
              <w14:lightRig w14:rig="threePt" w14:dir="t">
                <w14:rot w14:lat="0" w14:lon="0" w14:rev="0"/>
              </w14:lightRig>
            </w14:scene3d>
          </w:rPr>
          <w:t>6.2</w:t>
        </w:r>
        <w:r w:rsidR="00E272D2">
          <w:rPr>
            <w:rFonts w:asciiTheme="minorHAnsi" w:eastAsiaTheme="minorEastAsia" w:hAnsiTheme="minorHAnsi" w:cstheme="minorBidi"/>
            <w:noProof/>
            <w:sz w:val="22"/>
            <w:szCs w:val="22"/>
            <w:lang w:val="et-EE" w:eastAsia="et-EE"/>
          </w:rPr>
          <w:tab/>
        </w:r>
        <w:r w:rsidR="00E272D2" w:rsidRPr="00BD44B5">
          <w:rPr>
            <w:rStyle w:val="Hyperlink"/>
            <w:noProof/>
            <w:lang w:val="en-GB"/>
          </w:rPr>
          <w:t>Digital signature commands</w:t>
        </w:r>
        <w:r w:rsidR="00E272D2">
          <w:rPr>
            <w:noProof/>
            <w:webHidden/>
          </w:rPr>
          <w:tab/>
        </w:r>
        <w:r w:rsidR="00E272D2">
          <w:rPr>
            <w:noProof/>
            <w:webHidden/>
          </w:rPr>
          <w:fldChar w:fldCharType="begin"/>
        </w:r>
        <w:r w:rsidR="00E272D2">
          <w:rPr>
            <w:noProof/>
            <w:webHidden/>
          </w:rPr>
          <w:instrText xml:space="preserve"> PAGEREF _Toc410733930 \h </w:instrText>
        </w:r>
        <w:r w:rsidR="00E272D2">
          <w:rPr>
            <w:noProof/>
            <w:webHidden/>
          </w:rPr>
        </w:r>
        <w:r w:rsidR="00E272D2">
          <w:rPr>
            <w:noProof/>
            <w:webHidden/>
          </w:rPr>
          <w:fldChar w:fldCharType="separate"/>
        </w:r>
        <w:r w:rsidR="00E0723E">
          <w:rPr>
            <w:noProof/>
            <w:webHidden/>
          </w:rPr>
          <w:t>37</w:t>
        </w:r>
        <w:r w:rsidR="00E272D2">
          <w:rPr>
            <w:noProof/>
            <w:webHidden/>
          </w:rPr>
          <w:fldChar w:fldCharType="end"/>
        </w:r>
      </w:hyperlink>
    </w:p>
    <w:p w14:paraId="05C7B546" w14:textId="77777777" w:rsidR="00E272D2" w:rsidRDefault="005B7F41">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410733931" w:history="1">
        <w:r w:rsidR="00E272D2" w:rsidRPr="00BD44B5">
          <w:rPr>
            <w:rStyle w:val="Hyperlink"/>
            <w:noProof/>
            <w:lang w:val="en-GB"/>
            <w14:scene3d>
              <w14:camera w14:prst="orthographicFront"/>
              <w14:lightRig w14:rig="threePt" w14:dir="t">
                <w14:rot w14:lat="0" w14:lon="0" w14:rev="0"/>
              </w14:lightRig>
            </w14:scene3d>
          </w:rPr>
          <w:t>6.3</w:t>
        </w:r>
        <w:r w:rsidR="00E272D2">
          <w:rPr>
            <w:rFonts w:asciiTheme="minorHAnsi" w:eastAsiaTheme="minorEastAsia" w:hAnsiTheme="minorHAnsi" w:cstheme="minorBidi"/>
            <w:noProof/>
            <w:sz w:val="22"/>
            <w:szCs w:val="22"/>
            <w:lang w:val="et-EE" w:eastAsia="et-EE"/>
          </w:rPr>
          <w:tab/>
        </w:r>
        <w:r w:rsidR="00E272D2" w:rsidRPr="00BD44B5">
          <w:rPr>
            <w:rStyle w:val="Hyperlink"/>
            <w:noProof/>
            <w:lang w:val="en-GB"/>
          </w:rPr>
          <w:t>Encryption commands</w:t>
        </w:r>
        <w:r w:rsidR="00E272D2">
          <w:rPr>
            <w:noProof/>
            <w:webHidden/>
          </w:rPr>
          <w:tab/>
        </w:r>
        <w:r w:rsidR="00E272D2">
          <w:rPr>
            <w:noProof/>
            <w:webHidden/>
          </w:rPr>
          <w:fldChar w:fldCharType="begin"/>
        </w:r>
        <w:r w:rsidR="00E272D2">
          <w:rPr>
            <w:noProof/>
            <w:webHidden/>
          </w:rPr>
          <w:instrText xml:space="preserve"> PAGEREF _Toc410733931 \h </w:instrText>
        </w:r>
        <w:r w:rsidR="00E272D2">
          <w:rPr>
            <w:noProof/>
            <w:webHidden/>
          </w:rPr>
        </w:r>
        <w:r w:rsidR="00E272D2">
          <w:rPr>
            <w:noProof/>
            <w:webHidden/>
          </w:rPr>
          <w:fldChar w:fldCharType="separate"/>
        </w:r>
        <w:r w:rsidR="00E0723E">
          <w:rPr>
            <w:noProof/>
            <w:webHidden/>
          </w:rPr>
          <w:t>44</w:t>
        </w:r>
        <w:r w:rsidR="00E272D2">
          <w:rPr>
            <w:noProof/>
            <w:webHidden/>
          </w:rPr>
          <w:fldChar w:fldCharType="end"/>
        </w:r>
      </w:hyperlink>
    </w:p>
    <w:p w14:paraId="5981E0E5" w14:textId="77777777" w:rsidR="00E272D2" w:rsidRDefault="005B7F41">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410733932" w:history="1">
        <w:r w:rsidR="00E272D2" w:rsidRPr="00BD44B5">
          <w:rPr>
            <w:rStyle w:val="Hyperlink"/>
            <w:noProof/>
            <w:lang w:val="en-GB"/>
            <w14:scene3d>
              <w14:camera w14:prst="orthographicFront"/>
              <w14:lightRig w14:rig="threePt" w14:dir="t">
                <w14:rot w14:lat="0" w14:lon="0" w14:rev="0"/>
              </w14:lightRig>
            </w14:scene3d>
          </w:rPr>
          <w:t>6.4</w:t>
        </w:r>
        <w:r w:rsidR="00E272D2">
          <w:rPr>
            <w:rFonts w:asciiTheme="minorHAnsi" w:eastAsiaTheme="minorEastAsia" w:hAnsiTheme="minorHAnsi" w:cstheme="minorBidi"/>
            <w:noProof/>
            <w:sz w:val="22"/>
            <w:szCs w:val="22"/>
            <w:lang w:val="et-EE" w:eastAsia="et-EE"/>
          </w:rPr>
          <w:tab/>
        </w:r>
        <w:r w:rsidR="00E272D2" w:rsidRPr="00BD44B5">
          <w:rPr>
            <w:rStyle w:val="Hyperlink"/>
            <w:noProof/>
            <w:lang w:val="en-GB"/>
          </w:rPr>
          <w:t>Commands in CGI mode</w:t>
        </w:r>
        <w:r w:rsidR="00E272D2">
          <w:rPr>
            <w:noProof/>
            <w:webHidden/>
          </w:rPr>
          <w:tab/>
        </w:r>
        <w:r w:rsidR="00E272D2">
          <w:rPr>
            <w:noProof/>
            <w:webHidden/>
          </w:rPr>
          <w:fldChar w:fldCharType="begin"/>
        </w:r>
        <w:r w:rsidR="00E272D2">
          <w:rPr>
            <w:noProof/>
            <w:webHidden/>
          </w:rPr>
          <w:instrText xml:space="preserve"> PAGEREF _Toc410733932 \h </w:instrText>
        </w:r>
        <w:r w:rsidR="00E272D2">
          <w:rPr>
            <w:noProof/>
            <w:webHidden/>
          </w:rPr>
        </w:r>
        <w:r w:rsidR="00E272D2">
          <w:rPr>
            <w:noProof/>
            <w:webHidden/>
          </w:rPr>
          <w:fldChar w:fldCharType="separate"/>
        </w:r>
        <w:r w:rsidR="00E0723E">
          <w:rPr>
            <w:noProof/>
            <w:webHidden/>
          </w:rPr>
          <w:t>50</w:t>
        </w:r>
        <w:r w:rsidR="00E272D2">
          <w:rPr>
            <w:noProof/>
            <w:webHidden/>
          </w:rPr>
          <w:fldChar w:fldCharType="end"/>
        </w:r>
      </w:hyperlink>
    </w:p>
    <w:p w14:paraId="669DA04F" w14:textId="77777777" w:rsidR="00E272D2" w:rsidRDefault="005B7F41">
      <w:pPr>
        <w:pStyle w:val="TOC1"/>
        <w:rPr>
          <w:rFonts w:asciiTheme="minorHAnsi" w:eastAsiaTheme="minorEastAsia" w:hAnsiTheme="minorHAnsi" w:cstheme="minorBidi"/>
          <w:noProof/>
          <w:sz w:val="22"/>
          <w:szCs w:val="22"/>
          <w:lang w:val="et-EE" w:eastAsia="et-EE"/>
        </w:rPr>
      </w:pPr>
      <w:hyperlink w:anchor="_Toc410733933" w:history="1">
        <w:r w:rsidR="00E272D2" w:rsidRPr="00BD44B5">
          <w:rPr>
            <w:rStyle w:val="Hyperlink"/>
            <w:noProof/>
            <w:lang w:val="en-GB"/>
          </w:rPr>
          <w:t>7.</w:t>
        </w:r>
        <w:r w:rsidR="00E272D2">
          <w:rPr>
            <w:rFonts w:asciiTheme="minorHAnsi" w:eastAsiaTheme="minorEastAsia" w:hAnsiTheme="minorHAnsi" w:cstheme="minorBidi"/>
            <w:noProof/>
            <w:sz w:val="22"/>
            <w:szCs w:val="22"/>
            <w:lang w:val="et-EE" w:eastAsia="et-EE"/>
          </w:rPr>
          <w:tab/>
        </w:r>
        <w:r w:rsidR="00E272D2" w:rsidRPr="00BD44B5">
          <w:rPr>
            <w:rStyle w:val="Hyperlink"/>
            <w:noProof/>
            <w:lang w:val="en-GB"/>
          </w:rPr>
          <w:t>National and cross-border support</w:t>
        </w:r>
        <w:r w:rsidR="00E272D2">
          <w:rPr>
            <w:noProof/>
            <w:webHidden/>
          </w:rPr>
          <w:tab/>
        </w:r>
        <w:r w:rsidR="00E272D2">
          <w:rPr>
            <w:noProof/>
            <w:webHidden/>
          </w:rPr>
          <w:fldChar w:fldCharType="begin"/>
        </w:r>
        <w:r w:rsidR="00E272D2">
          <w:rPr>
            <w:noProof/>
            <w:webHidden/>
          </w:rPr>
          <w:instrText xml:space="preserve"> PAGEREF _Toc410733933 \h </w:instrText>
        </w:r>
        <w:r w:rsidR="00E272D2">
          <w:rPr>
            <w:noProof/>
            <w:webHidden/>
          </w:rPr>
        </w:r>
        <w:r w:rsidR="00E272D2">
          <w:rPr>
            <w:noProof/>
            <w:webHidden/>
          </w:rPr>
          <w:fldChar w:fldCharType="separate"/>
        </w:r>
        <w:r w:rsidR="00E0723E">
          <w:rPr>
            <w:noProof/>
            <w:webHidden/>
          </w:rPr>
          <w:t>51</w:t>
        </w:r>
        <w:r w:rsidR="00E272D2">
          <w:rPr>
            <w:noProof/>
            <w:webHidden/>
          </w:rPr>
          <w:fldChar w:fldCharType="end"/>
        </w:r>
      </w:hyperlink>
    </w:p>
    <w:p w14:paraId="481BDED9" w14:textId="77777777" w:rsidR="00E272D2" w:rsidRDefault="005B7F41">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410733934" w:history="1">
        <w:r w:rsidR="00E272D2" w:rsidRPr="00BD44B5">
          <w:rPr>
            <w:rStyle w:val="Hyperlink"/>
            <w:noProof/>
            <w:lang w:val="en-GB"/>
            <w14:scene3d>
              <w14:camera w14:prst="orthographicFront"/>
              <w14:lightRig w14:rig="threePt" w14:dir="t">
                <w14:rot w14:lat="0" w14:lon="0" w14:rev="0"/>
              </w14:lightRig>
            </w14:scene3d>
          </w:rPr>
          <w:t>7.1</w:t>
        </w:r>
        <w:r w:rsidR="00E272D2">
          <w:rPr>
            <w:rFonts w:asciiTheme="minorHAnsi" w:eastAsiaTheme="minorEastAsia" w:hAnsiTheme="minorHAnsi" w:cstheme="minorBidi"/>
            <w:noProof/>
            <w:sz w:val="22"/>
            <w:szCs w:val="22"/>
            <w:lang w:val="et-EE" w:eastAsia="et-EE"/>
          </w:rPr>
          <w:tab/>
        </w:r>
        <w:r w:rsidR="00E272D2" w:rsidRPr="00BD44B5">
          <w:rPr>
            <w:rStyle w:val="Hyperlink"/>
            <w:noProof/>
            <w:lang w:val="en-GB"/>
          </w:rPr>
          <w:t>National PKI solutions and support</w:t>
        </w:r>
        <w:r w:rsidR="00E272D2">
          <w:rPr>
            <w:noProof/>
            <w:webHidden/>
          </w:rPr>
          <w:tab/>
        </w:r>
        <w:r w:rsidR="00E272D2">
          <w:rPr>
            <w:noProof/>
            <w:webHidden/>
          </w:rPr>
          <w:fldChar w:fldCharType="begin"/>
        </w:r>
        <w:r w:rsidR="00E272D2">
          <w:rPr>
            <w:noProof/>
            <w:webHidden/>
          </w:rPr>
          <w:instrText xml:space="preserve"> PAGEREF _Toc410733934 \h </w:instrText>
        </w:r>
        <w:r w:rsidR="00E272D2">
          <w:rPr>
            <w:noProof/>
            <w:webHidden/>
          </w:rPr>
        </w:r>
        <w:r w:rsidR="00E272D2">
          <w:rPr>
            <w:noProof/>
            <w:webHidden/>
          </w:rPr>
          <w:fldChar w:fldCharType="separate"/>
        </w:r>
        <w:r w:rsidR="00E0723E">
          <w:rPr>
            <w:noProof/>
            <w:webHidden/>
          </w:rPr>
          <w:t>51</w:t>
        </w:r>
        <w:r w:rsidR="00E272D2">
          <w:rPr>
            <w:noProof/>
            <w:webHidden/>
          </w:rPr>
          <w:fldChar w:fldCharType="end"/>
        </w:r>
      </w:hyperlink>
    </w:p>
    <w:p w14:paraId="7041171A" w14:textId="77777777" w:rsidR="00E272D2" w:rsidRDefault="005B7F41">
      <w:pPr>
        <w:pStyle w:val="TOC3"/>
        <w:tabs>
          <w:tab w:val="left" w:pos="1200"/>
          <w:tab w:val="right" w:leader="dot" w:pos="8210"/>
        </w:tabs>
        <w:rPr>
          <w:rFonts w:asciiTheme="minorHAnsi" w:eastAsiaTheme="minorEastAsia" w:hAnsiTheme="minorHAnsi" w:cstheme="minorBidi"/>
          <w:noProof/>
          <w:sz w:val="22"/>
          <w:szCs w:val="22"/>
          <w:lang w:val="et-EE" w:eastAsia="et-EE"/>
        </w:rPr>
      </w:pPr>
      <w:hyperlink w:anchor="_Toc410733935" w:history="1">
        <w:r w:rsidR="00E272D2" w:rsidRPr="00BD44B5">
          <w:rPr>
            <w:rStyle w:val="Hyperlink"/>
            <w:noProof/>
          </w:rPr>
          <w:t>7.1.1</w:t>
        </w:r>
        <w:r w:rsidR="00E272D2">
          <w:rPr>
            <w:rFonts w:asciiTheme="minorHAnsi" w:eastAsiaTheme="minorEastAsia" w:hAnsiTheme="minorHAnsi" w:cstheme="minorBidi"/>
            <w:noProof/>
            <w:sz w:val="22"/>
            <w:szCs w:val="22"/>
            <w:lang w:val="et-EE" w:eastAsia="et-EE"/>
          </w:rPr>
          <w:tab/>
        </w:r>
        <w:r w:rsidR="00E272D2" w:rsidRPr="00BD44B5">
          <w:rPr>
            <w:rStyle w:val="Hyperlink"/>
            <w:noProof/>
          </w:rPr>
          <w:t>Supported Estonian identity tokens</w:t>
        </w:r>
        <w:r w:rsidR="00E272D2">
          <w:rPr>
            <w:noProof/>
            <w:webHidden/>
          </w:rPr>
          <w:tab/>
        </w:r>
        <w:r w:rsidR="00E272D2">
          <w:rPr>
            <w:noProof/>
            <w:webHidden/>
          </w:rPr>
          <w:fldChar w:fldCharType="begin"/>
        </w:r>
        <w:r w:rsidR="00E272D2">
          <w:rPr>
            <w:noProof/>
            <w:webHidden/>
          </w:rPr>
          <w:instrText xml:space="preserve"> PAGEREF _Toc410733935 \h </w:instrText>
        </w:r>
        <w:r w:rsidR="00E272D2">
          <w:rPr>
            <w:noProof/>
            <w:webHidden/>
          </w:rPr>
        </w:r>
        <w:r w:rsidR="00E272D2">
          <w:rPr>
            <w:noProof/>
            <w:webHidden/>
          </w:rPr>
          <w:fldChar w:fldCharType="separate"/>
        </w:r>
        <w:r w:rsidR="00E0723E">
          <w:rPr>
            <w:noProof/>
            <w:webHidden/>
          </w:rPr>
          <w:t>51</w:t>
        </w:r>
        <w:r w:rsidR="00E272D2">
          <w:rPr>
            <w:noProof/>
            <w:webHidden/>
          </w:rPr>
          <w:fldChar w:fldCharType="end"/>
        </w:r>
      </w:hyperlink>
    </w:p>
    <w:p w14:paraId="0C202C58" w14:textId="77777777" w:rsidR="00E272D2" w:rsidRDefault="005B7F41">
      <w:pPr>
        <w:pStyle w:val="TOC3"/>
        <w:tabs>
          <w:tab w:val="left" w:pos="1200"/>
          <w:tab w:val="right" w:leader="dot" w:pos="8210"/>
        </w:tabs>
        <w:rPr>
          <w:rFonts w:asciiTheme="minorHAnsi" w:eastAsiaTheme="minorEastAsia" w:hAnsiTheme="minorHAnsi" w:cstheme="minorBidi"/>
          <w:noProof/>
          <w:sz w:val="22"/>
          <w:szCs w:val="22"/>
          <w:lang w:val="et-EE" w:eastAsia="et-EE"/>
        </w:rPr>
      </w:pPr>
      <w:hyperlink w:anchor="_Toc410733936" w:history="1">
        <w:r w:rsidR="00E272D2" w:rsidRPr="00BD44B5">
          <w:rPr>
            <w:rStyle w:val="Hyperlink"/>
            <w:noProof/>
          </w:rPr>
          <w:t>7.1.2</w:t>
        </w:r>
        <w:r w:rsidR="00E272D2">
          <w:rPr>
            <w:rFonts w:asciiTheme="minorHAnsi" w:eastAsiaTheme="minorEastAsia" w:hAnsiTheme="minorHAnsi" w:cstheme="minorBidi"/>
            <w:noProof/>
            <w:sz w:val="22"/>
            <w:szCs w:val="22"/>
            <w:lang w:val="et-EE" w:eastAsia="et-EE"/>
          </w:rPr>
          <w:tab/>
        </w:r>
        <w:r w:rsidR="00E272D2" w:rsidRPr="00BD44B5">
          <w:rPr>
            <w:rStyle w:val="Hyperlink"/>
            <w:noProof/>
          </w:rPr>
          <w:t>Trusted Estonian Certificate Authorities</w:t>
        </w:r>
        <w:r w:rsidR="00E272D2">
          <w:rPr>
            <w:noProof/>
            <w:webHidden/>
          </w:rPr>
          <w:tab/>
        </w:r>
        <w:r w:rsidR="00E272D2">
          <w:rPr>
            <w:noProof/>
            <w:webHidden/>
          </w:rPr>
          <w:fldChar w:fldCharType="begin"/>
        </w:r>
        <w:r w:rsidR="00E272D2">
          <w:rPr>
            <w:noProof/>
            <w:webHidden/>
          </w:rPr>
          <w:instrText xml:space="preserve"> PAGEREF _Toc410733936 \h </w:instrText>
        </w:r>
        <w:r w:rsidR="00E272D2">
          <w:rPr>
            <w:noProof/>
            <w:webHidden/>
          </w:rPr>
        </w:r>
        <w:r w:rsidR="00E272D2">
          <w:rPr>
            <w:noProof/>
            <w:webHidden/>
          </w:rPr>
          <w:fldChar w:fldCharType="separate"/>
        </w:r>
        <w:r w:rsidR="00E0723E">
          <w:rPr>
            <w:noProof/>
            <w:webHidden/>
          </w:rPr>
          <w:t>51</w:t>
        </w:r>
        <w:r w:rsidR="00E272D2">
          <w:rPr>
            <w:noProof/>
            <w:webHidden/>
          </w:rPr>
          <w:fldChar w:fldCharType="end"/>
        </w:r>
      </w:hyperlink>
    </w:p>
    <w:p w14:paraId="4951F506" w14:textId="77777777" w:rsidR="00E272D2" w:rsidRDefault="005B7F41">
      <w:pPr>
        <w:pStyle w:val="TOC4"/>
        <w:tabs>
          <w:tab w:val="left" w:pos="1600"/>
          <w:tab w:val="right" w:leader="dot" w:pos="8210"/>
        </w:tabs>
        <w:rPr>
          <w:rFonts w:asciiTheme="minorHAnsi" w:eastAsiaTheme="minorEastAsia" w:hAnsiTheme="minorHAnsi" w:cstheme="minorBidi"/>
          <w:noProof/>
          <w:sz w:val="22"/>
          <w:szCs w:val="22"/>
          <w:lang w:val="et-EE" w:eastAsia="et-EE"/>
        </w:rPr>
      </w:pPr>
      <w:hyperlink w:anchor="_Toc410733937" w:history="1">
        <w:r w:rsidR="00E272D2" w:rsidRPr="00BD44B5">
          <w:rPr>
            <w:rStyle w:val="Hyperlink"/>
            <w:noProof/>
            <w:lang w:val="en-GB"/>
          </w:rPr>
          <w:t>7.1.2.1</w:t>
        </w:r>
        <w:r w:rsidR="00E272D2">
          <w:rPr>
            <w:rFonts w:asciiTheme="minorHAnsi" w:eastAsiaTheme="minorEastAsia" w:hAnsiTheme="minorHAnsi" w:cstheme="minorBidi"/>
            <w:noProof/>
            <w:sz w:val="22"/>
            <w:szCs w:val="22"/>
            <w:lang w:val="et-EE" w:eastAsia="et-EE"/>
          </w:rPr>
          <w:tab/>
        </w:r>
        <w:r w:rsidR="00E272D2" w:rsidRPr="00BD44B5">
          <w:rPr>
            <w:rStyle w:val="Hyperlink"/>
            <w:noProof/>
            <w:lang w:val="en-GB"/>
          </w:rPr>
          <w:t>Supported SK live hierarchy chains</w:t>
        </w:r>
        <w:r w:rsidR="00E272D2">
          <w:rPr>
            <w:noProof/>
            <w:webHidden/>
          </w:rPr>
          <w:tab/>
        </w:r>
        <w:r w:rsidR="00E272D2">
          <w:rPr>
            <w:noProof/>
            <w:webHidden/>
          </w:rPr>
          <w:fldChar w:fldCharType="begin"/>
        </w:r>
        <w:r w:rsidR="00E272D2">
          <w:rPr>
            <w:noProof/>
            <w:webHidden/>
          </w:rPr>
          <w:instrText xml:space="preserve"> PAGEREF _Toc410733937 \h </w:instrText>
        </w:r>
        <w:r w:rsidR="00E272D2">
          <w:rPr>
            <w:noProof/>
            <w:webHidden/>
          </w:rPr>
        </w:r>
        <w:r w:rsidR="00E272D2">
          <w:rPr>
            <w:noProof/>
            <w:webHidden/>
          </w:rPr>
          <w:fldChar w:fldCharType="separate"/>
        </w:r>
        <w:r w:rsidR="00E0723E">
          <w:rPr>
            <w:noProof/>
            <w:webHidden/>
          </w:rPr>
          <w:t>51</w:t>
        </w:r>
        <w:r w:rsidR="00E272D2">
          <w:rPr>
            <w:noProof/>
            <w:webHidden/>
          </w:rPr>
          <w:fldChar w:fldCharType="end"/>
        </w:r>
      </w:hyperlink>
    </w:p>
    <w:p w14:paraId="6831C4D7" w14:textId="77777777" w:rsidR="00E272D2" w:rsidRDefault="005B7F41">
      <w:pPr>
        <w:pStyle w:val="TOC4"/>
        <w:tabs>
          <w:tab w:val="left" w:pos="1600"/>
          <w:tab w:val="right" w:leader="dot" w:pos="8210"/>
        </w:tabs>
        <w:rPr>
          <w:rFonts w:asciiTheme="minorHAnsi" w:eastAsiaTheme="minorEastAsia" w:hAnsiTheme="minorHAnsi" w:cstheme="minorBidi"/>
          <w:noProof/>
          <w:sz w:val="22"/>
          <w:szCs w:val="22"/>
          <w:lang w:val="et-EE" w:eastAsia="et-EE"/>
        </w:rPr>
      </w:pPr>
      <w:hyperlink w:anchor="_Toc410733938" w:history="1">
        <w:r w:rsidR="00E272D2" w:rsidRPr="00BD44B5">
          <w:rPr>
            <w:rStyle w:val="Hyperlink"/>
            <w:noProof/>
            <w:lang w:val="en-GB"/>
          </w:rPr>
          <w:t>7.1.2.2</w:t>
        </w:r>
        <w:r w:rsidR="00E272D2">
          <w:rPr>
            <w:rFonts w:asciiTheme="minorHAnsi" w:eastAsiaTheme="minorEastAsia" w:hAnsiTheme="minorHAnsi" w:cstheme="minorBidi"/>
            <w:noProof/>
            <w:sz w:val="22"/>
            <w:szCs w:val="22"/>
            <w:lang w:val="et-EE" w:eastAsia="et-EE"/>
          </w:rPr>
          <w:tab/>
        </w:r>
        <w:r w:rsidR="00E272D2" w:rsidRPr="00BD44B5">
          <w:rPr>
            <w:rStyle w:val="Hyperlink"/>
            <w:noProof/>
            <w:lang w:val="en-GB"/>
          </w:rPr>
          <w:t>Supported SK test certificate hierarchy chains</w:t>
        </w:r>
        <w:r w:rsidR="00E272D2">
          <w:rPr>
            <w:noProof/>
            <w:webHidden/>
          </w:rPr>
          <w:tab/>
        </w:r>
        <w:r w:rsidR="00E272D2">
          <w:rPr>
            <w:noProof/>
            <w:webHidden/>
          </w:rPr>
          <w:fldChar w:fldCharType="begin"/>
        </w:r>
        <w:r w:rsidR="00E272D2">
          <w:rPr>
            <w:noProof/>
            <w:webHidden/>
          </w:rPr>
          <w:instrText xml:space="preserve"> PAGEREF _Toc410733938 \h </w:instrText>
        </w:r>
        <w:r w:rsidR="00E272D2">
          <w:rPr>
            <w:noProof/>
            <w:webHidden/>
          </w:rPr>
        </w:r>
        <w:r w:rsidR="00E272D2">
          <w:rPr>
            <w:noProof/>
            <w:webHidden/>
          </w:rPr>
          <w:fldChar w:fldCharType="separate"/>
        </w:r>
        <w:r w:rsidR="00E0723E">
          <w:rPr>
            <w:noProof/>
            <w:webHidden/>
          </w:rPr>
          <w:t>53</w:t>
        </w:r>
        <w:r w:rsidR="00E272D2">
          <w:rPr>
            <w:noProof/>
            <w:webHidden/>
          </w:rPr>
          <w:fldChar w:fldCharType="end"/>
        </w:r>
      </w:hyperlink>
    </w:p>
    <w:p w14:paraId="585947E4" w14:textId="77777777" w:rsidR="00E272D2" w:rsidRDefault="005B7F41">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410733939" w:history="1">
        <w:r w:rsidR="00E272D2" w:rsidRPr="00BD44B5">
          <w:rPr>
            <w:rStyle w:val="Hyperlink"/>
            <w:noProof/>
            <w:lang w:val="en-GB"/>
            <w14:scene3d>
              <w14:camera w14:prst="orthographicFront"/>
              <w14:lightRig w14:rig="threePt" w14:dir="t">
                <w14:rot w14:lat="0" w14:lon="0" w14:rev="0"/>
              </w14:lightRig>
            </w14:scene3d>
          </w:rPr>
          <w:t>7.2</w:t>
        </w:r>
        <w:r w:rsidR="00E272D2">
          <w:rPr>
            <w:rFonts w:asciiTheme="minorHAnsi" w:eastAsiaTheme="minorEastAsia" w:hAnsiTheme="minorHAnsi" w:cstheme="minorBidi"/>
            <w:noProof/>
            <w:sz w:val="22"/>
            <w:szCs w:val="22"/>
            <w:lang w:val="et-EE" w:eastAsia="et-EE"/>
          </w:rPr>
          <w:tab/>
        </w:r>
        <w:r w:rsidR="00E272D2" w:rsidRPr="00BD44B5">
          <w:rPr>
            <w:rStyle w:val="Hyperlink"/>
            <w:noProof/>
            <w:lang w:val="en-GB"/>
          </w:rPr>
          <w:t>Interoperability testing</w:t>
        </w:r>
        <w:r w:rsidR="00E272D2">
          <w:rPr>
            <w:noProof/>
            <w:webHidden/>
          </w:rPr>
          <w:tab/>
        </w:r>
        <w:r w:rsidR="00E272D2">
          <w:rPr>
            <w:noProof/>
            <w:webHidden/>
          </w:rPr>
          <w:fldChar w:fldCharType="begin"/>
        </w:r>
        <w:r w:rsidR="00E272D2">
          <w:rPr>
            <w:noProof/>
            <w:webHidden/>
          </w:rPr>
          <w:instrText xml:space="preserve"> PAGEREF _Toc410733939 \h </w:instrText>
        </w:r>
        <w:r w:rsidR="00E272D2">
          <w:rPr>
            <w:noProof/>
            <w:webHidden/>
          </w:rPr>
        </w:r>
        <w:r w:rsidR="00E272D2">
          <w:rPr>
            <w:noProof/>
            <w:webHidden/>
          </w:rPr>
          <w:fldChar w:fldCharType="separate"/>
        </w:r>
        <w:r w:rsidR="00E0723E">
          <w:rPr>
            <w:noProof/>
            <w:webHidden/>
          </w:rPr>
          <w:t>53</w:t>
        </w:r>
        <w:r w:rsidR="00E272D2">
          <w:rPr>
            <w:noProof/>
            <w:webHidden/>
          </w:rPr>
          <w:fldChar w:fldCharType="end"/>
        </w:r>
      </w:hyperlink>
    </w:p>
    <w:p w14:paraId="7427E338" w14:textId="77777777" w:rsidR="00E272D2" w:rsidRDefault="005B7F41">
      <w:pPr>
        <w:pStyle w:val="TOC3"/>
        <w:tabs>
          <w:tab w:val="left" w:pos="1200"/>
          <w:tab w:val="right" w:leader="dot" w:pos="8210"/>
        </w:tabs>
        <w:rPr>
          <w:rFonts w:asciiTheme="minorHAnsi" w:eastAsiaTheme="minorEastAsia" w:hAnsiTheme="minorHAnsi" w:cstheme="minorBidi"/>
          <w:noProof/>
          <w:sz w:val="22"/>
          <w:szCs w:val="22"/>
          <w:lang w:val="et-EE" w:eastAsia="et-EE"/>
        </w:rPr>
      </w:pPr>
      <w:hyperlink w:anchor="_Toc410733940" w:history="1">
        <w:r w:rsidR="00E272D2" w:rsidRPr="00BD44B5">
          <w:rPr>
            <w:rStyle w:val="Hyperlink"/>
            <w:noProof/>
          </w:rPr>
          <w:t>7.2.1</w:t>
        </w:r>
        <w:r w:rsidR="00E272D2">
          <w:rPr>
            <w:rFonts w:asciiTheme="minorHAnsi" w:eastAsiaTheme="minorEastAsia" w:hAnsiTheme="minorHAnsi" w:cstheme="minorBidi"/>
            <w:noProof/>
            <w:sz w:val="22"/>
            <w:szCs w:val="22"/>
            <w:lang w:val="et-EE" w:eastAsia="et-EE"/>
          </w:rPr>
          <w:tab/>
        </w:r>
        <w:r w:rsidR="00E272D2" w:rsidRPr="00BD44B5">
          <w:rPr>
            <w:rStyle w:val="Hyperlink"/>
            <w:noProof/>
          </w:rPr>
          <w:t>DigiDoc framework cross-usability tests</w:t>
        </w:r>
        <w:r w:rsidR="00E272D2">
          <w:rPr>
            <w:noProof/>
            <w:webHidden/>
          </w:rPr>
          <w:tab/>
        </w:r>
        <w:r w:rsidR="00E272D2">
          <w:rPr>
            <w:noProof/>
            <w:webHidden/>
          </w:rPr>
          <w:fldChar w:fldCharType="begin"/>
        </w:r>
        <w:r w:rsidR="00E272D2">
          <w:rPr>
            <w:noProof/>
            <w:webHidden/>
          </w:rPr>
          <w:instrText xml:space="preserve"> PAGEREF _Toc410733940 \h </w:instrText>
        </w:r>
        <w:r w:rsidR="00E272D2">
          <w:rPr>
            <w:noProof/>
            <w:webHidden/>
          </w:rPr>
        </w:r>
        <w:r w:rsidR="00E272D2">
          <w:rPr>
            <w:noProof/>
            <w:webHidden/>
          </w:rPr>
          <w:fldChar w:fldCharType="separate"/>
        </w:r>
        <w:r w:rsidR="00E0723E">
          <w:rPr>
            <w:noProof/>
            <w:webHidden/>
          </w:rPr>
          <w:t>53</w:t>
        </w:r>
        <w:r w:rsidR="00E272D2">
          <w:rPr>
            <w:noProof/>
            <w:webHidden/>
          </w:rPr>
          <w:fldChar w:fldCharType="end"/>
        </w:r>
      </w:hyperlink>
    </w:p>
    <w:p w14:paraId="3944E30A" w14:textId="77777777" w:rsidR="00E272D2" w:rsidRDefault="005B7F41">
      <w:pPr>
        <w:pStyle w:val="TOC3"/>
        <w:tabs>
          <w:tab w:val="left" w:pos="1200"/>
          <w:tab w:val="right" w:leader="dot" w:pos="8210"/>
        </w:tabs>
        <w:rPr>
          <w:rFonts w:asciiTheme="minorHAnsi" w:eastAsiaTheme="minorEastAsia" w:hAnsiTheme="minorHAnsi" w:cstheme="minorBidi"/>
          <w:noProof/>
          <w:sz w:val="22"/>
          <w:szCs w:val="22"/>
          <w:lang w:val="et-EE" w:eastAsia="et-EE"/>
        </w:rPr>
      </w:pPr>
      <w:hyperlink w:anchor="_Toc410733941" w:history="1">
        <w:r w:rsidR="00E272D2" w:rsidRPr="00BD44B5">
          <w:rPr>
            <w:rStyle w:val="Hyperlink"/>
            <w:noProof/>
          </w:rPr>
          <w:t>7.2.2</w:t>
        </w:r>
        <w:r w:rsidR="00E272D2">
          <w:rPr>
            <w:rFonts w:asciiTheme="minorHAnsi" w:eastAsiaTheme="minorEastAsia" w:hAnsiTheme="minorHAnsi" w:cstheme="minorBidi"/>
            <w:noProof/>
            <w:sz w:val="22"/>
            <w:szCs w:val="22"/>
            <w:lang w:val="et-EE" w:eastAsia="et-EE"/>
          </w:rPr>
          <w:tab/>
        </w:r>
        <w:r w:rsidR="00E272D2" w:rsidRPr="00BD44B5">
          <w:rPr>
            <w:rStyle w:val="Hyperlink"/>
            <w:noProof/>
          </w:rPr>
          <w:t>CDigiDoc API’s usage in CDigiDoc utility program</w:t>
        </w:r>
        <w:r w:rsidR="00E272D2">
          <w:rPr>
            <w:noProof/>
            <w:webHidden/>
          </w:rPr>
          <w:tab/>
        </w:r>
        <w:r w:rsidR="00E272D2">
          <w:rPr>
            <w:noProof/>
            <w:webHidden/>
          </w:rPr>
          <w:fldChar w:fldCharType="begin"/>
        </w:r>
        <w:r w:rsidR="00E272D2">
          <w:rPr>
            <w:noProof/>
            <w:webHidden/>
          </w:rPr>
          <w:instrText xml:space="preserve"> PAGEREF _Toc410733941 \h </w:instrText>
        </w:r>
        <w:r w:rsidR="00E272D2">
          <w:rPr>
            <w:noProof/>
            <w:webHidden/>
          </w:rPr>
        </w:r>
        <w:r w:rsidR="00E272D2">
          <w:rPr>
            <w:noProof/>
            <w:webHidden/>
          </w:rPr>
          <w:fldChar w:fldCharType="separate"/>
        </w:r>
        <w:r w:rsidR="00E0723E">
          <w:rPr>
            <w:noProof/>
            <w:webHidden/>
          </w:rPr>
          <w:t>54</w:t>
        </w:r>
        <w:r w:rsidR="00E272D2">
          <w:rPr>
            <w:noProof/>
            <w:webHidden/>
          </w:rPr>
          <w:fldChar w:fldCharType="end"/>
        </w:r>
      </w:hyperlink>
    </w:p>
    <w:p w14:paraId="22C6CEAD" w14:textId="77777777" w:rsidR="00E272D2" w:rsidRDefault="005B7F41">
      <w:pPr>
        <w:pStyle w:val="TOC1"/>
        <w:rPr>
          <w:rFonts w:asciiTheme="minorHAnsi" w:eastAsiaTheme="minorEastAsia" w:hAnsiTheme="minorHAnsi" w:cstheme="minorBidi"/>
          <w:noProof/>
          <w:sz w:val="22"/>
          <w:szCs w:val="22"/>
          <w:lang w:val="et-EE" w:eastAsia="et-EE"/>
        </w:rPr>
      </w:pPr>
      <w:hyperlink w:anchor="_Toc410733942" w:history="1">
        <w:r w:rsidR="00E272D2" w:rsidRPr="00BD44B5">
          <w:rPr>
            <w:rStyle w:val="Hyperlink"/>
            <w:noProof/>
          </w:rPr>
          <w:t>8.</w:t>
        </w:r>
        <w:r w:rsidR="00E272D2">
          <w:rPr>
            <w:rFonts w:asciiTheme="minorHAnsi" w:eastAsiaTheme="minorEastAsia" w:hAnsiTheme="minorHAnsi" w:cstheme="minorBidi"/>
            <w:noProof/>
            <w:sz w:val="22"/>
            <w:szCs w:val="22"/>
            <w:lang w:val="et-EE" w:eastAsia="et-EE"/>
          </w:rPr>
          <w:tab/>
        </w:r>
        <w:r w:rsidR="00E272D2" w:rsidRPr="00BD44B5">
          <w:rPr>
            <w:rStyle w:val="Hyperlink"/>
            <w:noProof/>
          </w:rPr>
          <w:t>CDigiDoc library’s implementation notes</w:t>
        </w:r>
        <w:r w:rsidR="00E272D2">
          <w:rPr>
            <w:noProof/>
            <w:webHidden/>
          </w:rPr>
          <w:tab/>
        </w:r>
        <w:r w:rsidR="00E272D2">
          <w:rPr>
            <w:noProof/>
            <w:webHidden/>
          </w:rPr>
          <w:fldChar w:fldCharType="begin"/>
        </w:r>
        <w:r w:rsidR="00E272D2">
          <w:rPr>
            <w:noProof/>
            <w:webHidden/>
          </w:rPr>
          <w:instrText xml:space="preserve"> PAGEREF _Toc410733942 \h </w:instrText>
        </w:r>
        <w:r w:rsidR="00E272D2">
          <w:rPr>
            <w:noProof/>
            <w:webHidden/>
          </w:rPr>
        </w:r>
        <w:r w:rsidR="00E272D2">
          <w:rPr>
            <w:noProof/>
            <w:webHidden/>
          </w:rPr>
          <w:fldChar w:fldCharType="separate"/>
        </w:r>
        <w:r w:rsidR="00E0723E">
          <w:rPr>
            <w:noProof/>
            <w:webHidden/>
          </w:rPr>
          <w:t>58</w:t>
        </w:r>
        <w:r w:rsidR="00E272D2">
          <w:rPr>
            <w:noProof/>
            <w:webHidden/>
          </w:rPr>
          <w:fldChar w:fldCharType="end"/>
        </w:r>
      </w:hyperlink>
    </w:p>
    <w:p w14:paraId="3FF386BC" w14:textId="77777777" w:rsidR="00E272D2" w:rsidRDefault="005B7F41">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410733943" w:history="1">
        <w:r w:rsidR="00E272D2" w:rsidRPr="00BD44B5">
          <w:rPr>
            <w:rStyle w:val="Hyperlink"/>
            <w:noProof/>
            <w14:scene3d>
              <w14:camera w14:prst="orthographicFront"/>
              <w14:lightRig w14:rig="threePt" w14:dir="t">
                <w14:rot w14:lat="0" w14:lon="0" w14:rev="0"/>
              </w14:lightRig>
            </w14:scene3d>
          </w:rPr>
          <w:t>8.1</w:t>
        </w:r>
        <w:r w:rsidR="00E272D2">
          <w:rPr>
            <w:rFonts w:asciiTheme="minorHAnsi" w:eastAsiaTheme="minorEastAsia" w:hAnsiTheme="minorHAnsi" w:cstheme="minorBidi"/>
            <w:noProof/>
            <w:sz w:val="22"/>
            <w:szCs w:val="22"/>
            <w:lang w:val="et-EE" w:eastAsia="et-EE"/>
          </w:rPr>
          <w:tab/>
        </w:r>
        <w:r w:rsidR="00E272D2" w:rsidRPr="00BD44B5">
          <w:rPr>
            <w:rStyle w:val="Hyperlink"/>
            <w:noProof/>
          </w:rPr>
          <w:t>General implementation notes</w:t>
        </w:r>
        <w:r w:rsidR="00E272D2">
          <w:rPr>
            <w:noProof/>
            <w:webHidden/>
          </w:rPr>
          <w:tab/>
        </w:r>
        <w:r w:rsidR="00E272D2">
          <w:rPr>
            <w:noProof/>
            <w:webHidden/>
          </w:rPr>
          <w:fldChar w:fldCharType="begin"/>
        </w:r>
        <w:r w:rsidR="00E272D2">
          <w:rPr>
            <w:noProof/>
            <w:webHidden/>
          </w:rPr>
          <w:instrText xml:space="preserve"> PAGEREF _Toc410733943 \h </w:instrText>
        </w:r>
        <w:r w:rsidR="00E272D2">
          <w:rPr>
            <w:noProof/>
            <w:webHidden/>
          </w:rPr>
        </w:r>
        <w:r w:rsidR="00E272D2">
          <w:rPr>
            <w:noProof/>
            <w:webHidden/>
          </w:rPr>
          <w:fldChar w:fldCharType="separate"/>
        </w:r>
        <w:r w:rsidR="00E0723E">
          <w:rPr>
            <w:noProof/>
            <w:webHidden/>
          </w:rPr>
          <w:t>58</w:t>
        </w:r>
        <w:r w:rsidR="00E272D2">
          <w:rPr>
            <w:noProof/>
            <w:webHidden/>
          </w:rPr>
          <w:fldChar w:fldCharType="end"/>
        </w:r>
      </w:hyperlink>
    </w:p>
    <w:p w14:paraId="7C84A380" w14:textId="77777777" w:rsidR="00E272D2" w:rsidRDefault="005B7F41">
      <w:pPr>
        <w:pStyle w:val="TOC2"/>
        <w:tabs>
          <w:tab w:val="left" w:pos="800"/>
          <w:tab w:val="right" w:leader="dot" w:pos="8210"/>
        </w:tabs>
        <w:rPr>
          <w:rFonts w:asciiTheme="minorHAnsi" w:eastAsiaTheme="minorEastAsia" w:hAnsiTheme="minorHAnsi" w:cstheme="minorBidi"/>
          <w:noProof/>
          <w:sz w:val="22"/>
          <w:szCs w:val="22"/>
          <w:lang w:val="et-EE" w:eastAsia="et-EE"/>
        </w:rPr>
      </w:pPr>
      <w:hyperlink w:anchor="_Toc410733944" w:history="1">
        <w:r w:rsidR="00E272D2" w:rsidRPr="00BD44B5">
          <w:rPr>
            <w:rStyle w:val="Hyperlink"/>
            <w:noProof/>
            <w14:scene3d>
              <w14:camera w14:prst="orthographicFront"/>
              <w14:lightRig w14:rig="threePt" w14:dir="t">
                <w14:rot w14:lat="0" w14:lon="0" w14:rev="0"/>
              </w14:lightRig>
            </w14:scene3d>
          </w:rPr>
          <w:t>8.2</w:t>
        </w:r>
        <w:r w:rsidR="00E272D2">
          <w:rPr>
            <w:rFonts w:asciiTheme="minorHAnsi" w:eastAsiaTheme="minorEastAsia" w:hAnsiTheme="minorHAnsi" w:cstheme="minorBidi"/>
            <w:noProof/>
            <w:sz w:val="22"/>
            <w:szCs w:val="22"/>
            <w:lang w:val="et-EE" w:eastAsia="et-EE"/>
          </w:rPr>
          <w:tab/>
        </w:r>
        <w:r w:rsidR="00E272D2" w:rsidRPr="00BD44B5">
          <w:rPr>
            <w:rStyle w:val="Hyperlink"/>
            <w:noProof/>
          </w:rPr>
          <w:t>DIGIDOC-XML 1.3 specific implementation notes</w:t>
        </w:r>
        <w:r w:rsidR="00E272D2">
          <w:rPr>
            <w:noProof/>
            <w:webHidden/>
          </w:rPr>
          <w:tab/>
        </w:r>
        <w:r w:rsidR="00E272D2">
          <w:rPr>
            <w:noProof/>
            <w:webHidden/>
          </w:rPr>
          <w:fldChar w:fldCharType="begin"/>
        </w:r>
        <w:r w:rsidR="00E272D2">
          <w:rPr>
            <w:noProof/>
            <w:webHidden/>
          </w:rPr>
          <w:instrText xml:space="preserve"> PAGEREF _Toc410733944 \h </w:instrText>
        </w:r>
        <w:r w:rsidR="00E272D2">
          <w:rPr>
            <w:noProof/>
            <w:webHidden/>
          </w:rPr>
        </w:r>
        <w:r w:rsidR="00E272D2">
          <w:rPr>
            <w:noProof/>
            <w:webHidden/>
          </w:rPr>
          <w:fldChar w:fldCharType="separate"/>
        </w:r>
        <w:r w:rsidR="00E0723E">
          <w:rPr>
            <w:noProof/>
            <w:webHidden/>
          </w:rPr>
          <w:t>59</w:t>
        </w:r>
        <w:r w:rsidR="00E272D2">
          <w:rPr>
            <w:noProof/>
            <w:webHidden/>
          </w:rPr>
          <w:fldChar w:fldCharType="end"/>
        </w:r>
      </w:hyperlink>
    </w:p>
    <w:p w14:paraId="0781511A" w14:textId="77777777" w:rsidR="00E272D2" w:rsidRDefault="005B7F41">
      <w:pPr>
        <w:pStyle w:val="TOC1"/>
        <w:rPr>
          <w:rFonts w:asciiTheme="minorHAnsi" w:eastAsiaTheme="minorEastAsia" w:hAnsiTheme="minorHAnsi" w:cstheme="minorBidi"/>
          <w:noProof/>
          <w:sz w:val="22"/>
          <w:szCs w:val="22"/>
          <w:lang w:val="et-EE" w:eastAsia="et-EE"/>
        </w:rPr>
      </w:pPr>
      <w:hyperlink w:anchor="_Toc410733945" w:history="1">
        <w:r w:rsidR="00E272D2" w:rsidRPr="00BD44B5">
          <w:rPr>
            <w:rStyle w:val="Hyperlink"/>
            <w:noProof/>
            <w:lang w:val="en-GB"/>
          </w:rPr>
          <w:t>Appendix 1: CDigiDoc configuration file</w:t>
        </w:r>
        <w:r w:rsidR="00E272D2">
          <w:rPr>
            <w:noProof/>
            <w:webHidden/>
          </w:rPr>
          <w:tab/>
        </w:r>
        <w:r w:rsidR="00E272D2">
          <w:rPr>
            <w:noProof/>
            <w:webHidden/>
          </w:rPr>
          <w:fldChar w:fldCharType="begin"/>
        </w:r>
        <w:r w:rsidR="00E272D2">
          <w:rPr>
            <w:noProof/>
            <w:webHidden/>
          </w:rPr>
          <w:instrText xml:space="preserve"> PAGEREF _Toc410733945 \h </w:instrText>
        </w:r>
        <w:r w:rsidR="00E272D2">
          <w:rPr>
            <w:noProof/>
            <w:webHidden/>
          </w:rPr>
        </w:r>
        <w:r w:rsidR="00E272D2">
          <w:rPr>
            <w:noProof/>
            <w:webHidden/>
          </w:rPr>
          <w:fldChar w:fldCharType="separate"/>
        </w:r>
        <w:r w:rsidR="00E0723E">
          <w:rPr>
            <w:noProof/>
            <w:webHidden/>
          </w:rPr>
          <w:t>60</w:t>
        </w:r>
        <w:r w:rsidR="00E272D2">
          <w:rPr>
            <w:noProof/>
            <w:webHidden/>
          </w:rPr>
          <w:fldChar w:fldCharType="end"/>
        </w:r>
      </w:hyperlink>
    </w:p>
    <w:p w14:paraId="0710FFA2" w14:textId="77777777" w:rsidR="00E272D2" w:rsidRDefault="005B7F41">
      <w:pPr>
        <w:pStyle w:val="TOC1"/>
        <w:rPr>
          <w:rFonts w:asciiTheme="minorHAnsi" w:eastAsiaTheme="minorEastAsia" w:hAnsiTheme="minorHAnsi" w:cstheme="minorBidi"/>
          <w:noProof/>
          <w:sz w:val="22"/>
          <w:szCs w:val="22"/>
          <w:lang w:val="et-EE" w:eastAsia="et-EE"/>
        </w:rPr>
      </w:pPr>
      <w:hyperlink w:anchor="_Toc410733946" w:history="1">
        <w:r w:rsidR="00E272D2" w:rsidRPr="00BD44B5">
          <w:rPr>
            <w:rStyle w:val="Hyperlink"/>
            <w:noProof/>
          </w:rPr>
          <w:t>Appendix 2: Signature types</w:t>
        </w:r>
        <w:r w:rsidR="00E272D2">
          <w:rPr>
            <w:noProof/>
            <w:webHidden/>
          </w:rPr>
          <w:tab/>
        </w:r>
        <w:r w:rsidR="00E272D2">
          <w:rPr>
            <w:noProof/>
            <w:webHidden/>
          </w:rPr>
          <w:fldChar w:fldCharType="begin"/>
        </w:r>
        <w:r w:rsidR="00E272D2">
          <w:rPr>
            <w:noProof/>
            <w:webHidden/>
          </w:rPr>
          <w:instrText xml:space="preserve"> PAGEREF _Toc410733946 \h </w:instrText>
        </w:r>
        <w:r w:rsidR="00E272D2">
          <w:rPr>
            <w:noProof/>
            <w:webHidden/>
          </w:rPr>
        </w:r>
        <w:r w:rsidR="00E272D2">
          <w:rPr>
            <w:noProof/>
            <w:webHidden/>
          </w:rPr>
          <w:fldChar w:fldCharType="separate"/>
        </w:r>
        <w:r w:rsidR="00E0723E">
          <w:rPr>
            <w:noProof/>
            <w:webHidden/>
          </w:rPr>
          <w:t>64</w:t>
        </w:r>
        <w:r w:rsidR="00E272D2">
          <w:rPr>
            <w:noProof/>
            <w:webHidden/>
          </w:rPr>
          <w:fldChar w:fldCharType="end"/>
        </w:r>
      </w:hyperlink>
    </w:p>
    <w:p w14:paraId="4EE359F6" w14:textId="484EDC8E" w:rsidR="00C9453C" w:rsidRDefault="00BB5C4B" w:rsidP="00C9453C">
      <w:pPr>
        <w:rPr>
          <w:lang w:val="en-GB"/>
        </w:rPr>
      </w:pPr>
      <w:r>
        <w:rPr>
          <w:lang w:val="en-GB"/>
        </w:rPr>
        <w:fldChar w:fldCharType="end"/>
      </w:r>
    </w:p>
    <w:p w14:paraId="0BD4F254" w14:textId="77777777" w:rsidR="00C9453C" w:rsidRDefault="00C9453C">
      <w:pPr>
        <w:spacing w:after="0"/>
        <w:jc w:val="left"/>
        <w:rPr>
          <w:rFonts w:ascii="Arial" w:hAnsi="Arial" w:cs="Arial"/>
          <w:bCs/>
          <w:kern w:val="32"/>
          <w:sz w:val="32"/>
          <w:szCs w:val="32"/>
          <w:lang w:val="en-GB"/>
        </w:rPr>
      </w:pPr>
      <w:r>
        <w:rPr>
          <w:lang w:val="en-GB"/>
        </w:rPr>
        <w:br w:type="page"/>
      </w:r>
    </w:p>
    <w:p w14:paraId="181901BA" w14:textId="02FF00F9" w:rsidR="00D3299C" w:rsidRPr="00751DBB" w:rsidRDefault="00D3299C" w:rsidP="00C813B3">
      <w:pPr>
        <w:pStyle w:val="Heading1"/>
        <w:rPr>
          <w:lang w:val="en-GB"/>
        </w:rPr>
      </w:pPr>
      <w:bookmarkStart w:id="3" w:name="_Toc410733892"/>
      <w:r w:rsidRPr="00751DBB">
        <w:rPr>
          <w:lang w:val="en-GB"/>
        </w:rPr>
        <w:lastRenderedPageBreak/>
        <w:t>Introduction</w:t>
      </w:r>
      <w:bookmarkEnd w:id="3"/>
    </w:p>
    <w:p w14:paraId="1263EA90" w14:textId="77777777" w:rsidR="00367910" w:rsidRPr="00751DBB" w:rsidRDefault="00367910" w:rsidP="00367910">
      <w:pPr>
        <w:rPr>
          <w:lang w:val="en-GB"/>
        </w:rPr>
      </w:pPr>
      <w:r w:rsidRPr="00751DBB">
        <w:rPr>
          <w:lang w:val="en-GB"/>
        </w:rPr>
        <w:t>This</w:t>
      </w:r>
      <w:r w:rsidR="00F22123" w:rsidRPr="00751DBB">
        <w:rPr>
          <w:lang w:val="en-GB"/>
        </w:rPr>
        <w:t xml:space="preserve"> document describes CDigiDoc </w:t>
      </w:r>
      <w:r w:rsidR="005C723F" w:rsidRPr="00751DBB">
        <w:rPr>
          <w:lang w:val="en-GB"/>
        </w:rPr>
        <w:t xml:space="preserve">(also known as LibDigiDoc) </w:t>
      </w:r>
      <w:r w:rsidR="00F22123" w:rsidRPr="00751DBB">
        <w:rPr>
          <w:lang w:val="en-GB"/>
        </w:rPr>
        <w:t>– the C library for</w:t>
      </w:r>
      <w:r w:rsidRPr="00751DBB">
        <w:rPr>
          <w:lang w:val="en-GB"/>
        </w:rPr>
        <w:t xml:space="preserve"> </w:t>
      </w:r>
      <w:r w:rsidR="00F22123" w:rsidRPr="00751DBB">
        <w:rPr>
          <w:lang w:val="en-GB"/>
        </w:rPr>
        <w:t>OpenXadES/</w:t>
      </w:r>
      <w:r w:rsidRPr="00751DBB">
        <w:rPr>
          <w:lang w:val="en-GB"/>
        </w:rPr>
        <w:t xml:space="preserve">DigiDoc system. </w:t>
      </w:r>
      <w:r w:rsidR="009D1FA2" w:rsidRPr="00751DBB">
        <w:rPr>
          <w:lang w:val="en-GB"/>
        </w:rPr>
        <w:t>It is a basic building tool for creating applications handlin</w:t>
      </w:r>
      <w:r w:rsidR="009D24B7" w:rsidRPr="00751DBB">
        <w:rPr>
          <w:lang w:val="en-GB"/>
        </w:rPr>
        <w:t>g digital signatures and</w:t>
      </w:r>
      <w:r w:rsidR="009D1FA2" w:rsidRPr="00751DBB">
        <w:rPr>
          <w:lang w:val="en-GB"/>
        </w:rPr>
        <w:t xml:space="preserve"> their verification. </w:t>
      </w:r>
    </w:p>
    <w:p w14:paraId="1DF85901" w14:textId="4666DC2F" w:rsidR="00CC0F7B" w:rsidRDefault="009F368B" w:rsidP="0083715B">
      <w:pPr>
        <w:rPr>
          <w:lang w:val="en-GB"/>
        </w:rPr>
      </w:pPr>
      <w:r w:rsidRPr="00751DBB">
        <w:rPr>
          <w:lang w:val="en-GB"/>
        </w:rPr>
        <w:t xml:space="preserve">The digitally signed files are created in </w:t>
      </w:r>
      <w:r w:rsidR="0027650C" w:rsidRPr="00751DBB">
        <w:rPr>
          <w:lang w:val="en-GB"/>
        </w:rPr>
        <w:t>“</w:t>
      </w:r>
      <w:r w:rsidRPr="00751DBB">
        <w:rPr>
          <w:lang w:val="en-GB"/>
        </w:rPr>
        <w:t>DigiDoc format“</w:t>
      </w:r>
      <w:r w:rsidR="006551F1" w:rsidRPr="00751DBB">
        <w:rPr>
          <w:lang w:val="en-GB"/>
        </w:rPr>
        <w:t xml:space="preserve"> </w:t>
      </w:r>
      <w:r w:rsidR="0012557D" w:rsidRPr="00751DBB">
        <w:rPr>
          <w:lang w:val="en-GB"/>
        </w:rPr>
        <w:t>(</w:t>
      </w:r>
      <w:r w:rsidR="002B57FB" w:rsidRPr="00751DBB">
        <w:rPr>
          <w:lang w:val="en-GB"/>
        </w:rPr>
        <w:t xml:space="preserve">with </w:t>
      </w:r>
      <w:r w:rsidR="0012557D" w:rsidRPr="00751DBB">
        <w:rPr>
          <w:lang w:val="en-GB"/>
        </w:rPr>
        <w:t>.ddoc</w:t>
      </w:r>
      <w:r w:rsidR="00C91C45" w:rsidRPr="00751DBB">
        <w:rPr>
          <w:lang w:val="en-GB"/>
        </w:rPr>
        <w:t xml:space="preserve"> </w:t>
      </w:r>
      <w:r w:rsidR="002B57FB" w:rsidRPr="00751DBB">
        <w:rPr>
          <w:lang w:val="en-GB"/>
        </w:rPr>
        <w:t>file extension</w:t>
      </w:r>
      <w:r w:rsidR="0012557D" w:rsidRPr="00751DBB">
        <w:rPr>
          <w:lang w:val="en-GB"/>
        </w:rPr>
        <w:t>)</w:t>
      </w:r>
      <w:r w:rsidR="0083715B" w:rsidRPr="00751DBB">
        <w:rPr>
          <w:lang w:val="en-GB"/>
        </w:rPr>
        <w:t>,</w:t>
      </w:r>
      <w:r w:rsidRPr="00751DBB">
        <w:rPr>
          <w:lang w:val="en-GB"/>
        </w:rPr>
        <w:t xml:space="preserve"> compliant to </w:t>
      </w:r>
      <w:r w:rsidR="00AD55D5" w:rsidRPr="00751DBB">
        <w:rPr>
          <w:lang w:val="en-GB"/>
        </w:rPr>
        <w:t>XML</w:t>
      </w:r>
      <w:r w:rsidR="002B57FB" w:rsidRPr="00751DBB">
        <w:rPr>
          <w:lang w:val="en-GB"/>
        </w:rPr>
        <w:t xml:space="preserve"> Advanced Electronic Signatures (XAdES)</w:t>
      </w:r>
      <w:r w:rsidR="00AD55D5" w:rsidRPr="00751DBB">
        <w:rPr>
          <w:lang w:val="en-GB"/>
        </w:rPr>
        <w:t xml:space="preserve">, technical standard published by </w:t>
      </w:r>
      <w:r w:rsidR="002B57FB" w:rsidRPr="00751DBB">
        <w:rPr>
          <w:lang w:val="en-GB"/>
        </w:rPr>
        <w:t xml:space="preserve">European Telecommunication Standards Institute </w:t>
      </w:r>
      <w:r w:rsidR="00AD55D5" w:rsidRPr="00751DBB">
        <w:rPr>
          <w:lang w:val="en-GB"/>
        </w:rPr>
        <w:t>(</w:t>
      </w:r>
      <w:r w:rsidR="002B57FB" w:rsidRPr="00751DBB">
        <w:rPr>
          <w:lang w:val="en-GB"/>
        </w:rPr>
        <w:t>ETSI</w:t>
      </w:r>
      <w:r w:rsidR="00AD55D5" w:rsidRPr="00751DBB">
        <w:rPr>
          <w:lang w:val="en-GB"/>
        </w:rPr>
        <w:t>)</w:t>
      </w:r>
      <w:r w:rsidR="00AD241C" w:rsidRPr="00751DBB">
        <w:rPr>
          <w:lang w:val="en-GB"/>
        </w:rPr>
        <w:t xml:space="preserve">. </w:t>
      </w:r>
      <w:r w:rsidR="0027650C" w:rsidRPr="00751DBB">
        <w:rPr>
          <w:lang w:val="en-GB"/>
        </w:rPr>
        <w:t>C</w:t>
      </w:r>
      <w:r w:rsidR="002B57FB" w:rsidRPr="00751DBB">
        <w:rPr>
          <w:lang w:val="en-GB"/>
        </w:rPr>
        <w:t xml:space="preserve">DigiDoc is also capable of encrypting/decrypting </w:t>
      </w:r>
      <w:r w:rsidR="0083715B" w:rsidRPr="00751DBB">
        <w:rPr>
          <w:lang w:val="en-GB"/>
        </w:rPr>
        <w:t>files (signed or unsigned)</w:t>
      </w:r>
      <w:r w:rsidR="002B57FB" w:rsidRPr="00751DBB">
        <w:rPr>
          <w:lang w:val="en-GB"/>
        </w:rPr>
        <w:t>,</w:t>
      </w:r>
      <w:r w:rsidR="0083715B" w:rsidRPr="00751DBB">
        <w:rPr>
          <w:lang w:val="en-GB"/>
        </w:rPr>
        <w:t xml:space="preserve"> according to W3C XML Encryption Recommendation</w:t>
      </w:r>
      <w:r w:rsidR="0012557D" w:rsidRPr="00751DBB">
        <w:rPr>
          <w:lang w:val="en-GB"/>
        </w:rPr>
        <w:t xml:space="preserve"> (XML-ENC)</w:t>
      </w:r>
      <w:r w:rsidR="0083715B" w:rsidRPr="00751DBB">
        <w:rPr>
          <w:lang w:val="en-GB"/>
        </w:rPr>
        <w:t>.</w:t>
      </w:r>
    </w:p>
    <w:p w14:paraId="6A9C7420" w14:textId="2B87C846" w:rsidR="007135F4" w:rsidRPr="007135F4" w:rsidRDefault="007135F4" w:rsidP="0083715B">
      <w:r>
        <w:t xml:space="preserve">Development of the library can be monitored in GitHub environment: </w:t>
      </w:r>
      <w:hyperlink r:id="rId8" w:history="1">
        <w:r w:rsidRPr="00FB3CC6">
          <w:rPr>
            <w:rStyle w:val="Hyperlink"/>
          </w:rPr>
          <w:t>https://github.com/open-eid/libdigidoc</w:t>
        </w:r>
      </w:hyperlink>
      <w:r>
        <w:t xml:space="preserve">. </w:t>
      </w:r>
    </w:p>
    <w:p w14:paraId="5B7B34AF" w14:textId="77777777" w:rsidR="004F19BB" w:rsidRPr="00751DBB" w:rsidRDefault="004F19BB" w:rsidP="0083715B">
      <w:pPr>
        <w:rPr>
          <w:lang w:val="en-GB"/>
        </w:rPr>
      </w:pPr>
      <w:r w:rsidRPr="00751DBB">
        <w:rPr>
          <w:lang w:val="en-GB"/>
        </w:rPr>
        <w:t xml:space="preserve">This document </w:t>
      </w:r>
      <w:r w:rsidR="00B42CA5" w:rsidRPr="00751DBB">
        <w:rPr>
          <w:lang w:val="en-GB"/>
        </w:rPr>
        <w:t>covers</w:t>
      </w:r>
      <w:r w:rsidRPr="00751DBB">
        <w:rPr>
          <w:lang w:val="en-GB"/>
        </w:rPr>
        <w:t xml:space="preserve"> the following information about </w:t>
      </w:r>
      <w:r w:rsidR="002F579A" w:rsidRPr="00751DBB">
        <w:rPr>
          <w:lang w:val="en-GB"/>
        </w:rPr>
        <w:t>C</w:t>
      </w:r>
      <w:r w:rsidRPr="00751DBB">
        <w:rPr>
          <w:lang w:val="en-GB"/>
        </w:rPr>
        <w:t>DigiDoc:</w:t>
      </w:r>
    </w:p>
    <w:p w14:paraId="20A0F5B1" w14:textId="77777777" w:rsidR="004F19BB" w:rsidRPr="00751DBB" w:rsidRDefault="00B36B97" w:rsidP="00602608">
      <w:pPr>
        <w:pStyle w:val="ListParagraph"/>
        <w:numPr>
          <w:ilvl w:val="0"/>
          <w:numId w:val="14"/>
        </w:numPr>
        <w:rPr>
          <w:lang w:val="en-GB"/>
        </w:rPr>
      </w:pPr>
      <w:r w:rsidRPr="00751DBB">
        <w:rPr>
          <w:lang w:val="en-GB"/>
        </w:rPr>
        <w:t>Section 2 introduces the OpenXAdES/DigiDoc framework, it</w:t>
      </w:r>
      <w:r w:rsidR="006551F1" w:rsidRPr="00751DBB">
        <w:rPr>
          <w:lang w:val="en-GB"/>
        </w:rPr>
        <w:t xml:space="preserve">s general security model and formats </w:t>
      </w:r>
      <w:r w:rsidR="002B57FB" w:rsidRPr="00751DBB">
        <w:rPr>
          <w:lang w:val="en-GB"/>
        </w:rPr>
        <w:t>available</w:t>
      </w:r>
      <w:r w:rsidR="006551F1" w:rsidRPr="00751DBB">
        <w:rPr>
          <w:lang w:val="en-GB"/>
        </w:rPr>
        <w:t xml:space="preserve"> for</w:t>
      </w:r>
      <w:r w:rsidRPr="00751DBB">
        <w:rPr>
          <w:lang w:val="en-GB"/>
        </w:rPr>
        <w:t xml:space="preserve"> digitally signed file</w:t>
      </w:r>
      <w:r w:rsidR="006551F1" w:rsidRPr="00751DBB">
        <w:rPr>
          <w:lang w:val="en-GB"/>
        </w:rPr>
        <w:t>s</w:t>
      </w:r>
      <w:r w:rsidRPr="00751DBB">
        <w:rPr>
          <w:lang w:val="en-GB"/>
        </w:rPr>
        <w:t xml:space="preserve">. </w:t>
      </w:r>
    </w:p>
    <w:p w14:paraId="08F101DF" w14:textId="0C1F6E8C" w:rsidR="00D909F3" w:rsidRPr="000575FB" w:rsidRDefault="00D909F3" w:rsidP="00D909F3">
      <w:pPr>
        <w:pStyle w:val="ListParagraph"/>
        <w:numPr>
          <w:ilvl w:val="0"/>
          <w:numId w:val="14"/>
        </w:numPr>
        <w:rPr>
          <w:lang w:val="en-GB"/>
        </w:rPr>
      </w:pPr>
      <w:r w:rsidRPr="000575FB">
        <w:rPr>
          <w:lang w:val="en-GB"/>
        </w:rPr>
        <w:t xml:space="preserve">Section 3 gives an overview of the </w:t>
      </w:r>
      <w:r w:rsidRPr="00751DBB">
        <w:rPr>
          <w:lang w:val="en-GB"/>
        </w:rPr>
        <w:t>CDigiDoc</w:t>
      </w:r>
      <w:r w:rsidRPr="000575FB">
        <w:rPr>
          <w:lang w:val="en-GB"/>
        </w:rPr>
        <w:t xml:space="preserve"> library by describing the supported functionality and additional features, the general architecture of components and describes the dependencies.</w:t>
      </w:r>
    </w:p>
    <w:p w14:paraId="20E1841B" w14:textId="47A6891A" w:rsidR="00D909F3" w:rsidRPr="000575FB" w:rsidRDefault="00D909F3" w:rsidP="00D909F3">
      <w:pPr>
        <w:pStyle w:val="ListParagraph"/>
        <w:numPr>
          <w:ilvl w:val="0"/>
          <w:numId w:val="14"/>
        </w:numPr>
        <w:rPr>
          <w:lang w:val="en-GB"/>
        </w:rPr>
      </w:pPr>
      <w:r w:rsidRPr="000575FB">
        <w:rPr>
          <w:lang w:val="en-GB"/>
        </w:rPr>
        <w:t xml:space="preserve">Section 4 explains </w:t>
      </w:r>
      <w:r w:rsidRPr="00751DBB">
        <w:rPr>
          <w:lang w:val="en-GB"/>
        </w:rPr>
        <w:t>CDigiDoc</w:t>
      </w:r>
      <w:r w:rsidRPr="000575FB">
        <w:rPr>
          <w:lang w:val="en-GB"/>
        </w:rPr>
        <w:t xml:space="preserve"> configuration possibilities.</w:t>
      </w:r>
    </w:p>
    <w:p w14:paraId="0695CD37" w14:textId="5E5CA2D6" w:rsidR="00D909F3" w:rsidRPr="000575FB" w:rsidRDefault="00D909F3" w:rsidP="00D909F3">
      <w:pPr>
        <w:pStyle w:val="ListParagraph"/>
        <w:numPr>
          <w:ilvl w:val="0"/>
          <w:numId w:val="14"/>
        </w:numPr>
        <w:rPr>
          <w:lang w:val="en-GB"/>
        </w:rPr>
      </w:pPr>
      <w:r w:rsidRPr="000575FB">
        <w:rPr>
          <w:lang w:val="en-GB"/>
        </w:rPr>
        <w:t xml:space="preserve">Section 5 provides samples for handling digitally signed files by using the </w:t>
      </w:r>
      <w:r w:rsidRPr="00751DBB">
        <w:rPr>
          <w:lang w:val="en-GB"/>
        </w:rPr>
        <w:t>CDigiDoc</w:t>
      </w:r>
      <w:r w:rsidRPr="000575FB">
        <w:rPr>
          <w:lang w:val="en-GB"/>
        </w:rPr>
        <w:t xml:space="preserve"> API’s classes and methods.</w:t>
      </w:r>
    </w:p>
    <w:p w14:paraId="3BEE5C72" w14:textId="3AF092A9" w:rsidR="00D909F3" w:rsidRDefault="00D909F3" w:rsidP="00D909F3">
      <w:pPr>
        <w:pStyle w:val="ListParagraph"/>
        <w:numPr>
          <w:ilvl w:val="0"/>
          <w:numId w:val="14"/>
        </w:numPr>
        <w:rPr>
          <w:lang w:val="en-GB"/>
        </w:rPr>
      </w:pPr>
      <w:r w:rsidRPr="000575FB">
        <w:rPr>
          <w:lang w:val="en-GB"/>
        </w:rPr>
        <w:t xml:space="preserve">Section 6 explains using the command line utility program of </w:t>
      </w:r>
      <w:r w:rsidRPr="00751DBB">
        <w:rPr>
          <w:lang w:val="en-GB"/>
        </w:rPr>
        <w:t>CDigiDoc</w:t>
      </w:r>
      <w:r w:rsidRPr="000575FB">
        <w:rPr>
          <w:lang w:val="en-GB"/>
        </w:rPr>
        <w:t xml:space="preserve">, including sample use cases. </w:t>
      </w:r>
    </w:p>
    <w:p w14:paraId="117A2A30" w14:textId="5A209CBF" w:rsidR="00D909F3" w:rsidRPr="00D909F3" w:rsidRDefault="00D909F3" w:rsidP="00D909F3">
      <w:pPr>
        <w:pStyle w:val="ListParagraph"/>
        <w:numPr>
          <w:ilvl w:val="0"/>
          <w:numId w:val="14"/>
        </w:numPr>
        <w:rPr>
          <w:lang w:val="en-GB"/>
        </w:rPr>
      </w:pPr>
      <w:r>
        <w:rPr>
          <w:lang w:val="en-GB"/>
        </w:rPr>
        <w:t>Section 7 gives overview of supported Estonian and cross-border Certificate Authorities, and describes</w:t>
      </w:r>
      <w:r w:rsidRPr="00D909F3">
        <w:rPr>
          <w:lang w:val="en-GB"/>
        </w:rPr>
        <w:t xml:space="preserve"> the interoperability testing</w:t>
      </w:r>
      <w:r>
        <w:rPr>
          <w:lang w:val="en-GB"/>
        </w:rPr>
        <w:t xml:space="preserve"> of DigiDoc file formats</w:t>
      </w:r>
      <w:r w:rsidRPr="00D909F3">
        <w:rPr>
          <w:lang w:val="en-GB"/>
        </w:rPr>
        <w:t>.</w:t>
      </w:r>
    </w:p>
    <w:p w14:paraId="16B121F9" w14:textId="30F0B393" w:rsidR="00D909F3" w:rsidRPr="002B5185" w:rsidRDefault="00D909F3" w:rsidP="00D909F3">
      <w:pPr>
        <w:pStyle w:val="ListParagraph"/>
        <w:numPr>
          <w:ilvl w:val="0"/>
          <w:numId w:val="14"/>
        </w:numPr>
        <w:rPr>
          <w:lang w:val="en-GB"/>
        </w:rPr>
      </w:pPr>
      <w:r w:rsidRPr="00CE7C76">
        <w:rPr>
          <w:lang w:val="en-GB"/>
        </w:rPr>
        <w:t xml:space="preserve">Section </w:t>
      </w:r>
      <w:r>
        <w:rPr>
          <w:lang w:val="en-GB"/>
        </w:rPr>
        <w:t>8</w:t>
      </w:r>
      <w:r w:rsidRPr="00CE7C76">
        <w:rPr>
          <w:lang w:val="en-GB"/>
        </w:rPr>
        <w:t xml:space="preserve"> gives an overview of </w:t>
      </w:r>
      <w:r w:rsidRPr="00751DBB">
        <w:rPr>
          <w:lang w:val="en-GB"/>
        </w:rPr>
        <w:t>CDigiDoc</w:t>
      </w:r>
      <w:r w:rsidRPr="00CE7C76">
        <w:rPr>
          <w:lang w:val="en-GB"/>
        </w:rPr>
        <w:t xml:space="preserve"> library’s implementation notes which provide information about specific features of digitally signed fi</w:t>
      </w:r>
      <w:r>
        <w:rPr>
          <w:lang w:val="en-GB"/>
        </w:rPr>
        <w:t xml:space="preserve">les that are not defined in standards or </w:t>
      </w:r>
      <w:r w:rsidRPr="00CE7C76">
        <w:rPr>
          <w:lang w:val="en-GB"/>
        </w:rPr>
        <w:t xml:space="preserve">specification documents but are implemented in </w:t>
      </w:r>
      <w:r w:rsidRPr="00751DBB">
        <w:rPr>
          <w:lang w:val="en-GB"/>
        </w:rPr>
        <w:t>CDigiDoc</w:t>
      </w:r>
      <w:r w:rsidRPr="00CE7C76">
        <w:rPr>
          <w:lang w:val="en-GB"/>
        </w:rPr>
        <w:t xml:space="preserve"> library.</w:t>
      </w:r>
    </w:p>
    <w:p w14:paraId="2470F938" w14:textId="396A1C1A" w:rsidR="00D909F3" w:rsidRPr="000575FB" w:rsidRDefault="00D909F3" w:rsidP="00D909F3">
      <w:pPr>
        <w:pStyle w:val="ListParagraph"/>
        <w:numPr>
          <w:ilvl w:val="0"/>
          <w:numId w:val="14"/>
        </w:numPr>
        <w:rPr>
          <w:lang w:val="en-GB"/>
        </w:rPr>
      </w:pPr>
      <w:r w:rsidRPr="000575FB">
        <w:rPr>
          <w:lang w:val="en-GB"/>
        </w:rPr>
        <w:t xml:space="preserve">Appendix 1 provides a sample </w:t>
      </w:r>
      <w:r>
        <w:rPr>
          <w:lang w:val="en-GB"/>
        </w:rPr>
        <w:t>digidoc.ini</w:t>
      </w:r>
      <w:r w:rsidRPr="000575FB">
        <w:rPr>
          <w:lang w:val="en-GB"/>
        </w:rPr>
        <w:t xml:space="preserve"> configuration file.</w:t>
      </w:r>
    </w:p>
    <w:p w14:paraId="36FCCF3A" w14:textId="323CB5B6" w:rsidR="00D909F3" w:rsidRPr="00A3153B" w:rsidRDefault="00D909F3" w:rsidP="00D909F3">
      <w:pPr>
        <w:pStyle w:val="ListParagraph"/>
        <w:numPr>
          <w:ilvl w:val="0"/>
          <w:numId w:val="14"/>
        </w:numPr>
      </w:pPr>
      <w:r w:rsidRPr="00A3153B">
        <w:t xml:space="preserve">Appendix 2 describes different digital signature </w:t>
      </w:r>
      <w:r>
        <w:t>types that can be created with C</w:t>
      </w:r>
      <w:r w:rsidRPr="00A3153B">
        <w:t>DigiDoc library.</w:t>
      </w:r>
    </w:p>
    <w:p w14:paraId="5AEED74A" w14:textId="77777777" w:rsidR="004F19BB" w:rsidRPr="00751DBB" w:rsidRDefault="004F19BB">
      <w:pPr>
        <w:spacing w:after="0"/>
        <w:jc w:val="left"/>
        <w:rPr>
          <w:rFonts w:ascii="Arial" w:hAnsi="Arial" w:cs="Arial"/>
          <w:b/>
          <w:bCs/>
          <w:i/>
          <w:iCs/>
          <w:sz w:val="28"/>
          <w:szCs w:val="28"/>
          <w:lang w:val="en-GB"/>
        </w:rPr>
      </w:pPr>
      <w:r w:rsidRPr="00751DBB">
        <w:rPr>
          <w:lang w:val="en-GB"/>
        </w:rPr>
        <w:br w:type="page"/>
      </w:r>
    </w:p>
    <w:p w14:paraId="17C60E0C" w14:textId="77777777" w:rsidR="00CC0F7B" w:rsidRPr="00C813B3" w:rsidRDefault="00CC0F7B" w:rsidP="00D56B07">
      <w:pPr>
        <w:pStyle w:val="Heading2"/>
      </w:pPr>
      <w:bookmarkStart w:id="4" w:name="_Toc410733893"/>
      <w:r w:rsidRPr="00C813B3">
        <w:lastRenderedPageBreak/>
        <w:t>About DigiDoc</w:t>
      </w:r>
      <w:bookmarkEnd w:id="4"/>
    </w:p>
    <w:p w14:paraId="2415B156" w14:textId="77777777" w:rsidR="00B46978" w:rsidRPr="00751DBB" w:rsidRDefault="0027650C" w:rsidP="00EB419C">
      <w:pPr>
        <w:rPr>
          <w:lang w:val="en-GB"/>
        </w:rPr>
      </w:pPr>
      <w:r w:rsidRPr="00751DBB">
        <w:rPr>
          <w:lang w:val="en-GB"/>
        </w:rPr>
        <w:t>C</w:t>
      </w:r>
      <w:r w:rsidR="0083715B" w:rsidRPr="00751DBB">
        <w:rPr>
          <w:lang w:val="en-GB"/>
        </w:rPr>
        <w:t xml:space="preserve">DigiDoc library forms a part of the wider </w:t>
      </w:r>
      <w:r w:rsidR="00AD55D5" w:rsidRPr="00751DBB">
        <w:rPr>
          <w:lang w:val="en-GB"/>
        </w:rPr>
        <w:t>OpenXAdES/</w:t>
      </w:r>
      <w:r w:rsidR="00AD241C" w:rsidRPr="00751DBB">
        <w:rPr>
          <w:lang w:val="en-GB"/>
        </w:rPr>
        <w:t>DigiDoc system</w:t>
      </w:r>
      <w:r w:rsidR="00B422A6" w:rsidRPr="00751DBB">
        <w:rPr>
          <w:lang w:val="en-GB"/>
        </w:rPr>
        <w:t xml:space="preserve"> framework which offers a full-scale architecture for digital signature and documents</w:t>
      </w:r>
      <w:r w:rsidR="0083715B" w:rsidRPr="00751DBB">
        <w:rPr>
          <w:lang w:val="en-GB"/>
        </w:rPr>
        <w:t xml:space="preserve">, consisting of </w:t>
      </w:r>
      <w:r w:rsidR="00C0673E" w:rsidRPr="00751DBB">
        <w:rPr>
          <w:lang w:val="en-GB"/>
        </w:rPr>
        <w:t xml:space="preserve">software </w:t>
      </w:r>
      <w:r w:rsidR="0083715B" w:rsidRPr="00751DBB">
        <w:rPr>
          <w:lang w:val="en-GB"/>
        </w:rPr>
        <w:t>libraries</w:t>
      </w:r>
      <w:r w:rsidR="00FD1172" w:rsidRPr="00751DBB">
        <w:rPr>
          <w:lang w:val="en-GB"/>
        </w:rPr>
        <w:t xml:space="preserve"> (C </w:t>
      </w:r>
      <w:r w:rsidR="00C0673E" w:rsidRPr="00751DBB">
        <w:rPr>
          <w:lang w:val="en-GB"/>
        </w:rPr>
        <w:t>and Java)</w:t>
      </w:r>
      <w:r w:rsidR="0083715B" w:rsidRPr="00751DBB">
        <w:rPr>
          <w:lang w:val="en-GB"/>
        </w:rPr>
        <w:t xml:space="preserve">, </w:t>
      </w:r>
      <w:r w:rsidR="003B6146" w:rsidRPr="00751DBB">
        <w:rPr>
          <w:lang w:val="en-GB"/>
        </w:rPr>
        <w:t>web service</w:t>
      </w:r>
      <w:r w:rsidR="0083715B" w:rsidRPr="00751DBB">
        <w:rPr>
          <w:lang w:val="en-GB"/>
        </w:rPr>
        <w:t xml:space="preserve"> and end-user applications such as DigiDoc Portal and DigiDoc Client</w:t>
      </w:r>
      <w:r w:rsidR="00FD1172" w:rsidRPr="00751DBB">
        <w:rPr>
          <w:lang w:val="en-GB"/>
        </w:rPr>
        <w:t>3</w:t>
      </w:r>
      <w:r w:rsidR="0083715B" w:rsidRPr="00751DBB">
        <w:rPr>
          <w:lang w:val="en-GB"/>
        </w:rPr>
        <w:t xml:space="preserve"> according to the following figure:</w:t>
      </w:r>
    </w:p>
    <w:p w14:paraId="6F40F4F3" w14:textId="77777777" w:rsidR="00B844A3" w:rsidRPr="00751DBB" w:rsidRDefault="00B844A3" w:rsidP="00EB419C">
      <w:pPr>
        <w:rPr>
          <w:lang w:val="en-GB"/>
        </w:rPr>
      </w:pPr>
    </w:p>
    <w:p w14:paraId="2A01FDC6" w14:textId="77777777" w:rsidR="00B844A3" w:rsidRPr="00751DBB" w:rsidRDefault="00883A13" w:rsidP="00B844A3">
      <w:pPr>
        <w:keepNext/>
        <w:spacing w:line="276" w:lineRule="auto"/>
        <w:rPr>
          <w:lang w:val="en-GB"/>
        </w:rPr>
      </w:pPr>
      <w:r w:rsidRPr="00751DBB">
        <w:rPr>
          <w:noProof/>
          <w:lang w:val="et-EE" w:eastAsia="et-EE"/>
        </w:rPr>
        <mc:AlternateContent>
          <mc:Choice Requires="wpc">
            <w:drawing>
              <wp:inline distT="0" distB="0" distL="0" distR="0" wp14:anchorId="01EB3808" wp14:editId="37D13145">
                <wp:extent cx="4943475" cy="3409950"/>
                <wp:effectExtent l="0" t="0" r="28575" b="19050"/>
                <wp:docPr id="12" name="Canvas 23"/>
                <wp:cNvGraphicFramePr>
                  <a:graphicFrameLocks xmlns:a="http://schemas.openxmlformats.org/drawingml/2006/main"/>
                </wp:cNvGraphicFramePr>
                <a:graphic xmlns:a="http://schemas.openxmlformats.org/drawingml/2006/main">
                  <a:graphicData uri="http://schemas.microsoft.com/office/word/2010/wordprocessingCanvas">
                    <wpc:wpc>
                      <wpc:bg>
                        <a:noFill/>
                        <a:effectLst>
                          <a:softEdge rad="63500"/>
                        </a:effectLst>
                      </wpc:bg>
                      <wpc:whole>
                        <a:ln w="9525" cap="rnd" cmpd="sng" algn="ctr">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tileRect/>
                          </a:gradFill>
                          <a:prstDash val="solid"/>
                          <a:round/>
                          <a:headEnd type="none" w="med" len="med"/>
                          <a:tailEnd type="none" w="med" len="med"/>
                        </a:ln>
                      </wpc:whole>
                      <wps:wsp>
                        <wps:cNvPr id="24" name="Flowchart: Magnetic Disk 24"/>
                        <wps:cNvSpPr/>
                        <wps:spPr>
                          <a:xfrm>
                            <a:off x="1742483" y="2072935"/>
                            <a:ext cx="690159" cy="491311"/>
                          </a:xfrm>
                          <a:prstGeom prst="flowChartMagneticDisk">
                            <a:avLst/>
                          </a:prstGeom>
                        </wps:spPr>
                        <wps:style>
                          <a:lnRef idx="1">
                            <a:schemeClr val="accent5"/>
                          </a:lnRef>
                          <a:fillRef idx="2">
                            <a:schemeClr val="accent5"/>
                          </a:fillRef>
                          <a:effectRef idx="1">
                            <a:schemeClr val="accent5"/>
                          </a:effectRef>
                          <a:fontRef idx="minor">
                            <a:schemeClr val="dk1"/>
                          </a:fontRef>
                        </wps:style>
                        <wps:txbx>
                          <w:txbxContent>
                            <w:p w14:paraId="47E6ACD8" w14:textId="77777777" w:rsidR="00C53268" w:rsidRDefault="00C53268" w:rsidP="00CF770B">
                              <w:pPr>
                                <w:jc w:val="center"/>
                              </w:pPr>
                              <w:r>
                                <w:t>OCSP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Straight Arrow Connector 25"/>
                        <wps:cNvCnPr>
                          <a:stCxn id="26" idx="2"/>
                          <a:endCxn id="24" idx="1"/>
                        </wps:cNvCnPr>
                        <wps:spPr>
                          <a:xfrm rot="5400000">
                            <a:off x="2142353" y="1774011"/>
                            <a:ext cx="244135" cy="353713"/>
                          </a:xfrm>
                          <a:prstGeom prst="bentConnector3">
                            <a:avLst>
                              <a:gd name="adj1" fmla="val 50000"/>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6" name="Rounded Rectangle 26"/>
                        <wps:cNvSpPr/>
                        <wps:spPr>
                          <a:xfrm>
                            <a:off x="1147313" y="1321998"/>
                            <a:ext cx="2587925" cy="506802"/>
                          </a:xfrm>
                          <a:prstGeom prst="roundRect">
                            <a:avLst/>
                          </a:prstGeom>
                        </wps:spPr>
                        <wps:style>
                          <a:lnRef idx="0">
                            <a:schemeClr val="accent1"/>
                          </a:lnRef>
                          <a:fillRef idx="3">
                            <a:schemeClr val="accent1"/>
                          </a:fillRef>
                          <a:effectRef idx="3">
                            <a:schemeClr val="accent1"/>
                          </a:effectRef>
                          <a:fontRef idx="minor">
                            <a:schemeClr val="lt1"/>
                          </a:fontRef>
                        </wps:style>
                        <wps:txbx>
                          <w:txbxContent>
                            <w:p w14:paraId="45D80D68" w14:textId="77777777" w:rsidR="00C53268" w:rsidRDefault="00C53268" w:rsidP="00CF770B">
                              <w:pPr>
                                <w:jc w:val="center"/>
                              </w:pPr>
                              <w:r>
                                <w:t xml:space="preserve">DigiDoc libraries </w:t>
                              </w:r>
                            </w:p>
                            <w:p w14:paraId="0C8722EE" w14:textId="77777777" w:rsidR="00C53268" w:rsidRDefault="00C53268" w:rsidP="00CF770B">
                              <w:pPr>
                                <w:jc w:val="center"/>
                              </w:pPr>
                              <w:r>
                                <w:t>(C, Java)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Rounded Rectangle 29"/>
                        <wps:cNvSpPr/>
                        <wps:spPr>
                          <a:xfrm>
                            <a:off x="1452340" y="884289"/>
                            <a:ext cx="1052195" cy="412750"/>
                          </a:xfrm>
                          <a:prstGeom prst="roundRect">
                            <a:avLst/>
                          </a:prstGeom>
                        </wps:spPr>
                        <wps:style>
                          <a:lnRef idx="0">
                            <a:schemeClr val="accent1"/>
                          </a:lnRef>
                          <a:fillRef idx="3">
                            <a:schemeClr val="accent1"/>
                          </a:fillRef>
                          <a:effectRef idx="3">
                            <a:schemeClr val="accent1"/>
                          </a:effectRef>
                          <a:fontRef idx="minor">
                            <a:schemeClr val="lt1"/>
                          </a:fontRef>
                        </wps:style>
                        <wps:txbx>
                          <w:txbxContent>
                            <w:p w14:paraId="21AA6507" w14:textId="77777777" w:rsidR="00C53268" w:rsidRDefault="00C53268" w:rsidP="007A5E98">
                              <w:pPr>
                                <w:pStyle w:val="NormalWeb"/>
                                <w:spacing w:before="0" w:beforeAutospacing="0" w:after="120" w:afterAutospacing="0"/>
                                <w:jc w:val="both"/>
                              </w:pPr>
                              <w:r>
                                <w:rPr>
                                  <w:rFonts w:ascii="Helvetica 45" w:eastAsia="Times New Roman" w:hAnsi="Helvetica 45"/>
                                  <w:sz w:val="20"/>
                                  <w:szCs w:val="20"/>
                                  <w:lang w:val="et-EE"/>
                                </w:rPr>
                                <w:t>WebService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0" name="Rounded Rectangle 30"/>
                        <wps:cNvSpPr/>
                        <wps:spPr>
                          <a:xfrm>
                            <a:off x="194131" y="1572132"/>
                            <a:ext cx="734423" cy="412750"/>
                          </a:xfrm>
                          <a:prstGeom prst="roundRect">
                            <a:avLst/>
                          </a:prstGeom>
                        </wps:spPr>
                        <wps:style>
                          <a:lnRef idx="0">
                            <a:schemeClr val="accent1"/>
                          </a:lnRef>
                          <a:fillRef idx="3">
                            <a:schemeClr val="accent1"/>
                          </a:fillRef>
                          <a:effectRef idx="3">
                            <a:schemeClr val="accent1"/>
                          </a:effectRef>
                          <a:fontRef idx="minor">
                            <a:schemeClr val="lt1"/>
                          </a:fontRef>
                        </wps:style>
                        <wps:txbx>
                          <w:txbxContent>
                            <w:p w14:paraId="0FA48177" w14:textId="77777777" w:rsidR="00C53268" w:rsidRDefault="00C53268" w:rsidP="007A5E98">
                              <w:pPr>
                                <w:pStyle w:val="NormalWeb"/>
                                <w:spacing w:before="0" w:beforeAutospacing="0" w:after="120" w:afterAutospacing="0"/>
                                <w:jc w:val="both"/>
                              </w:pPr>
                              <w:r>
                                <w:rPr>
                                  <w:rFonts w:ascii="Helvetica 45" w:eastAsia="Times New Roman" w:hAnsi="Helvetica 45"/>
                                  <w:sz w:val="20"/>
                                  <w:szCs w:val="20"/>
                                  <w:lang w:val="et-EE"/>
                                </w:rPr>
                                <w:t> MSSP</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7" name="Rectangle 27"/>
                        <wps:cNvSpPr/>
                        <wps:spPr>
                          <a:xfrm>
                            <a:off x="2537417" y="332558"/>
                            <a:ext cx="759124" cy="954955"/>
                          </a:xfrm>
                          <a:prstGeom prst="rect">
                            <a:avLst/>
                          </a:prstGeom>
                        </wps:spPr>
                        <wps:style>
                          <a:lnRef idx="0">
                            <a:schemeClr val="accent5"/>
                          </a:lnRef>
                          <a:fillRef idx="3">
                            <a:schemeClr val="accent5"/>
                          </a:fillRef>
                          <a:effectRef idx="3">
                            <a:schemeClr val="accent5"/>
                          </a:effectRef>
                          <a:fontRef idx="minor">
                            <a:schemeClr val="lt1"/>
                          </a:fontRef>
                        </wps:style>
                        <wps:txbx>
                          <w:txbxContent>
                            <w:p w14:paraId="7A792408" w14:textId="77777777" w:rsidR="00C53268" w:rsidRDefault="00C53268" w:rsidP="00D03AC4">
                              <w:pPr>
                                <w:jc w:val="center"/>
                              </w:pPr>
                              <w:r>
                                <w:t>DigiDoc Client3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Rectangle 32"/>
                        <wps:cNvSpPr/>
                        <wps:spPr>
                          <a:xfrm>
                            <a:off x="1726660" y="330081"/>
                            <a:ext cx="758825" cy="525780"/>
                          </a:xfrm>
                          <a:prstGeom prst="rect">
                            <a:avLst/>
                          </a:prstGeom>
                        </wps:spPr>
                        <wps:style>
                          <a:lnRef idx="0">
                            <a:schemeClr val="accent5"/>
                          </a:lnRef>
                          <a:fillRef idx="3">
                            <a:schemeClr val="accent5"/>
                          </a:fillRef>
                          <a:effectRef idx="3">
                            <a:schemeClr val="accent5"/>
                          </a:effectRef>
                          <a:fontRef idx="minor">
                            <a:schemeClr val="lt1"/>
                          </a:fontRef>
                        </wps:style>
                        <wps:txbx>
                          <w:txbxContent>
                            <w:p w14:paraId="7E043FC8" w14:textId="77777777" w:rsidR="00C53268" w:rsidRDefault="00C53268" w:rsidP="007A5E98">
                              <w:r>
                                <w:t>DigiDoc portal</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4" name="Double Bracket 34"/>
                        <wps:cNvSpPr/>
                        <wps:spPr>
                          <a:xfrm>
                            <a:off x="92022" y="217011"/>
                            <a:ext cx="948690" cy="327660"/>
                          </a:xfrm>
                          <a:prstGeom prst="bracketPair">
                            <a:avLst/>
                          </a:prstGeom>
                        </wps:spPr>
                        <wps:style>
                          <a:lnRef idx="3">
                            <a:schemeClr val="accent1"/>
                          </a:lnRef>
                          <a:fillRef idx="0">
                            <a:schemeClr val="accent1"/>
                          </a:fillRef>
                          <a:effectRef idx="2">
                            <a:schemeClr val="accent1"/>
                          </a:effectRef>
                          <a:fontRef idx="minor">
                            <a:schemeClr val="tx1"/>
                          </a:fontRef>
                        </wps:style>
                        <wps:txbx>
                          <w:txbxContent>
                            <w:p w14:paraId="6FCB74BB" w14:textId="77777777" w:rsidR="00C53268" w:rsidRDefault="00C53268" w:rsidP="007A5E98">
                              <w:pPr>
                                <w:pStyle w:val="NormalWeb"/>
                                <w:spacing w:before="0" w:beforeAutospacing="0" w:after="120" w:afterAutospacing="0"/>
                                <w:jc w:val="center"/>
                              </w:pPr>
                              <w:r>
                                <w:rPr>
                                  <w:rFonts w:ascii="Helvetica 45" w:eastAsia="Times New Roman" w:hAnsi="Helvetica 45"/>
                                  <w:sz w:val="20"/>
                                  <w:szCs w:val="20"/>
                                  <w:lang w:val="et-EE"/>
                                </w:rPr>
                                <w:t>Application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5" name="Double Bracket 35"/>
                        <wps:cNvSpPr/>
                        <wps:spPr>
                          <a:xfrm>
                            <a:off x="3664772" y="209164"/>
                            <a:ext cx="948055" cy="327025"/>
                          </a:xfrm>
                          <a:prstGeom prst="bracketPair">
                            <a:avLst/>
                          </a:prstGeom>
                        </wps:spPr>
                        <wps:style>
                          <a:lnRef idx="3">
                            <a:schemeClr val="accent1"/>
                          </a:lnRef>
                          <a:fillRef idx="0">
                            <a:schemeClr val="accent1"/>
                          </a:fillRef>
                          <a:effectRef idx="2">
                            <a:schemeClr val="accent1"/>
                          </a:effectRef>
                          <a:fontRef idx="minor">
                            <a:schemeClr val="tx1"/>
                          </a:fontRef>
                        </wps:style>
                        <wps:txbx>
                          <w:txbxContent>
                            <w:p w14:paraId="175EF11E" w14:textId="77777777" w:rsidR="00C53268" w:rsidRDefault="00C53268" w:rsidP="007A5E98">
                              <w:pPr>
                                <w:pStyle w:val="NormalWeb"/>
                                <w:spacing w:before="0" w:beforeAutospacing="0" w:after="120" w:afterAutospacing="0"/>
                                <w:jc w:val="center"/>
                              </w:pPr>
                              <w:r>
                                <w:rPr>
                                  <w:rFonts w:ascii="Helvetica 45" w:eastAsia="Times New Roman" w:hAnsi="Helvetica 45"/>
                                  <w:sz w:val="20"/>
                                  <w:szCs w:val="20"/>
                                  <w:lang w:val="et-EE"/>
                                </w:rPr>
                                <w:t>Application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6" name="Straight Arrow Connector 36"/>
                        <wps:cNvCnPr>
                          <a:stCxn id="34" idx="2"/>
                          <a:endCxn id="29" idx="1"/>
                        </wps:cNvCnPr>
                        <wps:spPr>
                          <a:xfrm rot="16200000" flipH="1">
                            <a:off x="736357" y="374680"/>
                            <a:ext cx="545993" cy="885973"/>
                          </a:xfrm>
                          <a:prstGeom prst="bentConnector2">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wps:wsp>
                        <wps:cNvPr id="37" name="Straight Arrow Connector 37"/>
                        <wps:cNvCnPr>
                          <a:stCxn id="35" idx="2"/>
                          <a:endCxn id="26" idx="3"/>
                        </wps:cNvCnPr>
                        <wps:spPr>
                          <a:xfrm rot="5400000">
                            <a:off x="3417414" y="854013"/>
                            <a:ext cx="1039210" cy="403562"/>
                          </a:xfrm>
                          <a:prstGeom prst="bentConnector2">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wps:wsp>
                        <wps:cNvPr id="39" name="Rounded Rectangle 39"/>
                        <wps:cNvSpPr/>
                        <wps:spPr>
                          <a:xfrm>
                            <a:off x="3483437" y="1651342"/>
                            <a:ext cx="1202863" cy="966510"/>
                          </a:xfrm>
                          <a:prstGeom prst="roundRect">
                            <a:avLst/>
                          </a:prstGeom>
                        </wps:spPr>
                        <wps:style>
                          <a:lnRef idx="0">
                            <a:schemeClr val="accent1"/>
                          </a:lnRef>
                          <a:fillRef idx="3">
                            <a:schemeClr val="accent1"/>
                          </a:fillRef>
                          <a:effectRef idx="3">
                            <a:schemeClr val="accent1"/>
                          </a:effectRef>
                          <a:fontRef idx="minor">
                            <a:schemeClr val="lt1"/>
                          </a:fontRef>
                        </wps:style>
                        <wps:txbx>
                          <w:txbxContent>
                            <w:p w14:paraId="3F3B8C2B" w14:textId="77777777" w:rsidR="00C53268" w:rsidRDefault="00C53268" w:rsidP="00CF770B">
                              <w:pPr>
                                <w:pStyle w:val="NormalWeb"/>
                                <w:spacing w:before="0" w:beforeAutospacing="0" w:after="120" w:afterAutospacing="0"/>
                                <w:jc w:val="both"/>
                                <w:rPr>
                                  <w:rFonts w:ascii="Helvetica 45" w:eastAsia="Times New Roman" w:hAnsi="Helvetica 45"/>
                                  <w:sz w:val="20"/>
                                  <w:szCs w:val="20"/>
                                  <w:lang w:val="et-EE"/>
                                </w:rPr>
                              </w:pPr>
                              <w:r>
                                <w:rPr>
                                  <w:rFonts w:ascii="Helvetica 45" w:eastAsia="Times New Roman" w:hAnsi="Helvetica 45"/>
                                  <w:sz w:val="20"/>
                                  <w:szCs w:val="20"/>
                                  <w:lang w:val="et-EE"/>
                                </w:rPr>
                                <w:t>CAPI/CSP</w:t>
                              </w:r>
                            </w:p>
                            <w:p w14:paraId="6A7D15A0" w14:textId="77777777" w:rsidR="00C53268" w:rsidRDefault="00C53268" w:rsidP="00CF770B">
                              <w:pPr>
                                <w:pStyle w:val="NormalWeb"/>
                                <w:spacing w:before="0" w:beforeAutospacing="0" w:after="120" w:afterAutospacing="0"/>
                                <w:jc w:val="both"/>
                                <w:rPr>
                                  <w:rFonts w:ascii="Helvetica 45" w:eastAsia="Times New Roman" w:hAnsi="Helvetica 45"/>
                                  <w:sz w:val="20"/>
                                  <w:szCs w:val="20"/>
                                  <w:lang w:val="et-EE"/>
                                </w:rPr>
                              </w:pPr>
                              <w:r>
                                <w:rPr>
                                  <w:rFonts w:ascii="Helvetica 45" w:eastAsia="Times New Roman" w:hAnsi="Helvetica 45"/>
                                  <w:sz w:val="20"/>
                                  <w:szCs w:val="20"/>
                                  <w:lang w:val="et-EE"/>
                                </w:rPr>
                                <w:t>CNG/Minidriver</w:t>
                              </w:r>
                            </w:p>
                            <w:p w14:paraId="5BB38A51" w14:textId="77777777" w:rsidR="00C53268" w:rsidRDefault="00C53268" w:rsidP="00CF770B">
                              <w:pPr>
                                <w:pStyle w:val="NormalWeb"/>
                                <w:spacing w:before="0" w:beforeAutospacing="0" w:after="120" w:afterAutospacing="0"/>
                                <w:jc w:val="both"/>
                                <w:rPr>
                                  <w:rFonts w:ascii="Helvetica 45" w:eastAsia="Times New Roman" w:hAnsi="Helvetica 45"/>
                                  <w:sz w:val="20"/>
                                  <w:szCs w:val="20"/>
                                  <w:lang w:val="et-EE"/>
                                </w:rPr>
                              </w:pPr>
                              <w:r>
                                <w:rPr>
                                  <w:rFonts w:ascii="Helvetica 45" w:eastAsia="Times New Roman" w:hAnsi="Helvetica 45"/>
                                  <w:sz w:val="20"/>
                                  <w:szCs w:val="20"/>
                                  <w:lang w:val="et-EE"/>
                                </w:rPr>
                                <w:t>PKCS#11</w:t>
                              </w:r>
                            </w:p>
                            <w:p w14:paraId="11CE348C" w14:textId="77777777" w:rsidR="00C53268" w:rsidRDefault="00C53268" w:rsidP="00CF770B">
                              <w:pPr>
                                <w:pStyle w:val="NormalWeb"/>
                                <w:spacing w:before="0" w:beforeAutospacing="0" w:after="120" w:afterAutospacing="0"/>
                                <w:jc w:val="both"/>
                              </w:pPr>
                              <w:r>
                                <w:rPr>
                                  <w:rFonts w:ascii="Helvetica 45" w:eastAsia="Times New Roman" w:hAnsi="Helvetica 45"/>
                                  <w:sz w:val="20"/>
                                  <w:szCs w:val="20"/>
                                  <w:lang w:val="et-EE"/>
                                </w:rPr>
                                <w:t>PKCS#12</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8" name="Straight Arrow Connector 38"/>
                        <wps:cNvCnPr>
                          <a:stCxn id="30" idx="0"/>
                          <a:endCxn id="29" idx="1"/>
                        </wps:cNvCnPr>
                        <wps:spPr>
                          <a:xfrm rot="5400000" flipH="1" flipV="1">
                            <a:off x="766107" y="885900"/>
                            <a:ext cx="481468" cy="890997"/>
                          </a:xfrm>
                          <a:prstGeom prst="bentConnector2">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wps:wsp>
                        <wps:cNvPr id="40" name="Folded Corner 40"/>
                        <wps:cNvSpPr/>
                        <wps:spPr>
                          <a:xfrm>
                            <a:off x="2673758" y="2063497"/>
                            <a:ext cx="474320" cy="301924"/>
                          </a:xfrm>
                          <a:prstGeom prst="foldedCorner">
                            <a:avLst/>
                          </a:prstGeom>
                        </wps:spPr>
                        <wps:style>
                          <a:lnRef idx="2">
                            <a:schemeClr val="accent5">
                              <a:shade val="50000"/>
                            </a:schemeClr>
                          </a:lnRef>
                          <a:fillRef idx="1">
                            <a:schemeClr val="accent5"/>
                          </a:fillRef>
                          <a:effectRef idx="0">
                            <a:schemeClr val="accent5"/>
                          </a:effectRef>
                          <a:fontRef idx="minor">
                            <a:schemeClr val="lt1"/>
                          </a:fontRef>
                        </wps:style>
                        <wps:txbx>
                          <w:txbxContent>
                            <w:p w14:paraId="7B99C636" w14:textId="77777777" w:rsidR="00C53268" w:rsidRDefault="00C53268" w:rsidP="00D03AC4">
                              <w:pPr>
                                <w:jc w:val="center"/>
                              </w:pPr>
                              <w:r>
                                <w:t>XML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Straight Connector 41"/>
                        <wps:cNvCnPr>
                          <a:stCxn id="26" idx="2"/>
                          <a:endCxn id="40" idx="0"/>
                        </wps:cNvCnPr>
                        <wps:spPr>
                          <a:xfrm>
                            <a:off x="2441276" y="1828800"/>
                            <a:ext cx="469642" cy="23469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2" name="Straight Arrow Connector 42"/>
                        <wps:cNvCnPr>
                          <a:stCxn id="30" idx="2"/>
                          <a:endCxn id="44" idx="0"/>
                        </wps:cNvCnPr>
                        <wps:spPr>
                          <a:xfrm>
                            <a:off x="561343" y="1984882"/>
                            <a:ext cx="2984" cy="380539"/>
                          </a:xfrm>
                          <a:prstGeom prst="straightConnector1">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pic:pic xmlns:pic="http://schemas.openxmlformats.org/drawingml/2006/picture">
                        <pic:nvPicPr>
                          <pic:cNvPr id="44" name="Picture 44"/>
                          <pic:cNvPicPr>
                            <a:picLocks noChangeAspect="1"/>
                          </pic:cNvPicPr>
                        </pic:nvPicPr>
                        <pic:blipFill>
                          <a:blip r:embed="rId9"/>
                          <a:stretch>
                            <a:fillRect/>
                          </a:stretch>
                        </pic:blipFill>
                        <pic:spPr>
                          <a:xfrm>
                            <a:off x="269616" y="2365421"/>
                            <a:ext cx="589421" cy="589156"/>
                          </a:xfrm>
                          <a:prstGeom prst="rect">
                            <a:avLst/>
                          </a:prstGeom>
                        </pic:spPr>
                      </pic:pic>
                      <pic:pic xmlns:pic="http://schemas.openxmlformats.org/drawingml/2006/picture">
                        <pic:nvPicPr>
                          <pic:cNvPr id="48" name="Picture 48"/>
                          <pic:cNvPicPr>
                            <a:picLocks noChangeAspect="1"/>
                          </pic:cNvPicPr>
                        </pic:nvPicPr>
                        <pic:blipFill>
                          <a:blip r:embed="rId10"/>
                          <a:stretch>
                            <a:fillRect/>
                          </a:stretch>
                        </pic:blipFill>
                        <pic:spPr>
                          <a:xfrm>
                            <a:off x="3469148" y="2617852"/>
                            <a:ext cx="1060392" cy="718339"/>
                          </a:xfrm>
                          <a:prstGeom prst="rect">
                            <a:avLst/>
                          </a:prstGeom>
                        </pic:spPr>
                      </pic:pic>
                      <wps:wsp>
                        <wps:cNvPr id="49" name="Straight Connector 49"/>
                        <wps:cNvCnPr>
                          <a:endCxn id="48" idx="0"/>
                        </wps:cNvCnPr>
                        <wps:spPr>
                          <a:xfrm flipH="1">
                            <a:off x="3999344" y="2435755"/>
                            <a:ext cx="42914" cy="18209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0" name="Text Box 50"/>
                        <wps:cNvSpPr txBox="1"/>
                        <wps:spPr>
                          <a:xfrm>
                            <a:off x="4138800" y="3027027"/>
                            <a:ext cx="719139" cy="26153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D1F1E02" w14:textId="77777777" w:rsidR="00C53268" w:rsidRDefault="00C53268">
                              <w:r>
                                <w:t>ID card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 name="Text Box 50"/>
                        <wps:cNvSpPr txBox="1"/>
                        <wps:spPr>
                          <a:xfrm>
                            <a:off x="613992" y="2832505"/>
                            <a:ext cx="967277" cy="2609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BB481C0" w14:textId="77777777" w:rsidR="00C53268" w:rsidRDefault="00C53268" w:rsidP="001025B1">
                              <w:pPr>
                                <w:pStyle w:val="NormalWeb"/>
                                <w:spacing w:before="0" w:beforeAutospacing="0" w:after="120" w:afterAutospacing="0"/>
                                <w:jc w:val="both"/>
                              </w:pPr>
                              <w:r>
                                <w:rPr>
                                  <w:rFonts w:ascii="Helvetica 45" w:eastAsia="Times New Roman" w:hAnsi="Helvetica 45"/>
                                  <w:sz w:val="20"/>
                                  <w:szCs w:val="20"/>
                                  <w:lang w:val="et-EE"/>
                                </w:rPr>
                                <w:t>Mobile phone</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01EB3808" id="Canvas 23" o:spid="_x0000_s1026" editas="canvas" style="width:389.25pt;height:268.5pt;mso-position-horizontal-relative:char;mso-position-vertical-relative:line" coordsize="49434,34099" o:gfxdata="UEsDBBQABgAIAAAAIQARD8ALFQEAAEcCAAATAAAAW0NvbnRlbnRfVHlwZXNdLnhtbJSSQU7DMBBF&#10;90jcwfIWJQ5dIISadEHKEhAqB7CcSWIRjy2PCentsdNWgipFYumZeX/+t73eTGZgI3jSFkt+mxec&#10;ASrbaOxK/r57yu45oyCxkYNFKPkeiG+q66v1bu+AWKSRSt6H4B6EINWDkZRbBxg7rfVGhnj0nXBS&#10;fcgOxKoo7oSyGABDFpIGr9Y1tPJzCGw7xfLBicOOs8fDXFpVcm0Sn+pikQDTLhJTljrLjIeBzi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9434;height:34099;visibility:visible;mso-wrap-style:square" stroked="t">
                  <v:fill o:detectmouseclick="t"/>
                  <v:stroke joinstyle="round" endcap="round"/>
                  <v:path o:connecttype="none"/>
                </v:shape>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24" o:spid="_x0000_s1028" type="#_x0000_t132" style="position:absolute;left:17424;top:20729;width:6902;height:49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bGXMUA&#10;AADbAAAADwAAAGRycy9kb3ducmV2LnhtbESPQWsCMRSE70L/Q3iFXqRmlWJlaxQrFFooBVd7f908&#10;N6ubl22SavrvjVDocZiZb5j5MtlOnMiH1rGC8agAQVw73XKjYLd9uZ+BCBFZY+eYFPxSgOXiZjDH&#10;Urszb+hUxUZkCIcSFZgY+1LKUBuyGEauJ87e3nmLMUvfSO3xnOG2k5OimEqLLecFgz2tDdXH6scq&#10;eJdmNT587oZv/uu5+t4/po/1MCl1d5tWTyAipfgf/mu/agWTB7h+yT9ALi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lsZcxQAAANsAAAAPAAAAAAAAAAAAAAAAAJgCAABkcnMv&#10;ZG93bnJldi54bWxQSwUGAAAAAAQABAD1AAAAigMAAAAA&#10;" fillcolor="#a5d5e2 [1624]" strokecolor="#40a7c2 [3048]">
                  <v:fill color2="#e4f2f6 [504]" rotate="t" angle="180" colors="0 #9eeaff;22938f #bbefff;1 #e4f9ff" focus="100%" type="gradient"/>
                  <v:shadow on="t" color="black" opacity="24903f" origin=",.5" offset="0,.55556mm"/>
                  <v:textbox>
                    <w:txbxContent>
                      <w:p w14:paraId="47E6ACD8" w14:textId="77777777" w:rsidR="00C53268" w:rsidRDefault="00C53268" w:rsidP="00CF770B">
                        <w:pPr>
                          <w:jc w:val="center"/>
                        </w:pPr>
                        <w:r>
                          <w:t>OCSP</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Straight Arrow Connector 25" o:spid="_x0000_s1029" type="#_x0000_t34" style="position:absolute;left:21423;top:17740;width:2441;height:3537;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iLHcQAAADbAAAADwAAAGRycy9kb3ducmV2LnhtbESPT2vCQBTE7wW/w/KEXopuDFhs6ioi&#10;CI29VC14fWRfk8Xs2zS7+dNv7xYKPQ4z8xtmvR1tLXpqvXGsYDFPQBAXThsuFXxeDrMVCB+QNdaO&#10;ScEPedhuJg9rzLQb+ET9OZQiQthnqKAKocmk9EVFFv3cNcTR+3KtxRBlW0rd4hDhtpZpkjxLi4bj&#10;QoUN7SsqbufOKvjO38PHgg/Ny5AvO41X83Q0e6Uep+PuFUSgMfyH/9pvWkG6hN8v8QfIz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iIsdxAAAANsAAAAPAAAAAAAAAAAA&#10;AAAAAKECAABkcnMvZG93bnJldi54bWxQSwUGAAAAAAQABAD5AAAAkgMAAAAA&#10;" strokecolor="#4579b8 [3044]">
                  <v:stroke endarrow="open"/>
                </v:shape>
                <v:roundrect id="Rounded Rectangle 26" o:spid="_x0000_s1030" style="position:absolute;left:11473;top:13219;width:25879;height:506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oW8cMA&#10;AADbAAAADwAAAGRycy9kb3ducmV2LnhtbESPUWvCMBSF3wf+h3AHe5vpOhDpjGUrCDoErRvs9dJc&#10;m2JzU5Ko3b83wmCPh3POdziLcrS9uJAPnWMFL9MMBHHjdMetgu+v1fMcRIjIGnvHpOCXApTLycMC&#10;C+2uXNPlEFuRIBwKVGBiHAopQ2PIYpi6gTh5R+ctxiR9K7XHa4LbXuZZNpMWO04LBgeqDDWnw9kq&#10;2Pn6s95v8v3PK8Yq/zBzbM5bpZ4ex/c3EJHG+B/+a6+1gnwG9y/pB8jl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soW8cMAAADbAAAADwAAAAAAAAAAAAAAAACYAgAAZHJzL2Rv&#10;d25yZXYueG1sUEsFBgAAAAAEAAQA9QAAAIgDAAAAAA==&#10;" fillcolor="#254163 [1636]" stroked="f">
                  <v:fill color2="#4477b6 [3012]" rotate="t" angle="180" colors="0 #2c5d98;52429f #3c7bc7;1 #3a7ccb" focus="100%" type="gradient">
                    <o:fill v:ext="view" type="gradientUnscaled"/>
                  </v:fill>
                  <v:shadow on="t" color="black" opacity="22937f" origin=",.5" offset="0,.63889mm"/>
                  <v:textbox>
                    <w:txbxContent>
                      <w:p w14:paraId="45D80D68" w14:textId="77777777" w:rsidR="00C53268" w:rsidRDefault="00C53268" w:rsidP="00CF770B">
                        <w:pPr>
                          <w:jc w:val="center"/>
                        </w:pPr>
                        <w:r>
                          <w:t xml:space="preserve">DigiDoc libraries </w:t>
                        </w:r>
                      </w:p>
                      <w:p w14:paraId="0C8722EE" w14:textId="77777777" w:rsidR="00C53268" w:rsidRDefault="00C53268" w:rsidP="00CF770B">
                        <w:pPr>
                          <w:jc w:val="center"/>
                        </w:pPr>
                        <w:r>
                          <w:t>(C, Java)</w:t>
                        </w:r>
                      </w:p>
                    </w:txbxContent>
                  </v:textbox>
                </v:roundrect>
                <v:roundrect id="Rounded Rectangle 29" o:spid="_x0000_s1031" style="position:absolute;left:14523;top:8842;width:10522;height:412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WCg8MA&#10;AADbAAAADwAAAGRycy9kb3ducmV2LnhtbESPQWsCMRSE7wX/Q3iCt5p1C8WuRrFCoUqhrgpeH5vn&#10;ZnHzsiRR13/fFAo9DjPzDTNf9rYVN/KhcaxgMs5AEFdON1wrOB4+nqcgQkTW2DomBQ8KsFwMnuZY&#10;aHfnkm77WIsE4VCgAhNjV0gZKkMWw9h1xMk7O28xJulrqT3eE9y2Ms+yV2mx4bRgsKO1oeqyv1oF&#10;377clrtNvju9YFzn72aK1fVLqdGwX81AROrjf/iv/akV5G/w+yX9ALn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1WCg8MAAADbAAAADwAAAAAAAAAAAAAAAACYAgAAZHJzL2Rv&#10;d25yZXYueG1sUEsFBgAAAAAEAAQA9QAAAIgDAAAAAA==&#10;" fillcolor="#254163 [1636]" stroked="f">
                  <v:fill color2="#4477b6 [3012]" rotate="t" angle="180" colors="0 #2c5d98;52429f #3c7bc7;1 #3a7ccb" focus="100%" type="gradient">
                    <o:fill v:ext="view" type="gradientUnscaled"/>
                  </v:fill>
                  <v:shadow on="t" color="black" opacity="22937f" origin=",.5" offset="0,.63889mm"/>
                  <v:textbox>
                    <w:txbxContent>
                      <w:p w14:paraId="21AA6507" w14:textId="77777777" w:rsidR="00C53268" w:rsidRDefault="00C53268" w:rsidP="007A5E98">
                        <w:pPr>
                          <w:pStyle w:val="NormalWeb"/>
                          <w:spacing w:before="0" w:beforeAutospacing="0" w:after="120" w:afterAutospacing="0"/>
                          <w:jc w:val="both"/>
                        </w:pPr>
                        <w:r>
                          <w:rPr>
                            <w:rFonts w:ascii="Helvetica 45" w:eastAsia="Times New Roman" w:hAnsi="Helvetica 45"/>
                            <w:sz w:val="20"/>
                            <w:szCs w:val="20"/>
                            <w:lang w:val="et-EE"/>
                          </w:rPr>
                          <w:t>WebService</w:t>
                        </w:r>
                      </w:p>
                    </w:txbxContent>
                  </v:textbox>
                </v:roundrect>
                <v:roundrect id="Rounded Rectangle 30" o:spid="_x0000_s1032" style="position:absolute;left:1941;top:15721;width:7344;height:412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a9w8AA&#10;AADbAAAADwAAAGRycy9kb3ducmV2LnhtbERPXWvCMBR9H+w/hDvwbaZWEKlGUWEwZTCrgq+X5toU&#10;m5uSRK3/fnkQ9ng43/Nlb1txJx8axwpGwwwEceV0w7WC0/HrcwoiRGSNrWNS8KQAy8X72xwL7R5c&#10;0v0Qa5FCOBSowMTYFVKGypDFMHQdceIuzluMCfpaao+PFG5bmWfZRFpsODUY7GhjqLoeblbBry93&#10;5X6b789jjJt8baZY3X6UGnz0qxmISH38F7/c31rBOK1PX9IPkI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7a9w8AAAADbAAAADwAAAAAAAAAAAAAAAACYAgAAZHJzL2Rvd25y&#10;ZXYueG1sUEsFBgAAAAAEAAQA9QAAAIUDAAAAAA==&#10;" fillcolor="#254163 [1636]" stroked="f">
                  <v:fill color2="#4477b6 [3012]" rotate="t" angle="180" colors="0 #2c5d98;52429f #3c7bc7;1 #3a7ccb" focus="100%" type="gradient">
                    <o:fill v:ext="view" type="gradientUnscaled"/>
                  </v:fill>
                  <v:shadow on="t" color="black" opacity="22937f" origin=",.5" offset="0,.63889mm"/>
                  <v:textbox>
                    <w:txbxContent>
                      <w:p w14:paraId="0FA48177" w14:textId="77777777" w:rsidR="00C53268" w:rsidRDefault="00C53268" w:rsidP="007A5E98">
                        <w:pPr>
                          <w:pStyle w:val="NormalWeb"/>
                          <w:spacing w:before="0" w:beforeAutospacing="0" w:after="120" w:afterAutospacing="0"/>
                          <w:jc w:val="both"/>
                        </w:pPr>
                        <w:r>
                          <w:rPr>
                            <w:rFonts w:ascii="Helvetica 45" w:eastAsia="Times New Roman" w:hAnsi="Helvetica 45"/>
                            <w:sz w:val="20"/>
                            <w:szCs w:val="20"/>
                            <w:lang w:val="et-EE"/>
                          </w:rPr>
                          <w:t> MSSP</w:t>
                        </w:r>
                      </w:p>
                    </w:txbxContent>
                  </v:textbox>
                </v:roundrect>
                <v:rect id="Rectangle 27" o:spid="_x0000_s1033" style="position:absolute;left:25374;top:3325;width:7591;height:95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2mG8UA&#10;AADbAAAADwAAAGRycy9kb3ducmV2LnhtbESP3WrCQBSE7wXfYTlCb0Q3elEluooGhLZeFH8e4Jg9&#10;JsHs2ZDdxKRP3y0UvBxm5htmve1MKVqqXWFZwWwagSBOrS44U3C9HCZLEM4jaywtk4KeHGw3w8Ea&#10;Y22ffKL27DMRIOxiVJB7X8VSujQng25qK+Lg3W1t0AdZZ1LX+AxwU8p5FL1LgwWHhRwrSnJKH+fG&#10;KPj6bNpmX96PfbJPbj/9cjH+lkel3kbdbgXCU+df4f/2h1YwX8Dfl/AD5O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DaYbxQAAANsAAAAPAAAAAAAAAAAAAAAAAJgCAABkcnMv&#10;ZG93bnJldi54bWxQSwUGAAAAAAQABAD1AAAAigMAAAAA&#10;" fillcolor="#215a69 [1640]" stroked="f">
                  <v:fill color2="#3da5c1 [3016]" rotate="t" angle="180" colors="0 #2787a0;52429f #36b1d2;1 #34b3d6" focus="100%" type="gradient">
                    <o:fill v:ext="view" type="gradientUnscaled"/>
                  </v:fill>
                  <v:shadow on="t" color="black" opacity="22937f" origin=",.5" offset="0,.63889mm"/>
                  <v:textbox>
                    <w:txbxContent>
                      <w:p w14:paraId="7A792408" w14:textId="77777777" w:rsidR="00C53268" w:rsidRDefault="00C53268" w:rsidP="00D03AC4">
                        <w:pPr>
                          <w:jc w:val="center"/>
                        </w:pPr>
                        <w:r>
                          <w:t>DigiDoc Client3</w:t>
                        </w:r>
                      </w:p>
                    </w:txbxContent>
                  </v:textbox>
                </v:rect>
                <v:rect id="Rectangle 32" o:spid="_x0000_s1034" style="position:absolute;left:17266;top:3300;width:7588;height:52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OTXsUA&#10;AADbAAAADwAAAGRycy9kb3ducmV2LnhtbESP0WrCQBRE3wX/YblCX0rdqGAldRUNFFp9kFo/4Jq9&#10;JqHZuyG7iYlf7woFH4eZOcMs150pRUu1KywrmIwjEMSp1QVnCk6/n28LEM4jaywtk4KeHKxXw8ES&#10;Y22v/EPt0WciQNjFqCD3voqldGlOBt3YVsTBu9jaoA+yzqSu8RrgppTTKJpLgwWHhRwrSnJK/46N&#10;UbD7btpmW172fbJNzrd+8f56kHulXkbd5gOEp84/w//tL61gNoXHl/AD5Oo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o5NexQAAANsAAAAPAAAAAAAAAAAAAAAAAJgCAABkcnMv&#10;ZG93bnJldi54bWxQSwUGAAAAAAQABAD1AAAAigMAAAAA&#10;" fillcolor="#215a69 [1640]" stroked="f">
                  <v:fill color2="#3da5c1 [3016]" rotate="t" angle="180" colors="0 #2787a0;52429f #36b1d2;1 #34b3d6" focus="100%" type="gradient">
                    <o:fill v:ext="view" type="gradientUnscaled"/>
                  </v:fill>
                  <v:shadow on="t" color="black" opacity="22937f" origin=",.5" offset="0,.63889mm"/>
                  <v:textbox>
                    <w:txbxContent>
                      <w:p w14:paraId="7E043FC8" w14:textId="77777777" w:rsidR="00C53268" w:rsidRDefault="00C53268" w:rsidP="007A5E98">
                        <w:r>
                          <w:t>DigiDoc portal</w:t>
                        </w:r>
                      </w:p>
                    </w:txbxContent>
                  </v:textbox>
                </v:re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ouble Bracket 34" o:spid="_x0000_s1035" type="#_x0000_t185" style="position:absolute;left:920;top:2170;width:9487;height:32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mR8MA&#10;AADbAAAADwAAAGRycy9kb3ducmV2LnhtbESPQUsDMRSE7wX/Q3iCtzZr05ayNi1WKoiHQle9PzbP&#10;zeLmvWWTtuu/N4LgcZiZb5jNbgydutAQW2EL97MCFHEtruXGwvvb83QNKiZkh50wWfimCLvtzWSD&#10;pZMrn+hSpUZlCMcSLfiU+lLrWHsKGGfSE2fvU4aAKcuh0W7Aa4aHTs+LYqUDtpwXPPb05Kn+qs7B&#10;wkEWh2Vh1q18VM6L2Z9fjTlae3c7Pj6ASjSm//Bf+8VZMAv4/ZJ/gN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G/mR8MAAADbAAAADwAAAAAAAAAAAAAAAACYAgAAZHJzL2Rv&#10;d25yZXYueG1sUEsFBgAAAAAEAAQA9QAAAIgDAAAAAA==&#10;" strokecolor="#4f81bd [3204]" strokeweight="3pt">
                  <v:shadow on="t" color="black" opacity="22937f" origin=",.5" offset="0,.63889mm"/>
                  <v:textbox>
                    <w:txbxContent>
                      <w:p w14:paraId="6FCB74BB" w14:textId="77777777" w:rsidR="00C53268" w:rsidRDefault="00C53268" w:rsidP="007A5E98">
                        <w:pPr>
                          <w:pStyle w:val="NormalWeb"/>
                          <w:spacing w:before="0" w:beforeAutospacing="0" w:after="120" w:afterAutospacing="0"/>
                          <w:jc w:val="center"/>
                        </w:pPr>
                        <w:r>
                          <w:rPr>
                            <w:rFonts w:ascii="Helvetica 45" w:eastAsia="Times New Roman" w:hAnsi="Helvetica 45"/>
                            <w:sz w:val="20"/>
                            <w:szCs w:val="20"/>
                            <w:lang w:val="et-EE"/>
                          </w:rPr>
                          <w:t>Application</w:t>
                        </w:r>
                      </w:p>
                    </w:txbxContent>
                  </v:textbox>
                </v:shape>
                <v:shape id="Double Bracket 35" o:spid="_x0000_s1036" type="#_x0000_t185" style="position:absolute;left:36647;top:2091;width:9481;height:32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ND3MMA&#10;AADbAAAADwAAAGRycy9kb3ducmV2LnhtbESPQUvDQBSE74L/YXmCN7vRtVLSbIpKBfEgGO39kX3N&#10;hmbfC9ltG/+9Kwgeh5n5hqk2cxjUiabYC1u4XRSgiFtxPXcWvj5fblagYkJ2OAiThW+KsKkvLyos&#10;nZz5g05N6lSGcCzRgk9pLLWOraeAcSEjcfb2MgVMWU6ddhOeMzwM+q4oHnTAnvOCx5GePbWH5hgs&#10;bOV+uyzMqpdd47yYp+ObMe/WXl/Nj2tQieb0H/5rvzoLZgm/X/IP0P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yND3MMAAADbAAAADwAAAAAAAAAAAAAAAACYAgAAZHJzL2Rv&#10;d25yZXYueG1sUEsFBgAAAAAEAAQA9QAAAIgDAAAAAA==&#10;" strokecolor="#4f81bd [3204]" strokeweight="3pt">
                  <v:shadow on="t" color="black" opacity="22937f" origin=",.5" offset="0,.63889mm"/>
                  <v:textbox>
                    <w:txbxContent>
                      <w:p w14:paraId="175EF11E" w14:textId="77777777" w:rsidR="00C53268" w:rsidRDefault="00C53268" w:rsidP="007A5E98">
                        <w:pPr>
                          <w:pStyle w:val="NormalWeb"/>
                          <w:spacing w:before="0" w:beforeAutospacing="0" w:after="120" w:afterAutospacing="0"/>
                          <w:jc w:val="center"/>
                        </w:pPr>
                        <w:r>
                          <w:rPr>
                            <w:rFonts w:ascii="Helvetica 45" w:eastAsia="Times New Roman" w:hAnsi="Helvetica 45"/>
                            <w:sz w:val="20"/>
                            <w:szCs w:val="20"/>
                            <w:lang w:val="et-EE"/>
                          </w:rPr>
                          <w:t>Application</w:t>
                        </w:r>
                      </w:p>
                    </w:txbxContent>
                  </v:textbox>
                </v:shape>
                <v:shapetype id="_x0000_t33" coordsize="21600,21600" o:spt="33" o:oned="t" path="m,l21600,r,21600e" filled="f">
                  <v:stroke joinstyle="miter"/>
                  <v:path arrowok="t" fillok="f" o:connecttype="none"/>
                  <o:lock v:ext="edit" shapetype="t"/>
                </v:shapetype>
                <v:shape id="Straight Arrow Connector 36" o:spid="_x0000_s1037" type="#_x0000_t33" style="position:absolute;left:7363;top:3746;width:5460;height:8860;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8y1D8QAAADbAAAADwAAAGRycy9kb3ducmV2LnhtbESPQWsCMRSE74L/ITyhN81aQWRrlCoI&#10;LVSpa8HrY/PcbN28LJuoaX99IxQ8DjPzDTNfRtuIK3W+dqxgPMpAEJdO11wp+DpshjMQPiBrbByT&#10;gh/ysFz0e3PMtbvxnq5FqESCsM9RgQmhzaX0pSGLfuRa4uSdXGcxJNlVUnd4S3DbyOcsm0qLNacF&#10;gy2tDZXn4mIVHN+3u/C7mbTbj0sxK6M3359xpdTTIL6+gAgUwyP8337TCiZTuH9JP0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zLUPxAAAANsAAAAPAAAAAAAAAAAA&#10;AAAAAKECAABkcnMvZG93bnJldi54bWxQSwUGAAAAAAQABAD5AAAAkgMAAAAA&#10;" strokecolor="#4f81bd [3204]" strokeweight="2pt">
                  <v:stroke startarrow="open" endarrow="open"/>
                  <v:shadow on="t" color="black" opacity="24903f" origin=",.5" offset="0,.55556mm"/>
                </v:shape>
                <v:shape id="Straight Arrow Connector 37" o:spid="_x0000_s1038" type="#_x0000_t33" style="position:absolute;left:34174;top:8539;width:10392;height:4036;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3keMQAAADbAAAADwAAAGRycy9kb3ducmV2LnhtbESP3YrCMBSE74V9h3AW9kY0XRf8qUZZ&#10;BGHrhWD1AY7NsS02J6VJbX37jSB4OczMN8xq05tK3KlxpWUF3+MIBHFmdcm5gvNpN5qDcB5ZY2WZ&#10;FDzIwWb9MVhhrG3HR7qnPhcBwi5GBYX3dSylywoy6Ma2Jg7e1TYGfZBNLnWDXYCbSk6iaCoNlhwW&#10;CqxpW1B2S1ujYLvPF4tz0tpLUnc7fUqGj8OkVerrs/9dgvDU+3f41f7TCn5m8PwSfoB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DeR4xAAAANsAAAAPAAAAAAAAAAAA&#10;AAAAAKECAABkcnMvZG93bnJldi54bWxQSwUGAAAAAAQABAD5AAAAkgMAAAAA&#10;" strokecolor="#4f81bd [3204]" strokeweight="2pt">
                  <v:stroke startarrow="open" endarrow="open"/>
                  <v:shadow on="t" color="black" opacity="24903f" origin=",.5" offset="0,.55556mm"/>
                </v:shape>
                <v:roundrect id="Rounded Rectangle 39" o:spid="_x0000_s1039" style="position:absolute;left:34834;top:16513;width:12029;height:966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wUXsMA&#10;AADbAAAADwAAAGRycy9kb3ducmV2LnhtbESPQWsCMRSE70L/Q3iF3jTbFURXo7RCoS0FXRW8PjbP&#10;zdLNy5JE3f57UxA8DjPzDbNY9bYVF/KhcazgdZSBIK6cbrhWcNh/DKcgQkTW2DomBX8UYLV8Giyw&#10;0O7KJV12sRYJwqFABSbGrpAyVIYshpHriJN3ct5iTNLXUnu8JrhtZZ5lE2mx4bRgsKO1oep3d7YK&#10;Nr78Lrdf+fY4xrjO380Uq/OPUi/P/dscRKQ+PsL39qdWMJ7B/5f0A+Ty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owUXsMAAADbAAAADwAAAAAAAAAAAAAAAACYAgAAZHJzL2Rv&#10;d25yZXYueG1sUEsFBgAAAAAEAAQA9QAAAIgDAAAAAA==&#10;" fillcolor="#254163 [1636]" stroked="f">
                  <v:fill color2="#4477b6 [3012]" rotate="t" angle="180" colors="0 #2c5d98;52429f #3c7bc7;1 #3a7ccb" focus="100%" type="gradient">
                    <o:fill v:ext="view" type="gradientUnscaled"/>
                  </v:fill>
                  <v:shadow on="t" color="black" opacity="22937f" origin=",.5" offset="0,.63889mm"/>
                  <v:textbox>
                    <w:txbxContent>
                      <w:p w14:paraId="3F3B8C2B" w14:textId="77777777" w:rsidR="00C53268" w:rsidRDefault="00C53268" w:rsidP="00CF770B">
                        <w:pPr>
                          <w:pStyle w:val="NormalWeb"/>
                          <w:spacing w:before="0" w:beforeAutospacing="0" w:after="120" w:afterAutospacing="0"/>
                          <w:jc w:val="both"/>
                          <w:rPr>
                            <w:rFonts w:ascii="Helvetica 45" w:eastAsia="Times New Roman" w:hAnsi="Helvetica 45"/>
                            <w:sz w:val="20"/>
                            <w:szCs w:val="20"/>
                            <w:lang w:val="et-EE"/>
                          </w:rPr>
                        </w:pPr>
                        <w:r>
                          <w:rPr>
                            <w:rFonts w:ascii="Helvetica 45" w:eastAsia="Times New Roman" w:hAnsi="Helvetica 45"/>
                            <w:sz w:val="20"/>
                            <w:szCs w:val="20"/>
                            <w:lang w:val="et-EE"/>
                          </w:rPr>
                          <w:t>CAPI/CSP</w:t>
                        </w:r>
                      </w:p>
                      <w:p w14:paraId="6A7D15A0" w14:textId="77777777" w:rsidR="00C53268" w:rsidRDefault="00C53268" w:rsidP="00CF770B">
                        <w:pPr>
                          <w:pStyle w:val="NormalWeb"/>
                          <w:spacing w:before="0" w:beforeAutospacing="0" w:after="120" w:afterAutospacing="0"/>
                          <w:jc w:val="both"/>
                          <w:rPr>
                            <w:rFonts w:ascii="Helvetica 45" w:eastAsia="Times New Roman" w:hAnsi="Helvetica 45"/>
                            <w:sz w:val="20"/>
                            <w:szCs w:val="20"/>
                            <w:lang w:val="et-EE"/>
                          </w:rPr>
                        </w:pPr>
                        <w:r>
                          <w:rPr>
                            <w:rFonts w:ascii="Helvetica 45" w:eastAsia="Times New Roman" w:hAnsi="Helvetica 45"/>
                            <w:sz w:val="20"/>
                            <w:szCs w:val="20"/>
                            <w:lang w:val="et-EE"/>
                          </w:rPr>
                          <w:t>CNG/Minidriver</w:t>
                        </w:r>
                      </w:p>
                      <w:p w14:paraId="5BB38A51" w14:textId="77777777" w:rsidR="00C53268" w:rsidRDefault="00C53268" w:rsidP="00CF770B">
                        <w:pPr>
                          <w:pStyle w:val="NormalWeb"/>
                          <w:spacing w:before="0" w:beforeAutospacing="0" w:after="120" w:afterAutospacing="0"/>
                          <w:jc w:val="both"/>
                          <w:rPr>
                            <w:rFonts w:ascii="Helvetica 45" w:eastAsia="Times New Roman" w:hAnsi="Helvetica 45"/>
                            <w:sz w:val="20"/>
                            <w:szCs w:val="20"/>
                            <w:lang w:val="et-EE"/>
                          </w:rPr>
                        </w:pPr>
                        <w:r>
                          <w:rPr>
                            <w:rFonts w:ascii="Helvetica 45" w:eastAsia="Times New Roman" w:hAnsi="Helvetica 45"/>
                            <w:sz w:val="20"/>
                            <w:szCs w:val="20"/>
                            <w:lang w:val="et-EE"/>
                          </w:rPr>
                          <w:t>PKCS#11</w:t>
                        </w:r>
                      </w:p>
                      <w:p w14:paraId="11CE348C" w14:textId="77777777" w:rsidR="00C53268" w:rsidRDefault="00C53268" w:rsidP="00CF770B">
                        <w:pPr>
                          <w:pStyle w:val="NormalWeb"/>
                          <w:spacing w:before="0" w:beforeAutospacing="0" w:after="120" w:afterAutospacing="0"/>
                          <w:jc w:val="both"/>
                        </w:pPr>
                        <w:r>
                          <w:rPr>
                            <w:rFonts w:ascii="Helvetica 45" w:eastAsia="Times New Roman" w:hAnsi="Helvetica 45"/>
                            <w:sz w:val="20"/>
                            <w:szCs w:val="20"/>
                            <w:lang w:val="et-EE"/>
                          </w:rPr>
                          <w:t>PKCS#12</w:t>
                        </w:r>
                      </w:p>
                    </w:txbxContent>
                  </v:textbox>
                </v:roundrect>
                <v:shape id="Straight Arrow Connector 38" o:spid="_x0000_s1040" type="#_x0000_t33" style="position:absolute;left:7660;top:8859;width:4815;height:8910;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Oqfr4AAADbAAAADwAAAGRycy9kb3ducmV2LnhtbERPTYvCMBC9L/gfwgje1lRlpVSjqCB4&#10;ErYq4m1oxjbYTEoTtf57cxA8Pt73fNnZWjyo9caxgtEwAUFcOG24VHA8bH9TED4ga6wdk4IXeVgu&#10;ej9zzLR78j898lCKGMI+QwVVCE0mpS8qsuiHriGO3NW1FkOEbSl1i88Ybms5TpKptGg4NlTY0Kai&#10;4pbfrYL8+mdcfr5c0kDpaTteb3b7m1Fq0O9WMxCBuvAVf9w7rWASx8Yv8QfIxRs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uM6p+vgAAANsAAAAPAAAAAAAAAAAAAAAAAKEC&#10;AABkcnMvZG93bnJldi54bWxQSwUGAAAAAAQABAD5AAAAjAMAAAAA&#10;" strokecolor="#4f81bd [3204]" strokeweight="2pt">
                  <v:stroke startarrow="open" endarrow="open"/>
                  <v:shadow on="t" color="black" opacity="24903f" origin=",.5" offset="0,.55556mm"/>
                </v:shape>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lded Corner 40" o:spid="_x0000_s1041" type="#_x0000_t65" style="position:absolute;left:26737;top:20634;width:4743;height:30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W9ecEA&#10;AADbAAAADwAAAGRycy9kb3ducmV2LnhtbERPz2vCMBS+D/wfwhO8jDWdjDKqUaRY2EWYnZfdHs2z&#10;KW1eShNt998vB8Hjx/d7u59tL+40+taxgvckBUFcO91yo+DyU759gvABWWPvmBT8kYf9bvGyxVy7&#10;ic90r0IjYgj7HBWYEIZcSl8bsugTNxBH7upGiyHCsZF6xCmG216u0zSTFluODQYHKgzVXXWzCjJD&#10;p+LWl/JyDEM1f2dF9/pbKbVazocNiEBzeIof7i+t4COuj1/iD5C7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TVvXnBAAAA2wAAAA8AAAAAAAAAAAAAAAAAmAIAAGRycy9kb3du&#10;cmV2LnhtbFBLBQYAAAAABAAEAPUAAACGAwAAAAA=&#10;" adj="18000" fillcolor="#4bacc6 [3208]" strokecolor="#205867 [1608]" strokeweight="2pt">
                  <v:textbox>
                    <w:txbxContent>
                      <w:p w14:paraId="7B99C636" w14:textId="77777777" w:rsidR="00C53268" w:rsidRDefault="00C53268" w:rsidP="00D03AC4">
                        <w:pPr>
                          <w:jc w:val="center"/>
                        </w:pPr>
                        <w:r>
                          <w:t>XML</w:t>
                        </w:r>
                      </w:p>
                    </w:txbxContent>
                  </v:textbox>
                </v:shape>
                <v:line id="Straight Connector 41" o:spid="_x0000_s1042" style="position:absolute;visibility:visible;mso-wrap-style:square" from="24412,18288" to="29109,206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AN3HsQAAADbAAAADwAAAGRycy9kb3ducmV2LnhtbESPUWsCMRCE3wv9D2ELfas5tYpejSIF&#10;QWpf1P6A7WW9O7xsrslWz/56UxB8HGbmG2a26FyjThRi7dlAv5eBIi68rbk08LVfvUxARUG22Hgm&#10;AxeKsJg/Pswwt/7MWzrtpFQJwjFHA5VIm2sdi4ocxp5viZN38MGhJBlKbQOeE9w1epBlY+2w5rRQ&#10;YUvvFRXH3a8z8LP5XMfLdzOQ8ejv4xiWk6kMozHPT93yDZRQJ/fwrb22Bl778P8l/QA9v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A3cexAAAANsAAAAPAAAAAAAAAAAA&#10;AAAAAKECAABkcnMvZG93bnJldi54bWxQSwUGAAAAAAQABAD5AAAAkgMAAAAA&#10;" strokecolor="#4579b8 [3044]"/>
                <v:shapetype id="_x0000_t32" coordsize="21600,21600" o:spt="32" o:oned="t" path="m,l21600,21600e" filled="f">
                  <v:path arrowok="t" fillok="f" o:connecttype="none"/>
                  <o:lock v:ext="edit" shapetype="t"/>
                </v:shapetype>
                <v:shape id="Straight Arrow Connector 42" o:spid="_x0000_s1043" type="#_x0000_t32" style="position:absolute;left:5613;top:19848;width:30;height:380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WajKsUAAADbAAAADwAAAGRycy9kb3ducmV2LnhtbESPQWvCQBSE7wX/w/KEXkrdVItIdCMi&#10;tBSRgrGgx0f2JZs2+zZktxr99a5Q6HGYmW+YxbK3jThR52vHCl5GCQjiwumaKwVf+7fnGQgfkDU2&#10;jknBhTwss8HDAlPtzryjUx4qESHsU1RgQmhTKX1hyKIfuZY4eqXrLIYou0rqDs8Rbhs5TpKptFhz&#10;XDDY0tpQ8ZP/WgXH66zqd8fJ9+Fza7bveUl+Q09KPQ771RxEoD78h//aH1rB6xjuX+IPkNk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WajKsUAAADbAAAADwAAAAAAAAAA&#10;AAAAAAChAgAAZHJzL2Rvd25yZXYueG1sUEsFBgAAAAAEAAQA+QAAAJMDAAAAAA==&#10;" strokecolor="#4f81bd [3204]" strokeweight="2pt">
                  <v:stroke startarrow="open" endarrow="open"/>
                  <v:shadow on="t" color="black" opacity="24903f" origin=",.5" offset="0,.55556mm"/>
                </v:shape>
                <v:shape id="Picture 44" o:spid="_x0000_s1044" type="#_x0000_t75" style="position:absolute;left:2696;top:23654;width:5894;height:589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asciPDAAAA2wAAAA8AAABkcnMvZG93bnJldi54bWxEj0Frg0AUhO+F/oflFXpr1hYRMdkEKRQK&#10;XlrrJbeH+6om7ltx17j5991AoMdhZr5hdodgRnGh2Q2WFbxuEhDErdUDdwqan4+XHITzyBpHy6Tg&#10;Sg4O+8eHHRbarvxNl9p3IkLYFaig934qpHRtTwbdxk7E0fu1s0Ef5dxJPeMa4WaUb0mSSYMDx4Ue&#10;J3rvqT3Xi1GQH8twDo7WryZrzHI9VdVprJR6fgrlFoSn4P/D9/anVpCmcPsSf4Dc/w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RqxyI8MAAADbAAAADwAAAAAAAAAAAAAAAACf&#10;AgAAZHJzL2Rvd25yZXYueG1sUEsFBgAAAAAEAAQA9wAAAI8DAAAAAA==&#10;">
                  <v:imagedata r:id="rId11" o:title=""/>
                  <v:path arrowok="t"/>
                </v:shape>
                <v:shape id="Picture 48" o:spid="_x0000_s1045" type="#_x0000_t75" style="position:absolute;left:34691;top:26178;width:10604;height:71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8Bug2+AAAA2wAAAA8AAABkcnMvZG93bnJldi54bWxET8uKwjAU3QvzD+EK7mzig2GsRhkEwd3g&#10;YzHLS3Ntqs1NSaLWv58shFkeznu16V0rHhRi41nDpFAgiCtvGq41nE+78ReImJANtp5Jw4sibNYf&#10;gxWWxj/5QI9jqkUO4ViiBptSV0oZK0sOY+E74sxdfHCYMgy1NAGfOdy1cqrUp3TYcG6w2NHWUnU7&#10;3p2GOlQnO7/hVF3vfuZ+f3ihLGs9GvbfSxCJ+vQvfrv3RsM8j81f8g+Q6z8A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L8Bug2+AAAA2wAAAA8AAAAAAAAAAAAAAAAAnwIAAGRy&#10;cy9kb3ducmV2LnhtbFBLBQYAAAAABAAEAPcAAACKAwAAAAA=&#10;">
                  <v:imagedata r:id="rId12" o:title=""/>
                  <v:path arrowok="t"/>
                </v:shape>
                <v:line id="Straight Connector 49" o:spid="_x0000_s1046" style="position:absolute;flip:x;visibility:visible;mso-wrap-style:square" from="39993,24357" to="40422,26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BJfsUAAADbAAAADwAAAGRycy9kb3ducmV2LnhtbESPW2vCQBSE34X+h+UUfKsbL1RNXUUE&#10;MVjw/tDHQ/Y0Cc2ejdnVpP313ULBx2FmvmFmi9aU4k61Kywr6PciEMSp1QVnCi7n9csEhPPIGkvL&#10;pOCbHCzmT50Zxto2fKT7yWciQNjFqCD3voqldGlOBl3PVsTB+7S1QR9knUldYxPgppSDKHqVBgsO&#10;CzlWtMop/TrdjIIk4e32h9f7j/7huvHD4n03asZKdZ/b5RsIT61/hP/biVYwmsLfl/AD5P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zBJfsUAAADbAAAADwAAAAAAAAAA&#10;AAAAAAChAgAAZHJzL2Rvd25yZXYueG1sUEsFBgAAAAAEAAQA+QAAAJMDAAAAAA==&#10;" strokecolor="#4579b8 [3044]"/>
                <v:shapetype id="_x0000_t202" coordsize="21600,21600" o:spt="202" path="m,l,21600r21600,l21600,xe">
                  <v:stroke joinstyle="miter"/>
                  <v:path gradientshapeok="t" o:connecttype="rect"/>
                </v:shapetype>
                <v:shape id="Text Box 50" o:spid="_x0000_s1047" type="#_x0000_t202" style="position:absolute;left:41388;top:30270;width:7191;height:2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2jT8IA&#10;AADbAAAADwAAAGRycy9kb3ducmV2LnhtbERPTWvCQBC9F/wPywje6saARaKrSCBYxB5ivfQ2Zsck&#10;mJ2N2a2J/fXdg+Dx8b5Xm8E04k6dqy0rmE0jEMSF1TWXCk7f2fsChPPIGhvLpOBBDjbr0dsKE217&#10;zul+9KUIIewSVFB53yZSuqIig25qW+LAXWxn0AfYlVJ32Idw08g4ij6kwZpDQ4UtpRUV1+OvUbBP&#10;sy/Mz7FZ/DXp7nDZtrfTz1ypyXjYLkF4GvxL/HR/agXzsD58CT9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faNPwgAAANsAAAAPAAAAAAAAAAAAAAAAAJgCAABkcnMvZG93&#10;bnJldi54bWxQSwUGAAAAAAQABAD1AAAAhwMAAAAA&#10;" filled="f" stroked="f" strokeweight=".5pt">
                  <v:textbox>
                    <w:txbxContent>
                      <w:p w14:paraId="5D1F1E02" w14:textId="77777777" w:rsidR="00C53268" w:rsidRDefault="00C53268">
                        <w:r>
                          <w:t>ID card</w:t>
                        </w:r>
                      </w:p>
                    </w:txbxContent>
                  </v:textbox>
                </v:shape>
                <v:shape id="Text Box 50" o:spid="_x0000_s1048" type="#_x0000_t202" style="position:absolute;left:6139;top:28325;width:9673;height:26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OYo8UA&#10;AADbAAAADwAAAGRycy9kb3ducmV2LnhtbESPQWvCQBSE70L/w/IK3szGgCJpVpGAtEh70Hrp7TX7&#10;TILZt2l2m6T99a4geBxm5hsm24ymET11rrasYB7FIIgLq2suFZw+d7MVCOeRNTaWScEfOdisnyYZ&#10;ptoOfKD+6EsRIOxSVFB536ZSuqIigy6yLXHwzrYz6IPsSqk7HALcNDKJ46U0WHNYqLClvKLicvw1&#10;Cvb57gMP34lZ/Tf56/t52/6cvhZKTZ/H7QsIT6N/hO/tN61gkcDtS/gBcn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45ijxQAAANsAAAAPAAAAAAAAAAAAAAAAAJgCAABkcnMv&#10;ZG93bnJldi54bWxQSwUGAAAAAAQABAD1AAAAigMAAAAA&#10;" filled="f" stroked="f" strokeweight=".5pt">
                  <v:textbox>
                    <w:txbxContent>
                      <w:p w14:paraId="5BB481C0" w14:textId="77777777" w:rsidR="00C53268" w:rsidRDefault="00C53268" w:rsidP="001025B1">
                        <w:pPr>
                          <w:pStyle w:val="NormalWeb"/>
                          <w:spacing w:before="0" w:beforeAutospacing="0" w:after="120" w:afterAutospacing="0"/>
                          <w:jc w:val="both"/>
                        </w:pPr>
                        <w:r>
                          <w:rPr>
                            <w:rFonts w:ascii="Helvetica 45" w:eastAsia="Times New Roman" w:hAnsi="Helvetica 45"/>
                            <w:sz w:val="20"/>
                            <w:szCs w:val="20"/>
                            <w:lang w:val="et-EE"/>
                          </w:rPr>
                          <w:t>Mobile phone</w:t>
                        </w:r>
                      </w:p>
                    </w:txbxContent>
                  </v:textbox>
                </v:shape>
                <w10:anchorlock/>
              </v:group>
            </w:pict>
          </mc:Fallback>
        </mc:AlternateContent>
      </w:r>
    </w:p>
    <w:p w14:paraId="29715332" w14:textId="77777777" w:rsidR="00C7672F" w:rsidRPr="00751DBB" w:rsidRDefault="008243C2" w:rsidP="00B844A3">
      <w:pPr>
        <w:pStyle w:val="Caption"/>
        <w:rPr>
          <w:lang w:val="en-GB"/>
        </w:rPr>
      </w:pPr>
      <w:r w:rsidRPr="00751DBB">
        <w:rPr>
          <w:lang w:val="en-GB"/>
        </w:rPr>
        <w:fldChar w:fldCharType="begin"/>
      </w:r>
      <w:r w:rsidRPr="00751DBB">
        <w:rPr>
          <w:lang w:val="en-GB"/>
        </w:rPr>
        <w:instrText xml:space="preserve"> SEQ Joonis \* ARABIC </w:instrText>
      </w:r>
      <w:r w:rsidRPr="00751DBB">
        <w:rPr>
          <w:lang w:val="en-GB"/>
        </w:rPr>
        <w:fldChar w:fldCharType="separate"/>
      </w:r>
      <w:r w:rsidR="00E0723E">
        <w:rPr>
          <w:noProof/>
          <w:lang w:val="en-GB"/>
        </w:rPr>
        <w:t>1</w:t>
      </w:r>
      <w:r w:rsidRPr="00751DBB">
        <w:rPr>
          <w:noProof/>
          <w:lang w:val="en-GB"/>
        </w:rPr>
        <w:fldChar w:fldCharType="end"/>
      </w:r>
      <w:r w:rsidR="00B844A3" w:rsidRPr="00751DBB">
        <w:rPr>
          <w:lang w:val="en-GB"/>
        </w:rPr>
        <w:t xml:space="preserve"> DigiDoc framework</w:t>
      </w:r>
    </w:p>
    <w:p w14:paraId="7B917CD4" w14:textId="77777777" w:rsidR="00C0673E" w:rsidRPr="00751DBB" w:rsidRDefault="00C0673E" w:rsidP="00654204">
      <w:pPr>
        <w:spacing w:line="276" w:lineRule="auto"/>
        <w:rPr>
          <w:lang w:val="en-GB"/>
        </w:rPr>
      </w:pPr>
      <w:r w:rsidRPr="00751DBB">
        <w:rPr>
          <w:lang w:val="en-GB"/>
        </w:rPr>
        <w:t xml:space="preserve">It is easy to integrate DigiDoc components </w:t>
      </w:r>
      <w:r w:rsidR="00613597" w:rsidRPr="00751DBB">
        <w:rPr>
          <w:lang w:val="en-GB"/>
        </w:rPr>
        <w:t>in</w:t>
      </w:r>
      <w:r w:rsidRPr="00751DBB">
        <w:rPr>
          <w:lang w:val="en-GB"/>
        </w:rPr>
        <w:t>to existing applications in order to allow for creation, handling, forwarding and verification of digital signatures and support file</w:t>
      </w:r>
      <w:r w:rsidR="00AD55D5" w:rsidRPr="00751DBB">
        <w:rPr>
          <w:lang w:val="en-GB"/>
        </w:rPr>
        <w:t xml:space="preserve"> encryption/decryption. All </w:t>
      </w:r>
      <w:r w:rsidR="00654204" w:rsidRPr="00751DBB">
        <w:rPr>
          <w:lang w:val="en-GB"/>
        </w:rPr>
        <w:t>applications share a common</w:t>
      </w:r>
      <w:r w:rsidRPr="00751DBB">
        <w:rPr>
          <w:lang w:val="en-GB"/>
        </w:rPr>
        <w:t xml:space="preserve"> digitally si</w:t>
      </w:r>
      <w:r w:rsidR="00654204" w:rsidRPr="00751DBB">
        <w:rPr>
          <w:lang w:val="en-GB"/>
        </w:rPr>
        <w:t>gned file format (current versio</w:t>
      </w:r>
      <w:r w:rsidRPr="00751DBB">
        <w:rPr>
          <w:lang w:val="en-GB"/>
        </w:rPr>
        <w:t xml:space="preserve">n DIGIDOC-XML 1.3) which is a profile of </w:t>
      </w:r>
      <w:r w:rsidR="003B6146" w:rsidRPr="00751DBB">
        <w:rPr>
          <w:lang w:val="en-GB"/>
        </w:rPr>
        <w:t>XAdES</w:t>
      </w:r>
      <w:r w:rsidR="00AD55D5" w:rsidRPr="00751DBB">
        <w:rPr>
          <w:lang w:val="en-GB"/>
        </w:rPr>
        <w:t>.</w:t>
      </w:r>
    </w:p>
    <w:p w14:paraId="176EBECA" w14:textId="77777777" w:rsidR="00AB547D" w:rsidRPr="00751DBB" w:rsidRDefault="00AB547D" w:rsidP="00D56B07">
      <w:pPr>
        <w:pStyle w:val="Heading2"/>
        <w:rPr>
          <w:lang w:val="en-GB"/>
        </w:rPr>
      </w:pPr>
      <w:bookmarkStart w:id="5" w:name="_Toc410733894"/>
      <w:r w:rsidRPr="00751DBB">
        <w:rPr>
          <w:lang w:val="en-GB"/>
        </w:rPr>
        <w:t>DigiDoc security model</w:t>
      </w:r>
      <w:bookmarkEnd w:id="5"/>
    </w:p>
    <w:p w14:paraId="0E9A02E8" w14:textId="77777777" w:rsidR="0080784E" w:rsidRPr="00751DBB" w:rsidRDefault="0083715B" w:rsidP="009374E8">
      <w:pPr>
        <w:rPr>
          <w:lang w:val="en-GB"/>
        </w:rPr>
      </w:pPr>
      <w:r w:rsidRPr="00751DBB">
        <w:rPr>
          <w:lang w:val="en-GB"/>
        </w:rPr>
        <w:t xml:space="preserve">The </w:t>
      </w:r>
      <w:r w:rsidR="00CC0F7B" w:rsidRPr="00751DBB">
        <w:rPr>
          <w:lang w:val="en-GB"/>
        </w:rPr>
        <w:t xml:space="preserve">general </w:t>
      </w:r>
      <w:r w:rsidRPr="00751DBB">
        <w:rPr>
          <w:lang w:val="en-GB"/>
        </w:rPr>
        <w:t>security model</w:t>
      </w:r>
      <w:r w:rsidR="00CC0F7B" w:rsidRPr="00751DBB">
        <w:rPr>
          <w:lang w:val="en-GB"/>
        </w:rPr>
        <w:t xml:space="preserve"> of</w:t>
      </w:r>
      <w:r w:rsidRPr="00751DBB">
        <w:rPr>
          <w:lang w:val="en-GB"/>
        </w:rPr>
        <w:t xml:space="preserve"> </w:t>
      </w:r>
      <w:r w:rsidR="00CC0F7B" w:rsidRPr="00751DBB">
        <w:rPr>
          <w:lang w:val="en-GB"/>
        </w:rPr>
        <w:t>t</w:t>
      </w:r>
      <w:r w:rsidRPr="00751DBB">
        <w:rPr>
          <w:lang w:val="en-GB"/>
        </w:rPr>
        <w:t>he DigiDoc and Open</w:t>
      </w:r>
      <w:r w:rsidR="00FD6F04" w:rsidRPr="00751DBB">
        <w:rPr>
          <w:lang w:val="en-GB"/>
        </w:rPr>
        <w:t>XAdES</w:t>
      </w:r>
      <w:r w:rsidRPr="00751DBB">
        <w:rPr>
          <w:lang w:val="en-GB"/>
        </w:rPr>
        <w:t xml:space="preserve"> ideology</w:t>
      </w:r>
      <w:r w:rsidR="00CC0F7B" w:rsidRPr="00751DBB">
        <w:rPr>
          <w:lang w:val="en-GB"/>
        </w:rPr>
        <w:t xml:space="preserve"> </w:t>
      </w:r>
      <w:r w:rsidRPr="00751DBB">
        <w:rPr>
          <w:lang w:val="en-GB"/>
        </w:rPr>
        <w:t xml:space="preserve">works </w:t>
      </w:r>
      <w:r w:rsidR="00CC0F7B" w:rsidRPr="00751DBB">
        <w:rPr>
          <w:lang w:val="en-GB"/>
        </w:rPr>
        <w:t>by obtaining</w:t>
      </w:r>
      <w:r w:rsidR="00654204" w:rsidRPr="00751DBB">
        <w:rPr>
          <w:lang w:val="en-GB"/>
        </w:rPr>
        <w:t xml:space="preserve"> </w:t>
      </w:r>
      <w:r w:rsidRPr="00751DBB">
        <w:rPr>
          <w:lang w:val="en-GB"/>
        </w:rPr>
        <w:t>proof of validity of the signer’</w:t>
      </w:r>
      <w:r w:rsidR="006E3238" w:rsidRPr="00751DBB">
        <w:rPr>
          <w:lang w:val="en-GB"/>
        </w:rPr>
        <w:t xml:space="preserve">s </w:t>
      </w:r>
      <w:r w:rsidR="003150F4" w:rsidRPr="00751DBB">
        <w:rPr>
          <w:lang w:val="en-GB"/>
        </w:rPr>
        <w:t xml:space="preserve">X.509 </w:t>
      </w:r>
      <w:r w:rsidR="00C40938" w:rsidRPr="00751DBB">
        <w:rPr>
          <w:lang w:val="en-GB"/>
        </w:rPr>
        <w:t xml:space="preserve">digital </w:t>
      </w:r>
      <w:r w:rsidR="006E3238" w:rsidRPr="00751DBB">
        <w:rPr>
          <w:lang w:val="en-GB"/>
        </w:rPr>
        <w:t>certificate</w:t>
      </w:r>
      <w:r w:rsidRPr="00751DBB">
        <w:rPr>
          <w:lang w:val="en-GB"/>
        </w:rPr>
        <w:t xml:space="preserve"> </w:t>
      </w:r>
      <w:r w:rsidR="00C40938" w:rsidRPr="00751DBB">
        <w:rPr>
          <w:lang w:val="en-GB"/>
        </w:rPr>
        <w:t xml:space="preserve">issued by a certificate authority (CA) </w:t>
      </w:r>
      <w:r w:rsidRPr="00751DBB">
        <w:rPr>
          <w:lang w:val="en-GB"/>
        </w:rPr>
        <w:t>at</w:t>
      </w:r>
      <w:r w:rsidR="00CC0F7B" w:rsidRPr="00751DBB">
        <w:rPr>
          <w:lang w:val="en-GB"/>
        </w:rPr>
        <w:t xml:space="preserve"> the time of signature creation. </w:t>
      </w:r>
    </w:p>
    <w:p w14:paraId="456E489C" w14:textId="57749733" w:rsidR="000E7319" w:rsidRPr="005E05FF" w:rsidRDefault="000E7319" w:rsidP="000E7319">
      <w:r w:rsidRPr="005E05FF">
        <w:t>This proof (also named as “time-mark”) is obtained in the format of Online Certificate Status Protocol (OCSP,</w:t>
      </w:r>
      <w:r>
        <w:t xml:space="preserve"> </w:t>
      </w:r>
      <w:r w:rsidR="00BB5C4B">
        <w:fldChar w:fldCharType="begin"/>
      </w:r>
      <w:r w:rsidR="00BB5C4B">
        <w:instrText xml:space="preserve"> REF _Ref374294389 \r \h </w:instrText>
      </w:r>
      <w:r w:rsidR="00BB5C4B">
        <w:fldChar w:fldCharType="separate"/>
      </w:r>
      <w:r w:rsidR="00E0723E">
        <w:t>[5]</w:t>
      </w:r>
      <w:r w:rsidR="00BB5C4B">
        <w:fldChar w:fldCharType="end"/>
      </w:r>
      <w:r w:rsidRPr="005E05FF">
        <w:t xml:space="preserve">) response. Also, the hash of the created signature is sent within the OCSP request and received back within the response. This allows interpreting of the positive OCSP response as “at the time I saw this digitally signed file, corresponding certificate was valid”, meaning that the OCSP response gives proof for the signer certificate’s validity and also proof of the time when the signature existed. Thus, the time of issuing the OCSP response is interpreted as trusted signature creation time. </w:t>
      </w:r>
    </w:p>
    <w:p w14:paraId="32E469B5" w14:textId="77777777" w:rsidR="000E7319" w:rsidRPr="005E05FF" w:rsidRDefault="000E7319" w:rsidP="000E7319">
      <w:r w:rsidRPr="005E05FF">
        <w:t>The OCSP response is stored within the signed document. This allows the signing time and signer certificate’s validity to be validated later on, even after the signer’s certificate has become invalid.</w:t>
      </w:r>
    </w:p>
    <w:p w14:paraId="7FB800D8" w14:textId="62BD0E01" w:rsidR="00CC0F7B" w:rsidRPr="00751DBB" w:rsidRDefault="00CC0F7B" w:rsidP="009374E8">
      <w:pPr>
        <w:rPr>
          <w:lang w:val="en-GB"/>
        </w:rPr>
      </w:pPr>
    </w:p>
    <w:p w14:paraId="5105523B" w14:textId="77777777" w:rsidR="00CC0F7B" w:rsidRPr="00751DBB" w:rsidRDefault="00CC0F7B" w:rsidP="009374E8">
      <w:pPr>
        <w:rPr>
          <w:lang w:val="en-GB"/>
        </w:rPr>
      </w:pPr>
      <w:r w:rsidRPr="00751DBB">
        <w:rPr>
          <w:lang w:val="en-GB"/>
        </w:rPr>
        <w:t>The OCSP service is acting as a digital e-notary confirming signatures created</w:t>
      </w:r>
      <w:r w:rsidR="006E3238" w:rsidRPr="00751DBB">
        <w:rPr>
          <w:lang w:val="en-GB"/>
        </w:rPr>
        <w:t xml:space="preserve"> </w:t>
      </w:r>
      <w:r w:rsidRPr="00751DBB">
        <w:rPr>
          <w:lang w:val="en-GB"/>
        </w:rPr>
        <w:t xml:space="preserve">locally with </w:t>
      </w:r>
      <w:r w:rsidR="00613597" w:rsidRPr="00751DBB">
        <w:rPr>
          <w:lang w:val="en-GB"/>
        </w:rPr>
        <w:t xml:space="preserve">a </w:t>
      </w:r>
      <w:r w:rsidRPr="00751DBB">
        <w:rPr>
          <w:lang w:val="en-GB"/>
        </w:rPr>
        <w:t>smart</w:t>
      </w:r>
      <w:r w:rsidR="0080784E" w:rsidRPr="00751DBB">
        <w:rPr>
          <w:lang w:val="en-GB"/>
        </w:rPr>
        <w:t xml:space="preserve"> </w:t>
      </w:r>
      <w:r w:rsidRPr="00751DBB">
        <w:rPr>
          <w:lang w:val="en-GB"/>
        </w:rPr>
        <w:t xml:space="preserve">card. From infrastructure side, this security model requires a standard </w:t>
      </w:r>
      <w:r w:rsidR="004E2C76" w:rsidRPr="00751DBB">
        <w:rPr>
          <w:lang w:val="en-GB"/>
        </w:rPr>
        <w:t>OCSP</w:t>
      </w:r>
      <w:r w:rsidRPr="00751DBB">
        <w:rPr>
          <w:lang w:val="en-GB"/>
        </w:rPr>
        <w:t xml:space="preserve"> responder. Hash of the signature is placed on the “nonce” field of the OCSP request structure. In order to achieve the freshest certificate validity information, it is recommended to run the OCSP responder in “real-time” mode meaning that:</w:t>
      </w:r>
    </w:p>
    <w:p w14:paraId="543093B3" w14:textId="77777777" w:rsidR="00CC0F7B" w:rsidRPr="00751DBB" w:rsidRDefault="00CC0F7B" w:rsidP="00602608">
      <w:pPr>
        <w:pStyle w:val="ListParagraph"/>
        <w:numPr>
          <w:ilvl w:val="0"/>
          <w:numId w:val="5"/>
        </w:numPr>
        <w:rPr>
          <w:lang w:val="en-GB"/>
        </w:rPr>
      </w:pPr>
      <w:r w:rsidRPr="00751DBB">
        <w:rPr>
          <w:lang w:val="en-GB"/>
        </w:rPr>
        <w:t>certificate validity information is obtained from live database rather than from CRL (</w:t>
      </w:r>
      <w:r w:rsidR="003B6146" w:rsidRPr="00751DBB">
        <w:rPr>
          <w:lang w:val="en-GB"/>
        </w:rPr>
        <w:t>Certificate Revocation</w:t>
      </w:r>
      <w:r w:rsidRPr="00751DBB">
        <w:rPr>
          <w:lang w:val="en-GB"/>
        </w:rPr>
        <w:t xml:space="preserve"> List)</w:t>
      </w:r>
    </w:p>
    <w:p w14:paraId="669F13F0" w14:textId="77777777" w:rsidR="00CC0F7B" w:rsidRPr="00751DBB" w:rsidRDefault="00CC0F7B" w:rsidP="00602608">
      <w:pPr>
        <w:pStyle w:val="ListParagraph"/>
        <w:numPr>
          <w:ilvl w:val="0"/>
          <w:numId w:val="5"/>
        </w:numPr>
        <w:rPr>
          <w:lang w:val="en-GB"/>
        </w:rPr>
      </w:pPr>
      <w:r w:rsidRPr="00751DBB">
        <w:rPr>
          <w:lang w:val="en-GB"/>
        </w:rPr>
        <w:t>the time value in the OCSP response is actual (as precise as possible)</w:t>
      </w:r>
    </w:p>
    <w:p w14:paraId="7FCCDD30" w14:textId="77777777" w:rsidR="00CC0F7B" w:rsidRPr="00751DBB" w:rsidRDefault="00CC0F7B" w:rsidP="009374E8">
      <w:pPr>
        <w:rPr>
          <w:lang w:val="en-GB"/>
        </w:rPr>
      </w:pPr>
      <w:r w:rsidRPr="00751DBB">
        <w:rPr>
          <w:lang w:val="en-GB"/>
        </w:rPr>
        <w:t>To achieve long-time validity of digital signatures, a secure log system is employed within the model. All OCSP responses and changes in certificate validity are securely logged to preserve digital signature validity even after private key compromise of CA or OCSP responder. It is important to notice that additional time-stamps are not necessary when employing the security model described:</w:t>
      </w:r>
    </w:p>
    <w:p w14:paraId="714E7611" w14:textId="77777777" w:rsidR="00CC0F7B" w:rsidRPr="00751DBB" w:rsidRDefault="00CC0F7B" w:rsidP="00602608">
      <w:pPr>
        <w:pStyle w:val="ListParagraph"/>
        <w:numPr>
          <w:ilvl w:val="0"/>
          <w:numId w:val="6"/>
        </w:numPr>
        <w:rPr>
          <w:lang w:val="en-GB"/>
        </w:rPr>
      </w:pPr>
      <w:r w:rsidRPr="00751DBB">
        <w:rPr>
          <w:lang w:val="en-GB"/>
        </w:rPr>
        <w:t>time of signing and time of obtaining validity information is indicated in the OCSP response</w:t>
      </w:r>
    </w:p>
    <w:p w14:paraId="6A145F49" w14:textId="77777777" w:rsidR="00BA7383" w:rsidRPr="00751DBB" w:rsidRDefault="00CC0F7B" w:rsidP="00602608">
      <w:pPr>
        <w:pStyle w:val="ListParagraph"/>
        <w:numPr>
          <w:ilvl w:val="0"/>
          <w:numId w:val="6"/>
        </w:numPr>
        <w:rPr>
          <w:lang w:val="en-GB"/>
        </w:rPr>
      </w:pPr>
      <w:r w:rsidRPr="00751DBB">
        <w:rPr>
          <w:lang w:val="en-GB"/>
        </w:rPr>
        <w:t>the secure log provides for long-time validity without need for archival timestamps</w:t>
      </w:r>
    </w:p>
    <w:p w14:paraId="2A987020" w14:textId="77777777" w:rsidR="0035039E" w:rsidRPr="00751DBB" w:rsidRDefault="00883A13" w:rsidP="0035039E">
      <w:pPr>
        <w:keepNext/>
        <w:rPr>
          <w:lang w:val="en-GB"/>
        </w:rPr>
      </w:pPr>
      <w:r w:rsidRPr="00751DBB">
        <w:rPr>
          <w:noProof/>
          <w:lang w:val="et-EE" w:eastAsia="et-EE"/>
        </w:rPr>
        <mc:AlternateContent>
          <mc:Choice Requires="wpc">
            <w:drawing>
              <wp:inline distT="0" distB="0" distL="0" distR="0" wp14:anchorId="6F5BFDE8" wp14:editId="372895F5">
                <wp:extent cx="4986020" cy="3079750"/>
                <wp:effectExtent l="0" t="0" r="24130" b="25400"/>
                <wp:docPr id="28" name="Canvas 46115"/>
                <wp:cNvGraphicFramePr>
                  <a:graphicFrameLocks xmlns:a="http://schemas.openxmlformats.org/drawingml/2006/main"/>
                </wp:cNvGraphicFramePr>
                <a:graphic xmlns:a="http://schemas.openxmlformats.org/drawingml/2006/main">
                  <a:graphicData uri="http://schemas.microsoft.com/office/word/2010/wordprocessingCanvas">
                    <wpc:wpc>
                      <wpc:bg/>
                      <wpc:whole>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wpc:whole>
                      <wps:wsp>
                        <wps:cNvPr id="75" name="Flowchart: Magnetic Disk 75"/>
                        <wps:cNvSpPr/>
                        <wps:spPr>
                          <a:xfrm>
                            <a:off x="2818671" y="1141329"/>
                            <a:ext cx="862642" cy="722980"/>
                          </a:xfrm>
                          <a:prstGeom prst="flowChartMagneticDisk">
                            <a:avLst/>
                          </a:prstGeom>
                        </wps:spPr>
                        <wps:style>
                          <a:lnRef idx="1">
                            <a:schemeClr val="accent5"/>
                          </a:lnRef>
                          <a:fillRef idx="2">
                            <a:schemeClr val="accent5"/>
                          </a:fillRef>
                          <a:effectRef idx="1">
                            <a:schemeClr val="accent5"/>
                          </a:effectRef>
                          <a:fontRef idx="minor">
                            <a:schemeClr val="dk1"/>
                          </a:fontRef>
                        </wps:style>
                        <wps:txbx>
                          <w:txbxContent>
                            <w:p w14:paraId="06101512" w14:textId="77777777" w:rsidR="00C53268" w:rsidRDefault="00C53268" w:rsidP="00BA7383">
                              <w:pPr>
                                <w:jc w:val="center"/>
                              </w:pPr>
                              <w:r>
                                <w:t>OCSP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76" name="Picture 76"/>
                          <pic:cNvPicPr>
                            <a:picLocks noChangeAspect="1"/>
                          </pic:cNvPicPr>
                        </pic:nvPicPr>
                        <pic:blipFill>
                          <a:blip r:embed="rId13"/>
                          <a:stretch>
                            <a:fillRect/>
                          </a:stretch>
                        </pic:blipFill>
                        <pic:spPr>
                          <a:xfrm>
                            <a:off x="484145" y="2048757"/>
                            <a:ext cx="638356" cy="638356"/>
                          </a:xfrm>
                          <a:prstGeom prst="rect">
                            <a:avLst/>
                          </a:prstGeom>
                        </pic:spPr>
                      </pic:pic>
                      <pic:pic xmlns:pic="http://schemas.openxmlformats.org/drawingml/2006/picture">
                        <pic:nvPicPr>
                          <pic:cNvPr id="77" name="Picture 77"/>
                          <pic:cNvPicPr>
                            <a:picLocks noChangeAspect="1"/>
                          </pic:cNvPicPr>
                        </pic:nvPicPr>
                        <pic:blipFill>
                          <a:blip r:embed="rId14"/>
                          <a:stretch>
                            <a:fillRect/>
                          </a:stretch>
                        </pic:blipFill>
                        <pic:spPr>
                          <a:xfrm>
                            <a:off x="333272" y="1000490"/>
                            <a:ext cx="791218" cy="791218"/>
                          </a:xfrm>
                          <a:prstGeom prst="rect">
                            <a:avLst/>
                          </a:prstGeom>
                        </pic:spPr>
                      </pic:pic>
                      <pic:pic xmlns:pic="http://schemas.openxmlformats.org/drawingml/2006/picture">
                        <pic:nvPicPr>
                          <pic:cNvPr id="78" name="Picture 78"/>
                          <pic:cNvPicPr>
                            <a:picLocks noChangeAspect="1"/>
                          </pic:cNvPicPr>
                        </pic:nvPicPr>
                        <pic:blipFill>
                          <a:blip r:embed="rId15"/>
                          <a:stretch>
                            <a:fillRect/>
                          </a:stretch>
                        </pic:blipFill>
                        <pic:spPr>
                          <a:xfrm>
                            <a:off x="2870521" y="219002"/>
                            <a:ext cx="750202" cy="750136"/>
                          </a:xfrm>
                          <a:prstGeom prst="rect">
                            <a:avLst/>
                          </a:prstGeom>
                        </pic:spPr>
                      </pic:pic>
                      <wps:wsp>
                        <wps:cNvPr id="79" name="Flowchart: Magnetic Disk 79"/>
                        <wps:cNvSpPr/>
                        <wps:spPr>
                          <a:xfrm>
                            <a:off x="3943403" y="1105552"/>
                            <a:ext cx="862330" cy="722531"/>
                          </a:xfrm>
                          <a:prstGeom prst="flowChartMagneticDisk">
                            <a:avLst/>
                          </a:prstGeom>
                        </wps:spPr>
                        <wps:style>
                          <a:lnRef idx="1">
                            <a:schemeClr val="accent1"/>
                          </a:lnRef>
                          <a:fillRef idx="2">
                            <a:schemeClr val="accent1"/>
                          </a:fillRef>
                          <a:effectRef idx="1">
                            <a:schemeClr val="accent1"/>
                          </a:effectRef>
                          <a:fontRef idx="minor">
                            <a:schemeClr val="dk1"/>
                          </a:fontRef>
                        </wps:style>
                        <wps:txbx>
                          <w:txbxContent>
                            <w:p w14:paraId="05BCF833" w14:textId="77777777" w:rsidR="00C53268" w:rsidRDefault="00C53268" w:rsidP="00BA7383">
                              <w:pPr>
                                <w:pStyle w:val="NormalWeb"/>
                                <w:spacing w:before="0" w:beforeAutospacing="0" w:after="120" w:afterAutospacing="0"/>
                                <w:jc w:val="center"/>
                              </w:pPr>
                              <w:r>
                                <w:rPr>
                                  <w:rFonts w:ascii="Helvetica 45" w:eastAsia="Times New Roman" w:hAnsi="Helvetica 45"/>
                                  <w:sz w:val="20"/>
                                  <w:szCs w:val="20"/>
                                  <w:lang w:val="et-EE"/>
                                </w:rPr>
                                <w:t>CA database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0" name="Straight Arrow Connector 80"/>
                        <wps:cNvCnPr>
                          <a:stCxn id="113" idx="2"/>
                          <a:endCxn id="75" idx="2"/>
                        </wps:cNvCnPr>
                        <wps:spPr>
                          <a:xfrm>
                            <a:off x="877312" y="1014273"/>
                            <a:ext cx="1941359" cy="48854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81" name="Straight Arrow Connector 81"/>
                        <wps:cNvCnPr>
                          <a:stCxn id="75" idx="2"/>
                          <a:endCxn id="76" idx="3"/>
                        </wps:cNvCnPr>
                        <wps:spPr>
                          <a:xfrm flipH="1">
                            <a:off x="1122501" y="1502819"/>
                            <a:ext cx="1696170" cy="86511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12" name="Straight Connector 112"/>
                        <wps:cNvCnPr>
                          <a:stCxn id="75" idx="1"/>
                          <a:endCxn id="78" idx="2"/>
                        </wps:cNvCnPr>
                        <wps:spPr>
                          <a:xfrm flipH="1" flipV="1">
                            <a:off x="3245622" y="969138"/>
                            <a:ext cx="4370" cy="172191"/>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13" name="Folded Corner 113"/>
                        <wps:cNvSpPr/>
                        <wps:spPr>
                          <a:xfrm>
                            <a:off x="596690" y="315763"/>
                            <a:ext cx="561244" cy="698510"/>
                          </a:xfrm>
                          <a:prstGeom prst="foldedCorner">
                            <a:avLst/>
                          </a:prstGeom>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wpg:cNvPr id="46117" name="Group 46117"/>
                        <wpg:cNvGrpSpPr/>
                        <wpg:grpSpPr>
                          <a:xfrm>
                            <a:off x="3077163" y="2242604"/>
                            <a:ext cx="1766658" cy="530681"/>
                            <a:chOff x="3104465" y="2242604"/>
                            <a:chExt cx="1766658" cy="530681"/>
                          </a:xfrm>
                        </wpg:grpSpPr>
                        <wpg:grpSp>
                          <wpg:cNvPr id="46116" name="Group 46116"/>
                          <wpg:cNvGrpSpPr/>
                          <wpg:grpSpPr>
                            <a:xfrm>
                              <a:off x="3104465" y="2475348"/>
                              <a:ext cx="1758316" cy="297937"/>
                              <a:chOff x="3104465" y="2423589"/>
                              <a:chExt cx="1758316" cy="297937"/>
                            </a:xfrm>
                          </wpg:grpSpPr>
                          <wps:wsp>
                            <wps:cNvPr id="74" name="Rounded Rectangle 74"/>
                            <wps:cNvSpPr/>
                            <wps:spPr>
                              <a:xfrm>
                                <a:off x="3104465" y="2423589"/>
                                <a:ext cx="1758316" cy="297937"/>
                              </a:xfrm>
                              <a:prstGeom prst="roundRect">
                                <a:avLst/>
                              </a:prstGeom>
                              <a:ln w="9525"/>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16" name="Group 116"/>
                            <wpg:cNvGrpSpPr>
                              <a:grpSpLocks noChangeAspect="1"/>
                            </wpg:cNvGrpSpPr>
                            <wpg:grpSpPr bwMode="auto">
                              <a:xfrm>
                                <a:off x="3182110" y="2540895"/>
                                <a:ext cx="1628170" cy="83946"/>
                                <a:chOff x="286" y="308"/>
                                <a:chExt cx="5768" cy="311"/>
                              </a:xfrm>
                            </wpg:grpSpPr>
                            <wps:wsp>
                              <wps:cNvPr id="117" name="Oval 117"/>
                              <wps:cNvSpPr>
                                <a:spLocks noChangeArrowheads="1"/>
                              </wps:cNvSpPr>
                              <wps:spPr bwMode="auto">
                                <a:xfrm>
                                  <a:off x="286" y="463"/>
                                  <a:ext cx="150" cy="154"/>
                                </a:xfrm>
                                <a:prstGeom prst="ellipse">
                                  <a:avLst/>
                                </a:prstGeom>
                                <a:solidFill>
                                  <a:srgbClr val="00FFFF"/>
                                </a:solidFill>
                                <a:ln w="9525">
                                  <a:solidFill>
                                    <a:srgbClr val="000000"/>
                                  </a:solidFill>
                                  <a:round/>
                                  <a:headEnd/>
                                  <a:tailEnd/>
                                </a:ln>
                              </wps:spPr>
                              <wps:txbx>
                                <w:txbxContent>
                                  <w:p w14:paraId="01487B70" w14:textId="77777777" w:rsidR="00C53268" w:rsidRDefault="00C53268" w:rsidP="00D1445F"/>
                                </w:txbxContent>
                              </wps:txbx>
                              <wps:bodyPr/>
                            </wps:wsp>
                            <wps:wsp>
                              <wps:cNvPr id="118" name="Oval 118"/>
                              <wps:cNvSpPr>
                                <a:spLocks noChangeArrowheads="1"/>
                              </wps:cNvSpPr>
                              <wps:spPr bwMode="auto">
                                <a:xfrm>
                                  <a:off x="736" y="463"/>
                                  <a:ext cx="150" cy="154"/>
                                </a:xfrm>
                                <a:prstGeom prst="ellipse">
                                  <a:avLst/>
                                </a:prstGeom>
                                <a:solidFill>
                                  <a:srgbClr val="00FFFF"/>
                                </a:solidFill>
                                <a:ln w="9525">
                                  <a:solidFill>
                                    <a:srgbClr val="000000"/>
                                  </a:solidFill>
                                  <a:round/>
                                  <a:headEnd/>
                                  <a:tailEnd/>
                                </a:ln>
                              </wps:spPr>
                              <wps:txbx>
                                <w:txbxContent>
                                  <w:p w14:paraId="1F7E3535" w14:textId="77777777" w:rsidR="00C53268" w:rsidRDefault="00C53268" w:rsidP="00D1445F"/>
                                </w:txbxContent>
                              </wps:txbx>
                              <wps:bodyPr/>
                            </wps:wsp>
                            <wps:wsp>
                              <wps:cNvPr id="119" name="Arc 23"/>
                              <wps:cNvSpPr>
                                <a:spLocks/>
                              </wps:cNvSpPr>
                              <wps:spPr bwMode="auto">
                                <a:xfrm rot="13494383" flipV="1">
                                  <a:off x="434" y="309"/>
                                  <a:ext cx="302" cy="30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txbx>
                                <w:txbxContent>
                                  <w:p w14:paraId="7840FA2D" w14:textId="77777777" w:rsidR="00C53268" w:rsidRDefault="00C53268" w:rsidP="00D1445F"/>
                                </w:txbxContent>
                              </wps:txbx>
                              <wps:bodyPr/>
                            </wps:wsp>
                            <wps:wsp>
                              <wps:cNvPr id="121" name="Oval 121"/>
                              <wps:cNvSpPr>
                                <a:spLocks noChangeArrowheads="1"/>
                              </wps:cNvSpPr>
                              <wps:spPr bwMode="auto">
                                <a:xfrm>
                                  <a:off x="1188" y="463"/>
                                  <a:ext cx="150" cy="154"/>
                                </a:xfrm>
                                <a:prstGeom prst="ellipse">
                                  <a:avLst/>
                                </a:prstGeom>
                                <a:solidFill>
                                  <a:srgbClr val="00FFFF"/>
                                </a:solidFill>
                                <a:ln w="9525">
                                  <a:solidFill>
                                    <a:srgbClr val="000000"/>
                                  </a:solidFill>
                                  <a:round/>
                                  <a:headEnd/>
                                  <a:tailEnd/>
                                </a:ln>
                              </wps:spPr>
                              <wps:txbx>
                                <w:txbxContent>
                                  <w:p w14:paraId="45C8490C" w14:textId="77777777" w:rsidR="00C53268" w:rsidRDefault="00C53268" w:rsidP="00D1445F"/>
                                </w:txbxContent>
                              </wps:txbx>
                              <wps:bodyPr/>
                            </wps:wsp>
                            <wps:wsp>
                              <wps:cNvPr id="122" name="Arc 25"/>
                              <wps:cNvSpPr>
                                <a:spLocks/>
                              </wps:cNvSpPr>
                              <wps:spPr bwMode="auto">
                                <a:xfrm rot="13494383" flipV="1">
                                  <a:off x="886" y="308"/>
                                  <a:ext cx="302" cy="30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txbx>
                                <w:txbxContent>
                                  <w:p w14:paraId="3959AA69" w14:textId="77777777" w:rsidR="00C53268" w:rsidRDefault="00C53268" w:rsidP="00D1445F"/>
                                </w:txbxContent>
                              </wps:txbx>
                              <wps:bodyPr/>
                            </wps:wsp>
                            <wps:wsp>
                              <wps:cNvPr id="123" name="Oval 123"/>
                              <wps:cNvSpPr>
                                <a:spLocks noChangeArrowheads="1"/>
                              </wps:cNvSpPr>
                              <wps:spPr bwMode="auto">
                                <a:xfrm>
                                  <a:off x="1639" y="464"/>
                                  <a:ext cx="150" cy="154"/>
                                </a:xfrm>
                                <a:prstGeom prst="ellipse">
                                  <a:avLst/>
                                </a:prstGeom>
                                <a:solidFill>
                                  <a:srgbClr val="00FFFF"/>
                                </a:solidFill>
                                <a:ln w="9525">
                                  <a:solidFill>
                                    <a:srgbClr val="000000"/>
                                  </a:solidFill>
                                  <a:round/>
                                  <a:headEnd/>
                                  <a:tailEnd/>
                                </a:ln>
                              </wps:spPr>
                              <wps:txbx>
                                <w:txbxContent>
                                  <w:p w14:paraId="40568A58" w14:textId="77777777" w:rsidR="00C53268" w:rsidRDefault="00C53268" w:rsidP="00D1445F"/>
                                </w:txbxContent>
                              </wps:txbx>
                              <wps:bodyPr/>
                            </wps:wsp>
                            <wps:wsp>
                              <wps:cNvPr id="124" name="Arc 27"/>
                              <wps:cNvSpPr>
                                <a:spLocks/>
                              </wps:cNvSpPr>
                              <wps:spPr bwMode="auto">
                                <a:xfrm rot="13494383" flipV="1">
                                  <a:off x="1338" y="309"/>
                                  <a:ext cx="301" cy="30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txbx>
                                <w:txbxContent>
                                  <w:p w14:paraId="2CFF8A91" w14:textId="77777777" w:rsidR="00C53268" w:rsidRDefault="00C53268" w:rsidP="00D1445F"/>
                                </w:txbxContent>
                              </wps:txbx>
                              <wps:bodyPr/>
                            </wps:wsp>
                            <wps:wsp>
                              <wps:cNvPr id="125" name="Oval 125"/>
                              <wps:cNvSpPr>
                                <a:spLocks noChangeArrowheads="1"/>
                              </wps:cNvSpPr>
                              <wps:spPr bwMode="auto">
                                <a:xfrm>
                                  <a:off x="2091" y="465"/>
                                  <a:ext cx="150" cy="154"/>
                                </a:xfrm>
                                <a:prstGeom prst="ellipse">
                                  <a:avLst/>
                                </a:prstGeom>
                                <a:solidFill>
                                  <a:srgbClr val="99CC00"/>
                                </a:solidFill>
                                <a:ln w="9525">
                                  <a:solidFill>
                                    <a:srgbClr val="000000"/>
                                  </a:solidFill>
                                  <a:round/>
                                  <a:headEnd/>
                                  <a:tailEnd/>
                                </a:ln>
                              </wps:spPr>
                              <wps:txbx>
                                <w:txbxContent>
                                  <w:p w14:paraId="0770AE34" w14:textId="77777777" w:rsidR="00C53268" w:rsidRDefault="00C53268" w:rsidP="00D1445F"/>
                                </w:txbxContent>
                              </wps:txbx>
                              <wps:bodyPr/>
                            </wps:wsp>
                            <wps:wsp>
                              <wps:cNvPr id="126" name="Arc 29"/>
                              <wps:cNvSpPr>
                                <a:spLocks/>
                              </wps:cNvSpPr>
                              <wps:spPr bwMode="auto">
                                <a:xfrm rot="13494383" flipV="1">
                                  <a:off x="1789" y="310"/>
                                  <a:ext cx="302" cy="30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txbx>
                                <w:txbxContent>
                                  <w:p w14:paraId="5806B69C" w14:textId="77777777" w:rsidR="00C53268" w:rsidRDefault="00C53268" w:rsidP="00D1445F"/>
                                </w:txbxContent>
                              </wps:txbx>
                              <wps:bodyPr/>
                            </wps:wsp>
                            <wps:wsp>
                              <wps:cNvPr id="127" name="Oval 127"/>
                              <wps:cNvSpPr>
                                <a:spLocks noChangeArrowheads="1"/>
                              </wps:cNvSpPr>
                              <wps:spPr bwMode="auto">
                                <a:xfrm>
                                  <a:off x="2593" y="463"/>
                                  <a:ext cx="150" cy="154"/>
                                </a:xfrm>
                                <a:prstGeom prst="ellipse">
                                  <a:avLst/>
                                </a:prstGeom>
                                <a:solidFill>
                                  <a:srgbClr val="99CC00"/>
                                </a:solidFill>
                                <a:ln w="9525">
                                  <a:solidFill>
                                    <a:srgbClr val="000000"/>
                                  </a:solidFill>
                                  <a:round/>
                                  <a:headEnd/>
                                  <a:tailEnd/>
                                </a:ln>
                              </wps:spPr>
                              <wps:txbx>
                                <w:txbxContent>
                                  <w:p w14:paraId="35AA92B1" w14:textId="77777777" w:rsidR="00C53268" w:rsidRDefault="00C53268" w:rsidP="00D1445F"/>
                                </w:txbxContent>
                              </wps:txbx>
                              <wps:bodyPr/>
                            </wps:wsp>
                            <wps:wsp>
                              <wps:cNvPr id="46080" name="Arc 31"/>
                              <wps:cNvSpPr>
                                <a:spLocks/>
                              </wps:cNvSpPr>
                              <wps:spPr bwMode="auto">
                                <a:xfrm rot="13494383" flipV="1">
                                  <a:off x="2291" y="308"/>
                                  <a:ext cx="302" cy="30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txbx>
                                <w:txbxContent>
                                  <w:p w14:paraId="4CE9D4AF" w14:textId="77777777" w:rsidR="00C53268" w:rsidRDefault="00C53268" w:rsidP="00D1445F"/>
                                </w:txbxContent>
                              </wps:txbx>
                              <wps:bodyPr/>
                            </wps:wsp>
                            <wps:wsp>
                              <wps:cNvPr id="46081" name="Oval 46081"/>
                              <wps:cNvSpPr>
                                <a:spLocks noChangeArrowheads="1"/>
                              </wps:cNvSpPr>
                              <wps:spPr bwMode="auto">
                                <a:xfrm>
                                  <a:off x="3094" y="463"/>
                                  <a:ext cx="150" cy="154"/>
                                </a:xfrm>
                                <a:prstGeom prst="ellipse">
                                  <a:avLst/>
                                </a:prstGeom>
                                <a:solidFill>
                                  <a:srgbClr val="00FFFF"/>
                                </a:solidFill>
                                <a:ln w="9525">
                                  <a:solidFill>
                                    <a:srgbClr val="000000"/>
                                  </a:solidFill>
                                  <a:round/>
                                  <a:headEnd/>
                                  <a:tailEnd/>
                                </a:ln>
                              </wps:spPr>
                              <wps:txbx>
                                <w:txbxContent>
                                  <w:p w14:paraId="775B823E" w14:textId="77777777" w:rsidR="00C53268" w:rsidRDefault="00C53268" w:rsidP="00D1445F"/>
                                </w:txbxContent>
                              </wps:txbx>
                              <wps:bodyPr/>
                            </wps:wsp>
                            <wps:wsp>
                              <wps:cNvPr id="46082" name="Arc 33"/>
                              <wps:cNvSpPr>
                                <a:spLocks/>
                              </wps:cNvSpPr>
                              <wps:spPr bwMode="auto">
                                <a:xfrm rot="13494383" flipV="1">
                                  <a:off x="2793" y="308"/>
                                  <a:ext cx="301" cy="30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txbx>
                                <w:txbxContent>
                                  <w:p w14:paraId="067AD507" w14:textId="77777777" w:rsidR="00C53268" w:rsidRDefault="00C53268" w:rsidP="00D1445F"/>
                                </w:txbxContent>
                              </wps:txbx>
                              <wps:bodyPr/>
                            </wps:wsp>
                            <wps:wsp>
                              <wps:cNvPr id="46083" name="Oval 46083"/>
                              <wps:cNvSpPr>
                                <a:spLocks noChangeArrowheads="1"/>
                              </wps:cNvSpPr>
                              <wps:spPr bwMode="auto">
                                <a:xfrm>
                                  <a:off x="3546" y="465"/>
                                  <a:ext cx="150" cy="154"/>
                                </a:xfrm>
                                <a:prstGeom prst="ellipse">
                                  <a:avLst/>
                                </a:prstGeom>
                                <a:solidFill>
                                  <a:srgbClr val="00FFFF"/>
                                </a:solidFill>
                                <a:ln w="9525">
                                  <a:solidFill>
                                    <a:srgbClr val="000000"/>
                                  </a:solidFill>
                                  <a:round/>
                                  <a:headEnd/>
                                  <a:tailEnd/>
                                </a:ln>
                              </wps:spPr>
                              <wps:txbx>
                                <w:txbxContent>
                                  <w:p w14:paraId="282506AD" w14:textId="77777777" w:rsidR="00C53268" w:rsidRDefault="00C53268" w:rsidP="00D1445F"/>
                                </w:txbxContent>
                              </wps:txbx>
                              <wps:bodyPr/>
                            </wps:wsp>
                            <wps:wsp>
                              <wps:cNvPr id="46085" name="Arc 35"/>
                              <wps:cNvSpPr>
                                <a:spLocks/>
                              </wps:cNvSpPr>
                              <wps:spPr bwMode="auto">
                                <a:xfrm rot="13494383" flipV="1">
                                  <a:off x="3244" y="311"/>
                                  <a:ext cx="302" cy="30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txbx>
                                <w:txbxContent>
                                  <w:p w14:paraId="08D132C9" w14:textId="77777777" w:rsidR="00C53268" w:rsidRDefault="00C53268" w:rsidP="00D1445F"/>
                                </w:txbxContent>
                              </wps:txbx>
                              <wps:bodyPr/>
                            </wps:wsp>
                            <wps:wsp>
                              <wps:cNvPr id="46098" name="Oval 46098"/>
                              <wps:cNvSpPr>
                                <a:spLocks noChangeArrowheads="1"/>
                              </wps:cNvSpPr>
                              <wps:spPr bwMode="auto">
                                <a:xfrm>
                                  <a:off x="3998" y="465"/>
                                  <a:ext cx="150" cy="154"/>
                                </a:xfrm>
                                <a:prstGeom prst="ellipse">
                                  <a:avLst/>
                                </a:prstGeom>
                                <a:solidFill>
                                  <a:srgbClr val="99CC00"/>
                                </a:solidFill>
                                <a:ln w="9525">
                                  <a:solidFill>
                                    <a:srgbClr val="000000"/>
                                  </a:solidFill>
                                  <a:round/>
                                  <a:headEnd/>
                                  <a:tailEnd/>
                                </a:ln>
                              </wps:spPr>
                              <wps:txbx>
                                <w:txbxContent>
                                  <w:p w14:paraId="7FDC5320" w14:textId="77777777" w:rsidR="00C53268" w:rsidRDefault="00C53268" w:rsidP="00D1445F"/>
                                </w:txbxContent>
                              </wps:txbx>
                              <wps:bodyPr/>
                            </wps:wsp>
                            <wps:wsp>
                              <wps:cNvPr id="46099" name="Arc 37"/>
                              <wps:cNvSpPr>
                                <a:spLocks/>
                              </wps:cNvSpPr>
                              <wps:spPr bwMode="auto">
                                <a:xfrm rot="13494383" flipV="1">
                                  <a:off x="3696" y="310"/>
                                  <a:ext cx="302" cy="30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txbx>
                                <w:txbxContent>
                                  <w:p w14:paraId="0F571D59" w14:textId="77777777" w:rsidR="00C53268" w:rsidRDefault="00C53268" w:rsidP="00D1445F"/>
                                </w:txbxContent>
                              </wps:txbx>
                              <wps:bodyPr/>
                            </wps:wsp>
                            <wps:wsp>
                              <wps:cNvPr id="46100" name="Oval 46100"/>
                              <wps:cNvSpPr>
                                <a:spLocks noChangeArrowheads="1"/>
                              </wps:cNvSpPr>
                              <wps:spPr bwMode="auto">
                                <a:xfrm>
                                  <a:off x="4449" y="465"/>
                                  <a:ext cx="150" cy="154"/>
                                </a:xfrm>
                                <a:prstGeom prst="ellipse">
                                  <a:avLst/>
                                </a:prstGeom>
                                <a:solidFill>
                                  <a:srgbClr val="00FFFF"/>
                                </a:solidFill>
                                <a:ln w="9525">
                                  <a:solidFill>
                                    <a:srgbClr val="000000"/>
                                  </a:solidFill>
                                  <a:round/>
                                  <a:headEnd/>
                                  <a:tailEnd/>
                                </a:ln>
                              </wps:spPr>
                              <wps:txbx>
                                <w:txbxContent>
                                  <w:p w14:paraId="525DE2FF" w14:textId="77777777" w:rsidR="00C53268" w:rsidRDefault="00C53268" w:rsidP="00D1445F"/>
                                </w:txbxContent>
                              </wps:txbx>
                              <wps:bodyPr/>
                            </wps:wsp>
                            <wps:wsp>
                              <wps:cNvPr id="46101" name="Arc 39"/>
                              <wps:cNvSpPr>
                                <a:spLocks/>
                              </wps:cNvSpPr>
                              <wps:spPr bwMode="auto">
                                <a:xfrm rot="13494383" flipV="1">
                                  <a:off x="4148" y="310"/>
                                  <a:ext cx="301" cy="30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txbx>
                                <w:txbxContent>
                                  <w:p w14:paraId="2B9C307C" w14:textId="77777777" w:rsidR="00C53268" w:rsidRDefault="00C53268" w:rsidP="00D1445F"/>
                                </w:txbxContent>
                              </wps:txbx>
                              <wps:bodyPr/>
                            </wps:wsp>
                            <wps:wsp>
                              <wps:cNvPr id="46102" name="Oval 46102"/>
                              <wps:cNvSpPr>
                                <a:spLocks noChangeArrowheads="1"/>
                              </wps:cNvSpPr>
                              <wps:spPr bwMode="auto">
                                <a:xfrm>
                                  <a:off x="4901" y="465"/>
                                  <a:ext cx="150" cy="154"/>
                                </a:xfrm>
                                <a:prstGeom prst="ellipse">
                                  <a:avLst/>
                                </a:prstGeom>
                                <a:solidFill>
                                  <a:srgbClr val="00FFFF"/>
                                </a:solidFill>
                                <a:ln w="9525">
                                  <a:solidFill>
                                    <a:srgbClr val="000000"/>
                                  </a:solidFill>
                                  <a:round/>
                                  <a:headEnd/>
                                  <a:tailEnd/>
                                </a:ln>
                              </wps:spPr>
                              <wps:txbx>
                                <w:txbxContent>
                                  <w:p w14:paraId="79B821E6" w14:textId="77777777" w:rsidR="00C53268" w:rsidRDefault="00C53268" w:rsidP="00D1445F"/>
                                </w:txbxContent>
                              </wps:txbx>
                              <wps:bodyPr/>
                            </wps:wsp>
                            <wps:wsp>
                              <wps:cNvPr id="46103" name="Arc 41"/>
                              <wps:cNvSpPr>
                                <a:spLocks/>
                              </wps:cNvSpPr>
                              <wps:spPr bwMode="auto">
                                <a:xfrm rot="13494383" flipV="1">
                                  <a:off x="4599" y="310"/>
                                  <a:ext cx="302" cy="30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txbx>
                                <w:txbxContent>
                                  <w:p w14:paraId="244C72E7" w14:textId="77777777" w:rsidR="00C53268" w:rsidRDefault="00C53268" w:rsidP="00D1445F"/>
                                </w:txbxContent>
                              </wps:txbx>
                              <wps:bodyPr/>
                            </wps:wsp>
                            <wps:wsp>
                              <wps:cNvPr id="46104" name="Oval 46104"/>
                              <wps:cNvSpPr>
                                <a:spLocks noChangeArrowheads="1"/>
                              </wps:cNvSpPr>
                              <wps:spPr bwMode="auto">
                                <a:xfrm>
                                  <a:off x="5403" y="465"/>
                                  <a:ext cx="150" cy="154"/>
                                </a:xfrm>
                                <a:prstGeom prst="ellipse">
                                  <a:avLst/>
                                </a:prstGeom>
                                <a:solidFill>
                                  <a:srgbClr val="99CC00"/>
                                </a:solidFill>
                                <a:ln w="9525">
                                  <a:solidFill>
                                    <a:srgbClr val="000000"/>
                                  </a:solidFill>
                                  <a:round/>
                                  <a:headEnd/>
                                  <a:tailEnd/>
                                </a:ln>
                              </wps:spPr>
                              <wps:txbx>
                                <w:txbxContent>
                                  <w:p w14:paraId="03111A5F" w14:textId="77777777" w:rsidR="00C53268" w:rsidRDefault="00C53268" w:rsidP="00D1445F"/>
                                </w:txbxContent>
                              </wps:txbx>
                              <wps:bodyPr/>
                            </wps:wsp>
                            <wps:wsp>
                              <wps:cNvPr id="46105" name="Arc 43"/>
                              <wps:cNvSpPr>
                                <a:spLocks/>
                              </wps:cNvSpPr>
                              <wps:spPr bwMode="auto">
                                <a:xfrm rot="13494383" flipV="1">
                                  <a:off x="5101" y="310"/>
                                  <a:ext cx="302" cy="30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txbx>
                                <w:txbxContent>
                                  <w:p w14:paraId="61B61CDA" w14:textId="77777777" w:rsidR="00C53268" w:rsidRDefault="00C53268" w:rsidP="00D1445F"/>
                                </w:txbxContent>
                              </wps:txbx>
                              <wps:bodyPr/>
                            </wps:wsp>
                            <wps:wsp>
                              <wps:cNvPr id="46106" name="Oval 46106"/>
                              <wps:cNvSpPr>
                                <a:spLocks noChangeArrowheads="1"/>
                              </wps:cNvSpPr>
                              <wps:spPr bwMode="auto">
                                <a:xfrm>
                                  <a:off x="5904" y="465"/>
                                  <a:ext cx="150" cy="154"/>
                                </a:xfrm>
                                <a:prstGeom prst="ellipse">
                                  <a:avLst/>
                                </a:prstGeom>
                                <a:solidFill>
                                  <a:srgbClr val="00FFFF"/>
                                </a:solidFill>
                                <a:ln w="9525">
                                  <a:solidFill>
                                    <a:srgbClr val="000000"/>
                                  </a:solidFill>
                                  <a:round/>
                                  <a:headEnd/>
                                  <a:tailEnd/>
                                </a:ln>
                              </wps:spPr>
                              <wps:txbx>
                                <w:txbxContent>
                                  <w:p w14:paraId="4BC0EF26" w14:textId="77777777" w:rsidR="00C53268" w:rsidRDefault="00C53268" w:rsidP="00D1445F"/>
                                </w:txbxContent>
                              </wps:txbx>
                              <wps:bodyPr/>
                            </wps:wsp>
                            <wps:wsp>
                              <wps:cNvPr id="46107" name="Arc 45"/>
                              <wps:cNvSpPr>
                                <a:spLocks/>
                              </wps:cNvSpPr>
                              <wps:spPr bwMode="auto">
                                <a:xfrm rot="13494383" flipV="1">
                                  <a:off x="5603" y="310"/>
                                  <a:ext cx="301" cy="30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txbx>
                                <w:txbxContent>
                                  <w:p w14:paraId="6BA10690" w14:textId="77777777" w:rsidR="00C53268" w:rsidRDefault="00C53268" w:rsidP="00D1445F"/>
                                </w:txbxContent>
                              </wps:txbx>
                              <wps:bodyPr/>
                            </wps:wsp>
                          </wpg:grpSp>
                        </wpg:grpSp>
                        <wps:wsp>
                          <wps:cNvPr id="46108" name="Text Box 46108"/>
                          <wps:cNvSpPr txBox="1"/>
                          <wps:spPr>
                            <a:xfrm>
                              <a:off x="4000174" y="2242604"/>
                              <a:ext cx="870949" cy="23274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2033C0C" w14:textId="77777777" w:rsidR="00C53268" w:rsidRPr="00D1445F" w:rsidRDefault="00C53268">
                                <w:pPr>
                                  <w:rPr>
                                    <w:sz w:val="18"/>
                                    <w:szCs w:val="18"/>
                                  </w:rPr>
                                </w:pPr>
                                <w:r w:rsidRPr="00D1445F">
                                  <w:rPr>
                                    <w:sz w:val="18"/>
                                    <w:szCs w:val="18"/>
                                  </w:rPr>
                                  <w:t>Secure log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wps:wsp>
                        <wps:cNvPr id="46109" name="Text Box 67"/>
                        <wps:cNvSpPr txBox="1"/>
                        <wps:spPr>
                          <a:xfrm>
                            <a:off x="1172391" y="319276"/>
                            <a:ext cx="1060361" cy="52045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D1D2F5" w14:textId="77777777" w:rsidR="00C53268" w:rsidRPr="00B32891" w:rsidRDefault="00C53268" w:rsidP="00D1445F">
                              <w:pPr>
                                <w:pStyle w:val="NormalWeb"/>
                                <w:spacing w:before="0" w:beforeAutospacing="0" w:after="120" w:afterAutospacing="0"/>
                                <w:jc w:val="both"/>
                                <w:rPr>
                                  <w:i/>
                                  <w:sz w:val="18"/>
                                  <w:szCs w:val="18"/>
                                </w:rPr>
                              </w:pPr>
                              <w:r w:rsidRPr="00B32891">
                                <w:rPr>
                                  <w:rFonts w:ascii="Helvetica 45" w:eastAsia="Times New Roman" w:hAnsi="Helvetica 45"/>
                                  <w:i/>
                                  <w:sz w:val="18"/>
                                  <w:szCs w:val="18"/>
                                  <w:lang w:val="et-EE"/>
                                </w:rPr>
                                <w:t>’I just signed the document using this certificate’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6110" name="Text Box 67"/>
                        <wps:cNvSpPr txBox="1"/>
                        <wps:spPr>
                          <a:xfrm>
                            <a:off x="1266933" y="2311951"/>
                            <a:ext cx="1305054" cy="62103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4E2503" w14:textId="77777777" w:rsidR="00C53268" w:rsidRPr="00B32891" w:rsidRDefault="00C53268" w:rsidP="00B32891">
                              <w:pPr>
                                <w:pStyle w:val="NormalWeb"/>
                                <w:spacing w:before="0" w:beforeAutospacing="0" w:after="120" w:afterAutospacing="0"/>
                                <w:jc w:val="both"/>
                                <w:rPr>
                                  <w:i/>
                                </w:rPr>
                              </w:pPr>
                              <w:r w:rsidRPr="00B32891">
                                <w:rPr>
                                  <w:rFonts w:ascii="Helvetica 45" w:eastAsia="Times New Roman" w:hAnsi="Helvetica 45"/>
                                  <w:i/>
                                  <w:sz w:val="18"/>
                                  <w:szCs w:val="18"/>
                                  <w:lang w:val="et-EE"/>
                                </w:rPr>
                                <w:t xml:space="preserve">’When I saw this signed </w:t>
                              </w:r>
                              <w:r>
                                <w:rPr>
                                  <w:rFonts w:ascii="Helvetica 45" w:eastAsia="Times New Roman" w:hAnsi="Helvetica 45"/>
                                  <w:i/>
                                  <w:sz w:val="18"/>
                                  <w:szCs w:val="18"/>
                                  <w:lang w:val="et-EE"/>
                                </w:rPr>
                                <w:t>document, the corresponding certifi</w:t>
                              </w:r>
                              <w:r w:rsidRPr="00B32891">
                                <w:rPr>
                                  <w:rFonts w:ascii="Helvetica 45" w:eastAsia="Times New Roman" w:hAnsi="Helvetica 45"/>
                                  <w:i/>
                                  <w:sz w:val="18"/>
                                  <w:szCs w:val="18"/>
                                  <w:lang w:val="et-EE"/>
                                </w:rPr>
                                <w:t>c</w:t>
                              </w:r>
                              <w:r>
                                <w:rPr>
                                  <w:rFonts w:ascii="Helvetica 45" w:eastAsia="Times New Roman" w:hAnsi="Helvetica 45"/>
                                  <w:i/>
                                  <w:sz w:val="18"/>
                                  <w:szCs w:val="18"/>
                                  <w:lang w:val="et-EE"/>
                                </w:rPr>
                                <w:t>a</w:t>
                              </w:r>
                              <w:r w:rsidRPr="00B32891">
                                <w:rPr>
                                  <w:rFonts w:ascii="Helvetica 45" w:eastAsia="Times New Roman" w:hAnsi="Helvetica 45"/>
                                  <w:i/>
                                  <w:sz w:val="18"/>
                                  <w:szCs w:val="18"/>
                                  <w:lang w:val="et-EE"/>
                                </w:rPr>
                                <w:t>te was valid’</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6111" name="Straight Arrow Connector 46111"/>
                        <wps:cNvCnPr>
                          <a:stCxn id="75" idx="3"/>
                          <a:endCxn id="74" idx="0"/>
                        </wps:cNvCnPr>
                        <wps:spPr>
                          <a:xfrm>
                            <a:off x="3249992" y="1864309"/>
                            <a:ext cx="706329" cy="611039"/>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46112" name="Straight Arrow Connector 46112"/>
                        <wps:cNvCnPr>
                          <a:stCxn id="79" idx="3"/>
                          <a:endCxn id="74" idx="0"/>
                        </wps:cNvCnPr>
                        <wps:spPr>
                          <a:xfrm flipH="1">
                            <a:off x="3956321" y="1828083"/>
                            <a:ext cx="418247" cy="64726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46113" name="Text Box 46113"/>
                        <wps:cNvSpPr txBox="1"/>
                        <wps:spPr>
                          <a:xfrm rot="775801">
                            <a:off x="1608090" y="1081051"/>
                            <a:ext cx="707370" cy="26905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40D677" w14:textId="77777777" w:rsidR="00C53268" w:rsidRPr="00B32891" w:rsidRDefault="00C53268">
                              <w:pPr>
                                <w:rPr>
                                  <w:sz w:val="18"/>
                                  <w:szCs w:val="18"/>
                                </w:rPr>
                              </w:pPr>
                              <w:r w:rsidRPr="00B32891">
                                <w:rPr>
                                  <w:sz w:val="18"/>
                                  <w:szCs w:val="18"/>
                                </w:rPr>
                                <w:t>Doc, Cert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6114" name="Text Box 71"/>
                        <wps:cNvSpPr txBox="1"/>
                        <wps:spPr>
                          <a:xfrm rot="19908501">
                            <a:off x="1391190" y="1691893"/>
                            <a:ext cx="1255010"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BA50241" w14:textId="77777777" w:rsidR="00C53268" w:rsidRDefault="00C53268" w:rsidP="00B32891">
                              <w:pPr>
                                <w:pStyle w:val="NormalWeb"/>
                                <w:spacing w:before="0" w:beforeAutospacing="0" w:after="120" w:afterAutospacing="0"/>
                                <w:jc w:val="both"/>
                              </w:pPr>
                              <w:r>
                                <w:rPr>
                                  <w:rFonts w:ascii="Helvetica 45" w:eastAsia="Times New Roman" w:hAnsi="Helvetica 45"/>
                                  <w:sz w:val="18"/>
                                  <w:szCs w:val="18"/>
                                  <w:lang w:val="et-EE"/>
                                </w:rPr>
                                <w:t>(Doc,Cert,time)ok</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6F5BFDE8" id="Canvas 46115" o:spid="_x0000_s1049" editas="canvas" style="width:392.6pt;height:242.5pt;mso-position-horizontal-relative:char;mso-position-vertical-relative:line" coordsize="49860,30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">
                <v:shape id="_x0000_s1050" type="#_x0000_t75" style="position:absolute;width:49860;height:30797;visibility:visible;mso-wrap-style:square" stroked="t">
                  <v:fill o:detectmouseclick="t"/>
                  <v:path o:connecttype="none"/>
                </v:shape>
                <v:shape id="Flowchart: Magnetic Disk 75" o:spid="_x0000_s1051" type="#_x0000_t132" style="position:absolute;left:28186;top:11413;width:8627;height:72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lM2sUA&#10;AADbAAAADwAAAGRycy9kb3ducmV2LnhtbESPQWsCMRSE74X+h/AKXqRmFVrLahQrFCyUglu9PzfP&#10;zdrNyzaJmv77plDocZiZb5j5MtlOXMiH1rGC8agAQVw73XKjYPfxcv8EIkRkjZ1jUvBNAZaL25s5&#10;ltpdeUuXKjYiQziUqMDE2JdShtqQxTByPXH2js5bjFn6RmqP1wy3nZwUxaO02HJeMNjT2lD9WZ2t&#10;gjdpVuPTfjd89Yfn6us4Te/rYVJqcJdWMxCRUvwP/7U3WsH0AX6/5B8gF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aUzaxQAAANsAAAAPAAAAAAAAAAAAAAAAAJgCAABkcnMv&#10;ZG93bnJldi54bWxQSwUGAAAAAAQABAD1AAAAigMAAAAA&#10;" fillcolor="#a5d5e2 [1624]" strokecolor="#40a7c2 [3048]">
                  <v:fill color2="#e4f2f6 [504]" rotate="t" angle="180" colors="0 #9eeaff;22938f #bbefff;1 #e4f9ff" focus="100%" type="gradient"/>
                  <v:shadow on="t" color="black" opacity="24903f" origin=",.5" offset="0,.55556mm"/>
                  <v:textbox>
                    <w:txbxContent>
                      <w:p w14:paraId="06101512" w14:textId="77777777" w:rsidR="00C53268" w:rsidRDefault="00C53268" w:rsidP="00BA7383">
                        <w:pPr>
                          <w:jc w:val="center"/>
                        </w:pPr>
                        <w:r>
                          <w:t>OCSP</w:t>
                        </w:r>
                      </w:p>
                    </w:txbxContent>
                  </v:textbox>
                </v:shape>
                <v:shape id="Picture 76" o:spid="_x0000_s1052" type="#_x0000_t75" style="position:absolute;left:4841;top:20487;width:6384;height:638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lR4LEAAAA2wAAAA8AAABkcnMvZG93bnJldi54bWxEj09rAjEUxO8Fv0N4grea1YOtq1G0UpBS&#10;D/65eHtsnpvFzcuSRHf10zeFQo/DzPyGmS87W4s7+VA5VjAaZiCIC6crLhWcjp+v7yBCRNZYOyYF&#10;DwqwXPRe5phr1/Ke7odYigThkKMCE2OTSxkKQxbD0DXEybs4bzEm6UupPbYJbms5zrKJtFhxWjDY&#10;0Ieh4nq4WQXFbpyZ6Ya+zu365vG5a783l5VSg363moGI1MX/8F97qxW8TeD3S/oBcvE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llR4LEAAAA2wAAAA8AAAAAAAAAAAAAAAAA&#10;nwIAAGRycy9kb3ducmV2LnhtbFBLBQYAAAAABAAEAPcAAACQAwAAAAA=&#10;">
                  <v:imagedata r:id="rId16" o:title=""/>
                  <v:path arrowok="t"/>
                </v:shape>
                <v:shape id="Picture 77" o:spid="_x0000_s1053" type="#_x0000_t75" style="position:absolute;left:3332;top:10004;width:7912;height:791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no//TDAAAA2wAAAA8AAABkcnMvZG93bnJldi54bWxEj0FrAjEUhO+C/yE8oTfN7kKrrkaRtkLp&#10;rVbx+tg8N4ublzVJ3e2/bwqFHoeZ+YZZbwfbijv50DhWkM8yEMSV0w3XCo6f++kCRIjIGlvHpOCb&#10;Amw349EaS+16/qD7IdYiQTiUqMDE2JVShsqQxTBzHXHyLs5bjEn6WmqPfYLbVhZZ9iQtNpwWDHb0&#10;bKi6Hr6sghd/Wryer6Zf5o/YFca8731/U+phMuxWICIN8T/8137TCuZz+P2SfoDc/A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ej/9MMAAADbAAAADwAAAAAAAAAAAAAAAACf&#10;AgAAZHJzL2Rvd25yZXYueG1sUEsFBgAAAAAEAAQA9wAAAI8DAAAAAA==&#10;">
                  <v:imagedata r:id="rId17" o:title=""/>
                  <v:path arrowok="t"/>
                </v:shape>
                <v:shape id="Picture 78" o:spid="_x0000_s1054" type="#_x0000_t75" style="position:absolute;left:28705;top:2190;width:7502;height:75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6saXbAAAAA2wAAAA8AAABkcnMvZG93bnJldi54bWxET91qwjAUvh/4DuEMvJvp6pjSGUWUgheD&#10;suoDHJtjU9aclCat9e3NxWCXH9//ZjfZVozU+8axgvdFAoK4crrhWsHlnL+tQfiArLF1TAoe5GG3&#10;nb1sMNPuzj80lqEWMYR9hgpMCF0mpa8MWfQL1xFH7uZ6iyHCvpa6x3sMt61Mk+RTWmw4Nhjs6GCo&#10;+i0Hq+BYpN+Fv12XuTmem2mouRs/WKn567T/AhFoCv/iP/dJK1jFsfFL/AFy+wQ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DqxpdsAAAADbAAAADwAAAAAAAAAAAAAAAACfAgAA&#10;ZHJzL2Rvd25yZXYueG1sUEsFBgAAAAAEAAQA9wAAAIwDAAAAAA==&#10;">
                  <v:imagedata r:id="rId18" o:title=""/>
                  <v:path arrowok="t"/>
                </v:shape>
                <v:shape id="Flowchart: Magnetic Disk 79" o:spid="_x0000_s1055" type="#_x0000_t132" style="position:absolute;left:39434;top:11055;width:8623;height:72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ZqYMMA&#10;AADbAAAADwAAAGRycy9kb3ducmV2LnhtbESPQWvCQBSE7wX/w/KE3ppNPdQ2ZpUi1FYPBaMHj4/s&#10;MxvMvo3ZbRL/vVso9DjMzDdMvhptI3rqfO1YwXOSgiAuna65UnA8fDy9gvABWWPjmBTcyMNqOXnI&#10;MdNu4D31RahEhLDPUIEJoc2k9KUhiz5xLXH0zq6zGKLsKqk7HCLcNnKWpi/SYs1xwWBLa0Plpfix&#10;kbIxmxlh1fjddf99Yvu53ZWs1ON0fF+ACDSG//Bf+0srmL/B75f4A+Ty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ZZqYMMAAADbAAAADwAAAAAAAAAAAAAAAACYAgAAZHJzL2Rv&#10;d25yZXYueG1sUEsFBgAAAAAEAAQA9QAAAIgDAAAAAA==&#10;" fillcolor="#a7bfde [1620]" strokecolor="#4579b8 [3044]">
                  <v:fill color2="#e4ecf5 [500]" rotate="t" angle="180" colors="0 #a3c4ff;22938f #bfd5ff;1 #e5eeff" focus="100%" type="gradient"/>
                  <v:shadow on="t" color="black" opacity="24903f" origin=",.5" offset="0,.55556mm"/>
                  <v:textbox>
                    <w:txbxContent>
                      <w:p w14:paraId="05BCF833" w14:textId="77777777" w:rsidR="00C53268" w:rsidRDefault="00C53268" w:rsidP="00BA7383">
                        <w:pPr>
                          <w:pStyle w:val="NormalWeb"/>
                          <w:spacing w:before="0" w:beforeAutospacing="0" w:after="120" w:afterAutospacing="0"/>
                          <w:jc w:val="center"/>
                        </w:pPr>
                        <w:r>
                          <w:rPr>
                            <w:rFonts w:ascii="Helvetica 45" w:eastAsia="Times New Roman" w:hAnsi="Helvetica 45"/>
                            <w:sz w:val="20"/>
                            <w:szCs w:val="20"/>
                            <w:lang w:val="et-EE"/>
                          </w:rPr>
                          <w:t>CA database</w:t>
                        </w:r>
                      </w:p>
                    </w:txbxContent>
                  </v:textbox>
                </v:shape>
                <v:shape id="Straight Arrow Connector 80" o:spid="_x0000_s1056" type="#_x0000_t32" style="position:absolute;left:8773;top:10142;width:19413;height:48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LXUb8AAADbAAAADwAAAGRycy9kb3ducmV2LnhtbERPy4rCMBTdD/gP4Q6403SUSumYighF&#10;t75Ad9fm9sE0N6VJtf79ZDEwy8N5rzejacWTetdYVvA1j0AQF1Y3XCm4nPNZAsJ5ZI2tZVLwJgeb&#10;bPKxxlTbFx/pefKVCCHsUlRQe9+lUrqiJoNubjviwJW2N+gD7Cupe3yFcNPKRRStpMGGQ0ONHe1q&#10;Kn5Og1GwLB/jPvFbmeQ3uxuGOI6v+V2p6ee4/QbhafT/4j/3QStIwvrwJfwAmf0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qlLXUb8AAADbAAAADwAAAAAAAAAAAAAAAACh&#10;AgAAZHJzL2Rvd25yZXYueG1sUEsFBgAAAAAEAAQA+QAAAI0DAAAAAA==&#10;" strokecolor="#4579b8 [3044]">
                  <v:stroke endarrow="open"/>
                </v:shape>
                <v:shape id="Straight Arrow Connector 81" o:spid="_x0000_s1057" type="#_x0000_t32" style="position:absolute;left:11225;top:15028;width:16961;height:865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CBFxMQAAADbAAAADwAAAGRycy9kb3ducmV2LnhtbESPX2vCMBTF3wd+h3AF32bqcEOqUcQx&#10;2BAcVUF8uzbXttjclCTa7tsvguDj4fz5cWaLztTiRs5XlhWMhgkI4tzqigsF+93X6wSED8gaa8uk&#10;4I88LOa9lxmm2rac0W0bChFH2KeooAyhSaX0eUkG/dA2xNE7W2cwROkKqR22cdzU8i1JPqTBiiOh&#10;xIZWJeWX7dVEyOc4e18f1qcxZcvf9vRz3AR3VGrQ75ZTEIG68Aw/2t9awWQE9y/xB8j5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IEXExAAAANsAAAAPAAAAAAAAAAAA&#10;AAAAAKECAABkcnMvZG93bnJldi54bWxQSwUGAAAAAAQABAD5AAAAkgMAAAAA&#10;" strokecolor="#4579b8 [3044]">
                  <v:stroke endarrow="open"/>
                </v:shape>
                <v:line id="Straight Connector 112" o:spid="_x0000_s1058" style="position:absolute;flip:x y;visibility:visible;mso-wrap-style:square" from="32456,9691" to="32499,114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xh5MIAAADcAAAADwAAAGRycy9kb3ducmV2LnhtbERPS4vCMBC+L/gfwgje1lTRRapRdFHR&#10;0+Lj4m1oxrbYTGqSrXV//UZY2Nt8fM+ZLVpTiYacLy0rGPQTEMSZ1SXnCs6nzfsEhA/IGivLpOBJ&#10;HhbzztsMU20ffKDmGHIRQ9inqKAIoU6l9FlBBn3f1sSRu1pnMETocqkdPmK4qeQwST6kwZJjQ4E1&#10;fRaU3Y7fRoFe/2yb6p7djNw/V+uv0Rjd6qJUr9supyACteFf/Ofe6Th/MITXM/ECOf8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rxh5MIAAADcAAAADwAAAAAAAAAAAAAA&#10;AAChAgAAZHJzL2Rvd25yZXYueG1sUEsFBgAAAAAEAAQA+QAAAJADAAAAAA==&#10;" strokecolor="#4579b8 [3044]"/>
                <v:shape id="Folded Corner 113" o:spid="_x0000_s1059" type="#_x0000_t65" style="position:absolute;left:5966;top:3157;width:5613;height:69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YXVcIA&#10;AADcAAAADwAAAGRycy9kb3ducmV2LnhtbERPTWvCQBC9F/wPywhegm6SQpXoJkghYI+1Kh6H7JgE&#10;s7Mhu41pf323UOhtHu9zdsVkOjHS4FrLCpJVDIK4srrlWsHpo1xuQDiPrLGzTAq+yEGRz552mGn7&#10;4Hcaj74WIYRdhgoa7/tMSlc1ZNCtbE8cuJsdDPoAh1rqAR8h3HQyjeMXabDl0NBgT68NVffjp1Fw&#10;Nmuduu8yiuJNqu3bJbomfaTUYj7ttyA8Tf5f/Oc+6DA/eYbfZ8IFM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xhdVwgAAANwAAAAPAAAAAAAAAAAAAAAAAJgCAABkcnMvZG93&#10;bnJldi54bWxQSwUGAAAAAAQABAD1AAAAhwMAAAAA&#10;" adj="18000" fillcolor="#a7bfde [1620]" strokecolor="#4579b8 [3044]">
                  <v:fill color2="#e4ecf5 [500]" rotate="t" angle="180" colors="0 #a3c4ff;22938f #bfd5ff;1 #e5eeff" focus="100%" type="gradient"/>
                  <v:shadow on="t" color="black" opacity="24903f" origin=",.5" offset="0,.55556mm"/>
                </v:shape>
                <v:group id="Group 46117" o:spid="_x0000_s1060" style="position:absolute;left:30771;top:22426;width:17667;height:5306" coordorigin="31044,22426" coordsize="17666,53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eFX3M8cAAADe&#10;AAAADwAAAAAAAAAAAAAAAACqAgAAZHJzL2Rvd25yZXYueG1sUEsFBgAAAAAEAAQA+gAAAJ4DAAAA&#10;AA==&#10;">
                  <v:group id="Group 46116" o:spid="_x0000_s1061" style="position:absolute;left:31044;top:24753;width:17583;height:2979" coordorigin="31044,24235" coordsize="17583,29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FxlSqMcAAADe&#10;AAAADwAAAAAAAAAAAAAAAACqAgAAZHJzL2Rvd25yZXYueG1sUEsFBgAAAAAEAAQA+gAAAJ4DAAAA&#10;AA==&#10;">
                    <v:roundrect id="Rounded Rectangle 74" o:spid="_x0000_s1062" style="position:absolute;left:31044;top:24235;width:17583;height:298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mDsMA&#10;AADbAAAADwAAAGRycy9kb3ducmV2LnhtbESPS4vCQBCE74L/YWjBm04UUTfrKOILwZOPwx6bTJtk&#10;zfTEzKjZ/fWOIHgsquorajKrTSHuVLncsoJeNwJBnFidc6rgdFx3xiCcR9ZYWCYFf+RgNm02Jhhr&#10;++A93Q8+FQHCLkYFmfdlLKVLMjLourYkDt7ZVgZ9kFUqdYWPADeF7EfRUBrMOSxkWNIio+RyuBkF&#10;58E12qAbrm7L3s9XUux+tc7/lWq36vk3CE+1/4Tf7a1WMBrA60v4AXL6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RmDsMAAADbAAAADwAAAAAAAAAAAAAAAACYAgAAZHJzL2Rv&#10;d25yZXYueG1sUEsFBgAAAAAEAAQA9QAAAIgDAAAAAA==&#10;" fillcolor="white [3201]" strokecolor="#4f81bd [3204]"/>
                    <v:group id="Group 116" o:spid="_x0000_s1063" style="position:absolute;left:31821;top:25408;width:16281;height:840" coordorigin="286,308" coordsize="5768,3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uDFuwwAAANwAAAAP&#10;AAAAAAAAAAAAAAAAAKoCAABkcnMvZG93bnJldi54bWxQSwUGAAAAAAQABAD6AAAAmgMAAAAA&#10;">
                      <o:lock v:ext="edit" aspectratio="t"/>
                      <v:oval id="Oval 117" o:spid="_x0000_s1064" style="position:absolute;left:286;top:463;width:150;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NqncAA&#10;AADcAAAADwAAAGRycy9kb3ducmV2LnhtbERPzYrCMBC+C75DGGFvmrqwrlSjiCB0T0vVBxibaVJs&#10;JrXJavftN4Kwt/n4fme9HVwr7tSHxrOC+SwDQVx53bBRcD4dpksQISJrbD2Tgl8KsN2MR2vMtX9w&#10;SfdjNCKFcMhRgY2xy6UMlSWHYeY74sTVvncYE+yN1D0+Urhr5XuWLaTDhlODxY72lqrr8ccpKG76&#10;cjl8GfNdtr44fSykLetaqbfJsFuBiDTEf/HLXeg0f/4Jz2fSBXLz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QNqncAAAADcAAAADwAAAAAAAAAAAAAAAACYAgAAZHJzL2Rvd25y&#10;ZXYueG1sUEsFBgAAAAAEAAQA9QAAAIUDAAAAAA==&#10;" fillcolor="aqua">
                        <v:textbox>
                          <w:txbxContent>
                            <w:p w14:paraId="01487B70" w14:textId="77777777" w:rsidR="00C53268" w:rsidRDefault="00C53268" w:rsidP="00D1445F"/>
                          </w:txbxContent>
                        </v:textbox>
                      </v:oval>
                      <v:oval id="Oval 118" o:spid="_x0000_s1065" style="position:absolute;left:736;top:463;width:150;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z+78MA&#10;AADcAAAADwAAAGRycy9kb3ducmV2LnhtbESPQWvDMAyF74P+B6PCbqvTwcpI65ZSKGSnkXY/QI0V&#10;OzSW09hrs38/HQa7Sbyn9z5tdlPo1Z3G1EU2sFwUoIibaDt2Br7Ox5d3UCkjW+wjk4EfSrDbzp42&#10;WNr44Jrup+yUhHAq0YDPeSi1To2ngGkRB2LR2jgGzLKOTtsRHxIeev1aFCsdsGNp8DjQwVNzPX0H&#10;A9XNXi7HD+c+6z5W57eV9nXbGvM8n/ZrUJmm/G/+u66s4C+FVp6RCfT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Jz+78MAAADcAAAADwAAAAAAAAAAAAAAAACYAgAAZHJzL2Rv&#10;d25yZXYueG1sUEsFBgAAAAAEAAQA9QAAAIgDAAAAAA==&#10;" fillcolor="aqua">
                        <v:textbox>
                          <w:txbxContent>
                            <w:p w14:paraId="1F7E3535" w14:textId="77777777" w:rsidR="00C53268" w:rsidRDefault="00C53268" w:rsidP="00D1445F"/>
                          </w:txbxContent>
                        </v:textbox>
                      </v:oval>
                      <v:shape id="Arc 23" o:spid="_x0000_s1066" style="position:absolute;left:434;top:309;width:302;height:308;rotation:8853495fd;flip:y;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SVb8MA&#10;AADcAAAADwAAAGRycy9kb3ducmV2LnhtbERPyWrDMBC9B/oPYgq5NXJ6yOJaNk4hTQ49ZKO9DtZ4&#10;odbItZTE+fsqUMhtHm+dJBtMKy7Uu8aygukkAkFcWN1wpeB0XL8sQDiPrLG1TApu5CBLn0YJxtpe&#10;eU+Xg69ECGEXo4La+y6W0hU1GXQT2xEHrrS9QR9gX0nd4zWEm1a+RtFMGmw4NNTY0XtNxc/hbBT8&#10;+q/VabPDz2j1vcvnZX5b5x+NUuPnIX8D4WnwD/G/e6vD/OkS7s+EC2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qSVb8MAAADcAAAADwAAAAAAAAAAAAAAAACYAgAAZHJzL2Rv&#10;d25yZXYueG1sUEsFBgAAAAAEAAQA9QAAAIgDAAAAAA==&#10;" adj="-11796480,,5400" path="m,nfc11929,,21600,9670,21600,21600em,nsc11929,,21600,9670,21600,21600l,21600,,xe" filled="f">
                        <v:stroke startarrow="block" joinstyle="round"/>
                        <v:formulas/>
                        <v:path arrowok="t" o:extrusionok="f" o:connecttype="custom" o:connectlocs="0,0;302,308;0,308" o:connectangles="0,0,0" textboxrect="0,0,21600,21600"/>
                        <v:textbox>
                          <w:txbxContent>
                            <w:p w14:paraId="7840FA2D" w14:textId="77777777" w:rsidR="00C53268" w:rsidRDefault="00C53268" w:rsidP="00D1445F"/>
                          </w:txbxContent>
                        </v:textbox>
                      </v:shape>
                      <v:oval id="Oval 121" o:spid="_x0000_s1067" style="position:absolute;left:1188;top:463;width:150;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qdz8AA&#10;AADcAAAADwAAAGRycy9kb3ducmV2LnhtbERPzYrCMBC+C75DGGFvmiqsSDXKIgjdk1R9gLGZJmWb&#10;SW2yWt/eCAt7m4/vdza7wbXiTn1oPCuYzzIQxJXXDRsFl/NhugIRIrLG1jMpeFKA3XY82mCu/YNL&#10;up+iESmEQ44KbIxdLmWoLDkMM98RJ672vcOYYG+k7vGRwl0rF1m2lA4bTg0WO9pbqn5Ov05BcdPX&#10;6+HbmGPZ+uL8uZS2rGulPibD1xpEpCH+i//chU7zF3N4P5MukN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8qdz8AAAADcAAAADwAAAAAAAAAAAAAAAACYAgAAZHJzL2Rvd25y&#10;ZXYueG1sUEsFBgAAAAAEAAQA9QAAAIUDAAAAAA==&#10;" fillcolor="aqua">
                        <v:textbox>
                          <w:txbxContent>
                            <w:p w14:paraId="45C8490C" w14:textId="77777777" w:rsidR="00C53268" w:rsidRDefault="00C53268" w:rsidP="00D1445F"/>
                          </w:txbxContent>
                        </v:textbox>
                      </v:oval>
                      <v:shape id="Arc 25" o:spid="_x0000_s1068" style="position:absolute;left:886;top:308;width:302;height:309;rotation:8853495fd;flip:y;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zNo8MA&#10;AADcAAAADwAAAGRycy9kb3ducmV2LnhtbERPTWvCQBC9C/0PyxS8mU1zsCXNGmLB6sGDVWmvQ3ZM&#10;QrOzaXaN8d93BcHbPN7nZPloWjFQ7xrLCl6iGARxaXXDlYLjYTV7A+E8ssbWMim4koN88TTJMNX2&#10;wl807H0lQgi7FBXU3neplK6syaCLbEccuJPtDfoA+0rqHi8h3LQyieO5NNhwaKixo4+ayt/92Sj4&#10;89/L43qH23j5syteT8V1VXw2Sk2fx+IdhKfRP8R390aH+UkCt2fCB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mzNo8MAAADcAAAADwAAAAAAAAAAAAAAAACYAgAAZHJzL2Rv&#10;d25yZXYueG1sUEsFBgAAAAAEAAQA9QAAAIgDAAAAAA==&#10;" adj="-11796480,,5400" path="m,nfc11929,,21600,9670,21600,21600em,nsc11929,,21600,9670,21600,21600l,21600,,xe" filled="f">
                        <v:stroke startarrow="block" joinstyle="round"/>
                        <v:formulas/>
                        <v:path arrowok="t" o:extrusionok="f" o:connecttype="custom" o:connectlocs="0,0;302,309;0,309" o:connectangles="0,0,0" textboxrect="0,0,21600,21600"/>
                        <v:textbox>
                          <w:txbxContent>
                            <w:p w14:paraId="3959AA69" w14:textId="77777777" w:rsidR="00C53268" w:rsidRDefault="00C53268" w:rsidP="00D1445F"/>
                          </w:txbxContent>
                        </v:textbox>
                      </v:shape>
                      <v:oval id="Oval 123" o:spid="_x0000_s1069" style="position:absolute;left:1639;top:464;width:150;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SmI8EA&#10;AADcAAAADwAAAGRycy9kb3ducmV2LnhtbERP3WrCMBS+H/gO4Qx2t6ZzTKQaRQShu5KqD3BsTpNi&#10;c1KbqN3bm8Fgd+fj+z3L9eg6cachtJ4VfGQ5COLa65aNgtNx9z4HESKyxs4zKfihAOvV5GWJhfYP&#10;ruh+iEakEA4FKrAx9oWUobbkMGS+J05c4weHMcHBSD3gI4W7Tk7zfCYdtpwaLPa0tVRfDjenoLzq&#10;83n3bcy+6nx5/JpJWzWNUm+v42YBItIY/8V/7lKn+dNP+H0mXSB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UpiPBAAAA3AAAAA8AAAAAAAAAAAAAAAAAmAIAAGRycy9kb3du&#10;cmV2LnhtbFBLBQYAAAAABAAEAPUAAACGAwAAAAA=&#10;" fillcolor="aqua">
                        <v:textbox>
                          <w:txbxContent>
                            <w:p w14:paraId="40568A58" w14:textId="77777777" w:rsidR="00C53268" w:rsidRDefault="00C53268" w:rsidP="00D1445F"/>
                          </w:txbxContent>
                        </v:textbox>
                      </v:oval>
                      <v:shape id="Arc 27" o:spid="_x0000_s1070" style="position:absolute;left:1338;top:309;width:301;height:309;rotation:8853495fd;flip:y;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nwTMQA&#10;AADcAAAADwAAAGRycy9kb3ducmV2LnhtbERPS2vCQBC+F/wPywjemo0iraSuEgVrDx58hPY6ZMck&#10;NDubZleT/Hu3UOhtPr7nLNe9qcWdWldZVjCNYhDEudUVFwqyy+55AcJ5ZI21ZVIwkIP1avS0xETb&#10;jk90P/tChBB2CSoovW8SKV1ekkEX2YY4cFfbGvQBtoXULXYh3NRyFscv0mDFoaHEhrYl5d/nm1Hw&#10;4z832f6Ih3jzdUxfr+mwS98rpSbjPn0D4an3/+I/94cO82dz+H0mXCB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LJ8EzEAAAA3AAAAA8AAAAAAAAAAAAAAAAAmAIAAGRycy9k&#10;b3ducmV2LnhtbFBLBQYAAAAABAAEAPUAAACJAwAAAAA=&#10;" adj="-11796480,,5400" path="m,nfc11929,,21600,9670,21600,21600em,nsc11929,,21600,9670,21600,21600l,21600,,xe" filled="f">
                        <v:stroke startarrow="block" joinstyle="round"/>
                        <v:formulas/>
                        <v:path arrowok="t" o:extrusionok="f" o:connecttype="custom" o:connectlocs="0,0;301,309;0,309" o:connectangles="0,0,0" textboxrect="0,0,21600,21600"/>
                        <v:textbox>
                          <w:txbxContent>
                            <w:p w14:paraId="2CFF8A91" w14:textId="77777777" w:rsidR="00C53268" w:rsidRDefault="00C53268" w:rsidP="00D1445F"/>
                          </w:txbxContent>
                        </v:textbox>
                      </v:shape>
                      <v:oval id="Oval 125" o:spid="_x0000_s1071" style="position:absolute;left:2091;top:465;width:150;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S3y8IA&#10;AADcAAAADwAAAGRycy9kb3ducmV2LnhtbERPS4vCMBC+C/sfwix401RhRapRdgWp4skHC3sbm7Ep&#10;NpNuE7X+eyMI3ubje8503tpKXKnxpWMFg34Cgjh3uuRCwWG/7I1B+ICssXJMCu7kYT776Ewx1e7G&#10;W7ruQiFiCPsUFZgQ6lRKnxuy6PuuJo7cyTUWQ4RNIXWDtxhuKzlMkpG0WHJsMFjTwlB+3l2sgt/s&#10;mGVZdVnbxWZZ/P1vzGrgfpTqfrbfExCB2vAWv9wrHecPv+D5TLxAz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tLfLwgAAANwAAAAPAAAAAAAAAAAAAAAAAJgCAABkcnMvZG93&#10;bnJldi54bWxQSwUGAAAAAAQABAD1AAAAhwMAAAAA&#10;" fillcolor="#9c0">
                        <v:textbox>
                          <w:txbxContent>
                            <w:p w14:paraId="0770AE34" w14:textId="77777777" w:rsidR="00C53268" w:rsidRDefault="00C53268" w:rsidP="00D1445F"/>
                          </w:txbxContent>
                        </v:textbox>
                      </v:oval>
                      <v:shape id="Arc 29" o:spid="_x0000_s1072" style="position:absolute;left:1789;top:310;width:302;height:309;rotation:8853495fd;flip:y;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fLoMQA&#10;AADcAAAADwAAAGRycy9kb3ducmV2LnhtbERPS2vCQBC+F/wPywi91U09pJJmlSjY9tBDtNJeh+zk&#10;QbOzMbs1yb/vCoK3+fiek25G04oL9a6xrOB5EYEgLqxuuFJw+to/rUA4j6yxtUwKJnKwWc8eUky0&#10;HfhAl6OvRAhhl6CC2vsukdIVNRl0C9sRB660vUEfYF9J3eMQwk0rl1EUS4MNh4YaO9rVVPwe/4yC&#10;s//ent5z/Iy2P3n2UmbTPntrlHqcj9krCE+jv4tv7g8d5i9juD4TLpD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1Xy6DEAAAA3AAAAA8AAAAAAAAAAAAAAAAAmAIAAGRycy9k&#10;b3ducmV2LnhtbFBLBQYAAAAABAAEAPUAAACJAwAAAAA=&#10;" adj="-11796480,,5400" path="m,nfc11929,,21600,9670,21600,21600em,nsc11929,,21600,9670,21600,21600l,21600,,xe" filled="f">
                        <v:stroke startarrow="block" joinstyle="round"/>
                        <v:formulas/>
                        <v:path arrowok="t" o:extrusionok="f" o:connecttype="custom" o:connectlocs="0,0;302,309;0,309" o:connectangles="0,0,0" textboxrect="0,0,21600,21600"/>
                        <v:textbox>
                          <w:txbxContent>
                            <w:p w14:paraId="5806B69C" w14:textId="77777777" w:rsidR="00C53268" w:rsidRDefault="00C53268" w:rsidP="00D1445F"/>
                          </w:txbxContent>
                        </v:textbox>
                      </v:shape>
                      <v:oval id="Oval 127" o:spid="_x0000_s1073" style="position:absolute;left:2593;top:463;width:150;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qMJ8IA&#10;AADcAAAADwAAAGRycy9kb3ducmV2LnhtbERPS4vCMBC+C/sfwix401QPq1Sj7ApSxZMPFvY2NmNT&#10;bCbdJmr990YQvM3H95zpvLWVuFLjS8cKBv0EBHHudMmFgsN+2RuD8AFZY+WYFNzJw3z20Zliqt2N&#10;t3TdhULEEPYpKjAh1KmUPjdk0fddTRy5k2sshgibQuoGbzHcVnKYJF/SYsmxwWBNC0P5eXexCn6z&#10;Y5Zl1WVtF5tl8fe/MauB+1Gq+9l+T0AEasNb/HKvdJw/HMHzmXiBn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KownwgAAANwAAAAPAAAAAAAAAAAAAAAAAJgCAABkcnMvZG93&#10;bnJldi54bWxQSwUGAAAAAAQABAD1AAAAhwMAAAAA&#10;" fillcolor="#9c0">
                        <v:textbox>
                          <w:txbxContent>
                            <w:p w14:paraId="35AA92B1" w14:textId="77777777" w:rsidR="00C53268" w:rsidRDefault="00C53268" w:rsidP="00D1445F"/>
                          </w:txbxContent>
                        </v:textbox>
                      </v:oval>
                      <v:shape id="Arc 31" o:spid="_x0000_s1074" style="position:absolute;left:2291;top:308;width:302;height:309;rotation:8853495fd;flip:y;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Bpp8UA&#10;AADeAAAADwAAAGRycy9kb3ducmV2LnhtbESPy4rCMBSG98K8QzgD7jQZEUeqUeqAl4ULxxHdHppj&#10;W2xOahO1vr1ZDLj8+W9803lrK3GnxpeONXz1FQjizJmScw2Hv2VvDMIHZIOVY9LwJA/z2Udniolx&#10;D/6l+z7kIo6wT1BDEUKdSOmzgiz6vquJo3d2jcUQZZNL0+AjjttKDpQaSYslx4cCa/opKLvsb1bD&#10;NRwXh/UOt2px2qXf5/S5TFel1t3PNp2ACNSGd/i/vTEahiM1jgARJ6KAnL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EGmnxQAAAN4AAAAPAAAAAAAAAAAAAAAAAJgCAABkcnMv&#10;ZG93bnJldi54bWxQSwUGAAAAAAQABAD1AAAAigMAAAAA&#10;" adj="-11796480,,5400" path="m,nfc11929,,21600,9670,21600,21600em,nsc11929,,21600,9670,21600,21600l,21600,,xe" filled="f">
                        <v:stroke startarrow="block" joinstyle="round"/>
                        <v:formulas/>
                        <v:path arrowok="t" o:extrusionok="f" o:connecttype="custom" o:connectlocs="0,0;302,309;0,309" o:connectangles="0,0,0" textboxrect="0,0,21600,21600"/>
                        <v:textbox>
                          <w:txbxContent>
                            <w:p w14:paraId="4CE9D4AF" w14:textId="77777777" w:rsidR="00C53268" w:rsidRDefault="00C53268" w:rsidP="00D1445F"/>
                          </w:txbxContent>
                        </v:textbox>
                      </v:shape>
                      <v:oval id="Oval 46081" o:spid="_x0000_s1075" style="position:absolute;left:3094;top:463;width:150;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jarsUA&#10;AADeAAAADwAAAGRycy9kb3ducmV2LnhtbESPUWvCMBSF34X9h3AHvmnqmEU6o8hA6J5GdT/g2twm&#10;xeamazKt/34RBB8P55zvcNbb0XXiQkNoPStYzDMQxLXXLRsFP8f9bAUiRGSNnWdScKMA283LZI2F&#10;9leu6HKIRiQIhwIV2Bj7QspQW3IY5r4nTl7jB4cxycFIPeA1wV0n37Islw5bTgsWe/q0VJ8Pf05B&#10;+atPp/2XMd9V58vjMpe2ahqlpq/j7gNEpDE+w492qRW859lqAfc76QrIz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qNquxQAAAN4AAAAPAAAAAAAAAAAAAAAAAJgCAABkcnMv&#10;ZG93bnJldi54bWxQSwUGAAAAAAQABAD1AAAAigMAAAAA&#10;" fillcolor="aqua">
                        <v:textbox>
                          <w:txbxContent>
                            <w:p w14:paraId="775B823E" w14:textId="77777777" w:rsidR="00C53268" w:rsidRDefault="00C53268" w:rsidP="00D1445F"/>
                          </w:txbxContent>
                        </v:textbox>
                      </v:oval>
                      <v:shape id="Arc 33" o:spid="_x0000_s1076" style="position:absolute;left:2793;top:308;width:301;height:309;rotation:8853495fd;flip:y;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5SS8YA&#10;AADeAAAADwAAAGRycy9kb3ducmV2LnhtbESPQWsCMRSE74X+h/AEbzVRxMpqlLWg9uDBWtHrY/Pc&#10;Xdy8rJuo679vhILHYWa+Yabz1lbiRo0vHWvo9xQI4syZknMN+9/lxxiED8gGK8ek4UEe5rP3tykm&#10;xt35h267kIsIYZ+ghiKEOpHSZwVZ9D1XE0fv5BqLIcoml6bBe4TbSg6UGkmLJceFAmv6Kig7765W&#10;wyUcFvv1Fjdqcdymn6f0sUxXpdbdTptOQARqwyv83/42GoYjNR7A8068AnL2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o5SS8YAAADeAAAADwAAAAAAAAAAAAAAAACYAgAAZHJz&#10;L2Rvd25yZXYueG1sUEsFBgAAAAAEAAQA9QAAAIsDAAAAAA==&#10;" adj="-11796480,,5400" path="m,nfc11929,,21600,9670,21600,21600em,nsc11929,,21600,9670,21600,21600l,21600,,xe" filled="f">
                        <v:stroke startarrow="block" joinstyle="round"/>
                        <v:formulas/>
                        <v:path arrowok="t" o:extrusionok="f" o:connecttype="custom" o:connectlocs="0,0;301,309;0,309" o:connectangles="0,0,0" textboxrect="0,0,21600,21600"/>
                        <v:textbox>
                          <w:txbxContent>
                            <w:p w14:paraId="067AD507" w14:textId="77777777" w:rsidR="00C53268" w:rsidRDefault="00C53268" w:rsidP="00D1445F"/>
                          </w:txbxContent>
                        </v:textbox>
                      </v:shape>
                      <v:oval id="Oval 46083" o:spid="_x0000_s1077" style="position:absolute;left:3546;top:465;width:150;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bhQsUA&#10;AADeAAAADwAAAGRycy9kb3ducmV2LnhtbESPzWrDMBCE74G+g9hCbomc/pjgRAmlEHBPxXEeYGOt&#10;JRNr5Vpq4rx9VSj0OMzMN8x2P7leXGkMnWcFq2UGgrjxumOj4FQfFmsQISJr7D2TgjsF2O8eZlss&#10;tL9xRddjNCJBOBSowMY4FFKGxpLDsPQDcfJaPzqMSY5G6hFvCe56+ZRluXTYcVqwONC7peZy/HYK&#10;yi99Ph8+jPmsel/Wr7m0VdsqNX+c3jYgIk3xP/zXLrWClzxbP8PvnXQF5O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NuFCxQAAAN4AAAAPAAAAAAAAAAAAAAAAAJgCAABkcnMv&#10;ZG93bnJldi54bWxQSwUGAAAAAAQABAD1AAAAigMAAAAA&#10;" fillcolor="aqua">
                        <v:textbox>
                          <w:txbxContent>
                            <w:p w14:paraId="282506AD" w14:textId="77777777" w:rsidR="00C53268" w:rsidRDefault="00C53268" w:rsidP="00D1445F"/>
                          </w:txbxContent>
                        </v:textbox>
                      </v:oval>
                      <v:shape id="Arc 35" o:spid="_x0000_s1078" style="position:absolute;left:3244;top:311;width:302;height:308;rotation:8853495fd;flip:y;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fKP8cA&#10;AADeAAAADwAAAGRycy9kb3ducmV2LnhtbESPS2/CMBCE70j9D9ZW4lZsqvJQwKBQiZZDD7wE11W8&#10;JBHxOo0NhH9fV0LiOJqZbzTTeWsrcaXGl4419HsKBHHmTMm5hv1u+TYG4QOywcoxabiTh/nspTPF&#10;xLgbb+i6DbmIEPYJaihCqBMpfVaQRd9zNXH0Tq6xGKJscmkavEW4reS7UkNpseS4UGBNnwVl5+3F&#10;avgNh8X+e40/anFcp6NTel+mX6XW3dc2nYAI1IZn+NFeGQ0fQzUewP+deAXk7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Vnyj/HAAAA3gAAAA8AAAAAAAAAAAAAAAAAmAIAAGRy&#10;cy9kb3ducmV2LnhtbFBLBQYAAAAABAAEAPUAAACMAwAAAAA=&#10;" adj="-11796480,,5400" path="m,nfc11929,,21600,9670,21600,21600em,nsc11929,,21600,9670,21600,21600l,21600,,xe" filled="f">
                        <v:stroke startarrow="block" joinstyle="round"/>
                        <v:formulas/>
                        <v:path arrowok="t" o:extrusionok="f" o:connecttype="custom" o:connectlocs="0,0;302,308;0,308" o:connectangles="0,0,0" textboxrect="0,0,21600,21600"/>
                        <v:textbox>
                          <w:txbxContent>
                            <w:p w14:paraId="08D132C9" w14:textId="77777777" w:rsidR="00C53268" w:rsidRDefault="00C53268" w:rsidP="00D1445F"/>
                          </w:txbxContent>
                        </v:textbox>
                      </v:shape>
                      <v:oval id="Oval 46098" o:spid="_x0000_s1079" style="position:absolute;left:3998;top:465;width:150;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idMUA&#10;AADeAAAADwAAAGRycy9kb3ducmV2LnhtbERPz2vCMBS+D/Y/hDfwNlNFxNWmZROkiifdGOz2bN6a&#10;sualNrHW/345DHb8+H5nxWhbMVDvG8cKZtMEBHHldMO1go/37fMKhA/IGlvHpOBOHor88SHDVLsb&#10;H2k4hVrEEPYpKjAhdKmUvjJk0U9dRxy5b9dbDBH2tdQ93mK4beU8SZbSYsOxwWBHG0PVz+lqFXyW&#10;57Is2+vebg7b+utyMLuZe1Nq8jS+rkEEGsO/+M+90woWy+Ql7o134hWQ+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J2J0xQAAAN4AAAAPAAAAAAAAAAAAAAAAAJgCAABkcnMv&#10;ZG93bnJldi54bWxQSwUGAAAAAAQABAD1AAAAigMAAAAA&#10;" fillcolor="#9c0">
                        <v:textbox>
                          <w:txbxContent>
                            <w:p w14:paraId="7FDC5320" w14:textId="77777777" w:rsidR="00C53268" w:rsidRDefault="00C53268" w:rsidP="00D1445F"/>
                          </w:txbxContent>
                        </v:textbox>
                      </v:oval>
                      <v:shape id="Arc 37" o:spid="_x0000_s1080" style="position:absolute;left:3696;top:310;width:302;height:309;rotation:8853495fd;flip:y;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NW58gA&#10;AADeAAAADwAAAGRycy9kb3ducmV2LnhtbESPT2sCMRTE70K/Q3iF3mpSKVbXjbIWbD30oFbq9bF5&#10;+4duXtZNquu3NwXB4zAzv2HSRW8bcaLO1441vAwVCOLcmZpLDfvv1fMEhA/IBhvHpOFCHhbzh0GK&#10;iXFn3tJpF0oRIewT1FCF0CZS+rwii37oWuLoFa6zGKLsSmk6PEe4beRIqbG0WHNcqLCl94ry392f&#10;1XAMP8v95wa/1PKwyd6K7LLKPmqtnx77bAYiUB/u4Vt7bTS8jtV0Cv934hWQ8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R81bnyAAAAN4AAAAPAAAAAAAAAAAAAAAAAJgCAABk&#10;cnMvZG93bnJldi54bWxQSwUGAAAAAAQABAD1AAAAjQMAAAAA&#10;" adj="-11796480,,5400" path="m,nfc11929,,21600,9670,21600,21600em,nsc11929,,21600,9670,21600,21600l,21600,,xe" filled="f">
                        <v:stroke startarrow="block" joinstyle="round"/>
                        <v:formulas/>
                        <v:path arrowok="t" o:extrusionok="f" o:connecttype="custom" o:connectlocs="0,0;302,309;0,309" o:connectangles="0,0,0" textboxrect="0,0,21600,21600"/>
                        <v:textbox>
                          <w:txbxContent>
                            <w:p w14:paraId="0F571D59" w14:textId="77777777" w:rsidR="00C53268" w:rsidRDefault="00C53268" w:rsidP="00D1445F"/>
                          </w:txbxContent>
                        </v:textbox>
                      </v:shape>
                      <v:oval id="Oval 46100" o:spid="_x0000_s1081" style="position:absolute;left:4449;top:465;width:150;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Zz8sMA&#10;AADeAAAADwAAAGRycy9kb3ducmV2LnhtbESP32rCMBTG7wXfIRzBO00dWkY1igyE7mpU9wDH5jQp&#10;Nie1ybR7++Vi4OXH94/f7jC6TjxoCK1nBatlBoK49rplo+D7clq8gwgRWWPnmRT8UoDDfjrZYaH9&#10;kyt6nKMRaYRDgQpsjH0hZagtOQxL3xMnr/GDw5jkYKQe8JnGXSffsiyXDltODxZ7+rBU384/TkF5&#10;19fr6dOYr6rz5WWTS1s1jVLz2Xjcgog0xlf4v11qBet8lSWAhJNQQO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dZz8sMAAADeAAAADwAAAAAAAAAAAAAAAACYAgAAZHJzL2Rv&#10;d25yZXYueG1sUEsFBgAAAAAEAAQA9QAAAIgDAAAAAA==&#10;" fillcolor="aqua">
                        <v:textbox>
                          <w:txbxContent>
                            <w:p w14:paraId="525DE2FF" w14:textId="77777777" w:rsidR="00C53268" w:rsidRDefault="00C53268" w:rsidP="00D1445F"/>
                          </w:txbxContent>
                        </v:textbox>
                      </v:oval>
                      <v:shape id="Arc 39" o:spid="_x0000_s1082" style="position:absolute;left:4148;top:310;width:301;height:309;rotation:8853495fd;flip:y;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7A+8cA&#10;AADeAAAADwAAAGRycy9kb3ducmV2LnhtbESPT2vCQBTE7wW/w/IKveluSrESXSUKVg8e/IdeH9ln&#10;Epp9m2a3Gr+9WxB6HGbmN8xk1tlaXKn1lWMNyUCBIM6dqbjQcDws+yMQPiAbrB2Thjt5mE17LxNM&#10;jbvxjq77UIgIYZ+ihjKEJpXS5yVZ9APXEEfv4lqLIcq2kKbFW4TbWr4rNZQWK44LJTa0KCn/3v9a&#10;DT/hND+utrhR8/M2+7xk92X2VWn99tplYxCBuvAffrbXRsPHMFEJ/N2JV0BO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FuwPvHAAAA3gAAAA8AAAAAAAAAAAAAAAAAmAIAAGRy&#10;cy9kb3ducmV2LnhtbFBLBQYAAAAABAAEAPUAAACMAwAAAAA=&#10;" adj="-11796480,,5400" path="m,nfc11929,,21600,9670,21600,21600em,nsc11929,,21600,9670,21600,21600l,21600,,xe" filled="f">
                        <v:stroke startarrow="block" joinstyle="round"/>
                        <v:formulas/>
                        <v:path arrowok="t" o:extrusionok="f" o:connecttype="custom" o:connectlocs="0,0;301,309;0,309" o:connectangles="0,0,0" textboxrect="0,0,21600,21600"/>
                        <v:textbox>
                          <w:txbxContent>
                            <w:p w14:paraId="2B9C307C" w14:textId="77777777" w:rsidR="00C53268" w:rsidRDefault="00C53268" w:rsidP="00D1445F"/>
                          </w:txbxContent>
                        </v:textbox>
                      </v:shape>
                      <v:oval id="Oval 46102" o:spid="_x0000_s1083" style="position:absolute;left:4901;top:465;width:150;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hIHsUA&#10;AADeAAAADwAAAGRycy9kb3ducmV2LnhtbESPUWvCMBSF34X9h3AF3zRVZhmdUWQgdE+juh9wbW6T&#10;suamazKt/34RBB8P55zvcDa70XXiQkNoPStYLjIQxLXXLRsF36fD/A1EiMgaO8+k4EYBdtuXyQYL&#10;7a9c0eUYjUgQDgUqsDH2hZShtuQwLHxPnLzGDw5jkoOResBrgrtOrrIslw5bTgsWe/qwVP8c/5yC&#10;8lefz4dPY76qzpendS5t1TRKzabj/h1EpDE+w492qRW85stsBfc76QrI7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SEgexQAAAN4AAAAPAAAAAAAAAAAAAAAAAJgCAABkcnMv&#10;ZG93bnJldi54bWxQSwUGAAAAAAQABAD1AAAAigMAAAAA&#10;" fillcolor="aqua">
                        <v:textbox>
                          <w:txbxContent>
                            <w:p w14:paraId="79B821E6" w14:textId="77777777" w:rsidR="00C53268" w:rsidRDefault="00C53268" w:rsidP="00D1445F"/>
                          </w:txbxContent>
                        </v:textbox>
                      </v:oval>
                      <v:shape id="Arc 41" o:spid="_x0000_s1084" style="position:absolute;left:4599;top:310;width:302;height:309;rotation:8853495fd;flip:y;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D7F8gA&#10;AADeAAAADwAAAGRycy9kb3ducmV2LnhtbESPQWvCQBSE74X+h+UVequ7WrESXSUppPXQg1XR6yP7&#10;TILZtzG71fjvuwWhx2FmvmHmy9424kKdrx1rGA4UCOLCmZpLDbtt/jIF4QOywcYxabiRh+Xi8WGO&#10;iXFX/qbLJpQiQtgnqKEKoU2k9EVFFv3AtcTRO7rOYoiyK6Xp8BrhtpEjpSbSYs1xocKW3isqTpsf&#10;q+Ec9tnuc41fKjus07djesvTj1rr56c+nYEI1If/8L29MhrGk6F6hb878QrIx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u8PsXyAAAAN4AAAAPAAAAAAAAAAAAAAAAAJgCAABk&#10;cnMvZG93bnJldi54bWxQSwUGAAAAAAQABAD1AAAAjQMAAAAA&#10;" adj="-11796480,,5400" path="m,nfc11929,,21600,9670,21600,21600em,nsc11929,,21600,9670,21600,21600l,21600,,xe" filled="f">
                        <v:stroke startarrow="block" joinstyle="round"/>
                        <v:formulas/>
                        <v:path arrowok="t" o:extrusionok="f" o:connecttype="custom" o:connectlocs="0,0;302,309;0,309" o:connectangles="0,0,0" textboxrect="0,0,21600,21600"/>
                        <v:textbox>
                          <w:txbxContent>
                            <w:p w14:paraId="244C72E7" w14:textId="77777777" w:rsidR="00C53268" w:rsidRDefault="00C53268" w:rsidP="00D1445F"/>
                          </w:txbxContent>
                        </v:textbox>
                      </v:shape>
                      <v:oval id="Oval 46104" o:spid="_x0000_s1085" style="position:absolute;left:5403;top:465;width:150;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Hya8YA&#10;AADeAAAADwAAAGRycy9kb3ducmV2LnhtbESPQWvCQBSE74X+h+UVvOkmIiLRVawgUTyppeDtmX1m&#10;g9m3aXbV+O/dQqHHYWa+YWaLztbiTq2vHCtIBwkI4sLpiksFX8d1fwLCB2SNtWNS8CQPi/n72wwz&#10;7R68p/shlCJC2GeowITQZFL6wpBFP3ANcfQurrUYomxLqVt8RLit5TBJxtJixXHBYEMrQ8X1cLMK&#10;vvNznuf1bWtXu3V5+tmZTeo+lep9dMspiEBd+A//tTdawWicJiP4vROvgJy/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oHya8YAAADeAAAADwAAAAAAAAAAAAAAAACYAgAAZHJz&#10;L2Rvd25yZXYueG1sUEsFBgAAAAAEAAQA9QAAAIsDAAAAAA==&#10;" fillcolor="#9c0">
                        <v:textbox>
                          <w:txbxContent>
                            <w:p w14:paraId="03111A5F" w14:textId="77777777" w:rsidR="00C53268" w:rsidRDefault="00C53268" w:rsidP="00D1445F"/>
                          </w:txbxContent>
                        </v:textbox>
                      </v:oval>
                      <v:shape id="Arc 43" o:spid="_x0000_s1086" style="position:absolute;left:5101;top:310;width:302;height:309;rotation:8853495fd;flip:y;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XG+MgA&#10;AADeAAAADwAAAGRycy9kb3ducmV2LnhtbESPQWvCQBSE74X+h+UVequ7SrUSXSUppPXQg1XR6yP7&#10;TILZtzG71fjvuwWhx2FmvmHmy9424kKdrx1rGA4UCOLCmZpLDbtt/jIF4QOywcYxabiRh+Xi8WGO&#10;iXFX/qbLJpQiQtgnqKEKoU2k9EVFFv3AtcTRO7rOYoiyK6Xp8BrhtpEjpSbSYs1xocKW3isqTpsf&#10;q+Ec9tnuc41fKjus07djesvTj1rr56c+nYEI1If/8L29MhpeJ0M1hr878QrIx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OVcb4yAAAAN4AAAAPAAAAAAAAAAAAAAAAAJgCAABk&#10;cnMvZG93bnJldi54bWxQSwUGAAAAAAQABAD1AAAAjQMAAAAA&#10;" adj="-11796480,,5400" path="m,nfc11929,,21600,9670,21600,21600em,nsc11929,,21600,9670,21600,21600l,21600,,xe" filled="f">
                        <v:stroke startarrow="block" joinstyle="round"/>
                        <v:formulas/>
                        <v:path arrowok="t" o:extrusionok="f" o:connecttype="custom" o:connectlocs="0,0;302,309;0,309" o:connectangles="0,0,0" textboxrect="0,0,21600,21600"/>
                        <v:textbox>
                          <w:txbxContent>
                            <w:p w14:paraId="61B61CDA" w14:textId="77777777" w:rsidR="00C53268" w:rsidRDefault="00C53268" w:rsidP="00D1445F"/>
                          </w:txbxContent>
                        </v:textbox>
                      </v:shape>
                      <v:oval id="Oval 46106" o:spid="_x0000_s1087" style="position:absolute;left:5904;top:465;width:150;height: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NOHcQA&#10;AADeAAAADwAAAGRycy9kb3ducmV2LnhtbESPUWvCMBSF34X9h3AHvmmqbGV0RpGB0D2Nqj/g2twm&#10;xeama6LWf78MBB8P55zvcFab0XXiSkNoPStYzDMQxLXXLRsFx8Nu9gEiRGSNnWdScKcAm/XLZIWF&#10;9jeu6LqPRiQIhwIV2Bj7QspQW3IY5r4nTl7jB4cxycFIPeAtwV0nl1mWS4ctpwWLPX1Zqs/7i1NQ&#10;/urTafdtzE/V+fLwnktbNY1S09dx+wki0hif4Ue71Are8kWWw/+ddAX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FzTh3EAAAA3gAAAA8AAAAAAAAAAAAAAAAAmAIAAGRycy9k&#10;b3ducmV2LnhtbFBLBQYAAAAABAAEAPUAAACJAwAAAAA=&#10;" fillcolor="aqua">
                        <v:textbox>
                          <w:txbxContent>
                            <w:p w14:paraId="4BC0EF26" w14:textId="77777777" w:rsidR="00C53268" w:rsidRDefault="00C53268" w:rsidP="00D1445F"/>
                          </w:txbxContent>
                        </v:textbox>
                      </v:oval>
                      <v:shape id="Arc 45" o:spid="_x0000_s1088" style="position:absolute;left:5603;top:310;width:301;height:309;rotation:8853495fd;flip:y;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v9FMcA&#10;AADeAAAADwAAAGRycy9kb3ducmV2LnhtbESPzWsCMRTE74X+D+EVetNEKSrrRlkF2x48+EV7fWze&#10;fuDmZbtJdf3vG0HocZiZ3zDpsreNuFDna8caRkMFgjh3puZSw+m4GcxA+IBssHFMGm7kYbl4fkox&#10;Me7Ke7ocQikihH2CGqoQ2kRKn1dk0Q9dSxy9wnUWQ5RdKU2H1wi3jRwrNZEWa44LFba0rig/H36t&#10;hp/wtTp97HCrVt+7bFpkt032Xmv9+tJncxCB+vAffrQ/jYa3yUhN4X4nXgG5+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HL/RTHAAAA3gAAAA8AAAAAAAAAAAAAAAAAmAIAAGRy&#10;cy9kb3ducmV2LnhtbFBLBQYAAAAABAAEAPUAAACMAwAAAAA=&#10;" adj="-11796480,,5400" path="m,nfc11929,,21600,9670,21600,21600em,nsc11929,,21600,9670,21600,21600l,21600,,xe" filled="f">
                        <v:stroke startarrow="block" joinstyle="round"/>
                        <v:formulas/>
                        <v:path arrowok="t" o:extrusionok="f" o:connecttype="custom" o:connectlocs="0,0;301,309;0,309" o:connectangles="0,0,0" textboxrect="0,0,21600,21600"/>
                        <v:textbox>
                          <w:txbxContent>
                            <w:p w14:paraId="6BA10690" w14:textId="77777777" w:rsidR="00C53268" w:rsidRDefault="00C53268" w:rsidP="00D1445F"/>
                          </w:txbxContent>
                        </v:textbox>
                      </v:shape>
                    </v:group>
                  </v:group>
                  <v:shape id="Text Box 46108" o:spid="_x0000_s1089" type="#_x0000_t202" style="position:absolute;left:40001;top:22426;width:8710;height:23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ssUMQA&#10;AADeAAAADwAAAGRycy9kb3ducmV2LnhtbERPy4rCMBTdD/gP4QqzG1NlFOmYihREGXThY+Pu2tw+&#10;mOamNlE7fr1ZCC4P5z2bd6YWN2pdZVnBcBCBIM6srrhQcDwsv6YgnEfWWFsmBf/kYJ70PmYYa3vn&#10;Hd32vhAhhF2MCkrvm1hKl5Vk0A1sQxy43LYGfYBtIXWL9xBuajmKook0WHFoKLGhtKTsb381Cn7T&#10;5RZ355GZPup0tckXzeV4Giv12e8WPyA8df4tfrnXWsH3ZBiFveFOuAIye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hbLFDEAAAA3gAAAA8AAAAAAAAAAAAAAAAAmAIAAGRycy9k&#10;b3ducmV2LnhtbFBLBQYAAAAABAAEAPUAAACJAwAAAAA=&#10;" filled="f" stroked="f" strokeweight=".5pt">
                    <v:textbox>
                      <w:txbxContent>
                        <w:p w14:paraId="72033C0C" w14:textId="77777777" w:rsidR="00C53268" w:rsidRPr="00D1445F" w:rsidRDefault="00C53268">
                          <w:pPr>
                            <w:rPr>
                              <w:sz w:val="18"/>
                              <w:szCs w:val="18"/>
                            </w:rPr>
                          </w:pPr>
                          <w:r w:rsidRPr="00D1445F">
                            <w:rPr>
                              <w:sz w:val="18"/>
                              <w:szCs w:val="18"/>
                            </w:rPr>
                            <w:t>Secure log</w:t>
                          </w:r>
                        </w:p>
                      </w:txbxContent>
                    </v:textbox>
                  </v:shape>
                </v:group>
                <v:shape id="Text Box 67" o:spid="_x0000_s1090" type="#_x0000_t202" style="position:absolute;left:11723;top:3192;width:10604;height:5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eJy8cA&#10;AADeAAAADwAAAGRycy9kb3ducmV2LnhtbESPQYvCMBSE78L+h/AWvGmqqLhdo0hBFNGDrhdvz+bZ&#10;lm1eahO1u7/eCILHYWa+YSazxpTiRrUrLCvodSMQxKnVBWcKDj+LzhiE88gaS8uk4I8czKYfrQnG&#10;2t55R7e9z0SAsItRQe59FUvp0pwMuq6tiIN3trVBH2SdSV3jPcBNKftRNJIGCw4LOVaU5JT+7q9G&#10;wTpZbHF36pvxf5ksN+d5dTkch0q1P5v5NwhPjX+HX+2VVjAY9aIveN4JV0BO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cXicvHAAAA3gAAAA8AAAAAAAAAAAAAAAAAmAIAAGRy&#10;cy9kb3ducmV2LnhtbFBLBQYAAAAABAAEAPUAAACMAwAAAAA=&#10;" filled="f" stroked="f" strokeweight=".5pt">
                  <v:textbox>
                    <w:txbxContent>
                      <w:p w14:paraId="4BD1D2F5" w14:textId="77777777" w:rsidR="00C53268" w:rsidRPr="00B32891" w:rsidRDefault="00C53268" w:rsidP="00D1445F">
                        <w:pPr>
                          <w:pStyle w:val="NormalWeb"/>
                          <w:spacing w:before="0" w:beforeAutospacing="0" w:after="120" w:afterAutospacing="0"/>
                          <w:jc w:val="both"/>
                          <w:rPr>
                            <w:i/>
                            <w:sz w:val="18"/>
                            <w:szCs w:val="18"/>
                          </w:rPr>
                        </w:pPr>
                        <w:r w:rsidRPr="00B32891">
                          <w:rPr>
                            <w:rFonts w:ascii="Helvetica 45" w:eastAsia="Times New Roman" w:hAnsi="Helvetica 45"/>
                            <w:i/>
                            <w:sz w:val="18"/>
                            <w:szCs w:val="18"/>
                            <w:lang w:val="et-EE"/>
                          </w:rPr>
                          <w:t>’I just signed the document using this certificate’</w:t>
                        </w:r>
                      </w:p>
                    </w:txbxContent>
                  </v:textbox>
                </v:shape>
                <v:shape id="Text Box 67" o:spid="_x0000_s1091" type="#_x0000_t202" style="position:absolute;left:12669;top:23119;width:13050;height:62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2i8UA&#10;AADeAAAADwAAAGRycy9kb3ducmV2LnhtbESPzYrCMBSF94LvEK7gTtOKI1KNIgVRZFzouHF3ba5t&#10;sbmpTdQ6Tz9ZCLM8nD+++bI1lXhS40rLCuJhBII4s7rkXMHpZz2YgnAeWWNlmRS8ycFy0e3MMdH2&#10;xQd6Hn0uwgi7BBUU3teJlC4ryKAb2po4eFfbGPRBNrnUDb7CuKnkKIom0mDJ4aHAmtKCstvxYRTs&#10;0vUeD5eRmf5W6eb7uqrvp/OXUv1eu5qB8NT6//CnvdUKxpM4DgABJ6C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9LaLxQAAAN4AAAAPAAAAAAAAAAAAAAAAAJgCAABkcnMv&#10;ZG93bnJldi54bWxQSwUGAAAAAAQABAD1AAAAigMAAAAA&#10;" filled="f" stroked="f" strokeweight=".5pt">
                  <v:textbox>
                    <w:txbxContent>
                      <w:p w14:paraId="734E2503" w14:textId="77777777" w:rsidR="00C53268" w:rsidRPr="00B32891" w:rsidRDefault="00C53268" w:rsidP="00B32891">
                        <w:pPr>
                          <w:pStyle w:val="NormalWeb"/>
                          <w:spacing w:before="0" w:beforeAutospacing="0" w:after="120" w:afterAutospacing="0"/>
                          <w:jc w:val="both"/>
                          <w:rPr>
                            <w:i/>
                          </w:rPr>
                        </w:pPr>
                        <w:r w:rsidRPr="00B32891">
                          <w:rPr>
                            <w:rFonts w:ascii="Helvetica 45" w:eastAsia="Times New Roman" w:hAnsi="Helvetica 45"/>
                            <w:i/>
                            <w:sz w:val="18"/>
                            <w:szCs w:val="18"/>
                            <w:lang w:val="et-EE"/>
                          </w:rPr>
                          <w:t xml:space="preserve">’When I saw this signed </w:t>
                        </w:r>
                        <w:r>
                          <w:rPr>
                            <w:rFonts w:ascii="Helvetica 45" w:eastAsia="Times New Roman" w:hAnsi="Helvetica 45"/>
                            <w:i/>
                            <w:sz w:val="18"/>
                            <w:szCs w:val="18"/>
                            <w:lang w:val="et-EE"/>
                          </w:rPr>
                          <w:t>document, the corresponding certifi</w:t>
                        </w:r>
                        <w:r w:rsidRPr="00B32891">
                          <w:rPr>
                            <w:rFonts w:ascii="Helvetica 45" w:eastAsia="Times New Roman" w:hAnsi="Helvetica 45"/>
                            <w:i/>
                            <w:sz w:val="18"/>
                            <w:szCs w:val="18"/>
                            <w:lang w:val="et-EE"/>
                          </w:rPr>
                          <w:t>c</w:t>
                        </w:r>
                        <w:r>
                          <w:rPr>
                            <w:rFonts w:ascii="Helvetica 45" w:eastAsia="Times New Roman" w:hAnsi="Helvetica 45"/>
                            <w:i/>
                            <w:sz w:val="18"/>
                            <w:szCs w:val="18"/>
                            <w:lang w:val="et-EE"/>
                          </w:rPr>
                          <w:t>a</w:t>
                        </w:r>
                        <w:r w:rsidRPr="00B32891">
                          <w:rPr>
                            <w:rFonts w:ascii="Helvetica 45" w:eastAsia="Times New Roman" w:hAnsi="Helvetica 45"/>
                            <w:i/>
                            <w:sz w:val="18"/>
                            <w:szCs w:val="18"/>
                            <w:lang w:val="et-EE"/>
                          </w:rPr>
                          <w:t>te was valid’</w:t>
                        </w:r>
                      </w:p>
                    </w:txbxContent>
                  </v:textbox>
                </v:shape>
                <v:shape id="Straight Arrow Connector 46111" o:spid="_x0000_s1092" type="#_x0000_t32" style="position:absolute;left:32499;top:18643;width:7064;height:61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bc+8UAAADeAAAADwAAAGRycy9kb3ducmV2LnhtbESPQWvCQBSE7wX/w/IEb3UTbSREVxEh&#10;6LW2Bb09s88kmH0bshtN/31XEHocZuYbZrUZTCPu1LnasoJ4GoEgLqyuuVTw/ZW/pyCcR9bYWCYF&#10;v+Rgsx69rTDT9sGfdD/6UgQIuwwVVN63mZSuqMigm9qWOHhX2xn0QXal1B0+Atw0chZFC2mw5rBQ&#10;YUu7iorbsTcK5tfLsE/9Vqb5ye76PkmSn/ys1GQ8bJcgPA3+P/xqH7SCj0Ucx/C8E66AXP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bc+8UAAADeAAAADwAAAAAAAAAA&#10;AAAAAAChAgAAZHJzL2Rvd25yZXYueG1sUEsFBgAAAAAEAAQA+QAAAJMDAAAAAA==&#10;" strokecolor="#4579b8 [3044]">
                  <v:stroke endarrow="open"/>
                </v:shape>
                <v:shape id="Straight Arrow Connector 46112" o:spid="_x0000_s1093" type="#_x0000_t32" style="position:absolute;left:39563;top:18280;width:4182;height:647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J9N7McAAADeAAAADwAAAGRycy9kb3ducmV2LnhtbESPX2vCMBTF3wf7DuEOfJtppROpRpEN&#10;wSFs1A3Et2tz15Y1NyWJtn57Mxj4eDh/fpzFajCtuJDzjWUF6TgBQVxa3XCl4Ptr8zwD4QOyxtYy&#10;KbiSh9Xy8WGBubY9F3TZh0rEEfY5KqhD6HIpfVmTQT+2HXH0fqwzGKJ0ldQO+zhuWjlJkqk02HAk&#10;1NjRa03l7/5sIuQtK152h90po2L92Z/ejx/BHZUaPQ3rOYhAQ7iH/9tbrSCbpukE/u7EKyCX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n03sxwAAAN4AAAAPAAAAAAAA&#10;AAAAAAAAAKECAABkcnMvZG93bnJldi54bWxQSwUGAAAAAAQABAD5AAAAlQMAAAAA&#10;" strokecolor="#4579b8 [3044]">
                  <v:stroke endarrow="open"/>
                </v:shape>
                <v:shape id="Text Box 46113" o:spid="_x0000_s1094" type="#_x0000_t202" style="position:absolute;left:16080;top:10810;width:7074;height:2691;rotation:84738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3xt8gA&#10;AADeAAAADwAAAGRycy9kb3ducmV2LnhtbESPQWvCQBSE74L/YXlCb7pJU6SkriKGlh68RFPPz+xr&#10;Esy+TbMbTfvru4WCx2FmvmFWm9G04kq9aywriBcRCOLS6oYrBcXxdf4Mwnlkja1lUvBNDjbr6WSF&#10;qbY3zul68JUIEHYpKqi971IpXVmTQbewHXHwPm1v0AfZV1L3eAtw08rHKFpKgw2HhRo72tVUXg6D&#10;UXA6535vx7fLvvpI2qwYsq/i+KPUw2zcvoDwNPp7+L/9rhU8LeM4gb874QrI9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gbfG3yAAAAN4AAAAPAAAAAAAAAAAAAAAAAJgCAABk&#10;cnMvZG93bnJldi54bWxQSwUGAAAAAAQABAD1AAAAjQMAAAAA&#10;" filled="f" stroked="f" strokeweight=".5pt">
                  <v:textbox>
                    <w:txbxContent>
                      <w:p w14:paraId="3E40D677" w14:textId="77777777" w:rsidR="00C53268" w:rsidRPr="00B32891" w:rsidRDefault="00C53268">
                        <w:pPr>
                          <w:rPr>
                            <w:sz w:val="18"/>
                            <w:szCs w:val="18"/>
                          </w:rPr>
                        </w:pPr>
                        <w:r w:rsidRPr="00B32891">
                          <w:rPr>
                            <w:sz w:val="18"/>
                            <w:szCs w:val="18"/>
                          </w:rPr>
                          <w:t>Doc, Cert</w:t>
                        </w:r>
                      </w:p>
                    </w:txbxContent>
                  </v:textbox>
                </v:shape>
                <v:shape id="Text Box 71" o:spid="_x0000_s1095" type="#_x0000_t202" style="position:absolute;left:13911;top:16918;width:12551;height:2686;rotation:-1847568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9XfskA&#10;AADeAAAADwAAAGRycy9kb3ducmV2LnhtbESPX0vDQBDE3wW/w7GCL9JeIqWWtNdSxIIP/sFaKH1b&#10;ctvk2txeyK1N/PaeIPg4zMxvmMVq8I26UBddYAP5OANFXAbruDKw+9yMZqCiIFtsApOBb4qwWl5f&#10;LbCwoecPumylUgnCsUADtUhbaB3LmjzGcWiJk3cMnUdJsqu07bBPcN/o+yybao+O00KNLT3WVJ63&#10;X97A5oWdPDy1e31wvbye1nf5+f3NmNubYT0HJTTIf/iv/WwNTKZ5PoHfO+kK6OUP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f9XfskAAADeAAAADwAAAAAAAAAAAAAAAACYAgAA&#10;ZHJzL2Rvd25yZXYueG1sUEsFBgAAAAAEAAQA9QAAAI4DAAAAAA==&#10;" filled="f" stroked="f" strokeweight=".5pt">
                  <v:textbox>
                    <w:txbxContent>
                      <w:p w14:paraId="6BA50241" w14:textId="77777777" w:rsidR="00C53268" w:rsidRDefault="00C53268" w:rsidP="00B32891">
                        <w:pPr>
                          <w:pStyle w:val="NormalWeb"/>
                          <w:spacing w:before="0" w:beforeAutospacing="0" w:after="120" w:afterAutospacing="0"/>
                          <w:jc w:val="both"/>
                        </w:pPr>
                        <w:r>
                          <w:rPr>
                            <w:rFonts w:ascii="Helvetica 45" w:eastAsia="Times New Roman" w:hAnsi="Helvetica 45"/>
                            <w:sz w:val="18"/>
                            <w:szCs w:val="18"/>
                            <w:lang w:val="et-EE"/>
                          </w:rPr>
                          <w:t>(Doc,Cert,time)ok</w:t>
                        </w:r>
                      </w:p>
                    </w:txbxContent>
                  </v:textbox>
                </v:shape>
                <w10:anchorlock/>
              </v:group>
            </w:pict>
          </mc:Fallback>
        </mc:AlternateContent>
      </w:r>
    </w:p>
    <w:p w14:paraId="35125816" w14:textId="77777777" w:rsidR="00BA7383" w:rsidRPr="00751DBB" w:rsidRDefault="008243C2" w:rsidP="0035039E">
      <w:pPr>
        <w:pStyle w:val="Caption"/>
        <w:rPr>
          <w:lang w:val="en-GB"/>
        </w:rPr>
      </w:pPr>
      <w:r w:rsidRPr="00751DBB">
        <w:rPr>
          <w:lang w:val="en-GB"/>
        </w:rPr>
        <w:fldChar w:fldCharType="begin"/>
      </w:r>
      <w:r w:rsidRPr="00751DBB">
        <w:rPr>
          <w:lang w:val="en-GB"/>
        </w:rPr>
        <w:instrText xml:space="preserve"> SEQ Joonis \* ARABIC </w:instrText>
      </w:r>
      <w:r w:rsidRPr="00751DBB">
        <w:rPr>
          <w:lang w:val="en-GB"/>
        </w:rPr>
        <w:fldChar w:fldCharType="separate"/>
      </w:r>
      <w:r w:rsidR="00E0723E">
        <w:rPr>
          <w:noProof/>
          <w:lang w:val="en-GB"/>
        </w:rPr>
        <w:t>2</w:t>
      </w:r>
      <w:r w:rsidRPr="00751DBB">
        <w:rPr>
          <w:noProof/>
          <w:lang w:val="en-GB"/>
        </w:rPr>
        <w:fldChar w:fldCharType="end"/>
      </w:r>
      <w:r w:rsidR="0035039E" w:rsidRPr="00751DBB">
        <w:rPr>
          <w:lang w:val="en-GB"/>
        </w:rPr>
        <w:t xml:space="preserve"> DigiDoc security model</w:t>
      </w:r>
    </w:p>
    <w:p w14:paraId="1BCA2361" w14:textId="77777777" w:rsidR="00AB547D" w:rsidRPr="00751DBB" w:rsidRDefault="00AB547D" w:rsidP="00D56B07">
      <w:pPr>
        <w:pStyle w:val="Heading2"/>
        <w:rPr>
          <w:lang w:val="en-GB"/>
        </w:rPr>
      </w:pPr>
      <w:bookmarkStart w:id="6" w:name="_Toc410733895"/>
      <w:r w:rsidRPr="00751DBB">
        <w:rPr>
          <w:lang w:val="en-GB"/>
        </w:rPr>
        <w:t>Format of digitally signed file</w:t>
      </w:r>
      <w:bookmarkEnd w:id="6"/>
    </w:p>
    <w:p w14:paraId="34BBFC7B" w14:textId="77777777" w:rsidR="00AB547D" w:rsidRPr="00751DBB" w:rsidRDefault="0080784E" w:rsidP="00AB547D">
      <w:pPr>
        <w:rPr>
          <w:lang w:val="en-GB"/>
        </w:rPr>
      </w:pPr>
      <w:r w:rsidRPr="00751DBB">
        <w:rPr>
          <w:lang w:val="en-GB"/>
        </w:rPr>
        <w:t xml:space="preserve">The </w:t>
      </w:r>
      <w:r w:rsidR="00AB547D" w:rsidRPr="00751DBB">
        <w:rPr>
          <w:lang w:val="en-GB"/>
        </w:rPr>
        <w:t xml:space="preserve">format of the digitally signed file is based on </w:t>
      </w:r>
      <w:r w:rsidR="00AB547D" w:rsidRPr="00751DBB">
        <w:rPr>
          <w:b/>
          <w:lang w:val="en-GB"/>
        </w:rPr>
        <w:t>ETSI TS 101 903</w:t>
      </w:r>
      <w:r w:rsidR="00AB547D" w:rsidRPr="00751DBB">
        <w:rPr>
          <w:lang w:val="en-GB"/>
        </w:rPr>
        <w:t xml:space="preserve"> standard called </w:t>
      </w:r>
      <w:r w:rsidR="00AB547D" w:rsidRPr="00751DBB">
        <w:rPr>
          <w:b/>
          <w:lang w:val="en-GB"/>
        </w:rPr>
        <w:t>XML Advanced Electronic Signatures</w:t>
      </w:r>
      <w:r w:rsidRPr="00751DBB">
        <w:rPr>
          <w:b/>
          <w:lang w:val="en-GB"/>
        </w:rPr>
        <w:t xml:space="preserve"> </w:t>
      </w:r>
      <w:r w:rsidR="00AB547D" w:rsidRPr="00751DBB">
        <w:rPr>
          <w:b/>
          <w:lang w:val="en-GB"/>
        </w:rPr>
        <w:t>(XAdES)</w:t>
      </w:r>
      <w:r w:rsidR="00AB547D" w:rsidRPr="00751DBB">
        <w:rPr>
          <w:lang w:val="en-GB"/>
        </w:rPr>
        <w:t>.</w:t>
      </w:r>
      <w:r w:rsidR="00AB547D" w:rsidRPr="00751DBB">
        <w:rPr>
          <w:b/>
          <w:lang w:val="en-GB"/>
        </w:rPr>
        <w:t xml:space="preserve"> </w:t>
      </w:r>
      <w:r w:rsidR="00AB547D" w:rsidRPr="00751DBB">
        <w:rPr>
          <w:lang w:val="en-GB"/>
        </w:rPr>
        <w:t>This standard provides syntax for digital</w:t>
      </w:r>
      <w:r w:rsidRPr="00751DBB">
        <w:rPr>
          <w:lang w:val="en-GB"/>
        </w:rPr>
        <w:t xml:space="preserve"> </w:t>
      </w:r>
      <w:r w:rsidR="00AB547D" w:rsidRPr="00751DBB">
        <w:rPr>
          <w:lang w:val="en-GB"/>
        </w:rPr>
        <w:t>signatures with various levels of additional validity</w:t>
      </w:r>
      <w:r w:rsidRPr="00751DBB">
        <w:rPr>
          <w:lang w:val="en-GB"/>
        </w:rPr>
        <w:t xml:space="preserve"> </w:t>
      </w:r>
      <w:r w:rsidR="00AB547D" w:rsidRPr="00751DBB">
        <w:rPr>
          <w:lang w:val="en-GB"/>
        </w:rPr>
        <w:t>information.</w:t>
      </w:r>
      <w:r w:rsidR="00AE5A74" w:rsidRPr="00751DBB">
        <w:rPr>
          <w:lang w:val="en-GB"/>
        </w:rPr>
        <w:t xml:space="preserve"> </w:t>
      </w:r>
      <w:r w:rsidR="007E4DC5" w:rsidRPr="00751DBB">
        <w:rPr>
          <w:lang w:val="en-GB"/>
        </w:rPr>
        <w:t>C</w:t>
      </w:r>
      <w:r w:rsidR="00AE5A74" w:rsidRPr="00751DBB">
        <w:rPr>
          <w:lang w:val="en-GB"/>
        </w:rPr>
        <w:t>DigiDoc is implementing a subset of these standards.</w:t>
      </w:r>
    </w:p>
    <w:p w14:paraId="2AD1D606" w14:textId="77777777" w:rsidR="00AB547D" w:rsidRPr="00751DBB" w:rsidRDefault="00AB547D" w:rsidP="00AB547D">
      <w:pPr>
        <w:rPr>
          <w:lang w:val="en-GB"/>
        </w:rPr>
      </w:pPr>
      <w:r w:rsidRPr="00751DBB">
        <w:rPr>
          <w:lang w:val="en-GB"/>
        </w:rPr>
        <w:t>In order to comply with the sec</w:t>
      </w:r>
      <w:r w:rsidR="0080784E" w:rsidRPr="00751DBB">
        <w:rPr>
          <w:lang w:val="en-GB"/>
        </w:rPr>
        <w:t xml:space="preserve">urity model described above, </w:t>
      </w:r>
      <w:r w:rsidRPr="00751DBB">
        <w:rPr>
          <w:lang w:val="en-GB"/>
        </w:rPr>
        <w:t xml:space="preserve">the XAdES </w:t>
      </w:r>
      <w:r w:rsidR="001E348A" w:rsidRPr="00751DBB">
        <w:rPr>
          <w:lang w:val="en-GB"/>
        </w:rPr>
        <w:t>profile</w:t>
      </w:r>
      <w:r w:rsidR="009374E8" w:rsidRPr="00751DBB">
        <w:rPr>
          <w:lang w:val="en-GB"/>
        </w:rPr>
        <w:t xml:space="preserve"> </w:t>
      </w:r>
      <w:r w:rsidRPr="00751DBB">
        <w:rPr>
          <w:b/>
          <w:lang w:val="en-GB"/>
        </w:rPr>
        <w:t>XAdES-X-L</w:t>
      </w:r>
      <w:r w:rsidRPr="00751DBB">
        <w:rPr>
          <w:lang w:val="en-GB"/>
        </w:rPr>
        <w:t xml:space="preserve"> is used in the DigiDoc</w:t>
      </w:r>
      <w:r w:rsidR="0080784E" w:rsidRPr="00751DBB">
        <w:rPr>
          <w:lang w:val="en-GB"/>
        </w:rPr>
        <w:t xml:space="preserve"> </w:t>
      </w:r>
      <w:r w:rsidRPr="00751DBB">
        <w:rPr>
          <w:lang w:val="en-GB"/>
        </w:rPr>
        <w:t>system but “</w:t>
      </w:r>
      <w:r w:rsidRPr="00751DBB">
        <w:rPr>
          <w:b/>
          <w:lang w:val="en-GB"/>
        </w:rPr>
        <w:t>time-marks</w:t>
      </w:r>
      <w:r w:rsidRPr="00751DBB">
        <w:rPr>
          <w:lang w:val="en-GB"/>
        </w:rPr>
        <w:t>” are used instead of “time-stamps” –</w:t>
      </w:r>
      <w:r w:rsidR="0080784E" w:rsidRPr="00751DBB">
        <w:rPr>
          <w:lang w:val="en-GB"/>
        </w:rPr>
        <w:t xml:space="preserve"> </w:t>
      </w:r>
      <w:r w:rsidRPr="00751DBB">
        <w:rPr>
          <w:lang w:val="en-GB"/>
        </w:rPr>
        <w:t>sig</w:t>
      </w:r>
      <w:r w:rsidR="0080784E" w:rsidRPr="00751DBB">
        <w:rPr>
          <w:lang w:val="en-GB"/>
        </w:rPr>
        <w:t>n</w:t>
      </w:r>
      <w:r w:rsidRPr="00751DBB">
        <w:rPr>
          <w:lang w:val="en-GB"/>
        </w:rPr>
        <w:t>ing (and certificate validation) time comes with OCSP</w:t>
      </w:r>
      <w:r w:rsidR="0080784E" w:rsidRPr="00751DBB">
        <w:rPr>
          <w:lang w:val="en-GB"/>
        </w:rPr>
        <w:t xml:space="preserve"> </w:t>
      </w:r>
      <w:r w:rsidRPr="00751DBB">
        <w:rPr>
          <w:lang w:val="en-GB"/>
        </w:rPr>
        <w:t>response.</w:t>
      </w:r>
    </w:p>
    <w:p w14:paraId="4F0C67C4" w14:textId="77777777" w:rsidR="00AB547D" w:rsidRPr="00751DBB" w:rsidRDefault="00AB547D" w:rsidP="00AB547D">
      <w:pPr>
        <w:rPr>
          <w:lang w:val="en-GB"/>
        </w:rPr>
      </w:pPr>
      <w:r w:rsidRPr="00751DBB">
        <w:rPr>
          <w:lang w:val="en-GB"/>
        </w:rPr>
        <w:t>This profile:</w:t>
      </w:r>
    </w:p>
    <w:p w14:paraId="29F59DE6" w14:textId="77777777" w:rsidR="00AB547D" w:rsidRPr="00751DBB" w:rsidRDefault="00AB547D" w:rsidP="00602608">
      <w:pPr>
        <w:pStyle w:val="ListParagraph"/>
        <w:numPr>
          <w:ilvl w:val="0"/>
          <w:numId w:val="6"/>
        </w:numPr>
        <w:rPr>
          <w:lang w:val="en-GB"/>
        </w:rPr>
      </w:pPr>
      <w:r w:rsidRPr="00751DBB">
        <w:rPr>
          <w:lang w:val="en-GB"/>
        </w:rPr>
        <w:lastRenderedPageBreak/>
        <w:t>allows for incorporating following signed properties</w:t>
      </w:r>
    </w:p>
    <w:p w14:paraId="4EB75646" w14:textId="77777777" w:rsidR="00AB547D" w:rsidRPr="00751DBB" w:rsidRDefault="00AB547D" w:rsidP="00602608">
      <w:pPr>
        <w:pStyle w:val="ListParagraph"/>
        <w:numPr>
          <w:ilvl w:val="1"/>
          <w:numId w:val="6"/>
        </w:numPr>
        <w:rPr>
          <w:lang w:val="en-GB"/>
        </w:rPr>
      </w:pPr>
      <w:r w:rsidRPr="00751DBB">
        <w:rPr>
          <w:lang w:val="en-GB"/>
        </w:rPr>
        <w:t>Certificate used for signing</w:t>
      </w:r>
    </w:p>
    <w:p w14:paraId="6A758D79" w14:textId="09CF2F88" w:rsidR="00AB547D" w:rsidRPr="00751DBB" w:rsidRDefault="000E7319" w:rsidP="00602608">
      <w:pPr>
        <w:pStyle w:val="ListParagraph"/>
        <w:numPr>
          <w:ilvl w:val="1"/>
          <w:numId w:val="6"/>
        </w:numPr>
        <w:rPr>
          <w:lang w:val="en-GB"/>
        </w:rPr>
      </w:pPr>
      <w:r>
        <w:rPr>
          <w:lang w:val="en-GB"/>
        </w:rPr>
        <w:t>Claimed s</w:t>
      </w:r>
      <w:r w:rsidR="00AB547D" w:rsidRPr="00751DBB">
        <w:rPr>
          <w:lang w:val="en-GB"/>
        </w:rPr>
        <w:t>igning time</w:t>
      </w:r>
      <w:r>
        <w:rPr>
          <w:lang w:val="en-GB"/>
        </w:rPr>
        <w:t xml:space="preserve"> </w:t>
      </w:r>
      <w:r w:rsidRPr="005E05FF">
        <w:t>(the signer’s computer time)</w:t>
      </w:r>
    </w:p>
    <w:p w14:paraId="3AC15730" w14:textId="77777777" w:rsidR="00AB547D" w:rsidRPr="00751DBB" w:rsidRDefault="00AB547D" w:rsidP="00602608">
      <w:pPr>
        <w:pStyle w:val="ListParagraph"/>
        <w:numPr>
          <w:ilvl w:val="1"/>
          <w:numId w:val="6"/>
        </w:numPr>
        <w:rPr>
          <w:lang w:val="en-GB"/>
        </w:rPr>
      </w:pPr>
      <w:r w:rsidRPr="00751DBB">
        <w:rPr>
          <w:lang w:val="en-GB"/>
        </w:rPr>
        <w:t>Signature production place</w:t>
      </w:r>
      <w:r w:rsidR="000E7319">
        <w:rPr>
          <w:lang w:val="en-GB"/>
        </w:rPr>
        <w:t xml:space="preserve"> </w:t>
      </w:r>
      <w:r w:rsidR="000E7319" w:rsidRPr="005E05FF">
        <w:t>(optional)</w:t>
      </w:r>
    </w:p>
    <w:p w14:paraId="263AAC6C" w14:textId="77777777" w:rsidR="00AB547D" w:rsidRPr="00751DBB" w:rsidRDefault="00AB547D" w:rsidP="00602608">
      <w:pPr>
        <w:pStyle w:val="ListParagraph"/>
        <w:numPr>
          <w:ilvl w:val="1"/>
          <w:numId w:val="6"/>
        </w:numPr>
        <w:rPr>
          <w:lang w:val="en-GB"/>
        </w:rPr>
      </w:pPr>
      <w:r w:rsidRPr="00751DBB">
        <w:rPr>
          <w:lang w:val="en-GB"/>
        </w:rPr>
        <w:t>Signer role or resolution</w:t>
      </w:r>
      <w:r w:rsidR="000E7319">
        <w:rPr>
          <w:lang w:val="en-GB"/>
        </w:rPr>
        <w:t xml:space="preserve"> </w:t>
      </w:r>
      <w:r w:rsidR="000E7319" w:rsidRPr="005E05FF">
        <w:t>(optional)</w:t>
      </w:r>
    </w:p>
    <w:p w14:paraId="33F578DC" w14:textId="77777777" w:rsidR="00AB547D" w:rsidRPr="00751DBB" w:rsidRDefault="00C31D96" w:rsidP="00602608">
      <w:pPr>
        <w:pStyle w:val="ListParagraph"/>
        <w:numPr>
          <w:ilvl w:val="0"/>
          <w:numId w:val="6"/>
        </w:numPr>
        <w:rPr>
          <w:lang w:val="en-GB"/>
        </w:rPr>
      </w:pPr>
      <w:r w:rsidRPr="00751DBB">
        <w:rPr>
          <w:lang w:val="en-GB"/>
        </w:rPr>
        <w:t>i</w:t>
      </w:r>
      <w:r w:rsidR="00AB547D" w:rsidRPr="00751DBB">
        <w:rPr>
          <w:lang w:val="en-GB"/>
        </w:rPr>
        <w:t>ncorporates full certificate validity information</w:t>
      </w:r>
      <w:r w:rsidR="0080784E" w:rsidRPr="00751DBB">
        <w:rPr>
          <w:lang w:val="en-GB"/>
        </w:rPr>
        <w:t xml:space="preserve"> </w:t>
      </w:r>
      <w:r w:rsidR="00AB547D" w:rsidRPr="00751DBB">
        <w:rPr>
          <w:lang w:val="en-GB"/>
        </w:rPr>
        <w:t>within the signature</w:t>
      </w:r>
    </w:p>
    <w:p w14:paraId="6B2A70A7" w14:textId="77777777" w:rsidR="00AB547D" w:rsidRPr="00751DBB" w:rsidRDefault="00AB547D" w:rsidP="00602608">
      <w:pPr>
        <w:pStyle w:val="ListParagraph"/>
        <w:numPr>
          <w:ilvl w:val="1"/>
          <w:numId w:val="6"/>
        </w:numPr>
        <w:rPr>
          <w:lang w:val="en-GB"/>
        </w:rPr>
      </w:pPr>
      <w:r w:rsidRPr="00751DBB">
        <w:rPr>
          <w:lang w:val="en-GB"/>
        </w:rPr>
        <w:t>OCSP response</w:t>
      </w:r>
    </w:p>
    <w:p w14:paraId="5630A39D" w14:textId="77777777" w:rsidR="00AB547D" w:rsidRPr="00751DBB" w:rsidRDefault="00AB547D" w:rsidP="00602608">
      <w:pPr>
        <w:pStyle w:val="ListParagraph"/>
        <w:numPr>
          <w:ilvl w:val="1"/>
          <w:numId w:val="6"/>
        </w:numPr>
        <w:rPr>
          <w:lang w:val="en-GB"/>
        </w:rPr>
      </w:pPr>
      <w:r w:rsidRPr="00751DBB">
        <w:rPr>
          <w:lang w:val="en-GB"/>
        </w:rPr>
        <w:t>OCSP responder certificate</w:t>
      </w:r>
    </w:p>
    <w:p w14:paraId="23019C12" w14:textId="77777777" w:rsidR="000E7319" w:rsidRDefault="0080784E" w:rsidP="00AB547D">
      <w:pPr>
        <w:rPr>
          <w:lang w:val="en-GB"/>
        </w:rPr>
      </w:pPr>
      <w:r w:rsidRPr="00751DBB">
        <w:rPr>
          <w:lang w:val="en-GB"/>
        </w:rPr>
        <w:t>As a</w:t>
      </w:r>
      <w:r w:rsidR="00AB547D" w:rsidRPr="00751DBB">
        <w:rPr>
          <w:lang w:val="en-GB"/>
        </w:rPr>
        <w:t xml:space="preserve"> result, it is possible to verify signature validity</w:t>
      </w:r>
      <w:r w:rsidRPr="00751DBB">
        <w:rPr>
          <w:lang w:val="en-GB"/>
        </w:rPr>
        <w:t xml:space="preserve"> </w:t>
      </w:r>
      <w:r w:rsidR="00AB547D" w:rsidRPr="00751DBB">
        <w:rPr>
          <w:lang w:val="en-GB"/>
        </w:rPr>
        <w:t>without any additional external information – the verifier</w:t>
      </w:r>
      <w:r w:rsidRPr="00751DBB">
        <w:rPr>
          <w:lang w:val="en-GB"/>
        </w:rPr>
        <w:t xml:space="preserve"> </w:t>
      </w:r>
      <w:r w:rsidR="00AB547D" w:rsidRPr="00751DBB">
        <w:rPr>
          <w:lang w:val="en-GB"/>
        </w:rPr>
        <w:t>should trust the issu</w:t>
      </w:r>
      <w:r w:rsidR="00E802B2" w:rsidRPr="00751DBB">
        <w:rPr>
          <w:lang w:val="en-GB"/>
        </w:rPr>
        <w:t>er of signer’s certificate and the</w:t>
      </w:r>
      <w:r w:rsidR="00AB547D" w:rsidRPr="00751DBB">
        <w:rPr>
          <w:lang w:val="en-GB"/>
        </w:rPr>
        <w:t xml:space="preserve"> OCSP</w:t>
      </w:r>
      <w:r w:rsidRPr="00751DBB">
        <w:rPr>
          <w:lang w:val="en-GB"/>
        </w:rPr>
        <w:t xml:space="preserve"> </w:t>
      </w:r>
      <w:r w:rsidR="00AB547D" w:rsidRPr="00751DBB">
        <w:rPr>
          <w:lang w:val="en-GB"/>
        </w:rPr>
        <w:t>responder</w:t>
      </w:r>
      <w:r w:rsidR="00E802B2" w:rsidRPr="00751DBB">
        <w:rPr>
          <w:lang w:val="en-GB"/>
        </w:rPr>
        <w:t>’s</w:t>
      </w:r>
      <w:r w:rsidR="00AB547D" w:rsidRPr="00751DBB">
        <w:rPr>
          <w:lang w:val="en-GB"/>
        </w:rPr>
        <w:t xml:space="preserve"> certificate. </w:t>
      </w:r>
    </w:p>
    <w:p w14:paraId="0FCD36CF" w14:textId="77777777" w:rsidR="003A6131" w:rsidRPr="00751DBB" w:rsidRDefault="00AB547D" w:rsidP="00AB547D">
      <w:pPr>
        <w:rPr>
          <w:lang w:val="en-GB"/>
        </w:rPr>
      </w:pPr>
      <w:r w:rsidRPr="00751DBB">
        <w:rPr>
          <w:lang w:val="en-GB"/>
        </w:rPr>
        <w:t>Original files (which were signed) along</w:t>
      </w:r>
      <w:r w:rsidR="0080784E" w:rsidRPr="00751DBB">
        <w:rPr>
          <w:lang w:val="en-GB"/>
        </w:rPr>
        <w:t xml:space="preserve"> </w:t>
      </w:r>
      <w:r w:rsidRPr="00751DBB">
        <w:rPr>
          <w:lang w:val="en-GB"/>
        </w:rPr>
        <w:t>with the signature(s), validation</w:t>
      </w:r>
      <w:r w:rsidR="0080784E" w:rsidRPr="00751DBB">
        <w:rPr>
          <w:lang w:val="en-GB"/>
        </w:rPr>
        <w:t xml:space="preserve"> </w:t>
      </w:r>
      <w:r w:rsidRPr="00751DBB">
        <w:rPr>
          <w:lang w:val="en-GB"/>
        </w:rPr>
        <w:t>confirmation(s) and certificates are</w:t>
      </w:r>
      <w:r w:rsidR="0080784E" w:rsidRPr="00751DBB">
        <w:rPr>
          <w:lang w:val="en-GB"/>
        </w:rPr>
        <w:t xml:space="preserve"> </w:t>
      </w:r>
      <w:r w:rsidRPr="00751DBB">
        <w:rPr>
          <w:lang w:val="en-GB"/>
        </w:rPr>
        <w:t>encapsulated within container with</w:t>
      </w:r>
      <w:r w:rsidR="0080784E" w:rsidRPr="00751DBB">
        <w:rPr>
          <w:lang w:val="en-GB"/>
        </w:rPr>
        <w:t xml:space="preserve"> “SignedDoc”</w:t>
      </w:r>
      <w:r w:rsidRPr="00751DBB">
        <w:rPr>
          <w:lang w:val="en-GB"/>
        </w:rPr>
        <w:t xml:space="preserve"> as a root element.</w:t>
      </w:r>
    </w:p>
    <w:p w14:paraId="4EBC55A0" w14:textId="60CC77CE" w:rsidR="00FE5E7E" w:rsidRPr="00751DBB" w:rsidRDefault="000E7319" w:rsidP="00FE5E7E">
      <w:pPr>
        <w:keepNext/>
        <w:rPr>
          <w:lang w:val="en-GB"/>
        </w:rPr>
      </w:pPr>
      <w:r w:rsidRPr="00506C5B">
        <w:rPr>
          <w:noProof/>
          <w:lang w:val="et-EE" w:eastAsia="et-EE"/>
        </w:rPr>
        <mc:AlternateContent>
          <mc:Choice Requires="wpg">
            <w:drawing>
              <wp:inline distT="0" distB="0" distL="0" distR="0" wp14:anchorId="2B0DA867" wp14:editId="46024D70">
                <wp:extent cx="3162300" cy="2788920"/>
                <wp:effectExtent l="0" t="0" r="19050" b="1143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162300" cy="2788920"/>
                          <a:chOff x="-101843" y="327535"/>
                          <a:chExt cx="2990471" cy="2769231"/>
                        </a:xfrm>
                      </wpg:grpSpPr>
                      <wps:wsp>
                        <wps:cNvPr id="2" name="Rounded Rectangle 2"/>
                        <wps:cNvSpPr/>
                        <wps:spPr>
                          <a:xfrm>
                            <a:off x="-101843" y="327535"/>
                            <a:ext cx="2990471" cy="2769231"/>
                          </a:xfrm>
                          <a:prstGeom prst="roundRect">
                            <a:avLst/>
                          </a:prstGeom>
                          <a:ln/>
                        </wps:spPr>
                        <wps:style>
                          <a:lnRef idx="2">
                            <a:schemeClr val="accent5"/>
                          </a:lnRef>
                          <a:fillRef idx="1">
                            <a:schemeClr val="lt1"/>
                          </a:fillRef>
                          <a:effectRef idx="0">
                            <a:schemeClr val="accent5"/>
                          </a:effectRef>
                          <a:fontRef idx="minor">
                            <a:schemeClr val="dk1"/>
                          </a:fontRef>
                        </wps:style>
                        <wps:txbx>
                          <w:txbxContent>
                            <w:p w14:paraId="1CBC801B" w14:textId="77777777" w:rsidR="00C53268" w:rsidRPr="0091709C" w:rsidRDefault="00C53268" w:rsidP="000E7319">
                              <w:pPr>
                                <w:jc w:val="center"/>
                                <w:rPr>
                                  <w:sz w:val="24"/>
                                </w:rPr>
                              </w:pPr>
                              <w:r w:rsidRPr="0091709C">
                                <w:rPr>
                                  <w:sz w:val="24"/>
                                </w:rPr>
                                <w:t>SignedDoc container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3" name="Group 3"/>
                        <wpg:cNvGrpSpPr/>
                        <wpg:grpSpPr>
                          <a:xfrm>
                            <a:off x="138324" y="787739"/>
                            <a:ext cx="2303599" cy="2091038"/>
                            <a:chOff x="-137722" y="261528"/>
                            <a:chExt cx="2303599" cy="2091038"/>
                          </a:xfrm>
                        </wpg:grpSpPr>
                        <wpg:grpSp>
                          <wpg:cNvPr id="4" name="Group 4"/>
                          <wpg:cNvGrpSpPr/>
                          <wpg:grpSpPr>
                            <a:xfrm>
                              <a:off x="-65607" y="261528"/>
                              <a:ext cx="2231224" cy="1539286"/>
                              <a:chOff x="-169124" y="261528"/>
                              <a:chExt cx="2231224" cy="1539286"/>
                            </a:xfrm>
                          </wpg:grpSpPr>
                          <wpg:grpSp>
                            <wpg:cNvPr id="13" name="Group 13"/>
                            <wpg:cNvGrpSpPr/>
                            <wpg:grpSpPr>
                              <a:xfrm>
                                <a:off x="-169124" y="261528"/>
                                <a:ext cx="1804594" cy="1444056"/>
                                <a:chOff x="-169124" y="261528"/>
                                <a:chExt cx="1804594" cy="1444056"/>
                              </a:xfrm>
                            </wpg:grpSpPr>
                            <wps:wsp>
                              <wps:cNvPr id="14" name="Flowchart: Multidocument 14"/>
                              <wps:cNvSpPr/>
                              <wps:spPr>
                                <a:xfrm>
                                  <a:off x="436590" y="261528"/>
                                  <a:ext cx="1198880" cy="715645"/>
                                </a:xfrm>
                                <a:prstGeom prst="flowChartMultidocument">
                                  <a:avLst/>
                                </a:prstGeom>
                                <a:solidFill>
                                  <a:schemeClr val="bg1">
                                    <a:lumMod val="95000"/>
                                  </a:schemeClr>
                                </a:solidFill>
                                <a:ln>
                                  <a:solidFill>
                                    <a:schemeClr val="bg1">
                                      <a:lumMod val="75000"/>
                                    </a:schemeClr>
                                  </a:solidFill>
                                </a:ln>
                                <a:effectLst>
                                  <a:outerShdw blurRad="40000" dist="20000" dir="5400000" rotWithShape="0">
                                    <a:srgbClr val="000000">
                                      <a:alpha val="38000"/>
                                    </a:srgbClr>
                                  </a:outerShdw>
                                  <a:reflection blurRad="6350" stA="52000" endA="300" endPos="35000" dir="5400000" sy="-100000" algn="bl" rotWithShape="0"/>
                                </a:effectLst>
                                <a:scene3d>
                                  <a:camera prst="orthographicFront"/>
                                  <a:lightRig rig="threePt" dir="t"/>
                                </a:scene3d>
                                <a:sp3d>
                                  <a:bevelT/>
                                </a:sp3d>
                              </wps:spPr>
                              <wps:style>
                                <a:lnRef idx="1">
                                  <a:schemeClr val="dk1"/>
                                </a:lnRef>
                                <a:fillRef idx="2">
                                  <a:schemeClr val="dk1"/>
                                </a:fillRef>
                                <a:effectRef idx="1">
                                  <a:schemeClr val="dk1"/>
                                </a:effectRef>
                                <a:fontRef idx="minor">
                                  <a:schemeClr val="dk1"/>
                                </a:fontRef>
                              </wps:style>
                              <wps:txbx>
                                <w:txbxContent>
                                  <w:p w14:paraId="29CAC561" w14:textId="77777777" w:rsidR="00C53268" w:rsidRPr="00FE5E7E" w:rsidRDefault="00C53268" w:rsidP="000E7319">
                                    <w:pPr>
                                      <w:jc w:val="center"/>
                                      <w:rPr>
                                        <w:sz w:val="24"/>
                                      </w:rPr>
                                    </w:pPr>
                                    <w:r w:rsidRPr="00FE5E7E">
                                      <w:rPr>
                                        <w:sz w:val="24"/>
                                      </w:rPr>
                                      <w:t>Data files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Double Bracket 20"/>
                              <wps:cNvSpPr/>
                              <wps:spPr>
                                <a:xfrm>
                                  <a:off x="-169124" y="1247250"/>
                                  <a:ext cx="920897" cy="458334"/>
                                </a:xfrm>
                                <a:prstGeom prst="bracketPair">
                                  <a:avLst/>
                                </a:prstGeom>
                              </wps:spPr>
                              <wps:style>
                                <a:lnRef idx="3">
                                  <a:schemeClr val="accent5"/>
                                </a:lnRef>
                                <a:fillRef idx="0">
                                  <a:schemeClr val="accent5"/>
                                </a:fillRef>
                                <a:effectRef idx="2">
                                  <a:schemeClr val="accent5"/>
                                </a:effectRef>
                                <a:fontRef idx="minor">
                                  <a:schemeClr val="tx1"/>
                                </a:fontRef>
                              </wps:style>
                              <wps:txbx>
                                <w:txbxContent>
                                  <w:p w14:paraId="00D691E9" w14:textId="77777777" w:rsidR="00C53268" w:rsidRPr="0024468B" w:rsidRDefault="00C53268" w:rsidP="000E7319">
                                    <w:pPr>
                                      <w:jc w:val="center"/>
                                      <w:rPr>
                                        <w:szCs w:val="18"/>
                                      </w:rPr>
                                    </w:pPr>
                                    <w:r w:rsidRPr="0024468B">
                                      <w:rPr>
                                        <w:szCs w:val="18"/>
                                      </w:rPr>
                                      <w:t>Signature</w:t>
                                    </w:r>
                                    <w:r>
                                      <w:rPr>
                                        <w:szCs w:val="18"/>
                                      </w:rPr>
                                      <w:t xml:space="preserve"> value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3" name="Horizontal Scroll 23"/>
                            <wps:cNvSpPr/>
                            <wps:spPr>
                              <a:xfrm>
                                <a:off x="1031599" y="1244441"/>
                                <a:ext cx="1030501" cy="556373"/>
                              </a:xfrm>
                              <a:prstGeom prst="horizontalScroll">
                                <a:avLst/>
                              </a:prstGeom>
                            </wps:spPr>
                            <wps:style>
                              <a:lnRef idx="0">
                                <a:schemeClr val="accent5"/>
                              </a:lnRef>
                              <a:fillRef idx="3">
                                <a:schemeClr val="accent5"/>
                              </a:fillRef>
                              <a:effectRef idx="3">
                                <a:schemeClr val="accent5"/>
                              </a:effectRef>
                              <a:fontRef idx="minor">
                                <a:schemeClr val="lt1"/>
                              </a:fontRef>
                            </wps:style>
                            <wps:txbx>
                              <w:txbxContent>
                                <w:p w14:paraId="4DA17292" w14:textId="77777777" w:rsidR="00C53268" w:rsidRPr="00E84075" w:rsidRDefault="00C53268" w:rsidP="000E7319">
                                  <w:pPr>
                                    <w:jc w:val="center"/>
                                    <w:rPr>
                                      <w:sz w:val="18"/>
                                      <w:szCs w:val="18"/>
                                    </w:rPr>
                                  </w:pPr>
                                  <w:r w:rsidRPr="00E84075">
                                    <w:rPr>
                                      <w:sz w:val="18"/>
                                      <w:szCs w:val="18"/>
                                    </w:rPr>
                                    <w:t>Certificate of signer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1" name="Group 31"/>
                          <wpg:cNvGrpSpPr/>
                          <wpg:grpSpPr>
                            <a:xfrm>
                              <a:off x="-137722" y="1800814"/>
                              <a:ext cx="2303599" cy="551752"/>
                              <a:chOff x="-137722" y="273938"/>
                              <a:chExt cx="2303599" cy="551752"/>
                            </a:xfrm>
                          </wpg:grpSpPr>
                          <wps:wsp>
                            <wps:cNvPr id="224" name="Double Brace 224"/>
                            <wps:cNvSpPr/>
                            <wps:spPr>
                              <a:xfrm>
                                <a:off x="-137722" y="273938"/>
                                <a:ext cx="1077232" cy="450772"/>
                              </a:xfrm>
                              <a:prstGeom prst="bracePair">
                                <a:avLst/>
                              </a:prstGeom>
                              <a:ln>
                                <a:solidFill>
                                  <a:srgbClr val="386294"/>
                                </a:solidFill>
                              </a:ln>
                            </wps:spPr>
                            <wps:style>
                              <a:lnRef idx="3">
                                <a:schemeClr val="accent1"/>
                              </a:lnRef>
                              <a:fillRef idx="0">
                                <a:schemeClr val="accent1"/>
                              </a:fillRef>
                              <a:effectRef idx="2">
                                <a:schemeClr val="accent1"/>
                              </a:effectRef>
                              <a:fontRef idx="minor">
                                <a:schemeClr val="tx1"/>
                              </a:fontRef>
                            </wps:style>
                            <wps:txbx>
                              <w:txbxContent>
                                <w:p w14:paraId="542BDCB1" w14:textId="77777777" w:rsidR="00C53268" w:rsidRPr="00E84075" w:rsidRDefault="00C53268" w:rsidP="000E7319">
                                  <w:pPr>
                                    <w:jc w:val="center"/>
                                    <w:rPr>
                                      <w:sz w:val="18"/>
                                      <w:szCs w:val="18"/>
                                    </w:rPr>
                                  </w:pPr>
                                  <w:r w:rsidRPr="00E84075">
                                    <w:rPr>
                                      <w:sz w:val="18"/>
                                      <w:szCs w:val="18"/>
                                    </w:rPr>
                                    <w:t>Validity confirm</w:t>
                                  </w:r>
                                  <w:r w:rsidRPr="0024468B">
                                    <w:rPr>
                                      <w:szCs w:val="20"/>
                                    </w:rPr>
                                    <w:t>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5" name="Horizontal Scroll 225"/>
                            <wps:cNvSpPr/>
                            <wps:spPr>
                              <a:xfrm>
                                <a:off x="1135276" y="274036"/>
                                <a:ext cx="1030601" cy="551654"/>
                              </a:xfrm>
                              <a:prstGeom prst="horizontalScroll">
                                <a:avLst/>
                              </a:prstGeom>
                            </wps:spPr>
                            <wps:style>
                              <a:lnRef idx="0">
                                <a:schemeClr val="accent1"/>
                              </a:lnRef>
                              <a:fillRef idx="3">
                                <a:schemeClr val="accent1"/>
                              </a:fillRef>
                              <a:effectRef idx="3">
                                <a:schemeClr val="accent1"/>
                              </a:effectRef>
                              <a:fontRef idx="minor">
                                <a:schemeClr val="lt1"/>
                              </a:fontRef>
                            </wps:style>
                            <wps:txbx>
                              <w:txbxContent>
                                <w:p w14:paraId="6B64FF4B" w14:textId="77777777" w:rsidR="00C53268" w:rsidRPr="00E84075" w:rsidRDefault="00C53268" w:rsidP="000E7319">
                                  <w:pPr>
                                    <w:jc w:val="center"/>
                                    <w:rPr>
                                      <w:sz w:val="18"/>
                                      <w:szCs w:val="18"/>
                                    </w:rPr>
                                  </w:pPr>
                                  <w:r w:rsidRPr="00E84075">
                                    <w:rPr>
                                      <w:sz w:val="18"/>
                                      <w:szCs w:val="18"/>
                                    </w:rPr>
                                    <w:t>Certificate of responder</w:t>
                                  </w:r>
                                </w:p>
                                <w:p w14:paraId="1CA2C9BF" w14:textId="77777777" w:rsidR="00C53268" w:rsidRDefault="00C53268" w:rsidP="000E7319"/>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wgp>
                  </a:graphicData>
                </a:graphic>
              </wp:inline>
            </w:drawing>
          </mc:Choice>
          <mc:Fallback>
            <w:pict>
              <v:group w14:anchorId="2B0DA867" id="Group 1" o:spid="_x0000_s1096" style="width:249pt;height:219.6pt;mso-position-horizontal-relative:char;mso-position-vertical-relative:line" coordorigin="-1018,3275" coordsize="29904,276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">
                <v:roundrect id="Rounded Rectangle 2" o:spid="_x0000_s1097" style="position:absolute;left:-1018;top:3275;width:29904;height:2769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pJMsIA&#10;AADaAAAADwAAAGRycy9kb3ducmV2LnhtbESPQYvCMBSE7wv+h/AEb2tq0WWpRhFBVPbiul68PZrX&#10;pti8lCbV+u/NguBxmJlvmMWqt7W4Uesrxwom4wQEce50xaWC89/28xuED8gaa8ek4EEeVsvBxwIz&#10;7e78S7dTKEWEsM9QgQmhyaT0uSGLfuwa4ugVrrUYomxLqVu8R7itZZokX9JixXHBYEMbQ/n11FkF&#10;sy5Mfw4X0+XH63Z3XBeztDhclBoN+/UcRKA+vMOv9l4rSOH/SrwBcvk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GkkywgAAANoAAAAPAAAAAAAAAAAAAAAAAJgCAABkcnMvZG93&#10;bnJldi54bWxQSwUGAAAAAAQABAD1AAAAhwMAAAAA&#10;" fillcolor="white [3201]" strokecolor="#4bacc6 [3208]" strokeweight="2pt">
                  <v:textbox>
                    <w:txbxContent>
                      <w:p w14:paraId="1CBC801B" w14:textId="77777777" w:rsidR="00C53268" w:rsidRPr="0091709C" w:rsidRDefault="00C53268" w:rsidP="000E7319">
                        <w:pPr>
                          <w:jc w:val="center"/>
                          <w:rPr>
                            <w:sz w:val="24"/>
                          </w:rPr>
                        </w:pPr>
                        <w:r w:rsidRPr="0091709C">
                          <w:rPr>
                            <w:sz w:val="24"/>
                          </w:rPr>
                          <w:t>SignedDoc container</w:t>
                        </w:r>
                      </w:p>
                    </w:txbxContent>
                  </v:textbox>
                </v:roundrect>
                <v:group id="Group 3" o:spid="_x0000_s1098" style="position:absolute;left:1383;top:7877;width:23036;height:20910" coordorigin="-1377,2615" coordsize="23035,209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group id="Group 4" o:spid="_x0000_s1099" style="position:absolute;left:-656;top:2615;width:22312;height:15393" coordorigin="-1691,2615" coordsize="22312,153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group id="Group 13" o:spid="_x0000_s1100" style="position:absolute;left:-1691;top:2615;width:18045;height:14440" coordorigin="-1691,2615" coordsize="18045,14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Flowchart: Multidocument 14" o:spid="_x0000_s1101" type="#_x0000_t115" style="position:absolute;left:4365;top:2615;width:11989;height:71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AjZsAA&#10;AADbAAAADwAAAGRycy9kb3ducmV2LnhtbERPTYvCMBC9L/gfwgje1tRFZOkapQii4MV1vextaMa2&#10;2Exqkm3jvzcLgrd5vM9ZrqNpRU/ON5YVzKYZCOLS6oYrBeef7fsnCB+QNbaWScGdPKxXo7cl5toO&#10;/E39KVQihbDPUUEdQpdL6cuaDPqp7YgTd7HOYEjQVVI7HFK4aeVHli2kwYZTQ40dbWoqr6c/o4Dc&#10;7cxRxvK6O852i8PvUBz7QqnJOBZfIALF8BI/3Xud5s/h/5d0gFw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SAjZsAAAADbAAAADwAAAAAAAAAAAAAAAACYAgAAZHJzL2Rvd25y&#10;ZXYueG1sUEsFBgAAAAAEAAQA9QAAAIUDAAAAAA==&#10;" fillcolor="#f2f2f2 [3052]" strokecolor="#bfbfbf [2412]">
                        <v:shadow on="t" color="black" opacity="24903f" origin=",.5" offset="0,.55556mm"/>
                        <v:textbox>
                          <w:txbxContent>
                            <w:p w14:paraId="29CAC561" w14:textId="77777777" w:rsidR="00C53268" w:rsidRPr="00FE5E7E" w:rsidRDefault="00C53268" w:rsidP="000E7319">
                              <w:pPr>
                                <w:jc w:val="center"/>
                                <w:rPr>
                                  <w:sz w:val="24"/>
                                </w:rPr>
                              </w:pPr>
                              <w:r w:rsidRPr="00FE5E7E">
                                <w:rPr>
                                  <w:sz w:val="24"/>
                                </w:rPr>
                                <w:t>Data files</w:t>
                              </w:r>
                            </w:p>
                          </w:txbxContent>
                        </v:textbox>
                      </v:shape>
                      <v:shape id="Double Bracket 20" o:spid="_x0000_s1102" type="#_x0000_t185" style="position:absolute;left:-1691;top:12472;width:9208;height:45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EfCcMA&#10;AADbAAAADwAAAGRycy9kb3ducmV2LnhtbERPTWuDQBC9F/oflgnkUupaC6WYbEJSKEigB01oyW10&#10;pyp1Z8XdqPn32UOgx8f7Xm9n04mRBtdaVvASxSCIK6tbrhWcjp/P7yCcR9bYWSYFV3Kw3Tw+rDHV&#10;duKcxsLXIoSwS1FB432fSumqhgy6yPbEgfu1g0Ef4FBLPeAUwk0nkzh+kwZbDg0N9vTRUPVXXIyC&#10;15+8t+P+PGbf+6fya65Kf5hKpZaLebcC4Wn2/+K7O9MKkrA+fAk/QG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8EfCcMAAADbAAAADwAAAAAAAAAAAAAAAACYAgAAZHJzL2Rv&#10;d25yZXYueG1sUEsFBgAAAAAEAAQA9QAAAIgDAAAAAA==&#10;" strokecolor="#4bacc6 [3208]" strokeweight="3pt">
                        <v:shadow on="t" color="black" opacity="22937f" origin=",.5" offset="0,.63889mm"/>
                        <v:textbox>
                          <w:txbxContent>
                            <w:p w14:paraId="00D691E9" w14:textId="77777777" w:rsidR="00C53268" w:rsidRPr="0024468B" w:rsidRDefault="00C53268" w:rsidP="000E7319">
                              <w:pPr>
                                <w:jc w:val="center"/>
                                <w:rPr>
                                  <w:szCs w:val="18"/>
                                </w:rPr>
                              </w:pPr>
                              <w:r w:rsidRPr="0024468B">
                                <w:rPr>
                                  <w:szCs w:val="18"/>
                                </w:rPr>
                                <w:t>Signature</w:t>
                              </w:r>
                              <w:r>
                                <w:rPr>
                                  <w:szCs w:val="18"/>
                                </w:rPr>
                                <w:t xml:space="preserve"> value</w:t>
                              </w:r>
                            </w:p>
                          </w:txbxContent>
                        </v:textbox>
                      </v:shape>
                    </v:group>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Horizontal Scroll 23" o:spid="_x0000_s1103" type="#_x0000_t98" style="position:absolute;left:10315;top:12444;width:10306;height:55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1AzsMA&#10;AADbAAAADwAAAGRycy9kb3ducmV2LnhtbESPS4sCMRCE74L/IbSwF9HMKgw6GkX2hdcddw/emqTn&#10;gZPOOIk6+++NsOCxqKqvqPW2t424UudrxwpepwkIYu1MzaWCn8PnZAHCB2SDjWNS8EcetpvhYI2Z&#10;cTf+pmseShEh7DNUUIXQZlJ6XZFFP3UtcfQK11kMUXalNB3eItw2cpYkqbRYc1yosKW3ivQpv1gF&#10;5/34a3nR+Vy/f6Tpb3rURbHTSr2M+t0KRKA+PMP/7b1RMJvD40v8AXJz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1AzsMAAADbAAAADwAAAAAAAAAAAAAAAACYAgAAZHJzL2Rv&#10;d25yZXYueG1sUEsFBgAAAAAEAAQA9QAAAIgDAAAAAA==&#10;" fillcolor="#215a69 [1640]" stroked="f">
                      <v:fill color2="#3da5c1 [3016]" rotate="t" angle="180" colors="0 #2787a0;52429f #36b1d2;1 #34b3d6" focus="100%" type="gradient">
                        <o:fill v:ext="view" type="gradientUnscaled"/>
                      </v:fill>
                      <v:shadow on="t" color="black" opacity="22937f" origin=",.5" offset="0,.63889mm"/>
                      <v:textbox>
                        <w:txbxContent>
                          <w:p w14:paraId="4DA17292" w14:textId="77777777" w:rsidR="00C53268" w:rsidRPr="00E84075" w:rsidRDefault="00C53268" w:rsidP="000E7319">
                            <w:pPr>
                              <w:jc w:val="center"/>
                              <w:rPr>
                                <w:sz w:val="18"/>
                                <w:szCs w:val="18"/>
                              </w:rPr>
                            </w:pPr>
                            <w:r w:rsidRPr="00E84075">
                              <w:rPr>
                                <w:sz w:val="18"/>
                                <w:szCs w:val="18"/>
                              </w:rPr>
                              <w:t>Certificate of signer</w:t>
                            </w:r>
                          </w:p>
                        </w:txbxContent>
                      </v:textbox>
                    </v:shape>
                  </v:group>
                  <v:group id="Group 31" o:spid="_x0000_s1104" style="position:absolute;left:-1377;top:18008;width:23035;height:5517" coordorigin="-1377,2739" coordsize="23035,55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Double Brace 224" o:spid="_x0000_s1105" type="#_x0000_t186" style="position:absolute;left:-1377;top:2739;width:10772;height:45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LeacMA&#10;AADcAAAADwAAAGRycy9kb3ducmV2LnhtbESPwWrDMBBE74X+g9hAb7UcE5riWAmpIRByq9NCj4u0&#10;sY2tlbGUxP77KlDocZiZN0yxm2wvbjT61rGCZZKCINbOtFwr+DofXt9B+IBssHdMCmbysNs+PxWY&#10;G3fnT7pVoRYRwj5HBU0IQy6l1w1Z9IkbiKN3caPFEOVYSzPiPcJtL7M0fZMWW44LDQ5UNqS76moV&#10;dKul1uV3fVx3aEp5kt3H/JMq9bKY9hsQgabwH/5rH42CLFvB40w8An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gLeacMAAADcAAAADwAAAAAAAAAAAAAAAACYAgAAZHJzL2Rv&#10;d25yZXYueG1sUEsFBgAAAAAEAAQA9QAAAIgDAAAAAA==&#10;" strokecolor="#386294" strokeweight="3pt">
                      <v:shadow on="t" color="black" opacity="22937f" origin=",.5" offset="0,.63889mm"/>
                      <v:textbox>
                        <w:txbxContent>
                          <w:p w14:paraId="542BDCB1" w14:textId="77777777" w:rsidR="00C53268" w:rsidRPr="00E84075" w:rsidRDefault="00C53268" w:rsidP="000E7319">
                            <w:pPr>
                              <w:jc w:val="center"/>
                              <w:rPr>
                                <w:sz w:val="18"/>
                                <w:szCs w:val="18"/>
                              </w:rPr>
                            </w:pPr>
                            <w:r w:rsidRPr="00E84075">
                              <w:rPr>
                                <w:sz w:val="18"/>
                                <w:szCs w:val="18"/>
                              </w:rPr>
                              <w:t>Validity confirm</w:t>
                            </w:r>
                            <w:r w:rsidRPr="0024468B">
                              <w:rPr>
                                <w:szCs w:val="20"/>
                              </w:rPr>
                              <w:t>ation</w:t>
                            </w:r>
                          </w:p>
                        </w:txbxContent>
                      </v:textbox>
                    </v:shape>
                    <v:shape id="Horizontal Scroll 225" o:spid="_x0000_s1106" type="#_x0000_t98" style="position:absolute;left:11352;top:2740;width:10306;height:55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3sa8QA&#10;AADcAAAADwAAAGRycy9kb3ducmV2LnhtbESPQYvCMBSE74L/IbwFL4umFhSpRlmXFT2Jdtf7o3m2&#10;xealNlGrv94ICx6HmfmGmS1aU4krNa60rGA4iEAQZ1aXnCv4+131JyCcR9ZYWSYFd3KwmHc7M0y0&#10;vfGerqnPRYCwS1BB4X2dSOmyggy6ga2Jg3e0jUEfZJNL3eAtwE0l4ygaS4Mlh4UCa/ouKDulF6Mg&#10;P2x3Q70+Ps671OvzcvPp3M9Fqd5H+zUF4an17/B/e6MVxPEIXmfCEZ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fd7GvEAAAA3AAAAA8AAAAAAAAAAAAAAAAAmAIAAGRycy9k&#10;b3ducmV2LnhtbFBLBQYAAAAABAAEAPUAAACJAwAAAAA=&#10;" fillcolor="#254163 [1636]" stroked="f">
                      <v:fill color2="#4477b6 [3012]" rotate="t" angle="180" colors="0 #2c5d98;52429f #3c7bc7;1 #3a7ccb" focus="100%" type="gradient">
                        <o:fill v:ext="view" type="gradientUnscaled"/>
                      </v:fill>
                      <v:shadow on="t" color="black" opacity="22937f" origin=",.5" offset="0,.63889mm"/>
                      <v:textbox>
                        <w:txbxContent>
                          <w:p w14:paraId="6B64FF4B" w14:textId="77777777" w:rsidR="00C53268" w:rsidRPr="00E84075" w:rsidRDefault="00C53268" w:rsidP="000E7319">
                            <w:pPr>
                              <w:jc w:val="center"/>
                              <w:rPr>
                                <w:sz w:val="18"/>
                                <w:szCs w:val="18"/>
                              </w:rPr>
                            </w:pPr>
                            <w:r w:rsidRPr="00E84075">
                              <w:rPr>
                                <w:sz w:val="18"/>
                                <w:szCs w:val="18"/>
                              </w:rPr>
                              <w:t>Certificate of responder</w:t>
                            </w:r>
                          </w:p>
                          <w:p w14:paraId="1CA2C9BF" w14:textId="77777777" w:rsidR="00C53268" w:rsidRDefault="00C53268" w:rsidP="000E7319"/>
                        </w:txbxContent>
                      </v:textbox>
                    </v:shape>
                  </v:group>
                </v:group>
                <w10:anchorlock/>
              </v:group>
            </w:pict>
          </mc:Fallback>
        </mc:AlternateContent>
      </w:r>
    </w:p>
    <w:p w14:paraId="2A2DBE55" w14:textId="77777777" w:rsidR="00C91C45" w:rsidRPr="00751DBB" w:rsidRDefault="00792518" w:rsidP="00FE5E7E">
      <w:pPr>
        <w:pStyle w:val="Caption"/>
        <w:rPr>
          <w:lang w:val="en-GB"/>
        </w:rPr>
      </w:pPr>
      <w:r w:rsidRPr="00751DBB">
        <w:rPr>
          <w:lang w:val="en-GB"/>
        </w:rPr>
        <w:fldChar w:fldCharType="begin"/>
      </w:r>
      <w:r w:rsidRPr="00751DBB">
        <w:rPr>
          <w:lang w:val="en-GB"/>
        </w:rPr>
        <w:instrText xml:space="preserve"> SEQ Joonis \* ARABIC </w:instrText>
      </w:r>
      <w:r w:rsidRPr="00751DBB">
        <w:rPr>
          <w:lang w:val="en-GB"/>
        </w:rPr>
        <w:fldChar w:fldCharType="separate"/>
      </w:r>
      <w:r w:rsidR="00E0723E">
        <w:rPr>
          <w:noProof/>
          <w:lang w:val="en-GB"/>
        </w:rPr>
        <w:t>3</w:t>
      </w:r>
      <w:r w:rsidRPr="00751DBB">
        <w:rPr>
          <w:lang w:val="en-GB"/>
        </w:rPr>
        <w:fldChar w:fldCharType="end"/>
      </w:r>
      <w:r w:rsidR="00FE5E7E" w:rsidRPr="00751DBB">
        <w:rPr>
          <w:lang w:val="en-GB"/>
        </w:rPr>
        <w:t xml:space="preserve"> SignedDoc container</w:t>
      </w:r>
    </w:p>
    <w:p w14:paraId="37EB893D" w14:textId="77777777" w:rsidR="007E4DC5" w:rsidRPr="00751DBB" w:rsidRDefault="007E4DC5" w:rsidP="003A6131">
      <w:pPr>
        <w:rPr>
          <w:lang w:val="en-GB"/>
        </w:rPr>
      </w:pPr>
      <w:r w:rsidRPr="00751DBB">
        <w:rPr>
          <w:lang w:val="en-GB"/>
        </w:rPr>
        <w:t xml:space="preserve">The library currently offers DIGIDOC-XML document format to be used. </w:t>
      </w:r>
    </w:p>
    <w:p w14:paraId="61FCB223" w14:textId="77777777" w:rsidR="00AE5A74" w:rsidRPr="00751DBB" w:rsidRDefault="00AE5A74" w:rsidP="003A6131">
      <w:pPr>
        <w:rPr>
          <w:lang w:val="en-GB"/>
        </w:rPr>
      </w:pPr>
      <w:r w:rsidRPr="00751DBB">
        <w:rPr>
          <w:lang w:val="en-GB"/>
        </w:rPr>
        <w:t xml:space="preserve">The DIGIDOC-XML document format </w:t>
      </w:r>
      <w:r w:rsidR="006B0167" w:rsidRPr="00751DBB">
        <w:rPr>
          <w:lang w:val="en-GB"/>
        </w:rPr>
        <w:t>(</w:t>
      </w:r>
      <w:r w:rsidR="00190B94">
        <w:rPr>
          <w:lang w:val="en-GB"/>
        </w:rPr>
        <w:t xml:space="preserve">currently supported </w:t>
      </w:r>
      <w:r w:rsidRPr="00751DBB">
        <w:rPr>
          <w:lang w:val="en-GB"/>
        </w:rPr>
        <w:t>version 1.3</w:t>
      </w:r>
      <w:r w:rsidR="006B0167" w:rsidRPr="00751DBB">
        <w:rPr>
          <w:lang w:val="en-GB"/>
        </w:rPr>
        <w:t>)</w:t>
      </w:r>
      <w:r w:rsidRPr="00751DBB">
        <w:rPr>
          <w:lang w:val="en-GB"/>
        </w:rPr>
        <w:t xml:space="preserve"> is fully conforming to XAdES standard (note however that not every single detail allowed in XAdES standard is supported). </w:t>
      </w:r>
    </w:p>
    <w:p w14:paraId="364AE5C5" w14:textId="69487405" w:rsidR="00045889" w:rsidRPr="00751DBB" w:rsidRDefault="003A6131" w:rsidP="003A6131">
      <w:pPr>
        <w:rPr>
          <w:lang w:val="en-GB"/>
        </w:rPr>
      </w:pPr>
      <w:r w:rsidRPr="00751DBB">
        <w:rPr>
          <w:lang w:val="en-GB"/>
        </w:rPr>
        <w:t xml:space="preserve">DigiDoc system uses file extension </w:t>
      </w:r>
      <w:r w:rsidRPr="00751DBB">
        <w:rPr>
          <w:b/>
          <w:lang w:val="en-GB"/>
        </w:rPr>
        <w:t>.ddoc</w:t>
      </w:r>
      <w:r w:rsidRPr="00751DBB">
        <w:rPr>
          <w:lang w:val="en-GB"/>
        </w:rPr>
        <w:t xml:space="preserve"> to distinguish digitally signed files according to the described file format. Syntax of the .ddoc </w:t>
      </w:r>
      <w:r w:rsidR="00CB776B" w:rsidRPr="00751DBB">
        <w:rPr>
          <w:lang w:val="en-GB"/>
        </w:rPr>
        <w:t>file is described in</w:t>
      </w:r>
      <w:r w:rsidRPr="00751DBB">
        <w:rPr>
          <w:lang w:val="en-GB"/>
        </w:rPr>
        <w:t xml:space="preserve"> </w:t>
      </w:r>
      <w:r w:rsidR="0024094F" w:rsidRPr="00751DBB">
        <w:rPr>
          <w:lang w:val="en-GB"/>
        </w:rPr>
        <w:t xml:space="preserve">a </w:t>
      </w:r>
      <w:r w:rsidRPr="00751DBB">
        <w:rPr>
          <w:lang w:val="en-GB"/>
        </w:rPr>
        <w:t>separate document in</w:t>
      </w:r>
      <w:r w:rsidR="00CB776B" w:rsidRPr="00751DBB">
        <w:rPr>
          <w:lang w:val="en-GB"/>
        </w:rPr>
        <w:t xml:space="preserve"> </w:t>
      </w:r>
      <w:r w:rsidR="00045889" w:rsidRPr="00751DBB">
        <w:rPr>
          <w:lang w:val="en-GB"/>
        </w:rPr>
        <w:t>detail (</w:t>
      </w:r>
      <w:r w:rsidRPr="00751DBB">
        <w:rPr>
          <w:lang w:val="en-GB"/>
        </w:rPr>
        <w:t xml:space="preserve">see </w:t>
      </w:r>
      <w:r w:rsidR="003E2660">
        <w:rPr>
          <w:lang w:val="en-GB"/>
        </w:rPr>
        <w:fldChar w:fldCharType="begin"/>
      </w:r>
      <w:r w:rsidR="003E2660">
        <w:rPr>
          <w:lang w:val="en-GB"/>
        </w:rPr>
        <w:instrText xml:space="preserve"> REF _Ref361994067 \r \h </w:instrText>
      </w:r>
      <w:r w:rsidR="003E2660">
        <w:rPr>
          <w:lang w:val="en-GB"/>
        </w:rPr>
      </w:r>
      <w:r w:rsidR="003E2660">
        <w:rPr>
          <w:lang w:val="en-GB"/>
        </w:rPr>
        <w:fldChar w:fldCharType="separate"/>
      </w:r>
      <w:r w:rsidR="00E0723E">
        <w:rPr>
          <w:lang w:val="en-GB"/>
        </w:rPr>
        <w:t>[1]</w:t>
      </w:r>
      <w:r w:rsidR="003E2660">
        <w:rPr>
          <w:lang w:val="en-GB"/>
        </w:rPr>
        <w:fldChar w:fldCharType="end"/>
      </w:r>
      <w:r w:rsidR="00045889" w:rsidRPr="00751DBB">
        <w:rPr>
          <w:lang w:val="en-GB"/>
        </w:rPr>
        <w:t>)</w:t>
      </w:r>
      <w:r w:rsidRPr="00751DBB">
        <w:rPr>
          <w:lang w:val="en-GB"/>
        </w:rPr>
        <w:t>.</w:t>
      </w:r>
    </w:p>
    <w:p w14:paraId="0B628CFB" w14:textId="4A412F82" w:rsidR="00DE6984" w:rsidRPr="000E7319" w:rsidRDefault="0024094F" w:rsidP="000E7319">
      <w:pPr>
        <w:rPr>
          <w:lang w:val="en-GB"/>
        </w:rPr>
      </w:pPr>
      <w:r w:rsidRPr="00751DBB">
        <w:rPr>
          <w:lang w:val="en-GB"/>
        </w:rPr>
        <w:t>The DIGIDOC-XML document’s container is a single XML file which contain</w:t>
      </w:r>
      <w:r w:rsidR="000E7319">
        <w:rPr>
          <w:lang w:val="en-GB"/>
        </w:rPr>
        <w:t>s</w:t>
      </w:r>
      <w:r w:rsidRPr="00751DBB">
        <w:rPr>
          <w:lang w:val="en-GB"/>
        </w:rPr>
        <w:t xml:space="preserve"> embedded data file(s) and signature(s). It is possible to add data files to the container by</w:t>
      </w:r>
      <w:r w:rsidR="000E7319">
        <w:rPr>
          <w:lang w:val="en-GB"/>
        </w:rPr>
        <w:t xml:space="preserve"> </w:t>
      </w:r>
      <w:r w:rsidRPr="000E7319">
        <w:rPr>
          <w:lang w:val="en-GB"/>
        </w:rPr>
        <w:t>embedding binary data in base</w:t>
      </w:r>
      <w:r w:rsidR="00DE6984" w:rsidRPr="000E7319">
        <w:rPr>
          <w:lang w:val="en-GB"/>
        </w:rPr>
        <w:t>64 encoding (EMBEDDED_BASE64 mode)</w:t>
      </w:r>
      <w:r w:rsidR="000E7319">
        <w:rPr>
          <w:lang w:val="en-GB"/>
        </w:rPr>
        <w:t>. Embedding pure text or XML (EMBEDDED mode) and adding only reference to and external file (DETACHED mode) is no longer supported.</w:t>
      </w:r>
    </w:p>
    <w:p w14:paraId="2BFB9A63" w14:textId="77777777" w:rsidR="009F10E4" w:rsidRPr="00751DBB" w:rsidRDefault="009F10E4" w:rsidP="009F10E4">
      <w:pPr>
        <w:rPr>
          <w:lang w:val="en-GB"/>
        </w:rPr>
      </w:pPr>
      <w:r w:rsidRPr="00751DBB">
        <w:rPr>
          <w:lang w:val="en-GB"/>
        </w:rPr>
        <w:t>SHA-1 digest type is supported and set automatically.</w:t>
      </w:r>
    </w:p>
    <w:p w14:paraId="6E5E80E8" w14:textId="77777777" w:rsidR="00BE2749" w:rsidRPr="00751DBB" w:rsidRDefault="00BE2749" w:rsidP="00C813B3">
      <w:pPr>
        <w:pStyle w:val="Heading1"/>
        <w:rPr>
          <w:lang w:val="en-GB"/>
        </w:rPr>
      </w:pPr>
      <w:bookmarkStart w:id="7" w:name="_Toc314582093"/>
      <w:bookmarkStart w:id="8" w:name="_Toc314582194"/>
      <w:bookmarkStart w:id="9" w:name="_Toc410733896"/>
      <w:bookmarkEnd w:id="7"/>
      <w:bookmarkEnd w:id="8"/>
      <w:r w:rsidRPr="00751DBB">
        <w:rPr>
          <w:lang w:val="en-GB"/>
        </w:rPr>
        <w:lastRenderedPageBreak/>
        <w:t>Overview</w:t>
      </w:r>
      <w:bookmarkEnd w:id="9"/>
    </w:p>
    <w:p w14:paraId="4A982D35" w14:textId="57EFBEB4" w:rsidR="00BB5C4B" w:rsidRDefault="00BB5C4B" w:rsidP="00BB5C4B">
      <w:r w:rsidRPr="00D068E0">
        <w:t xml:space="preserve">The current chapter gives an overview of </w:t>
      </w:r>
      <w:r>
        <w:rPr>
          <w:b/>
        </w:rPr>
        <w:t>C</w:t>
      </w:r>
      <w:r w:rsidRPr="00D068E0">
        <w:rPr>
          <w:b/>
        </w:rPr>
        <w:t>DigiDoc</w:t>
      </w:r>
      <w:r w:rsidRPr="00D068E0">
        <w:t xml:space="preserve"> software library by describing the supported functionality, the general architecture </w:t>
      </w:r>
      <w:r>
        <w:t>and C</w:t>
      </w:r>
      <w:r w:rsidRPr="00D068E0">
        <w:t xml:space="preserve">DigiDoc library’s dependencies. </w:t>
      </w:r>
    </w:p>
    <w:p w14:paraId="1113F723" w14:textId="6F709F1B" w:rsidR="00D909F3" w:rsidRDefault="00D909F3" w:rsidP="00D909F3">
      <w:pPr>
        <w:pStyle w:val="Heading2"/>
      </w:pPr>
      <w:bookmarkStart w:id="10" w:name="_Toc410733897"/>
      <w:r>
        <w:t>References and additional resources</w:t>
      </w:r>
      <w:bookmarkEnd w:id="10"/>
    </w:p>
    <w:tbl>
      <w:tblPr>
        <w:tblStyle w:val="TableGrid"/>
        <w:tblW w:w="8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268"/>
        <w:gridCol w:w="6168"/>
      </w:tblGrid>
      <w:tr w:rsidR="000A0ECB" w:rsidRPr="00751DBB" w14:paraId="662BAC42" w14:textId="77777777" w:rsidTr="007135F4">
        <w:tc>
          <w:tcPr>
            <w:tcW w:w="2268" w:type="dxa"/>
            <w:vAlign w:val="center"/>
          </w:tcPr>
          <w:p w14:paraId="2FF0E1B0" w14:textId="5D14BB74" w:rsidR="000A0ECB" w:rsidRPr="005E05FF" w:rsidRDefault="000A0ECB" w:rsidP="00AC5E92">
            <w:pPr>
              <w:pStyle w:val="ListParagraph"/>
              <w:numPr>
                <w:ilvl w:val="0"/>
                <w:numId w:val="58"/>
              </w:numPr>
              <w:ind w:left="34" w:firstLine="0"/>
            </w:pPr>
            <w:bookmarkStart w:id="11" w:name="_Ref361994067"/>
            <w:bookmarkStart w:id="12" w:name="_Toc374110737"/>
            <w:r w:rsidRPr="005E05FF">
              <w:t>DIGIDOC-XML 1.3</w:t>
            </w:r>
            <w:bookmarkEnd w:id="11"/>
          </w:p>
        </w:tc>
        <w:tc>
          <w:tcPr>
            <w:tcW w:w="6168" w:type="dxa"/>
          </w:tcPr>
          <w:p w14:paraId="470ED728" w14:textId="77777777" w:rsidR="000A0ECB" w:rsidRPr="005E05FF" w:rsidRDefault="000A0ECB" w:rsidP="00431AA1">
            <w:pPr>
              <w:jc w:val="left"/>
            </w:pPr>
            <w:r w:rsidRPr="005E05FF">
              <w:t xml:space="preserve">DigiDoc format specification, version 1.3.0 </w:t>
            </w:r>
          </w:p>
          <w:p w14:paraId="1F60F88B" w14:textId="77777777" w:rsidR="000A0ECB" w:rsidRPr="00751DBB" w:rsidRDefault="005B7F41" w:rsidP="00431AA1">
            <w:pPr>
              <w:jc w:val="left"/>
              <w:rPr>
                <w:lang w:val="en-GB"/>
              </w:rPr>
            </w:pPr>
            <w:hyperlink r:id="rId19" w:history="1">
              <w:r w:rsidR="000A0ECB" w:rsidRPr="005E05FF">
                <w:rPr>
                  <w:rStyle w:val="Hyperlink"/>
                </w:rPr>
                <w:t>http://id.ee/public/DigiDoc_format_1.3.pdf</w:t>
              </w:r>
            </w:hyperlink>
          </w:p>
        </w:tc>
      </w:tr>
      <w:tr w:rsidR="000A0ECB" w:rsidRPr="00FC5733" w14:paraId="7B6CB649" w14:textId="77777777" w:rsidTr="007135F4">
        <w:trPr>
          <w:cantSplit/>
        </w:trPr>
        <w:tc>
          <w:tcPr>
            <w:tcW w:w="2268" w:type="dxa"/>
          </w:tcPr>
          <w:p w14:paraId="35BBF55F" w14:textId="077E4228" w:rsidR="000A0ECB" w:rsidRPr="005E05FF" w:rsidRDefault="000A0ECB" w:rsidP="00AC5E92">
            <w:pPr>
              <w:pStyle w:val="ListParagraph"/>
              <w:numPr>
                <w:ilvl w:val="0"/>
                <w:numId w:val="58"/>
              </w:numPr>
              <w:ind w:left="34" w:firstLine="0"/>
            </w:pPr>
            <w:bookmarkStart w:id="13" w:name="_Ref351562568"/>
            <w:r w:rsidRPr="005E05FF">
              <w:t>XML-DSIG</w:t>
            </w:r>
            <w:bookmarkEnd w:id="13"/>
          </w:p>
        </w:tc>
        <w:tc>
          <w:tcPr>
            <w:tcW w:w="6168" w:type="dxa"/>
          </w:tcPr>
          <w:p w14:paraId="06C11628" w14:textId="77777777" w:rsidR="000A0ECB" w:rsidRPr="005E05FF" w:rsidRDefault="000A0ECB" w:rsidP="00431AA1">
            <w:pPr>
              <w:jc w:val="left"/>
            </w:pPr>
            <w:r w:rsidRPr="005E05FF">
              <w:t>IETF RFC 3275: XML-Signature Syntax and Processing</w:t>
            </w:r>
          </w:p>
          <w:p w14:paraId="387BAB70" w14:textId="77777777" w:rsidR="000A0ECB" w:rsidRPr="005E05FF" w:rsidRDefault="005B7F41" w:rsidP="00431AA1">
            <w:pPr>
              <w:jc w:val="left"/>
            </w:pPr>
            <w:hyperlink r:id="rId20" w:history="1">
              <w:r w:rsidR="000A0ECB" w:rsidRPr="005E05FF">
                <w:rPr>
                  <w:rStyle w:val="Hyperlink"/>
                </w:rPr>
                <w:t>http://www.ietf.org/rfc/rfc3275.txt</w:t>
              </w:r>
            </w:hyperlink>
            <w:r w:rsidR="000A0ECB" w:rsidRPr="005E05FF">
              <w:t xml:space="preserve"> </w:t>
            </w:r>
          </w:p>
        </w:tc>
      </w:tr>
      <w:tr w:rsidR="000A0ECB" w:rsidRPr="00FC5733" w14:paraId="45BECD8E" w14:textId="77777777" w:rsidTr="007135F4">
        <w:trPr>
          <w:cantSplit/>
        </w:trPr>
        <w:tc>
          <w:tcPr>
            <w:tcW w:w="2268" w:type="dxa"/>
          </w:tcPr>
          <w:p w14:paraId="10E7FF03" w14:textId="7FED7DD7" w:rsidR="000A0ECB" w:rsidRPr="005E05FF" w:rsidRDefault="000A0ECB" w:rsidP="00AC5E92">
            <w:pPr>
              <w:pStyle w:val="ListParagraph"/>
              <w:numPr>
                <w:ilvl w:val="0"/>
                <w:numId w:val="58"/>
              </w:numPr>
              <w:ind w:left="34" w:firstLine="0"/>
            </w:pPr>
            <w:bookmarkStart w:id="14" w:name="_Ref351561539"/>
            <w:r w:rsidRPr="005E05FF">
              <w:t>XAdES</w:t>
            </w:r>
            <w:bookmarkEnd w:id="14"/>
          </w:p>
        </w:tc>
        <w:tc>
          <w:tcPr>
            <w:tcW w:w="6168" w:type="dxa"/>
          </w:tcPr>
          <w:p w14:paraId="2F2ED555" w14:textId="77777777" w:rsidR="000A0ECB" w:rsidRPr="005E05FF" w:rsidRDefault="000A0ECB" w:rsidP="00431AA1">
            <w:pPr>
              <w:jc w:val="left"/>
            </w:pPr>
            <w:r w:rsidRPr="005E05FF">
              <w:t xml:space="preserve">ETSI TS 101 903 V1.4.2 (2010-12) – XML Advanced Electronic Signatures </w:t>
            </w:r>
          </w:p>
          <w:p w14:paraId="32BADD0B" w14:textId="77777777" w:rsidR="000A0ECB" w:rsidRPr="005E05FF" w:rsidRDefault="005B7F41" w:rsidP="00431AA1">
            <w:pPr>
              <w:jc w:val="left"/>
            </w:pPr>
            <w:hyperlink r:id="rId21" w:history="1">
              <w:r w:rsidR="000A0ECB" w:rsidRPr="005E05FF">
                <w:rPr>
                  <w:rStyle w:val="Hyperlink"/>
                </w:rPr>
                <w:t>http://www.etsi.org/deliver/etsi_ts/101900_101999/101903/01.04.02_60/ts_101903v010402p.pdf</w:t>
              </w:r>
            </w:hyperlink>
            <w:r w:rsidR="000A0ECB" w:rsidRPr="005E05FF">
              <w:t xml:space="preserve"> </w:t>
            </w:r>
          </w:p>
        </w:tc>
      </w:tr>
      <w:tr w:rsidR="00BD5D73" w:rsidRPr="00FC5733" w14:paraId="52DFCA47" w14:textId="77777777" w:rsidTr="007135F4">
        <w:trPr>
          <w:cantSplit/>
        </w:trPr>
        <w:tc>
          <w:tcPr>
            <w:tcW w:w="2268" w:type="dxa"/>
          </w:tcPr>
          <w:p w14:paraId="228A9E07" w14:textId="2356544C" w:rsidR="00BD5D73" w:rsidRPr="005E05FF" w:rsidRDefault="00BD5D73" w:rsidP="00AC5E92">
            <w:pPr>
              <w:pStyle w:val="ListParagraph"/>
              <w:numPr>
                <w:ilvl w:val="0"/>
                <w:numId w:val="58"/>
              </w:numPr>
              <w:ind w:left="34" w:firstLine="0"/>
            </w:pPr>
            <w:r w:rsidRPr="00751DBB">
              <w:rPr>
                <w:lang w:val="en-GB"/>
              </w:rPr>
              <w:t>XML Schema 2</w:t>
            </w:r>
          </w:p>
        </w:tc>
        <w:tc>
          <w:tcPr>
            <w:tcW w:w="6168" w:type="dxa"/>
          </w:tcPr>
          <w:p w14:paraId="3ADD324F" w14:textId="7F661934" w:rsidR="00BD5D73" w:rsidRPr="005E05FF" w:rsidRDefault="00BD5D73" w:rsidP="00431AA1">
            <w:pPr>
              <w:jc w:val="left"/>
            </w:pPr>
            <w:r w:rsidRPr="00751DBB">
              <w:rPr>
                <w:lang w:val="en-GB"/>
              </w:rPr>
              <w:t>XML Schema Part 2: Data types. W3C Recommendation 02 May 2001 (</w:t>
            </w:r>
            <w:hyperlink r:id="rId22" w:history="1">
              <w:r w:rsidRPr="00751DBB">
                <w:rPr>
                  <w:rStyle w:val="Internetlink"/>
                  <w:lang w:val="en-GB"/>
                </w:rPr>
                <w:t>http://www.w3.org/TR/xmlschema-2/</w:t>
              </w:r>
            </w:hyperlink>
            <w:r w:rsidRPr="00751DBB">
              <w:rPr>
                <w:rStyle w:val="Internetlink"/>
                <w:lang w:val="en-GB"/>
              </w:rPr>
              <w:t>)</w:t>
            </w:r>
          </w:p>
        </w:tc>
      </w:tr>
      <w:tr w:rsidR="000A0ECB" w:rsidRPr="00751DBB" w14:paraId="451E47F9" w14:textId="77777777" w:rsidTr="007135F4">
        <w:tc>
          <w:tcPr>
            <w:tcW w:w="2268" w:type="dxa"/>
            <w:vAlign w:val="center"/>
          </w:tcPr>
          <w:p w14:paraId="5E88AEDD" w14:textId="1748E610" w:rsidR="000A0ECB" w:rsidRPr="005E05FF" w:rsidRDefault="000A0ECB" w:rsidP="00AC5E92">
            <w:pPr>
              <w:pStyle w:val="ListParagraph"/>
              <w:numPr>
                <w:ilvl w:val="0"/>
                <w:numId w:val="58"/>
              </w:numPr>
              <w:ind w:left="34" w:firstLine="0"/>
            </w:pPr>
            <w:bookmarkStart w:id="15" w:name="_Ref374294389"/>
            <w:r w:rsidRPr="00751DBB">
              <w:rPr>
                <w:lang w:val="en-GB"/>
              </w:rPr>
              <w:t>RFC2560</w:t>
            </w:r>
            <w:bookmarkEnd w:id="15"/>
          </w:p>
        </w:tc>
        <w:tc>
          <w:tcPr>
            <w:tcW w:w="6168" w:type="dxa"/>
          </w:tcPr>
          <w:p w14:paraId="3CA9473A" w14:textId="776BB432" w:rsidR="000A0ECB" w:rsidRPr="005E05FF" w:rsidRDefault="000A0ECB" w:rsidP="00431AA1">
            <w:pPr>
              <w:jc w:val="left"/>
            </w:pPr>
            <w:r w:rsidRPr="00751DBB">
              <w:rPr>
                <w:lang w:val="en-GB"/>
              </w:rPr>
              <w:t>Myers, M., Ankney, R., Malpani, A., Galperin, S., Adams, C., X.509 Internet Public Key Infrastructure: Online Certificate Status Protocol - OCSP. June 1999</w:t>
            </w:r>
          </w:p>
        </w:tc>
      </w:tr>
      <w:tr w:rsidR="00BD5D73" w:rsidRPr="00FC5733" w14:paraId="7B6417EC" w14:textId="77777777" w:rsidTr="007135F4">
        <w:tc>
          <w:tcPr>
            <w:tcW w:w="2268" w:type="dxa"/>
          </w:tcPr>
          <w:p w14:paraId="17EA7C4F" w14:textId="4C2E2D44" w:rsidR="00BD5D73" w:rsidRPr="005E05FF" w:rsidRDefault="00BD5D73" w:rsidP="00AC5E92">
            <w:pPr>
              <w:pStyle w:val="ListParagraph"/>
              <w:numPr>
                <w:ilvl w:val="0"/>
                <w:numId w:val="58"/>
              </w:numPr>
              <w:ind w:left="34" w:firstLine="0"/>
            </w:pPr>
            <w:bookmarkStart w:id="16" w:name="_Ref361096069"/>
            <w:r w:rsidRPr="005E05FF">
              <w:t>DSA</w:t>
            </w:r>
            <w:bookmarkEnd w:id="16"/>
          </w:p>
        </w:tc>
        <w:tc>
          <w:tcPr>
            <w:tcW w:w="6168" w:type="dxa"/>
          </w:tcPr>
          <w:p w14:paraId="19AF986D" w14:textId="77777777" w:rsidR="00BD5D73" w:rsidRPr="005E05FF" w:rsidRDefault="00BD5D73" w:rsidP="00431AA1">
            <w:r w:rsidRPr="005E05FF">
              <w:t>Estonian Digital Signatures Act</w:t>
            </w:r>
          </w:p>
          <w:p w14:paraId="00774A25" w14:textId="77777777" w:rsidR="00BD5D73" w:rsidRPr="005E05FF" w:rsidRDefault="005B7F41" w:rsidP="00431AA1">
            <w:hyperlink r:id="rId23" w:history="1">
              <w:r w:rsidR="00BD5D73" w:rsidRPr="00506C5B">
                <w:rPr>
                  <w:rStyle w:val="Hyperlink"/>
                </w:rPr>
                <w:t>http://www.legaltext.ee/et/andmebaas/tekst.asp?loc=text&amp;dok=X30081K6&amp;keel=en&amp;pg=1&amp;ptyyp=RT&amp;tyyp=X&amp;query=digitaalallkirja</w:t>
              </w:r>
            </w:hyperlink>
          </w:p>
        </w:tc>
      </w:tr>
      <w:tr w:rsidR="00BD5D73" w:rsidRPr="00FC5733" w14:paraId="4884558D" w14:textId="77777777" w:rsidTr="007135F4">
        <w:tc>
          <w:tcPr>
            <w:tcW w:w="2268" w:type="dxa"/>
          </w:tcPr>
          <w:p w14:paraId="490AFE9A" w14:textId="77777777" w:rsidR="00BD5D73" w:rsidRPr="005E05FF" w:rsidRDefault="00BD5D73" w:rsidP="00AC5E92">
            <w:pPr>
              <w:pStyle w:val="ListParagraph"/>
              <w:numPr>
                <w:ilvl w:val="0"/>
                <w:numId w:val="58"/>
              </w:numPr>
              <w:ind w:left="34" w:firstLine="0"/>
            </w:pPr>
            <w:r w:rsidRPr="005E05FF">
              <w:t>XML-ENC</w:t>
            </w:r>
          </w:p>
        </w:tc>
        <w:tc>
          <w:tcPr>
            <w:tcW w:w="6168" w:type="dxa"/>
          </w:tcPr>
          <w:p w14:paraId="45D64791" w14:textId="77777777" w:rsidR="00BD5D73" w:rsidRPr="005E05FF" w:rsidRDefault="005B7F41" w:rsidP="00431AA1">
            <w:hyperlink r:id="rId24" w:history="1">
              <w:r w:rsidR="00BD5D73" w:rsidRPr="005E05FF">
                <w:rPr>
                  <w:rStyle w:val="Hyperlink"/>
                </w:rPr>
                <w:t>http://www.w3.org/TR/xmlenc-core/</w:t>
              </w:r>
            </w:hyperlink>
            <w:r w:rsidR="00BD5D73" w:rsidRPr="005E05FF">
              <w:t xml:space="preserve"> </w:t>
            </w:r>
          </w:p>
        </w:tc>
      </w:tr>
      <w:tr w:rsidR="00BD5D73" w:rsidRPr="00FC5733" w14:paraId="37C48163" w14:textId="77777777" w:rsidTr="007135F4">
        <w:tc>
          <w:tcPr>
            <w:tcW w:w="2268" w:type="dxa"/>
          </w:tcPr>
          <w:p w14:paraId="17D2CDD4" w14:textId="2703D098" w:rsidR="00BD5D73" w:rsidRPr="005E05FF" w:rsidDel="004778CD" w:rsidRDefault="00BD5D73" w:rsidP="00AC5E92">
            <w:pPr>
              <w:pStyle w:val="ListParagraph"/>
              <w:numPr>
                <w:ilvl w:val="0"/>
                <w:numId w:val="58"/>
              </w:numPr>
              <w:ind w:left="34" w:firstLine="0"/>
            </w:pPr>
            <w:bookmarkStart w:id="17" w:name="_Ref373923555"/>
            <w:r w:rsidRPr="005E05FF">
              <w:t>CDOC 1.0</w:t>
            </w:r>
            <w:bookmarkEnd w:id="17"/>
          </w:p>
        </w:tc>
        <w:tc>
          <w:tcPr>
            <w:tcW w:w="6168" w:type="dxa"/>
          </w:tcPr>
          <w:p w14:paraId="0D2EFC0F" w14:textId="77777777" w:rsidR="00BD5D73" w:rsidRPr="00506C5B" w:rsidRDefault="00BD5D73" w:rsidP="00431AA1">
            <w:r w:rsidRPr="00506C5B">
              <w:t>Encrypted DigiDoc Format Specification</w:t>
            </w:r>
          </w:p>
          <w:p w14:paraId="5E888E35" w14:textId="77777777" w:rsidR="00BD5D73" w:rsidRPr="00506C5B" w:rsidRDefault="005B7F41" w:rsidP="00431AA1">
            <w:hyperlink r:id="rId25" w:history="1">
              <w:r w:rsidR="00BD5D73" w:rsidRPr="00506C5B">
                <w:rPr>
                  <w:rStyle w:val="Hyperlink"/>
                </w:rPr>
                <w:t>http://id.ee/public/SK-CDOC-1.0-20120625_EN.pdf</w:t>
              </w:r>
            </w:hyperlink>
            <w:r w:rsidR="00BD5D73" w:rsidRPr="00506C5B">
              <w:t xml:space="preserve"> </w:t>
            </w:r>
          </w:p>
        </w:tc>
      </w:tr>
      <w:tr w:rsidR="00BD5D73" w:rsidRPr="00FC5733" w14:paraId="7D3BA875" w14:textId="77777777" w:rsidTr="007135F4">
        <w:tc>
          <w:tcPr>
            <w:tcW w:w="2268" w:type="dxa"/>
          </w:tcPr>
          <w:p w14:paraId="216BAB1E" w14:textId="13F633C5" w:rsidR="00BD5D73" w:rsidRPr="005E05FF" w:rsidRDefault="00BD5D73" w:rsidP="00AC5E92">
            <w:pPr>
              <w:pStyle w:val="ListParagraph"/>
              <w:numPr>
                <w:ilvl w:val="0"/>
                <w:numId w:val="58"/>
              </w:numPr>
              <w:ind w:left="34" w:firstLine="0"/>
            </w:pPr>
            <w:bookmarkStart w:id="18" w:name="_Ref361096764"/>
            <w:r w:rsidRPr="005E05FF">
              <w:t>DigiDocService Specification</w:t>
            </w:r>
            <w:bookmarkEnd w:id="18"/>
          </w:p>
        </w:tc>
        <w:tc>
          <w:tcPr>
            <w:tcW w:w="6168" w:type="dxa"/>
          </w:tcPr>
          <w:p w14:paraId="3A9063BB" w14:textId="77777777" w:rsidR="00BD5D73" w:rsidRPr="005E05FF" w:rsidRDefault="00BD5D73" w:rsidP="00431AA1">
            <w:pPr>
              <w:jc w:val="left"/>
            </w:pPr>
            <w:r w:rsidRPr="005E05FF">
              <w:t xml:space="preserve">EN: </w:t>
            </w:r>
            <w:hyperlink r:id="rId26" w:history="1">
              <w:r w:rsidRPr="005E05FF">
                <w:rPr>
                  <w:rStyle w:val="Hyperlink"/>
                </w:rPr>
                <w:t>http://sk.ee/upload/files/DigiDocService_spec_eng.pdf</w:t>
              </w:r>
            </w:hyperlink>
          </w:p>
          <w:p w14:paraId="504EE1DD" w14:textId="77777777" w:rsidR="00BD5D73" w:rsidRPr="005E05FF" w:rsidRDefault="00BD5D73" w:rsidP="00431AA1">
            <w:pPr>
              <w:jc w:val="left"/>
            </w:pPr>
            <w:r w:rsidRPr="005E05FF">
              <w:t xml:space="preserve">ET: </w:t>
            </w:r>
            <w:hyperlink r:id="rId27" w:history="1">
              <w:r w:rsidRPr="005E05FF">
                <w:rPr>
                  <w:rStyle w:val="Hyperlink"/>
                </w:rPr>
                <w:t>http://www.sk.ee/upload/files/DigiDocService_spec_est.pdf</w:t>
              </w:r>
            </w:hyperlink>
          </w:p>
        </w:tc>
      </w:tr>
      <w:tr w:rsidR="00BD5D73" w:rsidRPr="00FC5733" w14:paraId="1EEC211C" w14:textId="77777777" w:rsidTr="007135F4">
        <w:trPr>
          <w:cantSplit/>
        </w:trPr>
        <w:tc>
          <w:tcPr>
            <w:tcW w:w="2268" w:type="dxa"/>
          </w:tcPr>
          <w:p w14:paraId="334B6F23" w14:textId="5D278846" w:rsidR="00BD5D73" w:rsidRPr="005E05FF" w:rsidRDefault="00BD5D73" w:rsidP="00AC5E92">
            <w:pPr>
              <w:pStyle w:val="ListParagraph"/>
              <w:numPr>
                <w:ilvl w:val="0"/>
                <w:numId w:val="58"/>
              </w:numPr>
              <w:ind w:left="34" w:firstLine="0"/>
            </w:pPr>
            <w:bookmarkStart w:id="19" w:name="_Ref357525975"/>
            <w:r w:rsidRPr="005E05FF">
              <w:t xml:space="preserve">X.509 V3 Certificate Profile </w:t>
            </w:r>
            <w:bookmarkEnd w:id="19"/>
          </w:p>
        </w:tc>
        <w:tc>
          <w:tcPr>
            <w:tcW w:w="6168" w:type="dxa"/>
          </w:tcPr>
          <w:p w14:paraId="6FF3622F" w14:textId="77777777" w:rsidR="00BD5D73" w:rsidRPr="005E05FF" w:rsidRDefault="00BD5D73" w:rsidP="00BD5D73">
            <w:pPr>
              <w:ind w:left="176" w:hanging="210"/>
              <w:jc w:val="left"/>
            </w:pPr>
            <w:r w:rsidRPr="005E05FF">
              <w:t>ETSI TS 102 280 (V1.1.1) - X.509 V3 Certificate Profile for Certificates Issued to Natural Persons</w:t>
            </w:r>
          </w:p>
          <w:p w14:paraId="670AA86C" w14:textId="77777777" w:rsidR="00BD5D73" w:rsidRPr="005E05FF" w:rsidRDefault="005B7F41" w:rsidP="00BD5D73">
            <w:pPr>
              <w:ind w:left="176" w:hanging="210"/>
              <w:jc w:val="left"/>
            </w:pPr>
            <w:hyperlink r:id="rId28" w:history="1">
              <w:r w:rsidR="00BD5D73" w:rsidRPr="00506C5B">
                <w:rPr>
                  <w:rStyle w:val="Hyperlink"/>
                </w:rPr>
                <w:t>http://www.etsi.org/deliver/etsi_ts/102200_102299/102280/01.01.01_60/ts_102280v010101p.pdf</w:t>
              </w:r>
            </w:hyperlink>
          </w:p>
        </w:tc>
      </w:tr>
      <w:tr w:rsidR="00BD5D73" w:rsidRPr="00FC5733" w14:paraId="5840ED2C" w14:textId="77777777" w:rsidTr="007135F4">
        <w:trPr>
          <w:cantSplit/>
        </w:trPr>
        <w:tc>
          <w:tcPr>
            <w:tcW w:w="2268" w:type="dxa"/>
          </w:tcPr>
          <w:p w14:paraId="63BEFBE6" w14:textId="5701B75A" w:rsidR="00BD5D73" w:rsidRPr="005E05FF" w:rsidRDefault="00BD5D73" w:rsidP="00AC5E92">
            <w:pPr>
              <w:pStyle w:val="ListParagraph"/>
              <w:numPr>
                <w:ilvl w:val="0"/>
                <w:numId w:val="58"/>
              </w:numPr>
              <w:ind w:left="34" w:firstLine="0"/>
            </w:pPr>
            <w:bookmarkStart w:id="20" w:name="_Ref353734416"/>
            <w:r w:rsidRPr="00FC5733">
              <w:t>ESTEID profile</w:t>
            </w:r>
            <w:bookmarkEnd w:id="20"/>
          </w:p>
        </w:tc>
        <w:tc>
          <w:tcPr>
            <w:tcW w:w="6168" w:type="dxa"/>
          </w:tcPr>
          <w:p w14:paraId="30D28065" w14:textId="77777777" w:rsidR="00BD5D73" w:rsidRPr="005E05FF" w:rsidRDefault="00BD5D73" w:rsidP="00BD5D73">
            <w:pPr>
              <w:ind w:left="176" w:hanging="210"/>
            </w:pPr>
            <w:r w:rsidRPr="005E05FF">
              <w:t>Certificates on identity card of Republic of Estonia, version 3.3</w:t>
            </w:r>
          </w:p>
          <w:p w14:paraId="1694745E" w14:textId="77777777" w:rsidR="00BD5D73" w:rsidRPr="005E05FF" w:rsidRDefault="005B7F41" w:rsidP="00BD5D73">
            <w:pPr>
              <w:ind w:left="176" w:hanging="210"/>
              <w:jc w:val="left"/>
            </w:pPr>
            <w:hyperlink r:id="rId29" w:history="1">
              <w:r w:rsidR="00BD5D73" w:rsidRPr="005E05FF">
                <w:rPr>
                  <w:rStyle w:val="Hyperlink"/>
                </w:rPr>
                <w:t>https://sk.ee/upload/files/ESTEID_profiil_en-3_3.pdf</w:t>
              </w:r>
            </w:hyperlink>
          </w:p>
        </w:tc>
      </w:tr>
      <w:tr w:rsidR="00BD5D73" w:rsidRPr="00FC5733" w14:paraId="292CA21C" w14:textId="77777777" w:rsidTr="007135F4">
        <w:trPr>
          <w:cantSplit/>
        </w:trPr>
        <w:tc>
          <w:tcPr>
            <w:tcW w:w="2268" w:type="dxa"/>
          </w:tcPr>
          <w:p w14:paraId="4DD7A593" w14:textId="7BA52BEF" w:rsidR="00BD5D73" w:rsidRPr="00FC5733" w:rsidRDefault="00BD5D73" w:rsidP="00AC5E92">
            <w:pPr>
              <w:pStyle w:val="ListParagraph"/>
              <w:numPr>
                <w:ilvl w:val="0"/>
                <w:numId w:val="58"/>
              </w:numPr>
              <w:ind w:left="34" w:firstLine="0"/>
            </w:pPr>
            <w:bookmarkStart w:id="21" w:name="_Ref353734636"/>
            <w:r w:rsidRPr="00FC5733">
              <w:t>Institution certificate profile</w:t>
            </w:r>
            <w:bookmarkEnd w:id="21"/>
          </w:p>
        </w:tc>
        <w:tc>
          <w:tcPr>
            <w:tcW w:w="6168" w:type="dxa"/>
          </w:tcPr>
          <w:p w14:paraId="64F7C427" w14:textId="77777777" w:rsidR="00BD5D73" w:rsidRPr="005E05FF" w:rsidRDefault="00BD5D73" w:rsidP="00BD5D73">
            <w:pPr>
              <w:ind w:left="176" w:hanging="210"/>
            </w:pPr>
            <w:r w:rsidRPr="005E05FF">
              <w:t>Profile of institution certificates and Certificate Revocation Lists, version 1.3</w:t>
            </w:r>
          </w:p>
          <w:p w14:paraId="102CFE83" w14:textId="77777777" w:rsidR="00BD5D73" w:rsidRPr="005E05FF" w:rsidRDefault="005B7F41" w:rsidP="00BD5D73">
            <w:pPr>
              <w:ind w:left="176" w:hanging="210"/>
            </w:pPr>
            <w:hyperlink r:id="rId30" w:history="1">
              <w:r w:rsidR="00BD5D73" w:rsidRPr="005E05FF">
                <w:rPr>
                  <w:rStyle w:val="Hyperlink"/>
                </w:rPr>
                <w:t>https://sk.ee/upload/files/SK_Profile%20of%20institution%20certificates%20and%20Revocation%20List.pdf</w:t>
              </w:r>
            </w:hyperlink>
          </w:p>
        </w:tc>
      </w:tr>
      <w:tr w:rsidR="00BD5D73" w:rsidRPr="00FC5733" w14:paraId="6AEE475E" w14:textId="77777777" w:rsidTr="007135F4">
        <w:trPr>
          <w:cantSplit/>
        </w:trPr>
        <w:tc>
          <w:tcPr>
            <w:tcW w:w="2268" w:type="dxa"/>
          </w:tcPr>
          <w:p w14:paraId="16B59371" w14:textId="5A62587D" w:rsidR="00BD5D73" w:rsidRPr="00FC5733" w:rsidRDefault="00BD5D73" w:rsidP="00AC5E92">
            <w:pPr>
              <w:pStyle w:val="ListParagraph"/>
              <w:numPr>
                <w:ilvl w:val="0"/>
                <w:numId w:val="58"/>
              </w:numPr>
              <w:ind w:left="34" w:firstLine="0"/>
            </w:pPr>
            <w:bookmarkStart w:id="22" w:name="_Ref361993983"/>
            <w:r w:rsidRPr="00FC5733">
              <w:t>DigiDoc libraries</w:t>
            </w:r>
            <w:bookmarkEnd w:id="22"/>
          </w:p>
        </w:tc>
        <w:tc>
          <w:tcPr>
            <w:tcW w:w="6168" w:type="dxa"/>
          </w:tcPr>
          <w:p w14:paraId="4EE60F85" w14:textId="77777777" w:rsidR="00BD5D73" w:rsidRPr="005E05FF" w:rsidRDefault="005B7F41" w:rsidP="00BD5D73">
            <w:pPr>
              <w:ind w:left="176" w:hanging="210"/>
            </w:pPr>
            <w:hyperlink r:id="rId31" w:history="1">
              <w:r w:rsidR="00BD5D73" w:rsidRPr="00506C5B">
                <w:rPr>
                  <w:rStyle w:val="Hyperlink"/>
                </w:rPr>
                <w:t>http://id.ee/index.php?id=30486</w:t>
              </w:r>
            </w:hyperlink>
          </w:p>
        </w:tc>
      </w:tr>
      <w:tr w:rsidR="00421F1F" w:rsidRPr="00FC5733" w14:paraId="6713E620" w14:textId="77777777" w:rsidTr="007135F4">
        <w:trPr>
          <w:cantSplit/>
        </w:trPr>
        <w:tc>
          <w:tcPr>
            <w:tcW w:w="2268" w:type="dxa"/>
          </w:tcPr>
          <w:p w14:paraId="60B70FD5" w14:textId="150B0DEE" w:rsidR="00421F1F" w:rsidRPr="00FC5733" w:rsidRDefault="00421F1F" w:rsidP="00AC5E92">
            <w:pPr>
              <w:pStyle w:val="ListParagraph"/>
              <w:numPr>
                <w:ilvl w:val="0"/>
                <w:numId w:val="58"/>
              </w:numPr>
              <w:ind w:left="34" w:firstLine="0"/>
            </w:pPr>
            <w:r w:rsidRPr="00751DBB">
              <w:rPr>
                <w:lang w:val="en-GB"/>
              </w:rPr>
              <w:lastRenderedPageBreak/>
              <w:t>Release notes</w:t>
            </w:r>
          </w:p>
        </w:tc>
        <w:tc>
          <w:tcPr>
            <w:tcW w:w="6168" w:type="dxa"/>
          </w:tcPr>
          <w:p w14:paraId="69E73CC9" w14:textId="3D66DE38" w:rsidR="00421F1F" w:rsidRPr="00506C5B" w:rsidRDefault="00421F1F" w:rsidP="00675682">
            <w:pPr>
              <w:ind w:left="176" w:hanging="210"/>
            </w:pPr>
            <w:r w:rsidRPr="00751DBB">
              <w:rPr>
                <w:lang w:val="en-GB"/>
              </w:rPr>
              <w:t>CDigiDoc library’s release notes</w:t>
            </w:r>
            <w:r>
              <w:rPr>
                <w:lang w:val="en-GB"/>
              </w:rPr>
              <w:t xml:space="preserve"> </w:t>
            </w:r>
            <w:r w:rsidR="00675682">
              <w:rPr>
                <w:lang w:val="en-GB"/>
              </w:rPr>
              <w:t>(</w:t>
            </w:r>
            <w:hyperlink r:id="rId32" w:history="1">
              <w:r w:rsidR="00675682" w:rsidRPr="00FB3CC6">
                <w:rPr>
                  <w:rStyle w:val="Hyperlink"/>
                  <w:lang w:val="en-GB"/>
                </w:rPr>
                <w:t>https://github.com/open-eid/libdigidoc/blob/master/RELEASE-NOTES.txt</w:t>
              </w:r>
            </w:hyperlink>
            <w:r>
              <w:rPr>
                <w:lang w:val="en-GB"/>
              </w:rPr>
              <w:t>)</w:t>
            </w:r>
          </w:p>
        </w:tc>
      </w:tr>
      <w:tr w:rsidR="007135F4" w:rsidRPr="00FC5733" w14:paraId="2AB2BE1D" w14:textId="77777777" w:rsidTr="007135F4">
        <w:trPr>
          <w:cantSplit/>
        </w:trPr>
        <w:tc>
          <w:tcPr>
            <w:tcW w:w="2268" w:type="dxa"/>
          </w:tcPr>
          <w:p w14:paraId="7071E304" w14:textId="77777777" w:rsidR="007135F4" w:rsidRPr="00FC5733" w:rsidRDefault="007135F4" w:rsidP="007135F4">
            <w:pPr>
              <w:pStyle w:val="ListParagraph"/>
              <w:numPr>
                <w:ilvl w:val="0"/>
                <w:numId w:val="58"/>
              </w:numPr>
              <w:ind w:left="0" w:firstLine="34"/>
            </w:pPr>
            <w:r>
              <w:t>ID-software GitHub project</w:t>
            </w:r>
          </w:p>
        </w:tc>
        <w:tc>
          <w:tcPr>
            <w:tcW w:w="6168" w:type="dxa"/>
          </w:tcPr>
          <w:p w14:paraId="5C1EF53B" w14:textId="77777777" w:rsidR="007135F4" w:rsidRDefault="005B7F41" w:rsidP="00326BF5">
            <w:hyperlink r:id="rId33" w:history="1">
              <w:r w:rsidR="007135F4" w:rsidRPr="00947D56">
                <w:rPr>
                  <w:rStyle w:val="Hyperlink"/>
                </w:rPr>
                <w:t>https://github.com/open-eid</w:t>
              </w:r>
            </w:hyperlink>
            <w:r w:rsidR="007135F4">
              <w:t xml:space="preserve"> </w:t>
            </w:r>
          </w:p>
        </w:tc>
      </w:tr>
      <w:tr w:rsidR="007135F4" w:rsidRPr="00FC5733" w14:paraId="07BCE702" w14:textId="77777777" w:rsidTr="007135F4">
        <w:trPr>
          <w:cantSplit/>
        </w:trPr>
        <w:tc>
          <w:tcPr>
            <w:tcW w:w="2268" w:type="dxa"/>
          </w:tcPr>
          <w:p w14:paraId="263424AC" w14:textId="30B081BE" w:rsidR="007135F4" w:rsidRPr="00FC5733" w:rsidRDefault="007135F4" w:rsidP="007135F4">
            <w:pPr>
              <w:pStyle w:val="ListParagraph"/>
              <w:numPr>
                <w:ilvl w:val="0"/>
                <w:numId w:val="58"/>
              </w:numPr>
              <w:ind w:left="34" w:firstLine="0"/>
            </w:pPr>
            <w:r>
              <w:t>CDigiDoc GitHub repository</w:t>
            </w:r>
          </w:p>
        </w:tc>
        <w:tc>
          <w:tcPr>
            <w:tcW w:w="6168" w:type="dxa"/>
          </w:tcPr>
          <w:p w14:paraId="396F8E8F" w14:textId="7D7E1EE1" w:rsidR="007135F4" w:rsidRDefault="005B7F41" w:rsidP="007135F4">
            <w:hyperlink r:id="rId34" w:history="1">
              <w:r w:rsidR="007135F4" w:rsidRPr="00FB3CC6">
                <w:rPr>
                  <w:rStyle w:val="Hyperlink"/>
                </w:rPr>
                <w:t>https://github.com/open-eid/libdigidoc</w:t>
              </w:r>
            </w:hyperlink>
            <w:r w:rsidR="007135F4">
              <w:t xml:space="preserve"> </w:t>
            </w:r>
          </w:p>
        </w:tc>
      </w:tr>
    </w:tbl>
    <w:p w14:paraId="2ED4F085" w14:textId="77777777" w:rsidR="000344D4" w:rsidRPr="00751DBB" w:rsidRDefault="000344D4" w:rsidP="000344D4">
      <w:pPr>
        <w:rPr>
          <w:lang w:val="en-GB"/>
        </w:rPr>
      </w:pPr>
    </w:p>
    <w:p w14:paraId="3A1BF4A2" w14:textId="1B345C3D" w:rsidR="000344D4" w:rsidRPr="00576A5B" w:rsidRDefault="000344D4" w:rsidP="00D909F3">
      <w:pPr>
        <w:pStyle w:val="Heading2"/>
      </w:pPr>
      <w:bookmarkStart w:id="23" w:name="_Toc410733898"/>
      <w:r w:rsidRPr="00576A5B">
        <w:t>Terms and acronyms</w:t>
      </w:r>
      <w:bookmarkEnd w:id="23"/>
    </w:p>
    <w:tbl>
      <w:tblPr>
        <w:tblStyle w:val="TableGrid"/>
        <w:tblW w:w="854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08"/>
        <w:gridCol w:w="1560"/>
        <w:gridCol w:w="6768"/>
        <w:gridCol w:w="108"/>
      </w:tblGrid>
      <w:tr w:rsidR="000344D4" w:rsidRPr="00751DBB" w14:paraId="208D9ADB" w14:textId="77777777" w:rsidTr="009E1D26">
        <w:trPr>
          <w:gridAfter w:val="1"/>
          <w:wAfter w:w="108" w:type="dxa"/>
        </w:trPr>
        <w:tc>
          <w:tcPr>
            <w:tcW w:w="1668" w:type="dxa"/>
            <w:gridSpan w:val="2"/>
          </w:tcPr>
          <w:p w14:paraId="5D84CE48" w14:textId="77777777" w:rsidR="000344D4" w:rsidRPr="00751DBB" w:rsidRDefault="000344D4" w:rsidP="001E7770">
            <w:pPr>
              <w:rPr>
                <w:b/>
                <w:lang w:val="en-GB"/>
              </w:rPr>
            </w:pPr>
            <w:r w:rsidRPr="00751DBB">
              <w:rPr>
                <w:b/>
                <w:lang w:val="en-GB"/>
              </w:rPr>
              <w:t>CDOC (.cdoc)</w:t>
            </w:r>
          </w:p>
        </w:tc>
        <w:tc>
          <w:tcPr>
            <w:tcW w:w="6768" w:type="dxa"/>
          </w:tcPr>
          <w:p w14:paraId="4AEA7B6B" w14:textId="166454D5" w:rsidR="000344D4" w:rsidRPr="00D25849" w:rsidRDefault="000344D4" w:rsidP="00D25849">
            <w:pPr>
              <w:rPr>
                <w:lang w:val="en-GB"/>
              </w:rPr>
            </w:pPr>
            <w:r w:rsidRPr="00D25849">
              <w:rPr>
                <w:lang w:val="en-GB"/>
              </w:rPr>
              <w:t>The term denotes a format of an encrypted DigiDoc document that is based on XML-ENC profile.</w:t>
            </w:r>
            <w:r w:rsidR="008646C5" w:rsidRPr="00D25849">
              <w:rPr>
                <w:lang w:val="en-GB"/>
              </w:rPr>
              <w:t xml:space="preserve"> </w:t>
            </w:r>
            <w:r w:rsidR="008646C5" w:rsidRPr="00D25849">
              <w:t>The document format has been defined in</w:t>
            </w:r>
            <w:r w:rsidR="00D25849" w:rsidRPr="00D25849">
              <w:t xml:space="preserve"> </w:t>
            </w:r>
            <w:r w:rsidR="00D25849" w:rsidRPr="00D25849">
              <w:fldChar w:fldCharType="begin"/>
            </w:r>
            <w:r w:rsidR="00D25849" w:rsidRPr="00D25849">
              <w:instrText xml:space="preserve"> REF _Ref373923555 \r \h </w:instrText>
            </w:r>
            <w:r w:rsidR="00D25849" w:rsidRPr="00D25849">
              <w:fldChar w:fldCharType="separate"/>
            </w:r>
            <w:r w:rsidR="00E0723E">
              <w:t>[8]</w:t>
            </w:r>
            <w:r w:rsidR="00D25849" w:rsidRPr="00D25849">
              <w:fldChar w:fldCharType="end"/>
            </w:r>
            <w:r w:rsidR="008646C5" w:rsidRPr="00D25849">
              <w:t>.</w:t>
            </w:r>
          </w:p>
        </w:tc>
      </w:tr>
      <w:tr w:rsidR="000344D4" w:rsidRPr="00751DBB" w14:paraId="46277CF8" w14:textId="77777777" w:rsidTr="009E1D26">
        <w:trPr>
          <w:gridAfter w:val="1"/>
          <w:wAfter w:w="108" w:type="dxa"/>
        </w:trPr>
        <w:tc>
          <w:tcPr>
            <w:tcW w:w="1668" w:type="dxa"/>
            <w:gridSpan w:val="2"/>
          </w:tcPr>
          <w:p w14:paraId="737A7502" w14:textId="77777777" w:rsidR="000344D4" w:rsidRPr="00751DBB" w:rsidRDefault="000344D4" w:rsidP="001E7770">
            <w:pPr>
              <w:rPr>
                <w:b/>
                <w:lang w:val="en-GB"/>
              </w:rPr>
            </w:pPr>
            <w:r w:rsidRPr="00751DBB">
              <w:rPr>
                <w:b/>
                <w:lang w:val="en-GB"/>
              </w:rPr>
              <w:t>CRL</w:t>
            </w:r>
          </w:p>
        </w:tc>
        <w:tc>
          <w:tcPr>
            <w:tcW w:w="6768" w:type="dxa"/>
          </w:tcPr>
          <w:p w14:paraId="3BE7C96F" w14:textId="77777777" w:rsidR="000344D4" w:rsidRPr="00D25849" w:rsidRDefault="000344D4" w:rsidP="001E7770">
            <w:pPr>
              <w:spacing w:line="240" w:lineRule="auto"/>
              <w:rPr>
                <w:lang w:val="en-GB"/>
              </w:rPr>
            </w:pPr>
            <w:r w:rsidRPr="00D25849">
              <w:rPr>
                <w:lang w:val="en-GB"/>
              </w:rPr>
              <w:t>Certificate Revocation List, a list of certificates (or more specifically, a list of serial numbers for certificates) that have been revoked, and therefore should not be relied upon.</w:t>
            </w:r>
          </w:p>
        </w:tc>
      </w:tr>
      <w:tr w:rsidR="000344D4" w:rsidRPr="00751DBB" w14:paraId="46C80624" w14:textId="77777777" w:rsidTr="009E1D26">
        <w:trPr>
          <w:gridAfter w:val="1"/>
          <w:wAfter w:w="108" w:type="dxa"/>
        </w:trPr>
        <w:tc>
          <w:tcPr>
            <w:tcW w:w="1668" w:type="dxa"/>
            <w:gridSpan w:val="2"/>
          </w:tcPr>
          <w:p w14:paraId="73F2012B" w14:textId="77777777" w:rsidR="000344D4" w:rsidRPr="00751DBB" w:rsidRDefault="000344D4" w:rsidP="001E7770">
            <w:pPr>
              <w:rPr>
                <w:b/>
                <w:lang w:val="en-GB"/>
              </w:rPr>
            </w:pPr>
            <w:r>
              <w:rPr>
                <w:b/>
                <w:lang w:val="en-GB"/>
              </w:rPr>
              <w:t>CAPI</w:t>
            </w:r>
          </w:p>
        </w:tc>
        <w:tc>
          <w:tcPr>
            <w:tcW w:w="6768" w:type="dxa"/>
          </w:tcPr>
          <w:p w14:paraId="2623CEFA" w14:textId="77777777" w:rsidR="000344D4" w:rsidRPr="00D25849" w:rsidRDefault="000344D4" w:rsidP="001E7770">
            <w:pPr>
              <w:rPr>
                <w:lang w:val="en-GB"/>
              </w:rPr>
            </w:pPr>
            <w:r w:rsidRPr="00D25849">
              <w:rPr>
                <w:lang w:val="en-GB"/>
              </w:rPr>
              <w:t>Microsoft CryptoAPI, Cryptographic Application Programming Interface. API for implementing cryptographic operations in Windows operating systems</w:t>
            </w:r>
          </w:p>
        </w:tc>
      </w:tr>
      <w:tr w:rsidR="000344D4" w:rsidRPr="00751DBB" w14:paraId="48350CE7" w14:textId="77777777" w:rsidTr="009E1D26">
        <w:trPr>
          <w:gridAfter w:val="1"/>
          <w:wAfter w:w="108" w:type="dxa"/>
        </w:trPr>
        <w:tc>
          <w:tcPr>
            <w:tcW w:w="1668" w:type="dxa"/>
            <w:gridSpan w:val="2"/>
          </w:tcPr>
          <w:p w14:paraId="02A06B33" w14:textId="77777777" w:rsidR="000344D4" w:rsidRDefault="000344D4" w:rsidP="001E7770">
            <w:pPr>
              <w:rPr>
                <w:b/>
                <w:lang w:val="en-GB"/>
              </w:rPr>
            </w:pPr>
            <w:r>
              <w:rPr>
                <w:b/>
                <w:lang w:val="en-GB"/>
              </w:rPr>
              <w:t>CNG</w:t>
            </w:r>
          </w:p>
        </w:tc>
        <w:tc>
          <w:tcPr>
            <w:tcW w:w="6768" w:type="dxa"/>
          </w:tcPr>
          <w:p w14:paraId="5F3D2804" w14:textId="77777777" w:rsidR="000344D4" w:rsidRPr="00D25849" w:rsidRDefault="000344D4" w:rsidP="001E7770">
            <w:pPr>
              <w:rPr>
                <w:lang w:val="en-GB"/>
              </w:rPr>
            </w:pPr>
            <w:r w:rsidRPr="00D25849">
              <w:rPr>
                <w:lang w:val="en-GB"/>
              </w:rPr>
              <w:t>Cryptography API: Next Generation. Updated version of Microsoft CryptoAPI (CAPI).</w:t>
            </w:r>
          </w:p>
        </w:tc>
      </w:tr>
      <w:tr w:rsidR="000344D4" w:rsidRPr="00751DBB" w14:paraId="0BD85827" w14:textId="77777777" w:rsidTr="009E1D26">
        <w:trPr>
          <w:gridAfter w:val="1"/>
          <w:wAfter w:w="108" w:type="dxa"/>
        </w:trPr>
        <w:tc>
          <w:tcPr>
            <w:tcW w:w="1668" w:type="dxa"/>
            <w:gridSpan w:val="2"/>
            <w:vAlign w:val="center"/>
          </w:tcPr>
          <w:p w14:paraId="363CD688" w14:textId="77777777" w:rsidR="000344D4" w:rsidRPr="00EE6098" w:rsidRDefault="000344D4" w:rsidP="001E7770">
            <w:pPr>
              <w:jc w:val="left"/>
              <w:rPr>
                <w:b/>
                <w:lang w:val="en-GB"/>
              </w:rPr>
            </w:pPr>
            <w:r w:rsidRPr="00EE6098">
              <w:rPr>
                <w:b/>
                <w:lang w:val="en-GB"/>
              </w:rPr>
              <w:t>CSP</w:t>
            </w:r>
          </w:p>
        </w:tc>
        <w:tc>
          <w:tcPr>
            <w:tcW w:w="6768" w:type="dxa"/>
          </w:tcPr>
          <w:p w14:paraId="56FEE65D" w14:textId="77777777" w:rsidR="000344D4" w:rsidRPr="00D25849" w:rsidRDefault="000344D4" w:rsidP="001E7770">
            <w:pPr>
              <w:jc w:val="left"/>
              <w:rPr>
                <w:lang w:val="en-GB"/>
              </w:rPr>
            </w:pPr>
            <w:r w:rsidRPr="00D25849">
              <w:rPr>
                <w:lang w:val="en-GB"/>
              </w:rPr>
              <w:t>Microsoft Crypto Service Provider. Software library that implements Microsoft CryptoAPI (CAPI)</w:t>
            </w:r>
          </w:p>
        </w:tc>
      </w:tr>
      <w:tr w:rsidR="000344D4" w:rsidRPr="00751DBB" w14:paraId="7ED6D7F3" w14:textId="77777777" w:rsidTr="009E1D26">
        <w:trPr>
          <w:gridAfter w:val="1"/>
          <w:wAfter w:w="108" w:type="dxa"/>
        </w:trPr>
        <w:tc>
          <w:tcPr>
            <w:tcW w:w="1668" w:type="dxa"/>
            <w:gridSpan w:val="2"/>
          </w:tcPr>
          <w:p w14:paraId="05BA85E5" w14:textId="77777777" w:rsidR="000344D4" w:rsidRPr="00751DBB" w:rsidRDefault="000344D4" w:rsidP="001E7770">
            <w:pPr>
              <w:rPr>
                <w:b/>
                <w:lang w:val="en-GB"/>
              </w:rPr>
            </w:pPr>
            <w:r w:rsidRPr="00751DBB">
              <w:rPr>
                <w:b/>
                <w:lang w:val="en-GB"/>
              </w:rPr>
              <w:t>DIGIDOC-XML (.ddoc)</w:t>
            </w:r>
          </w:p>
        </w:tc>
        <w:tc>
          <w:tcPr>
            <w:tcW w:w="6768" w:type="dxa"/>
          </w:tcPr>
          <w:p w14:paraId="5FAF5EBB" w14:textId="77777777" w:rsidR="000344D4" w:rsidRPr="00D25849" w:rsidRDefault="000344D4" w:rsidP="001E7770">
            <w:pPr>
              <w:rPr>
                <w:lang w:val="en-GB"/>
              </w:rPr>
            </w:pPr>
            <w:r w:rsidRPr="00D25849">
              <w:rPr>
                <w:lang w:val="en-GB"/>
              </w:rPr>
              <w:t xml:space="preserve">The term is used to denote a DigiDoc document format that is based on the XAdES standard and is a profile of that standard. </w:t>
            </w:r>
          </w:p>
          <w:p w14:paraId="65D22324" w14:textId="77777777" w:rsidR="000344D4" w:rsidRPr="00D25849" w:rsidRDefault="000344D4" w:rsidP="001E7770">
            <w:pPr>
              <w:rPr>
                <w:lang w:val="en-GB"/>
              </w:rPr>
            </w:pPr>
            <w:r w:rsidRPr="00D25849">
              <w:rPr>
                <w:lang w:val="en-GB"/>
              </w:rPr>
              <w:t>The profile does not exactly match any subsets described in XadES standard – the best format name would be “XadES-C-L” indicating that all certificates and OCSP confirmations are present but there are no “pure” timestamps.</w:t>
            </w:r>
          </w:p>
          <w:p w14:paraId="499B1BE8" w14:textId="77777777" w:rsidR="000344D4" w:rsidRPr="00D25849" w:rsidRDefault="000344D4" w:rsidP="001E7770">
            <w:pPr>
              <w:rPr>
                <w:lang w:val="en-GB"/>
              </w:rPr>
            </w:pPr>
            <w:r w:rsidRPr="00D25849">
              <w:rPr>
                <w:lang w:val="en-GB"/>
              </w:rPr>
              <w:t>A DIGIDOC-XML file is basically a &lt;SignedDoc /&gt; container that contains original data files and signatures.</w:t>
            </w:r>
          </w:p>
          <w:p w14:paraId="5E8A6879" w14:textId="77777777" w:rsidR="000344D4" w:rsidRPr="00D25849" w:rsidRDefault="000344D4" w:rsidP="001E7770">
            <w:pPr>
              <w:rPr>
                <w:lang w:val="en-GB"/>
              </w:rPr>
            </w:pPr>
            <w:r w:rsidRPr="00D25849">
              <w:rPr>
                <w:lang w:val="en-GB"/>
              </w:rPr>
              <w:t>The file extension for DIGIDOC-XML file format is “.ddoc”, MIME-type is “application/ddoc”.</w:t>
            </w:r>
          </w:p>
        </w:tc>
      </w:tr>
      <w:tr w:rsidR="000344D4" w:rsidRPr="00751DBB" w14:paraId="01AD9501" w14:textId="77777777" w:rsidTr="009E1D26">
        <w:trPr>
          <w:gridAfter w:val="1"/>
          <w:wAfter w:w="108" w:type="dxa"/>
        </w:trPr>
        <w:tc>
          <w:tcPr>
            <w:tcW w:w="1668" w:type="dxa"/>
            <w:gridSpan w:val="2"/>
          </w:tcPr>
          <w:p w14:paraId="132777FF" w14:textId="77777777" w:rsidR="000344D4" w:rsidRPr="00751DBB" w:rsidRDefault="000344D4" w:rsidP="001E7770">
            <w:pPr>
              <w:rPr>
                <w:b/>
                <w:lang w:val="en-GB"/>
              </w:rPr>
            </w:pPr>
            <w:r>
              <w:rPr>
                <w:b/>
                <w:lang w:val="en-GB"/>
              </w:rPr>
              <w:t>Minidriver</w:t>
            </w:r>
          </w:p>
        </w:tc>
        <w:tc>
          <w:tcPr>
            <w:tcW w:w="6768" w:type="dxa"/>
          </w:tcPr>
          <w:p w14:paraId="6C3328B5" w14:textId="77777777" w:rsidR="000344D4" w:rsidRPr="00D25849" w:rsidRDefault="000344D4" w:rsidP="001E7770">
            <w:pPr>
              <w:rPr>
                <w:lang w:val="en-GB"/>
              </w:rPr>
            </w:pPr>
            <w:r w:rsidRPr="00D25849">
              <w:rPr>
                <w:lang w:val="en-GB"/>
              </w:rPr>
              <w:t>A device driver for controlling interaction with an identity token in Windows operating systems.</w:t>
            </w:r>
          </w:p>
        </w:tc>
      </w:tr>
      <w:tr w:rsidR="000344D4" w:rsidRPr="00751DBB" w14:paraId="0ED992F3" w14:textId="77777777" w:rsidTr="009E1D26">
        <w:trPr>
          <w:gridAfter w:val="1"/>
          <w:wAfter w:w="108" w:type="dxa"/>
        </w:trPr>
        <w:tc>
          <w:tcPr>
            <w:tcW w:w="1668" w:type="dxa"/>
            <w:gridSpan w:val="2"/>
          </w:tcPr>
          <w:p w14:paraId="7B39F48B" w14:textId="77777777" w:rsidR="000344D4" w:rsidRPr="00751DBB" w:rsidRDefault="000344D4" w:rsidP="001E7770">
            <w:pPr>
              <w:rPr>
                <w:b/>
                <w:lang w:val="en-GB"/>
              </w:rPr>
            </w:pPr>
            <w:r w:rsidRPr="00751DBB">
              <w:rPr>
                <w:b/>
                <w:lang w:val="en-GB"/>
              </w:rPr>
              <w:t>OCSP</w:t>
            </w:r>
          </w:p>
        </w:tc>
        <w:tc>
          <w:tcPr>
            <w:tcW w:w="6768" w:type="dxa"/>
          </w:tcPr>
          <w:p w14:paraId="796766A4" w14:textId="77777777" w:rsidR="000344D4" w:rsidRPr="00D25849" w:rsidRDefault="000344D4" w:rsidP="001E7770">
            <w:pPr>
              <w:rPr>
                <w:lang w:val="en-GB"/>
              </w:rPr>
            </w:pPr>
            <w:r w:rsidRPr="00D25849">
              <w:rPr>
                <w:lang w:val="en-GB"/>
              </w:rPr>
              <w:t>Online Certificate Status Protocol, an Internet protocol used for obtaining the revocation status of an X.509 digital certificate</w:t>
            </w:r>
          </w:p>
        </w:tc>
      </w:tr>
      <w:tr w:rsidR="000344D4" w:rsidRPr="00751DBB" w14:paraId="3FEA0640" w14:textId="77777777" w:rsidTr="009E1D26">
        <w:trPr>
          <w:gridAfter w:val="1"/>
          <w:wAfter w:w="108" w:type="dxa"/>
        </w:trPr>
        <w:tc>
          <w:tcPr>
            <w:tcW w:w="1668" w:type="dxa"/>
            <w:gridSpan w:val="2"/>
          </w:tcPr>
          <w:p w14:paraId="4BE72102" w14:textId="77777777" w:rsidR="000344D4" w:rsidRPr="00751DBB" w:rsidRDefault="000344D4" w:rsidP="001E7770">
            <w:pPr>
              <w:rPr>
                <w:b/>
                <w:lang w:val="en-GB"/>
              </w:rPr>
            </w:pPr>
            <w:r w:rsidRPr="00751DBB">
              <w:rPr>
                <w:b/>
                <w:lang w:val="en-GB"/>
              </w:rPr>
              <w:t>OCSP Responder</w:t>
            </w:r>
          </w:p>
        </w:tc>
        <w:tc>
          <w:tcPr>
            <w:tcW w:w="6768" w:type="dxa"/>
          </w:tcPr>
          <w:p w14:paraId="7CEA346C" w14:textId="77777777" w:rsidR="000344D4" w:rsidRPr="00D25849" w:rsidRDefault="000344D4" w:rsidP="001E7770">
            <w:pPr>
              <w:rPr>
                <w:lang w:val="en-GB"/>
              </w:rPr>
            </w:pPr>
            <w:r w:rsidRPr="00D25849">
              <w:rPr>
                <w:lang w:val="en-GB"/>
              </w:rPr>
              <w:t xml:space="preserve">OCSP Server, maintains a store of CA-published CRLs and an up-to-date list of valid and invalid certificates. After the OCSP responder receives a validation request (typically an HTTP or HTTPS transmission), the OCSP responder either validates the status of the certificate using its own authentication database or calls upon the OCSP responder that originally issued the certificate to validate the request. After formulating a response, the OCSP responder returns the signed response, and the original </w:t>
            </w:r>
            <w:r w:rsidRPr="00D25849">
              <w:rPr>
                <w:lang w:val="en-GB"/>
              </w:rPr>
              <w:lastRenderedPageBreak/>
              <w:t>certificate is either approved or rejected, based on whether or not the OCSP responder validates the certificate.</w:t>
            </w:r>
          </w:p>
        </w:tc>
      </w:tr>
      <w:tr w:rsidR="000344D4" w:rsidRPr="00751DBB" w14:paraId="640E62FD" w14:textId="77777777" w:rsidTr="009E1D26">
        <w:trPr>
          <w:gridAfter w:val="1"/>
          <w:wAfter w:w="108" w:type="dxa"/>
        </w:trPr>
        <w:tc>
          <w:tcPr>
            <w:tcW w:w="1668" w:type="dxa"/>
            <w:gridSpan w:val="2"/>
            <w:vAlign w:val="center"/>
          </w:tcPr>
          <w:p w14:paraId="0FFE9833" w14:textId="77777777" w:rsidR="000344D4" w:rsidRPr="00EE6098" w:rsidRDefault="000344D4" w:rsidP="001E7770">
            <w:pPr>
              <w:jc w:val="left"/>
              <w:rPr>
                <w:b/>
                <w:lang w:val="en-GB"/>
              </w:rPr>
            </w:pPr>
            <w:r w:rsidRPr="00EE6098">
              <w:rPr>
                <w:b/>
                <w:lang w:val="en-GB"/>
              </w:rPr>
              <w:lastRenderedPageBreak/>
              <w:t>PKCS#11</w:t>
            </w:r>
          </w:p>
        </w:tc>
        <w:tc>
          <w:tcPr>
            <w:tcW w:w="6768" w:type="dxa"/>
          </w:tcPr>
          <w:p w14:paraId="352192ED" w14:textId="77777777" w:rsidR="000344D4" w:rsidRPr="00D25849" w:rsidRDefault="000344D4" w:rsidP="001E7770">
            <w:pPr>
              <w:jc w:val="left"/>
              <w:rPr>
                <w:lang w:val="en-GB"/>
              </w:rPr>
            </w:pPr>
            <w:r w:rsidRPr="00D25849">
              <w:rPr>
                <w:lang w:val="en-GB"/>
              </w:rPr>
              <w:t>RSA Laboratories Cryptographic Token Interface Standard</w:t>
            </w:r>
          </w:p>
        </w:tc>
      </w:tr>
      <w:tr w:rsidR="009E1D26" w:rsidRPr="00FC5733" w14:paraId="1CCC15E8" w14:textId="77777777" w:rsidTr="009E1D26">
        <w:trPr>
          <w:gridBefore w:val="1"/>
          <w:wBefore w:w="108" w:type="dxa"/>
          <w:cantSplit/>
        </w:trPr>
        <w:tc>
          <w:tcPr>
            <w:tcW w:w="1560" w:type="dxa"/>
          </w:tcPr>
          <w:p w14:paraId="16F87C66" w14:textId="77777777" w:rsidR="009E1D26" w:rsidRPr="009E1D26" w:rsidRDefault="009E1D26" w:rsidP="009E1D26">
            <w:pPr>
              <w:ind w:left="-108"/>
              <w:jc w:val="left"/>
              <w:rPr>
                <w:b/>
              </w:rPr>
            </w:pPr>
            <w:r w:rsidRPr="009E1D26">
              <w:rPr>
                <w:b/>
              </w:rPr>
              <w:t>SK</w:t>
            </w:r>
          </w:p>
        </w:tc>
        <w:tc>
          <w:tcPr>
            <w:tcW w:w="6876" w:type="dxa"/>
            <w:gridSpan w:val="2"/>
          </w:tcPr>
          <w:p w14:paraId="55C90B87" w14:textId="77777777" w:rsidR="009E1D26" w:rsidRPr="00D25849" w:rsidRDefault="009E1D26" w:rsidP="001E7770">
            <w:r w:rsidRPr="00D25849">
              <w:t>AS Sertifitseerimiskeskus (Certification Centre Ltd.). Certificate Authority in Estonia</w:t>
            </w:r>
          </w:p>
        </w:tc>
      </w:tr>
      <w:tr w:rsidR="000344D4" w:rsidRPr="00751DBB" w14:paraId="2A04A47E" w14:textId="77777777" w:rsidTr="009E1D26">
        <w:trPr>
          <w:gridAfter w:val="1"/>
          <w:wAfter w:w="108" w:type="dxa"/>
        </w:trPr>
        <w:tc>
          <w:tcPr>
            <w:tcW w:w="1668" w:type="dxa"/>
            <w:gridSpan w:val="2"/>
          </w:tcPr>
          <w:p w14:paraId="5C713348" w14:textId="77777777" w:rsidR="000344D4" w:rsidRPr="00751DBB" w:rsidRDefault="000344D4" w:rsidP="001E7770">
            <w:pPr>
              <w:rPr>
                <w:b/>
                <w:lang w:val="en-GB"/>
              </w:rPr>
            </w:pPr>
            <w:r w:rsidRPr="00751DBB">
              <w:rPr>
                <w:b/>
                <w:lang w:val="en-GB"/>
              </w:rPr>
              <w:t>X.509</w:t>
            </w:r>
          </w:p>
        </w:tc>
        <w:tc>
          <w:tcPr>
            <w:tcW w:w="6768" w:type="dxa"/>
          </w:tcPr>
          <w:p w14:paraId="7DC92E5D" w14:textId="77777777" w:rsidR="000344D4" w:rsidRPr="00D25849" w:rsidRDefault="000344D4" w:rsidP="001E7770">
            <w:pPr>
              <w:rPr>
                <w:lang w:val="en-GB"/>
              </w:rPr>
            </w:pPr>
            <w:r w:rsidRPr="00D25849">
              <w:rPr>
                <w:lang w:val="en-GB"/>
              </w:rPr>
              <w:t>an ITU-T standard for a public key infrastructure (PKI) and Privilege Management Infrastructure (PMI) which specifies standard formats for public key certificates, certificate revocation lists, attribute certificates, and a certification path validation algorithm</w:t>
            </w:r>
          </w:p>
        </w:tc>
      </w:tr>
      <w:tr w:rsidR="000344D4" w:rsidRPr="00751DBB" w14:paraId="21C94761" w14:textId="77777777" w:rsidTr="009E1D26">
        <w:trPr>
          <w:gridAfter w:val="1"/>
          <w:wAfter w:w="108" w:type="dxa"/>
        </w:trPr>
        <w:tc>
          <w:tcPr>
            <w:tcW w:w="1668" w:type="dxa"/>
            <w:gridSpan w:val="2"/>
          </w:tcPr>
          <w:p w14:paraId="0F272F3F" w14:textId="77777777" w:rsidR="000344D4" w:rsidRPr="00751DBB" w:rsidRDefault="000344D4" w:rsidP="001E7770">
            <w:pPr>
              <w:rPr>
                <w:b/>
                <w:lang w:val="en-GB"/>
              </w:rPr>
            </w:pPr>
            <w:r w:rsidRPr="00751DBB">
              <w:rPr>
                <w:b/>
                <w:lang w:val="en-GB"/>
              </w:rPr>
              <w:t>XAdES</w:t>
            </w:r>
          </w:p>
        </w:tc>
        <w:tc>
          <w:tcPr>
            <w:tcW w:w="6768" w:type="dxa"/>
          </w:tcPr>
          <w:p w14:paraId="6D4C4393" w14:textId="77777777" w:rsidR="000344D4" w:rsidRPr="00D25849" w:rsidRDefault="000344D4" w:rsidP="001E7770">
            <w:pPr>
              <w:rPr>
                <w:lang w:val="en-GB"/>
              </w:rPr>
            </w:pPr>
            <w:r w:rsidRPr="00D25849">
              <w:rPr>
                <w:lang w:val="en-GB"/>
              </w:rPr>
              <w:t>XML Advanced Electronic Signatures, a set of extensions to XML-DSig recommendation making it suitable for advanced electronic signature. Specifies precise profiles of XML-DSig for use with advanced electronic signature in the meaning of European Union Directive 1999/93/EC.</w:t>
            </w:r>
          </w:p>
        </w:tc>
      </w:tr>
      <w:tr w:rsidR="000344D4" w:rsidRPr="00751DBB" w14:paraId="7EA377A8" w14:textId="77777777" w:rsidTr="009E1D26">
        <w:trPr>
          <w:gridAfter w:val="1"/>
          <w:wAfter w:w="108" w:type="dxa"/>
        </w:trPr>
        <w:tc>
          <w:tcPr>
            <w:tcW w:w="1668" w:type="dxa"/>
            <w:gridSpan w:val="2"/>
          </w:tcPr>
          <w:p w14:paraId="41C41A26" w14:textId="77777777" w:rsidR="000344D4" w:rsidRPr="00751DBB" w:rsidRDefault="000344D4" w:rsidP="001E7770">
            <w:pPr>
              <w:rPr>
                <w:b/>
                <w:lang w:val="en-GB"/>
              </w:rPr>
            </w:pPr>
            <w:r w:rsidRPr="00751DBB">
              <w:rPr>
                <w:b/>
                <w:lang w:val="en-GB"/>
              </w:rPr>
              <w:t>XML-DSig</w:t>
            </w:r>
          </w:p>
        </w:tc>
        <w:tc>
          <w:tcPr>
            <w:tcW w:w="6768" w:type="dxa"/>
          </w:tcPr>
          <w:p w14:paraId="1B2BE957" w14:textId="77777777" w:rsidR="000344D4" w:rsidRPr="00D25849" w:rsidRDefault="000344D4" w:rsidP="001E7770">
            <w:pPr>
              <w:rPr>
                <w:lang w:val="en-GB"/>
              </w:rPr>
            </w:pPr>
            <w:r w:rsidRPr="00D25849">
              <w:rPr>
                <w:lang w:val="en-GB"/>
              </w:rPr>
              <w:t>a general framework for digitally signing documents, defines an XML syntax for digital signatures and is defined in the W3C recommendation XML Signature Syntax and Processing</w:t>
            </w:r>
          </w:p>
        </w:tc>
      </w:tr>
    </w:tbl>
    <w:p w14:paraId="60326C0E" w14:textId="77777777" w:rsidR="000344D4" w:rsidRDefault="000344D4" w:rsidP="000344D4">
      <w:pPr>
        <w:rPr>
          <w:lang w:val="en-GB"/>
        </w:rPr>
      </w:pPr>
    </w:p>
    <w:p w14:paraId="7D2D8825" w14:textId="77777777" w:rsidR="000344D4" w:rsidRPr="005E05FF" w:rsidRDefault="000344D4" w:rsidP="00D56B07">
      <w:pPr>
        <w:pStyle w:val="Heading2"/>
      </w:pPr>
      <w:bookmarkStart w:id="24" w:name="_Toc374530671"/>
      <w:bookmarkStart w:id="25" w:name="_Toc374530870"/>
      <w:bookmarkStart w:id="26" w:name="_Toc374531068"/>
      <w:bookmarkStart w:id="27" w:name="_Ref361100515"/>
      <w:bookmarkStart w:id="28" w:name="_Ref361100524"/>
      <w:bookmarkStart w:id="29" w:name="_Toc374110736"/>
      <w:bookmarkStart w:id="30" w:name="_Toc410733899"/>
      <w:bookmarkEnd w:id="24"/>
      <w:bookmarkEnd w:id="25"/>
      <w:bookmarkEnd w:id="26"/>
      <w:r w:rsidRPr="005E05FF">
        <w:t>Supported functional properties</w:t>
      </w:r>
      <w:bookmarkEnd w:id="27"/>
      <w:bookmarkEnd w:id="28"/>
      <w:bookmarkEnd w:id="29"/>
      <w:bookmarkEnd w:id="30"/>
    </w:p>
    <w:p w14:paraId="56CCF2E5" w14:textId="77777777" w:rsidR="000344D4" w:rsidRPr="00751DBB" w:rsidRDefault="000344D4" w:rsidP="000344D4">
      <w:pPr>
        <w:rPr>
          <w:lang w:val="en-GB"/>
        </w:rPr>
      </w:pPr>
      <w:r w:rsidRPr="00751DBB">
        <w:rPr>
          <w:lang w:val="en-GB"/>
        </w:rPr>
        <w:t>CDigiDoc is a library in C programming language offering the following functionality:</w:t>
      </w:r>
    </w:p>
    <w:p w14:paraId="0F8F13FC" w14:textId="77777777" w:rsidR="000344D4" w:rsidRPr="00751DBB" w:rsidRDefault="000344D4" w:rsidP="000344D4">
      <w:pPr>
        <w:pStyle w:val="ListParagraph"/>
        <w:numPr>
          <w:ilvl w:val="0"/>
          <w:numId w:val="2"/>
        </w:numPr>
        <w:rPr>
          <w:lang w:val="en-GB"/>
        </w:rPr>
      </w:pPr>
      <w:r w:rsidRPr="000344D4">
        <w:rPr>
          <w:b/>
          <w:lang w:val="en-GB"/>
        </w:rPr>
        <w:t>Creating files</w:t>
      </w:r>
      <w:r w:rsidRPr="00751DBB">
        <w:rPr>
          <w:lang w:val="en-GB"/>
        </w:rPr>
        <w:t xml:space="preserve"> in </w:t>
      </w:r>
      <w:r>
        <w:rPr>
          <w:lang w:val="en-GB"/>
        </w:rPr>
        <w:t>DIGIDOC-XML 1.3</w:t>
      </w:r>
      <w:r w:rsidRPr="00751DBB">
        <w:rPr>
          <w:lang w:val="en-GB"/>
        </w:rPr>
        <w:t xml:space="preserve"> format</w:t>
      </w:r>
      <w:r>
        <w:rPr>
          <w:lang w:val="en-GB"/>
        </w:rPr>
        <w:t xml:space="preserve"> and </w:t>
      </w:r>
      <w:r w:rsidRPr="000344D4">
        <w:rPr>
          <w:b/>
          <w:lang w:val="en-GB"/>
        </w:rPr>
        <w:t>adding data files</w:t>
      </w:r>
      <w:r>
        <w:rPr>
          <w:lang w:val="en-GB"/>
        </w:rPr>
        <w:t>.</w:t>
      </w:r>
    </w:p>
    <w:p w14:paraId="7EFE6763" w14:textId="77777777" w:rsidR="000344D4" w:rsidRPr="00751DBB" w:rsidRDefault="000344D4" w:rsidP="000344D4">
      <w:pPr>
        <w:pStyle w:val="ListParagraph"/>
        <w:numPr>
          <w:ilvl w:val="0"/>
          <w:numId w:val="2"/>
        </w:numPr>
        <w:rPr>
          <w:lang w:val="en-GB"/>
        </w:rPr>
      </w:pPr>
      <w:r w:rsidRPr="00751DBB">
        <w:rPr>
          <w:lang w:val="en-GB"/>
        </w:rPr>
        <w:t xml:space="preserve">Digitally </w:t>
      </w:r>
      <w:r w:rsidRPr="00751DBB">
        <w:rPr>
          <w:b/>
          <w:lang w:val="en-GB"/>
        </w:rPr>
        <w:t>signing</w:t>
      </w:r>
      <w:r w:rsidRPr="00751DBB">
        <w:rPr>
          <w:lang w:val="en-GB"/>
        </w:rPr>
        <w:t xml:space="preserve"> the DigiDoc files using smart cards or other supported cryptographic tokens.</w:t>
      </w:r>
    </w:p>
    <w:p w14:paraId="00D12DB1" w14:textId="77777777" w:rsidR="000344D4" w:rsidRPr="00751DBB" w:rsidRDefault="000344D4" w:rsidP="000344D4">
      <w:pPr>
        <w:pStyle w:val="ListParagraph"/>
        <w:numPr>
          <w:ilvl w:val="0"/>
          <w:numId w:val="2"/>
        </w:numPr>
        <w:rPr>
          <w:lang w:val="en-GB"/>
        </w:rPr>
      </w:pPr>
      <w:r w:rsidRPr="00751DBB">
        <w:rPr>
          <w:lang w:val="en-GB"/>
        </w:rPr>
        <w:t xml:space="preserve">Adding </w:t>
      </w:r>
      <w:r w:rsidRPr="00751DBB">
        <w:rPr>
          <w:b/>
          <w:lang w:val="en-GB"/>
        </w:rPr>
        <w:t>time marks</w:t>
      </w:r>
      <w:r w:rsidRPr="00751DBB">
        <w:rPr>
          <w:lang w:val="en-GB"/>
        </w:rPr>
        <w:t xml:space="preserve"> and</w:t>
      </w:r>
      <w:r w:rsidRPr="00751DBB">
        <w:rPr>
          <w:b/>
          <w:lang w:val="en-GB"/>
        </w:rPr>
        <w:t xml:space="preserve"> validity confirmations</w:t>
      </w:r>
      <w:r w:rsidRPr="00751DBB">
        <w:rPr>
          <w:lang w:val="en-GB"/>
        </w:rPr>
        <w:t xml:space="preserve"> to digital signatures using OCSP protocol.</w:t>
      </w:r>
    </w:p>
    <w:p w14:paraId="73D281FD" w14:textId="77777777" w:rsidR="000344D4" w:rsidRPr="00751DBB" w:rsidRDefault="000344D4" w:rsidP="000344D4">
      <w:pPr>
        <w:pStyle w:val="ListParagraph"/>
        <w:numPr>
          <w:ilvl w:val="0"/>
          <w:numId w:val="2"/>
        </w:numPr>
        <w:rPr>
          <w:lang w:val="en-GB"/>
        </w:rPr>
      </w:pPr>
      <w:r>
        <w:rPr>
          <w:b/>
          <w:lang w:val="en-GB"/>
        </w:rPr>
        <w:t>Validating</w:t>
      </w:r>
      <w:r w:rsidRPr="00751DBB">
        <w:rPr>
          <w:lang w:val="en-GB"/>
        </w:rPr>
        <w:t xml:space="preserve"> the digital signatures.</w:t>
      </w:r>
    </w:p>
    <w:p w14:paraId="6DD1CAEF" w14:textId="77777777" w:rsidR="000344D4" w:rsidRDefault="000344D4" w:rsidP="000344D4">
      <w:pPr>
        <w:pStyle w:val="ListParagraph"/>
        <w:numPr>
          <w:ilvl w:val="0"/>
          <w:numId w:val="2"/>
        </w:numPr>
        <w:rPr>
          <w:lang w:val="en-GB"/>
        </w:rPr>
      </w:pPr>
      <w:r w:rsidRPr="00751DBB">
        <w:rPr>
          <w:lang w:val="en-GB"/>
        </w:rPr>
        <w:t xml:space="preserve">Digital </w:t>
      </w:r>
      <w:r w:rsidRPr="00751DBB">
        <w:rPr>
          <w:b/>
          <w:lang w:val="en-GB"/>
        </w:rPr>
        <w:t xml:space="preserve">encryption and decryption </w:t>
      </w:r>
      <w:r w:rsidRPr="00751DBB">
        <w:rPr>
          <w:lang w:val="en-GB"/>
        </w:rPr>
        <w:t>of the DigiDoc files.</w:t>
      </w:r>
    </w:p>
    <w:p w14:paraId="08EF103B" w14:textId="2DB52594" w:rsidR="000344D4" w:rsidRDefault="000344D4" w:rsidP="000344D4">
      <w:r w:rsidRPr="001231C6">
        <w:rPr>
          <w:b/>
          <w:lang w:val="en-GB"/>
        </w:rPr>
        <w:t>Note</w:t>
      </w:r>
      <w:r>
        <w:rPr>
          <w:lang w:val="en-GB"/>
        </w:rPr>
        <w:t>: older DigiDoc file formats SK-XML, DIGIDOC-XML 1.1 and DIGIDOC-XML 1.2 are supported only for backward compatibility in case of digital signature verification and data file extraction operations (creating new files and adding signatures is no longer supported).</w:t>
      </w:r>
    </w:p>
    <w:p w14:paraId="13C7DC8D" w14:textId="15EF3A52" w:rsidR="000344D4" w:rsidRPr="005E05FF" w:rsidRDefault="000344D4" w:rsidP="000344D4">
      <w:r w:rsidRPr="005E05FF">
        <w:t xml:space="preserve">The following table describes functional features that are supported with </w:t>
      </w:r>
      <w:r w:rsidR="009F1C6F">
        <w:t>C</w:t>
      </w:r>
      <w:r w:rsidRPr="005E05FF">
        <w:t>DigiDoc.</w:t>
      </w:r>
    </w:p>
    <w:tbl>
      <w:tblPr>
        <w:tblStyle w:val="Parameters"/>
        <w:tblW w:w="5000" w:type="pct"/>
        <w:tblCellMar>
          <w:top w:w="57" w:type="dxa"/>
        </w:tblCellMar>
        <w:tblLook w:val="04A0" w:firstRow="1" w:lastRow="0" w:firstColumn="1" w:lastColumn="0" w:noHBand="0" w:noVBand="1"/>
      </w:tblPr>
      <w:tblGrid>
        <w:gridCol w:w="1900"/>
        <w:gridCol w:w="6320"/>
      </w:tblGrid>
      <w:tr w:rsidR="000344D4" w:rsidRPr="00FC5733" w14:paraId="1078F285" w14:textId="77777777" w:rsidTr="001E7770">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156" w:type="pct"/>
            <w:vAlign w:val="center"/>
          </w:tcPr>
          <w:p w14:paraId="7564DAC5" w14:textId="77777777" w:rsidR="000344D4" w:rsidRPr="005E05FF" w:rsidRDefault="000344D4" w:rsidP="001E7770">
            <w:pPr>
              <w:jc w:val="left"/>
              <w:rPr>
                <w:b/>
                <w:lang w:val="en-US"/>
              </w:rPr>
            </w:pPr>
            <w:r w:rsidRPr="005E05FF">
              <w:rPr>
                <w:b/>
                <w:lang w:val="en-US"/>
              </w:rPr>
              <w:t>Feature</w:t>
            </w:r>
          </w:p>
        </w:tc>
        <w:tc>
          <w:tcPr>
            <w:tcW w:w="3844" w:type="pct"/>
            <w:vAlign w:val="center"/>
          </w:tcPr>
          <w:p w14:paraId="3929B7B2" w14:textId="77777777" w:rsidR="000344D4" w:rsidRPr="005E05FF" w:rsidRDefault="000344D4" w:rsidP="001E7770">
            <w:pPr>
              <w:jc w:val="left"/>
              <w:cnfStyle w:val="100000000000" w:firstRow="1" w:lastRow="0" w:firstColumn="0" w:lastColumn="0" w:oddVBand="0" w:evenVBand="0" w:oddHBand="0" w:evenHBand="0" w:firstRowFirstColumn="0" w:firstRowLastColumn="0" w:lastRowFirstColumn="0" w:lastRowLastColumn="0"/>
              <w:rPr>
                <w:b/>
                <w:lang w:val="en-US"/>
              </w:rPr>
            </w:pPr>
            <w:r w:rsidRPr="005E05FF">
              <w:rPr>
                <w:b/>
                <w:lang w:val="en-US"/>
              </w:rPr>
              <w:t>Supported values</w:t>
            </w:r>
          </w:p>
        </w:tc>
      </w:tr>
      <w:tr w:rsidR="000344D4" w:rsidRPr="00FC5733" w14:paraId="1DB12E38" w14:textId="77777777" w:rsidTr="001E7770">
        <w:trPr>
          <w:cantSplit/>
        </w:trPr>
        <w:tc>
          <w:tcPr>
            <w:cnfStyle w:val="001000000000" w:firstRow="0" w:lastRow="0" w:firstColumn="1" w:lastColumn="0" w:oddVBand="0" w:evenVBand="0" w:oddHBand="0" w:evenHBand="0" w:firstRowFirstColumn="0" w:firstRowLastColumn="0" w:lastRowFirstColumn="0" w:lastRowLastColumn="0"/>
            <w:tcW w:w="1156" w:type="pct"/>
            <w:vAlign w:val="center"/>
          </w:tcPr>
          <w:p w14:paraId="0AFC9D67" w14:textId="77777777" w:rsidR="000344D4" w:rsidRPr="005E05FF" w:rsidRDefault="000344D4" w:rsidP="001E7770">
            <w:pPr>
              <w:ind w:left="0"/>
              <w:jc w:val="left"/>
              <w:rPr>
                <w:lang w:val="en-US"/>
              </w:rPr>
            </w:pPr>
            <w:r w:rsidRPr="005E05FF">
              <w:rPr>
                <w:lang w:val="en-US"/>
              </w:rPr>
              <w:t>Signed DigiDoc document format</w:t>
            </w:r>
          </w:p>
        </w:tc>
        <w:tc>
          <w:tcPr>
            <w:tcW w:w="3844" w:type="pct"/>
            <w:vAlign w:val="center"/>
          </w:tcPr>
          <w:p w14:paraId="182F3E07" w14:textId="22172135" w:rsidR="000344D4" w:rsidRPr="005E05FF" w:rsidRDefault="000344D4" w:rsidP="00AC5E92">
            <w:pPr>
              <w:pStyle w:val="ListParagraph"/>
              <w:numPr>
                <w:ilvl w:val="0"/>
                <w:numId w:val="47"/>
              </w:numPr>
              <w:ind w:left="254" w:hanging="254"/>
              <w:cnfStyle w:val="000000000000" w:firstRow="0" w:lastRow="0" w:firstColumn="0" w:lastColumn="0" w:oddVBand="0" w:evenVBand="0" w:oddHBand="0" w:evenHBand="0" w:firstRowFirstColumn="0" w:firstRowLastColumn="0" w:lastRowFirstColumn="0" w:lastRowLastColumn="0"/>
              <w:rPr>
                <w:b/>
                <w:lang w:val="en-US"/>
              </w:rPr>
            </w:pPr>
            <w:r w:rsidRPr="005E05FF">
              <w:rPr>
                <w:b/>
                <w:lang w:val="en-US"/>
              </w:rPr>
              <w:t>DIGIDOC-XML 1.</w:t>
            </w:r>
            <w:r w:rsidRPr="00D25849">
              <w:rPr>
                <w:b/>
                <w:lang w:val="en-US"/>
              </w:rPr>
              <w:t>3</w:t>
            </w:r>
            <w:r w:rsidRPr="00D25849">
              <w:rPr>
                <w:lang w:val="en-US"/>
              </w:rPr>
              <w:t xml:space="preserve"> – the main document format to be used for signature creation, described in </w:t>
            </w:r>
            <w:r w:rsidRPr="00D25849">
              <w:fldChar w:fldCharType="begin"/>
            </w:r>
            <w:r w:rsidRPr="00D25849">
              <w:rPr>
                <w:lang w:val="en-US"/>
              </w:rPr>
              <w:instrText xml:space="preserve"> REF _Ref361994067 \r \h </w:instrText>
            </w:r>
            <w:r w:rsidR="00D25849" w:rsidRPr="00D25849">
              <w:instrText xml:space="preserve"> \* MERGEFORMAT </w:instrText>
            </w:r>
            <w:r w:rsidRPr="00D25849">
              <w:fldChar w:fldCharType="separate"/>
            </w:r>
            <w:r w:rsidR="00E0723E">
              <w:rPr>
                <w:lang w:val="en-US"/>
              </w:rPr>
              <w:t>[1]</w:t>
            </w:r>
            <w:r w:rsidRPr="00D25849">
              <w:fldChar w:fldCharType="end"/>
            </w:r>
            <w:r w:rsidRPr="005E05FF">
              <w:rPr>
                <w:lang w:val="en-US"/>
              </w:rPr>
              <w:t xml:space="preserve">. </w:t>
            </w:r>
          </w:p>
          <w:p w14:paraId="676B6290" w14:textId="77777777" w:rsidR="000344D4" w:rsidRPr="005E05FF" w:rsidRDefault="000344D4" w:rsidP="000344D4">
            <w:pPr>
              <w:ind w:left="254"/>
              <w:cnfStyle w:val="000000000000" w:firstRow="0" w:lastRow="0" w:firstColumn="0" w:lastColumn="0" w:oddVBand="0" w:evenVBand="0" w:oddHBand="0" w:evenHBand="0" w:firstRowFirstColumn="0" w:firstRowLastColumn="0" w:lastRowFirstColumn="0" w:lastRowLastColumn="0"/>
              <w:rPr>
                <w:lang w:val="en-US"/>
              </w:rPr>
            </w:pPr>
            <w:r w:rsidRPr="005E05FF">
              <w:rPr>
                <w:b/>
                <w:lang w:val="en-US"/>
              </w:rPr>
              <w:t>Note</w:t>
            </w:r>
            <w:r w:rsidRPr="005E05FF">
              <w:rPr>
                <w:lang w:val="en-US"/>
              </w:rPr>
              <w:t xml:space="preserve">: older DigiDoc file formats SK-XML, DIGIDOC-XML 1.1 and DIGIDOC-XML 1.2 are supported only for backward compatibility in case of digital signature </w:t>
            </w:r>
            <w:r>
              <w:rPr>
                <w:lang w:val="en-US"/>
              </w:rPr>
              <w:t>validation</w:t>
            </w:r>
            <w:r w:rsidRPr="005E05FF">
              <w:rPr>
                <w:lang w:val="en-US"/>
              </w:rPr>
              <w:t xml:space="preserve"> and data file extraction operations (creating new files and modifying existing files is not supported).</w:t>
            </w:r>
          </w:p>
        </w:tc>
      </w:tr>
      <w:tr w:rsidR="000344D4" w:rsidRPr="00FC5733" w14:paraId="2BF45332" w14:textId="77777777" w:rsidTr="001E7770">
        <w:trPr>
          <w:cantSplit/>
        </w:trPr>
        <w:tc>
          <w:tcPr>
            <w:cnfStyle w:val="001000000000" w:firstRow="0" w:lastRow="0" w:firstColumn="1" w:lastColumn="0" w:oddVBand="0" w:evenVBand="0" w:oddHBand="0" w:evenHBand="0" w:firstRowFirstColumn="0" w:firstRowLastColumn="0" w:lastRowFirstColumn="0" w:lastRowLastColumn="0"/>
            <w:tcW w:w="1156" w:type="pct"/>
            <w:vAlign w:val="center"/>
          </w:tcPr>
          <w:p w14:paraId="3CB881FA" w14:textId="77777777" w:rsidR="000344D4" w:rsidRPr="005E05FF" w:rsidRDefault="000344D4" w:rsidP="001E7770">
            <w:pPr>
              <w:ind w:left="0"/>
              <w:jc w:val="left"/>
              <w:rPr>
                <w:lang w:val="en-US"/>
              </w:rPr>
            </w:pPr>
            <w:r w:rsidRPr="005E05FF">
              <w:rPr>
                <w:lang w:val="en-US"/>
              </w:rPr>
              <w:lastRenderedPageBreak/>
              <w:t>Signature creation module</w:t>
            </w:r>
          </w:p>
        </w:tc>
        <w:tc>
          <w:tcPr>
            <w:tcW w:w="3844" w:type="pct"/>
            <w:vAlign w:val="center"/>
          </w:tcPr>
          <w:p w14:paraId="0D5F2366" w14:textId="77777777" w:rsidR="000344D4" w:rsidRPr="000A0ECB" w:rsidRDefault="000344D4" w:rsidP="00AC5E92">
            <w:pPr>
              <w:pStyle w:val="ListParagraph"/>
              <w:numPr>
                <w:ilvl w:val="0"/>
                <w:numId w:val="48"/>
              </w:numPr>
              <w:ind w:left="318" w:hanging="284"/>
              <w:cnfStyle w:val="000000000000" w:firstRow="0" w:lastRow="0" w:firstColumn="0" w:lastColumn="0" w:oddVBand="0" w:evenVBand="0" w:oddHBand="0" w:evenHBand="0" w:firstRowFirstColumn="0" w:firstRowLastColumn="0" w:lastRowFirstColumn="0" w:lastRowLastColumn="0"/>
              <w:rPr>
                <w:b/>
                <w:lang w:val="en-US"/>
              </w:rPr>
            </w:pPr>
            <w:r w:rsidRPr="000A0ECB">
              <w:rPr>
                <w:b/>
                <w:lang w:val="en-US"/>
              </w:rPr>
              <w:t xml:space="preserve">PKCS#11 – </w:t>
            </w:r>
            <w:r w:rsidRPr="000A0ECB">
              <w:rPr>
                <w:lang w:val="en-US"/>
              </w:rPr>
              <w:t>the default module for singing with smart card (e.g. Estonian ID card or  any other smartcard provided that you have the external native PKCS#11 driver for it).</w:t>
            </w:r>
          </w:p>
          <w:p w14:paraId="15DDAFC9" w14:textId="77777777" w:rsidR="000344D4" w:rsidRPr="000A0ECB" w:rsidRDefault="000344D4" w:rsidP="00AC5E92">
            <w:pPr>
              <w:pStyle w:val="ListParagraph"/>
              <w:numPr>
                <w:ilvl w:val="0"/>
                <w:numId w:val="48"/>
              </w:numPr>
              <w:spacing w:line="240" w:lineRule="auto"/>
              <w:ind w:left="318" w:hanging="284"/>
              <w:cnfStyle w:val="000000000000" w:firstRow="0" w:lastRow="0" w:firstColumn="0" w:lastColumn="0" w:oddVBand="0" w:evenVBand="0" w:oddHBand="0" w:evenHBand="0" w:firstRowFirstColumn="0" w:firstRowLastColumn="0" w:lastRowFirstColumn="0" w:lastRowLastColumn="0"/>
              <w:rPr>
                <w:b/>
                <w:lang w:val="en-US"/>
              </w:rPr>
            </w:pPr>
            <w:r w:rsidRPr="000A0ECB">
              <w:rPr>
                <w:b/>
                <w:lang w:val="en-US"/>
              </w:rPr>
              <w:t xml:space="preserve">PKCS#12 – </w:t>
            </w:r>
            <w:r w:rsidRPr="000A0ECB">
              <w:rPr>
                <w:lang w:val="en-US"/>
              </w:rPr>
              <w:t>module for signing with a software token.</w:t>
            </w:r>
          </w:p>
          <w:p w14:paraId="3F293C1F" w14:textId="0DB9738C" w:rsidR="000344D4" w:rsidRPr="000A0ECB" w:rsidRDefault="009E1D26" w:rsidP="007D485B">
            <w:pPr>
              <w:pStyle w:val="ListParagraph"/>
              <w:numPr>
                <w:ilvl w:val="0"/>
                <w:numId w:val="48"/>
              </w:numPr>
              <w:spacing w:line="240" w:lineRule="auto"/>
              <w:ind w:left="318" w:hanging="284"/>
              <w:cnfStyle w:val="000000000000" w:firstRow="0" w:lastRow="0" w:firstColumn="0" w:lastColumn="0" w:oddVBand="0" w:evenVBand="0" w:oddHBand="0" w:evenHBand="0" w:firstRowFirstColumn="0" w:firstRowLastColumn="0" w:lastRowFirstColumn="0" w:lastRowLastColumn="0"/>
              <w:rPr>
                <w:lang w:val="en-US"/>
              </w:rPr>
            </w:pPr>
            <w:r w:rsidRPr="000A0ECB">
              <w:rPr>
                <w:b/>
                <w:lang w:val="en-US"/>
              </w:rPr>
              <w:t>CNG</w:t>
            </w:r>
            <w:r w:rsidR="00D62384" w:rsidRPr="000A0ECB">
              <w:rPr>
                <w:b/>
                <w:lang w:val="en-US"/>
              </w:rPr>
              <w:t xml:space="preserve"> - </w:t>
            </w:r>
            <w:r w:rsidR="00D62384" w:rsidRPr="000A0ECB">
              <w:rPr>
                <w:lang w:val="en-GB"/>
              </w:rPr>
              <w:t>Microsoft CNG API and minidriver for signing with smart card in Windows environment. A dialog window is opened for the user to choose the signing certificate and enter PIN code.</w:t>
            </w:r>
          </w:p>
        </w:tc>
      </w:tr>
      <w:tr w:rsidR="000344D4" w:rsidRPr="00FC5733" w14:paraId="267CCDF9" w14:textId="77777777" w:rsidTr="001E7770">
        <w:trPr>
          <w:cantSplit/>
        </w:trPr>
        <w:tc>
          <w:tcPr>
            <w:cnfStyle w:val="001000000000" w:firstRow="0" w:lastRow="0" w:firstColumn="1" w:lastColumn="0" w:oddVBand="0" w:evenVBand="0" w:oddHBand="0" w:evenHBand="0" w:firstRowFirstColumn="0" w:firstRowLastColumn="0" w:lastRowFirstColumn="0" w:lastRowLastColumn="0"/>
            <w:tcW w:w="1156" w:type="pct"/>
            <w:vAlign w:val="center"/>
          </w:tcPr>
          <w:p w14:paraId="57286826" w14:textId="77777777" w:rsidR="000344D4" w:rsidRPr="005E05FF" w:rsidRDefault="000344D4" w:rsidP="001E7770">
            <w:pPr>
              <w:ind w:left="0"/>
              <w:jc w:val="left"/>
              <w:rPr>
                <w:lang w:val="en-US"/>
              </w:rPr>
            </w:pPr>
            <w:r w:rsidRPr="005E05FF">
              <w:rPr>
                <w:lang w:val="en-US"/>
              </w:rPr>
              <w:t>Cryptographic token type</w:t>
            </w:r>
          </w:p>
        </w:tc>
        <w:tc>
          <w:tcPr>
            <w:tcW w:w="3844" w:type="pct"/>
            <w:vAlign w:val="center"/>
          </w:tcPr>
          <w:p w14:paraId="4430627B" w14:textId="40FF3871" w:rsidR="000344D4" w:rsidRPr="005E05FF" w:rsidRDefault="000344D4" w:rsidP="000344D4">
            <w:pPr>
              <w:pStyle w:val="ListParagraph"/>
              <w:numPr>
                <w:ilvl w:val="0"/>
                <w:numId w:val="3"/>
              </w:numPr>
              <w:ind w:left="318" w:hanging="283"/>
              <w:cnfStyle w:val="000000000000" w:firstRow="0" w:lastRow="0" w:firstColumn="0" w:lastColumn="0" w:oddVBand="0" w:evenVBand="0" w:oddHBand="0" w:evenHBand="0" w:firstRowFirstColumn="0" w:firstRowLastColumn="0" w:lastRowFirstColumn="0" w:lastRowLastColumn="0"/>
              <w:rPr>
                <w:color w:val="auto"/>
                <w:sz w:val="20"/>
                <w:lang w:val="en-US" w:eastAsia="en-US"/>
              </w:rPr>
            </w:pPr>
            <w:r w:rsidRPr="005E05FF">
              <w:rPr>
                <w:b/>
                <w:lang w:val="en-US"/>
              </w:rPr>
              <w:t xml:space="preserve">Smart card, </w:t>
            </w:r>
            <w:r w:rsidRPr="005E05FF">
              <w:rPr>
                <w:lang w:val="en-US"/>
              </w:rPr>
              <w:t>e.g. Estonian ID card. Supported signature creation module is PKCS#11</w:t>
            </w:r>
            <w:r w:rsidR="007D485B">
              <w:rPr>
                <w:lang w:val="en-US"/>
              </w:rPr>
              <w:t xml:space="preserve"> and CNG/minidriver</w:t>
            </w:r>
            <w:r w:rsidRPr="005E05FF">
              <w:rPr>
                <w:lang w:val="en-US"/>
              </w:rPr>
              <w:t xml:space="preserve">.  </w:t>
            </w:r>
          </w:p>
          <w:p w14:paraId="0F3ED903" w14:textId="20448DEA" w:rsidR="000344D4" w:rsidRPr="005E05FF" w:rsidRDefault="000344D4" w:rsidP="000344D4">
            <w:pPr>
              <w:pStyle w:val="ListParagraph"/>
              <w:numPr>
                <w:ilvl w:val="0"/>
                <w:numId w:val="3"/>
              </w:numPr>
              <w:ind w:left="318" w:hanging="283"/>
              <w:cnfStyle w:val="000000000000" w:firstRow="0" w:lastRow="0" w:firstColumn="0" w:lastColumn="0" w:oddVBand="0" w:evenVBand="0" w:oddHBand="0" w:evenHBand="0" w:firstRowFirstColumn="0" w:firstRowLastColumn="0" w:lastRowFirstColumn="0" w:lastRowLastColumn="0"/>
              <w:rPr>
                <w:color w:val="auto"/>
                <w:sz w:val="20"/>
                <w:lang w:val="en-US" w:eastAsia="en-US"/>
              </w:rPr>
            </w:pPr>
            <w:r w:rsidRPr="005E05FF">
              <w:rPr>
                <w:b/>
                <w:lang w:val="en-US"/>
              </w:rPr>
              <w:t xml:space="preserve">Software token - </w:t>
            </w:r>
            <w:r w:rsidRPr="005E05FF">
              <w:rPr>
                <w:lang w:val="en-US"/>
              </w:rPr>
              <w:t>a PKCS#12 container (.p12 or .pfx) file which includes a certificate and accompanying public and private keys in a single file. The private key is protected with a password-based symmetric key. The token is named “software token” as it is stored in the file system and not on a smartcard or other physical cryptographic device. Supported signature creation module is PKCS#12. Note that the signature that is created with a software token is a technical signature and is expected to produce verification error messages (see also</w:t>
            </w:r>
            <w:r w:rsidR="00B509F1">
              <w:rPr>
                <w:lang w:val="en-US"/>
              </w:rPr>
              <w:t xml:space="preserve"> Appendix 2)</w:t>
            </w:r>
            <w:r w:rsidRPr="005E05FF">
              <w:rPr>
                <w:lang w:val="en-US"/>
              </w:rPr>
              <w:t>.</w:t>
            </w:r>
          </w:p>
          <w:p w14:paraId="7917F0C6" w14:textId="3B4BC3E1" w:rsidR="000344D4" w:rsidRPr="005E05FF" w:rsidRDefault="000344D4" w:rsidP="00B703E7">
            <w:pPr>
              <w:pStyle w:val="ListParagraph"/>
              <w:numPr>
                <w:ilvl w:val="0"/>
                <w:numId w:val="3"/>
              </w:numPr>
              <w:ind w:left="318" w:hanging="283"/>
              <w:cnfStyle w:val="000000000000" w:firstRow="0" w:lastRow="0" w:firstColumn="0" w:lastColumn="0" w:oddVBand="0" w:evenVBand="0" w:oddHBand="0" w:evenHBand="0" w:firstRowFirstColumn="0" w:firstRowLastColumn="0" w:lastRowFirstColumn="0" w:lastRowLastColumn="0"/>
              <w:rPr>
                <w:color w:val="auto"/>
                <w:sz w:val="20"/>
                <w:lang w:val="en-US" w:eastAsia="en-US"/>
              </w:rPr>
            </w:pPr>
            <w:r w:rsidRPr="005E05FF">
              <w:rPr>
                <w:b/>
                <w:lang w:val="en-US"/>
              </w:rPr>
              <w:t xml:space="preserve">USB cryptostick </w:t>
            </w:r>
            <w:r w:rsidRPr="005E05FF">
              <w:rPr>
                <w:lang w:val="en-US"/>
              </w:rPr>
              <w:t xml:space="preserve">- Aladdin eToken device. </w:t>
            </w:r>
            <w:r w:rsidR="00B703E7">
              <w:rPr>
                <w:lang w:val="en-US"/>
              </w:rPr>
              <w:t>Note that the usage of this token with CDigiDoc library is tested only indirectly via DigiDoc3 Client application</w:t>
            </w:r>
            <w:r w:rsidRPr="005E05FF">
              <w:rPr>
                <w:lang w:val="en-US"/>
              </w:rPr>
              <w:t>.</w:t>
            </w:r>
          </w:p>
        </w:tc>
      </w:tr>
      <w:tr w:rsidR="000344D4" w:rsidRPr="00FC5733" w14:paraId="17D3B5BA" w14:textId="77777777" w:rsidTr="001E7770">
        <w:trPr>
          <w:cantSplit/>
        </w:trPr>
        <w:tc>
          <w:tcPr>
            <w:cnfStyle w:val="001000000000" w:firstRow="0" w:lastRow="0" w:firstColumn="1" w:lastColumn="0" w:oddVBand="0" w:evenVBand="0" w:oddHBand="0" w:evenHBand="0" w:firstRowFirstColumn="0" w:firstRowLastColumn="0" w:lastRowFirstColumn="0" w:lastRowLastColumn="0"/>
            <w:tcW w:w="1156" w:type="pct"/>
            <w:vAlign w:val="center"/>
          </w:tcPr>
          <w:p w14:paraId="1CF68E9E" w14:textId="64A6582B" w:rsidR="000344D4" w:rsidRPr="005E05FF" w:rsidRDefault="000344D4" w:rsidP="001E7770">
            <w:pPr>
              <w:ind w:left="0"/>
              <w:jc w:val="left"/>
              <w:rPr>
                <w:lang w:val="en-US"/>
              </w:rPr>
            </w:pPr>
            <w:r w:rsidRPr="005E05FF">
              <w:rPr>
                <w:lang w:val="en-US"/>
              </w:rPr>
              <w:t>Public-key algorithm</w:t>
            </w:r>
          </w:p>
        </w:tc>
        <w:tc>
          <w:tcPr>
            <w:tcW w:w="3844" w:type="pct"/>
            <w:vAlign w:val="center"/>
          </w:tcPr>
          <w:p w14:paraId="39CA0FFA" w14:textId="77777777" w:rsidR="000344D4" w:rsidRPr="005E05FF" w:rsidRDefault="000344D4" w:rsidP="00AC5E92">
            <w:pPr>
              <w:pStyle w:val="ListParagraph"/>
              <w:numPr>
                <w:ilvl w:val="0"/>
                <w:numId w:val="48"/>
              </w:numPr>
              <w:ind w:left="318" w:hanging="284"/>
              <w:cnfStyle w:val="000000000000" w:firstRow="0" w:lastRow="0" w:firstColumn="0" w:lastColumn="0" w:oddVBand="0" w:evenVBand="0" w:oddHBand="0" w:evenHBand="0" w:firstRowFirstColumn="0" w:firstRowLastColumn="0" w:lastRowFirstColumn="0" w:lastRowLastColumn="0"/>
              <w:rPr>
                <w:color w:val="auto"/>
                <w:sz w:val="20"/>
                <w:lang w:val="en-US" w:eastAsia="en-US"/>
              </w:rPr>
            </w:pPr>
            <w:r w:rsidRPr="005E05FF">
              <w:rPr>
                <w:b/>
                <w:lang w:val="en-US"/>
              </w:rPr>
              <w:t>RSA</w:t>
            </w:r>
          </w:p>
        </w:tc>
      </w:tr>
      <w:tr w:rsidR="000344D4" w:rsidRPr="00FC5733" w14:paraId="0904D031" w14:textId="77777777" w:rsidTr="001E7770">
        <w:trPr>
          <w:cantSplit/>
        </w:trPr>
        <w:tc>
          <w:tcPr>
            <w:cnfStyle w:val="001000000000" w:firstRow="0" w:lastRow="0" w:firstColumn="1" w:lastColumn="0" w:oddVBand="0" w:evenVBand="0" w:oddHBand="0" w:evenHBand="0" w:firstRowFirstColumn="0" w:firstRowLastColumn="0" w:lastRowFirstColumn="0" w:lastRowLastColumn="0"/>
            <w:tcW w:w="1156" w:type="pct"/>
            <w:vAlign w:val="center"/>
          </w:tcPr>
          <w:p w14:paraId="2FEF541F" w14:textId="77777777" w:rsidR="000344D4" w:rsidRPr="005E05FF" w:rsidRDefault="000344D4" w:rsidP="001E7770">
            <w:pPr>
              <w:ind w:left="0"/>
              <w:jc w:val="left"/>
              <w:rPr>
                <w:b w:val="0"/>
                <w:color w:val="auto"/>
                <w:sz w:val="20"/>
                <w:lang w:val="en-US" w:eastAsia="en-US"/>
              </w:rPr>
            </w:pPr>
            <w:r w:rsidRPr="005E05FF">
              <w:rPr>
                <w:lang w:val="en-US"/>
              </w:rPr>
              <w:t>Encrypted document format</w:t>
            </w:r>
          </w:p>
        </w:tc>
        <w:tc>
          <w:tcPr>
            <w:tcW w:w="3844" w:type="pct"/>
            <w:vAlign w:val="center"/>
          </w:tcPr>
          <w:p w14:paraId="0B7B01E8" w14:textId="77777777" w:rsidR="000344D4" w:rsidRPr="005E05FF" w:rsidRDefault="000344D4" w:rsidP="00AC5E92">
            <w:pPr>
              <w:pStyle w:val="ListParagraph"/>
              <w:numPr>
                <w:ilvl w:val="0"/>
                <w:numId w:val="48"/>
              </w:numPr>
              <w:ind w:left="318" w:hanging="284"/>
              <w:cnfStyle w:val="000000000000" w:firstRow="0" w:lastRow="0" w:firstColumn="0" w:lastColumn="0" w:oddVBand="0" w:evenVBand="0" w:oddHBand="0" w:evenHBand="0" w:firstRowFirstColumn="0" w:firstRowLastColumn="0" w:lastRowFirstColumn="0" w:lastRowLastColumn="0"/>
              <w:rPr>
                <w:b/>
                <w:lang w:val="en-US"/>
              </w:rPr>
            </w:pPr>
            <w:r w:rsidRPr="005E05FF">
              <w:rPr>
                <w:b/>
                <w:lang w:val="en-US"/>
              </w:rPr>
              <w:t>XML-ENC 1.0</w:t>
            </w:r>
          </w:p>
        </w:tc>
      </w:tr>
    </w:tbl>
    <w:p w14:paraId="18B3900A" w14:textId="77777777" w:rsidR="000344D4" w:rsidRPr="00FC5733" w:rsidRDefault="000344D4" w:rsidP="000344D4"/>
    <w:p w14:paraId="7433D705" w14:textId="744D198E" w:rsidR="000344D4" w:rsidRPr="005E05FF" w:rsidRDefault="000344D4" w:rsidP="000344D4">
      <w:r w:rsidRPr="005E05FF">
        <w:t xml:space="preserve">Further information about specific functional features that are not strictly defined in specification documents but are implemented in </w:t>
      </w:r>
      <w:r w:rsidR="009E1D26">
        <w:t>C</w:t>
      </w:r>
      <w:r w:rsidRPr="005E05FF">
        <w:t>DigiDoc library can be found from chapter “</w:t>
      </w:r>
      <w:r w:rsidR="007D485B">
        <w:fldChar w:fldCharType="begin"/>
      </w:r>
      <w:r w:rsidR="007D485B">
        <w:instrText xml:space="preserve"> REF _Ref374524514 \r \h </w:instrText>
      </w:r>
      <w:r w:rsidR="007D485B">
        <w:fldChar w:fldCharType="separate"/>
      </w:r>
      <w:r w:rsidR="00E0723E">
        <w:t>8</w:t>
      </w:r>
      <w:r w:rsidR="007D485B">
        <w:fldChar w:fldCharType="end"/>
      </w:r>
      <w:r w:rsidR="007D485B">
        <w:t xml:space="preserve"> </w:t>
      </w:r>
      <w:r w:rsidR="007D485B">
        <w:fldChar w:fldCharType="begin"/>
      </w:r>
      <w:r w:rsidR="007D485B">
        <w:instrText xml:space="preserve"> REF _Ref374524503 \h </w:instrText>
      </w:r>
      <w:r w:rsidR="007D485B">
        <w:fldChar w:fldCharType="separate"/>
      </w:r>
      <w:r w:rsidR="00E0723E">
        <w:t>C</w:t>
      </w:r>
      <w:r w:rsidR="00E0723E" w:rsidRPr="005E05FF">
        <w:t>DigiDoc library’s implementation notes</w:t>
      </w:r>
      <w:r w:rsidR="007D485B">
        <w:fldChar w:fldCharType="end"/>
      </w:r>
      <w:r w:rsidRPr="005E05FF">
        <w:t>”.</w:t>
      </w:r>
    </w:p>
    <w:p w14:paraId="03CCBD93" w14:textId="77777777" w:rsidR="000344D4" w:rsidRPr="00751DBB" w:rsidRDefault="000344D4" w:rsidP="000344D4">
      <w:pPr>
        <w:rPr>
          <w:lang w:val="en-GB"/>
        </w:rPr>
      </w:pPr>
    </w:p>
    <w:p w14:paraId="2DB1EF1B" w14:textId="77777777" w:rsidR="00C53268" w:rsidRDefault="00C53268">
      <w:pPr>
        <w:spacing w:after="0"/>
        <w:jc w:val="left"/>
        <w:rPr>
          <w:rFonts w:ascii="Arial" w:hAnsi="Arial" w:cs="Arial"/>
          <w:b/>
          <w:bCs/>
          <w:i/>
          <w:iCs/>
          <w:sz w:val="28"/>
          <w:szCs w:val="28"/>
        </w:rPr>
      </w:pPr>
      <w:r>
        <w:br w:type="page"/>
      </w:r>
    </w:p>
    <w:p w14:paraId="60917376" w14:textId="7225C2E0" w:rsidR="000344D4" w:rsidRPr="005E05FF" w:rsidRDefault="000344D4" w:rsidP="00D56B07">
      <w:pPr>
        <w:pStyle w:val="Heading2"/>
      </w:pPr>
      <w:bookmarkStart w:id="31" w:name="_Toc410733900"/>
      <w:r w:rsidRPr="005E05FF">
        <w:lastRenderedPageBreak/>
        <w:t>Component model</w:t>
      </w:r>
      <w:bookmarkEnd w:id="12"/>
      <w:bookmarkEnd w:id="31"/>
    </w:p>
    <w:p w14:paraId="47076583" w14:textId="1FC60247" w:rsidR="000344D4" w:rsidRPr="000344D4" w:rsidRDefault="000344D4" w:rsidP="001231C6">
      <w:r w:rsidRPr="005E05FF">
        <w:t>The figure below describes the architecture of software and hardware components that are used</w:t>
      </w:r>
      <w:r>
        <w:t xml:space="preserve"> when creating signatures with C</w:t>
      </w:r>
      <w:r w:rsidRPr="005E05FF">
        <w:t>DigiDoc library</w:t>
      </w:r>
      <w:r w:rsidR="00C813B3">
        <w:t xml:space="preserve"> when using PKCS#11 module.</w:t>
      </w:r>
    </w:p>
    <w:p w14:paraId="5B80212B" w14:textId="77777777" w:rsidR="00185DDC" w:rsidRPr="00751DBB" w:rsidRDefault="00883A13" w:rsidP="00185DDC">
      <w:pPr>
        <w:keepNext/>
        <w:rPr>
          <w:lang w:val="en-GB"/>
        </w:rPr>
      </w:pPr>
      <w:r w:rsidRPr="00751DBB">
        <w:rPr>
          <w:rFonts w:ascii="HelveticaNeue-Light" w:hAnsi="HelveticaNeue-Light" w:cs="HelveticaNeue-Light"/>
          <w:noProof/>
          <w:szCs w:val="20"/>
          <w:lang w:val="et-EE" w:eastAsia="et-EE"/>
        </w:rPr>
        <mc:AlternateContent>
          <mc:Choice Requires="wpc">
            <w:drawing>
              <wp:inline distT="0" distB="0" distL="0" distR="0" wp14:anchorId="6CE6678C" wp14:editId="5E1F4BD6">
                <wp:extent cx="4959985" cy="3183255"/>
                <wp:effectExtent l="0" t="0" r="12065" b="17145"/>
                <wp:docPr id="86" name="Canvas 46120"/>
                <wp:cNvGraphicFramePr>
                  <a:graphicFrameLocks xmlns:a="http://schemas.openxmlformats.org/drawingml/2006/main"/>
                </wp:cNvGraphicFramePr>
                <a:graphic xmlns:a="http://schemas.openxmlformats.org/drawingml/2006/main">
                  <a:graphicData uri="http://schemas.microsoft.com/office/word/2010/wordprocessingCanvas">
                    <wpc:wpc>
                      <wpc:bg/>
                      <wpc:whole>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wpc:whole>
                      <wpg:wgp>
                        <wpg:cNvPr id="141" name="Group 141"/>
                        <wpg:cNvGrpSpPr/>
                        <wpg:grpSpPr>
                          <a:xfrm>
                            <a:off x="4273967" y="2455671"/>
                            <a:ext cx="335915" cy="532130"/>
                            <a:chOff x="0" y="0"/>
                            <a:chExt cx="336430" cy="532481"/>
                          </a:xfrm>
                        </wpg:grpSpPr>
                        <wps:wsp>
                          <wps:cNvPr id="142" name="Rounded Rectangle 142"/>
                          <wps:cNvSpPr/>
                          <wps:spPr>
                            <a:xfrm>
                              <a:off x="0" y="0"/>
                              <a:ext cx="336430" cy="532481"/>
                            </a:xfrm>
                            <a:prstGeom prst="roundRect">
                              <a:avLst/>
                            </a:prstGeom>
                          </wps:spPr>
                          <wps:style>
                            <a:lnRef idx="1">
                              <a:schemeClr val="accent3"/>
                            </a:lnRef>
                            <a:fillRef idx="3">
                              <a:schemeClr val="accent3"/>
                            </a:fillRef>
                            <a:effectRef idx="2">
                              <a:schemeClr val="accent3"/>
                            </a:effectRef>
                            <a:fontRef idx="minor">
                              <a:schemeClr val="lt1"/>
                            </a:fontRef>
                          </wps:style>
                          <wps:txbx>
                            <w:txbxContent>
                              <w:p w14:paraId="058B660D" w14:textId="77777777" w:rsidR="00C53268" w:rsidRDefault="00C53268" w:rsidP="00185DDC"/>
                            </w:txbxContent>
                          </wps:txbx>
                          <wps:bodyPr rot="0" spcFirstLastPara="0"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43" name="Picture 143"/>
                            <pic:cNvPicPr>
                              <a:picLocks noChangeAspect="1"/>
                            </pic:cNvPicPr>
                          </pic:nvPicPr>
                          <pic:blipFill>
                            <a:blip r:embed="rId35"/>
                            <a:stretch>
                              <a:fillRect/>
                            </a:stretch>
                          </pic:blipFill>
                          <pic:spPr>
                            <a:xfrm>
                              <a:off x="83287" y="64500"/>
                              <a:ext cx="172708" cy="146304"/>
                            </a:xfrm>
                            <a:prstGeom prst="rect">
                              <a:avLst/>
                            </a:prstGeom>
                          </pic:spPr>
                        </pic:pic>
                      </wpg:wgp>
                      <wpg:wgp>
                        <wpg:cNvPr id="53" name="Group 53"/>
                        <wpg:cNvGrpSpPr/>
                        <wpg:grpSpPr>
                          <a:xfrm>
                            <a:off x="3685478" y="2456757"/>
                            <a:ext cx="336430" cy="532481"/>
                            <a:chOff x="802164" y="2339885"/>
                            <a:chExt cx="336430" cy="532481"/>
                          </a:xfrm>
                        </wpg:grpSpPr>
                        <wps:wsp>
                          <wps:cNvPr id="51" name="Rounded Rectangle 51"/>
                          <wps:cNvSpPr/>
                          <wps:spPr>
                            <a:xfrm>
                              <a:off x="802164" y="2339885"/>
                              <a:ext cx="336430" cy="532481"/>
                            </a:xfrm>
                            <a:prstGeom prst="roundRect">
                              <a:avLst/>
                            </a:prstGeom>
                          </wps:spPr>
                          <wps:style>
                            <a:lnRef idx="1">
                              <a:schemeClr val="accent3"/>
                            </a:lnRef>
                            <a:fillRef idx="3">
                              <a:schemeClr val="accent3"/>
                            </a:fillRef>
                            <a:effectRef idx="2">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7" name="Picture 47"/>
                            <pic:cNvPicPr>
                              <a:picLocks noChangeAspect="1"/>
                            </pic:cNvPicPr>
                          </pic:nvPicPr>
                          <pic:blipFill>
                            <a:blip r:embed="rId35"/>
                            <a:stretch>
                              <a:fillRect/>
                            </a:stretch>
                          </pic:blipFill>
                          <pic:spPr>
                            <a:xfrm>
                              <a:off x="885451" y="2404385"/>
                              <a:ext cx="172708" cy="146304"/>
                            </a:xfrm>
                            <a:prstGeom prst="rect">
                              <a:avLst/>
                            </a:prstGeom>
                          </pic:spPr>
                        </pic:pic>
                      </wpg:wgp>
                      <wps:wsp>
                        <wps:cNvPr id="194" name="Rectangle 194"/>
                        <wps:cNvSpPr/>
                        <wps:spPr>
                          <a:xfrm>
                            <a:off x="3612415" y="1270491"/>
                            <a:ext cx="1079810" cy="715802"/>
                          </a:xfrm>
                          <a:prstGeom prst="rect">
                            <a:avLst/>
                          </a:prstGeom>
                        </wps:spPr>
                        <wps:style>
                          <a:lnRef idx="1">
                            <a:schemeClr val="accent1"/>
                          </a:lnRef>
                          <a:fillRef idx="2">
                            <a:schemeClr val="accent1"/>
                          </a:fillRef>
                          <a:effectRef idx="1">
                            <a:schemeClr val="accent1"/>
                          </a:effectRef>
                          <a:fontRef idx="minor">
                            <a:schemeClr val="dk1"/>
                          </a:fontRef>
                        </wps:style>
                        <wps:txbx>
                          <w:txbxContent>
                            <w:p w14:paraId="7CE56203" w14:textId="77777777" w:rsidR="00C53268" w:rsidRDefault="00C53268" w:rsidP="00F465D1">
                              <w:pPr>
                                <w:pStyle w:val="NormalWeb"/>
                                <w:spacing w:before="0" w:beforeAutospacing="0" w:after="120" w:afterAutospacing="0"/>
                                <w:jc w:val="center"/>
                              </w:pPr>
                              <w:r>
                                <w:rPr>
                                  <w:rFonts w:ascii="Helvetica 45" w:eastAsia="Times New Roman" w:hAnsi="Helvetica 45"/>
                                  <w:sz w:val="20"/>
                                  <w:szCs w:val="20"/>
                                  <w:lang w:val="et-EE"/>
                                </w:rPr>
                                <w:t>PC/SC</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95" name="Rectangle 195"/>
                        <wps:cNvSpPr/>
                        <wps:spPr>
                          <a:xfrm>
                            <a:off x="2073722" y="949744"/>
                            <a:ext cx="816783" cy="543281"/>
                          </a:xfrm>
                          <a:prstGeom prst="rect">
                            <a:avLst/>
                          </a:prstGeom>
                        </wps:spPr>
                        <wps:style>
                          <a:lnRef idx="1">
                            <a:schemeClr val="accent6"/>
                          </a:lnRef>
                          <a:fillRef idx="2">
                            <a:schemeClr val="accent6"/>
                          </a:fillRef>
                          <a:effectRef idx="1">
                            <a:schemeClr val="accent6"/>
                          </a:effectRef>
                          <a:fontRef idx="minor">
                            <a:schemeClr val="dk1"/>
                          </a:fontRef>
                        </wps:style>
                        <wps:txbx>
                          <w:txbxContent>
                            <w:p w14:paraId="74EE2E83" w14:textId="77777777" w:rsidR="00C53268" w:rsidRPr="007A0311" w:rsidRDefault="00C53268" w:rsidP="007A0311">
                              <w:pPr>
                                <w:pStyle w:val="NormalWeb"/>
                                <w:spacing w:before="0" w:beforeAutospacing="0" w:after="120" w:afterAutospacing="0"/>
                                <w:jc w:val="center"/>
                                <w:rPr>
                                  <w:u w:val="single"/>
                                </w:rPr>
                              </w:pPr>
                              <w:r w:rsidRPr="007A0311">
                                <w:rPr>
                                  <w:rFonts w:ascii="Helvetica 45" w:eastAsia="Times New Roman" w:hAnsi="Helvetica 45"/>
                                  <w:sz w:val="20"/>
                                  <w:szCs w:val="20"/>
                                  <w:u w:val="single"/>
                                  <w:lang w:val="et-EE"/>
                                </w:rPr>
                                <w:t>OpenSC</w:t>
                              </w:r>
                            </w:p>
                          </w:txbxContent>
                        </wps:txbx>
                        <wps:bodyPr rot="0" spcFirstLastPara="0" vert="horz" wrap="square" lIns="91440" tIns="45720" rIns="91440" bIns="45720" numCol="1" spcCol="0" rtlCol="0" fromWordArt="0" anchor="t" anchorCtr="0" forceAA="0" compatLnSpc="1">
                          <a:prstTxWarp prst="textNoShape">
                            <a:avLst/>
                          </a:prstTxWarp>
                          <a:noAutofit/>
                        </wps:bodyPr>
                      </wps:wsp>
                      <wpg:wgp>
                        <wpg:cNvPr id="46131" name="Group 46131"/>
                        <wpg:cNvGrpSpPr/>
                        <wpg:grpSpPr>
                          <a:xfrm>
                            <a:off x="230413" y="563215"/>
                            <a:ext cx="1129155" cy="628942"/>
                            <a:chOff x="585443" y="701544"/>
                            <a:chExt cx="1079509" cy="687070"/>
                          </a:xfrm>
                        </wpg:grpSpPr>
                        <wps:wsp>
                          <wps:cNvPr id="207" name="Rectangle 207"/>
                          <wps:cNvSpPr/>
                          <wps:spPr>
                            <a:xfrm>
                              <a:off x="585443" y="701544"/>
                              <a:ext cx="1079509" cy="687070"/>
                            </a:xfrm>
                            <a:prstGeom prst="rect">
                              <a:avLst/>
                            </a:prstGeom>
                          </wps:spPr>
                          <wps:style>
                            <a:lnRef idx="0">
                              <a:schemeClr val="accent5"/>
                            </a:lnRef>
                            <a:fillRef idx="3">
                              <a:schemeClr val="accent5"/>
                            </a:fillRef>
                            <a:effectRef idx="3">
                              <a:schemeClr val="accent5"/>
                            </a:effectRef>
                            <a:fontRef idx="minor">
                              <a:schemeClr val="lt1"/>
                            </a:fontRef>
                          </wps:style>
                          <wps:txbx>
                            <w:txbxContent>
                              <w:p w14:paraId="43D31BE0" w14:textId="77777777" w:rsidR="00C53268" w:rsidRPr="00E94128" w:rsidRDefault="00C53268" w:rsidP="00E94128">
                                <w:pPr>
                                  <w:pStyle w:val="NormalWeb"/>
                                  <w:spacing w:before="0" w:beforeAutospacing="0" w:after="120" w:afterAutospacing="0"/>
                                  <w:jc w:val="center"/>
                                  <w:rPr>
                                    <w:u w:val="single"/>
                                  </w:rPr>
                                </w:pPr>
                                <w:r>
                                  <w:rPr>
                                    <w:rFonts w:ascii="Helvetica 45" w:eastAsia="Times New Roman" w:hAnsi="Helvetica 45"/>
                                    <w:sz w:val="20"/>
                                    <w:szCs w:val="20"/>
                                    <w:u w:val="single"/>
                                    <w:lang w:val="et-EE"/>
                                  </w:rPr>
                                  <w:t>C</w:t>
                                </w:r>
                                <w:r w:rsidRPr="00E94128">
                                  <w:rPr>
                                    <w:rFonts w:ascii="Helvetica 45" w:eastAsia="Times New Roman" w:hAnsi="Helvetica 45"/>
                                    <w:sz w:val="20"/>
                                    <w:szCs w:val="20"/>
                                    <w:u w:val="single"/>
                                    <w:lang w:val="et-EE"/>
                                  </w:rPr>
                                  <w:t>DigiD</w:t>
                                </w:r>
                                <w:r w:rsidRPr="00985992">
                                  <w:rPr>
                                    <w:rFonts w:ascii="Helvetica 45" w:eastAsia="Times New Roman" w:hAnsi="Helvetica 45"/>
                                    <w:sz w:val="20"/>
                                    <w:szCs w:val="20"/>
                                    <w:lang w:val="et-EE"/>
                                  </w:rPr>
                                  <w:t>o</w:t>
                                </w:r>
                                <w:r w:rsidRPr="00E94128">
                                  <w:rPr>
                                    <w:rFonts w:ascii="Helvetica 45" w:eastAsia="Times New Roman" w:hAnsi="Helvetica 45"/>
                                    <w:sz w:val="20"/>
                                    <w:szCs w:val="20"/>
                                    <w:u w:val="single"/>
                                    <w:lang w:val="et-EE"/>
                                  </w:rPr>
                                  <w:t>c</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cNvPr id="197" name="Group 197"/>
                          <wpg:cNvGrpSpPr/>
                          <wpg:grpSpPr>
                            <a:xfrm>
                              <a:off x="1387289" y="759672"/>
                              <a:ext cx="225861" cy="254329"/>
                              <a:chOff x="0" y="-3"/>
                              <a:chExt cx="569360" cy="629728"/>
                            </a:xfrm>
                          </wpg:grpSpPr>
                          <wps:wsp>
                            <wps:cNvPr id="198" name="Rectangle 198"/>
                            <wps:cNvSpPr/>
                            <wps:spPr>
                              <a:xfrm>
                                <a:off x="103525" y="-3"/>
                                <a:ext cx="465835" cy="629728"/>
                              </a:xfrm>
                              <a:prstGeom prst="rect">
                                <a:avLst/>
                              </a:prstGeom>
                              <a:ln/>
                            </wps:spPr>
                            <wps:style>
                              <a:lnRef idx="0">
                                <a:schemeClr val="accent5"/>
                              </a:lnRef>
                              <a:fillRef idx="3">
                                <a:schemeClr val="accent5"/>
                              </a:fillRef>
                              <a:effectRef idx="3">
                                <a:schemeClr val="accent5"/>
                              </a:effectRef>
                              <a:fontRef idx="minor">
                                <a:schemeClr val="lt1"/>
                              </a:fontRef>
                            </wps:style>
                            <wps:txbx>
                              <w:txbxContent>
                                <w:p w14:paraId="1DABB6DD" w14:textId="77777777" w:rsidR="00C53268" w:rsidRDefault="00C53268" w:rsidP="00E94128">
                                  <w:pPr>
                                    <w:pStyle w:val="NormalWeb"/>
                                    <w:spacing w:before="0" w:beforeAutospacing="0" w:after="120" w:afterAutospacing="0"/>
                                    <w:jc w:val="both"/>
                                  </w:pPr>
                                  <w:r>
                                    <w:rPr>
                                      <w:rFonts w:ascii="Helvetica 45" w:eastAsia="Times New Roman" w:hAnsi="Helvetica 45"/>
                                      <w:sz w:val="20"/>
                                      <w:szCs w:val="20"/>
                                      <w:lang w:val="et-EE"/>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cNvPr id="199" name="Group 199"/>
                            <wpg:cNvGrpSpPr/>
                            <wpg:grpSpPr>
                              <a:xfrm>
                                <a:off x="0" y="103519"/>
                                <a:ext cx="231387" cy="422359"/>
                                <a:chOff x="0" y="103519"/>
                                <a:chExt cx="231387" cy="422359"/>
                              </a:xfrm>
                            </wpg:grpSpPr>
                            <wps:wsp>
                              <wps:cNvPr id="200" name="Rectangle 200"/>
                              <wps:cNvSpPr/>
                              <wps:spPr>
                                <a:xfrm>
                                  <a:off x="0" y="103519"/>
                                  <a:ext cx="231387" cy="155276"/>
                                </a:xfrm>
                                <a:prstGeom prst="rect">
                                  <a:avLst/>
                                </a:prstGeom>
                                <a:ln/>
                              </wps:spPr>
                              <wps:style>
                                <a:lnRef idx="0">
                                  <a:schemeClr val="accent5"/>
                                </a:lnRef>
                                <a:fillRef idx="3">
                                  <a:schemeClr val="accent5"/>
                                </a:fillRef>
                                <a:effectRef idx="3">
                                  <a:schemeClr val="accent5"/>
                                </a:effectRef>
                                <a:fontRef idx="minor">
                                  <a:schemeClr val="lt1"/>
                                </a:fontRef>
                              </wps:style>
                              <wps:txbx>
                                <w:txbxContent>
                                  <w:p w14:paraId="267FF56C" w14:textId="77777777" w:rsidR="00C53268" w:rsidRDefault="00C53268" w:rsidP="00E94128">
                                    <w:pPr>
                                      <w:pStyle w:val="NormalWeb"/>
                                      <w:spacing w:before="0" w:beforeAutospacing="0" w:after="120" w:afterAutospacing="0"/>
                                      <w:jc w:val="both"/>
                                    </w:pPr>
                                    <w:r>
                                      <w:rPr>
                                        <w:rFonts w:ascii="Helvetica 45" w:eastAsia="Times New Roman" w:hAnsi="Helvetica 45"/>
                                        <w:sz w:val="20"/>
                                        <w:szCs w:val="20"/>
                                        <w:lang w:val="et-EE"/>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01" name="Rectangle 201"/>
                              <wps:cNvSpPr/>
                              <wps:spPr>
                                <a:xfrm>
                                  <a:off x="0" y="370938"/>
                                  <a:ext cx="231141" cy="154940"/>
                                </a:xfrm>
                                <a:prstGeom prst="rect">
                                  <a:avLst/>
                                </a:prstGeom>
                                <a:ln/>
                              </wps:spPr>
                              <wps:style>
                                <a:lnRef idx="0">
                                  <a:schemeClr val="accent5"/>
                                </a:lnRef>
                                <a:fillRef idx="3">
                                  <a:schemeClr val="accent5"/>
                                </a:fillRef>
                                <a:effectRef idx="3">
                                  <a:schemeClr val="accent5"/>
                                </a:effectRef>
                                <a:fontRef idx="minor">
                                  <a:schemeClr val="lt1"/>
                                </a:fontRef>
                              </wps:style>
                              <wps:txbx>
                                <w:txbxContent>
                                  <w:p w14:paraId="3F7E6144" w14:textId="77777777" w:rsidR="00C53268" w:rsidRDefault="00C53268" w:rsidP="00E94128">
                                    <w:pPr>
                                      <w:pStyle w:val="NormalWeb"/>
                                      <w:spacing w:before="0" w:beforeAutospacing="0" w:after="120" w:afterAutospacing="0"/>
                                      <w:jc w:val="both"/>
                                    </w:pPr>
                                    <w:r>
                                      <w:rPr>
                                        <w:rFonts w:ascii="Helvetica 45" w:eastAsia="Times New Roman" w:hAnsi="Helvetica 45"/>
                                        <w:sz w:val="20"/>
                                        <w:szCs w:val="20"/>
                                        <w:lang w:val="et-EE"/>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grpSp>
                      </wpg:wgp>
                      <wpg:wgp>
                        <wpg:cNvPr id="22" name="Group 22"/>
                        <wpg:cNvGrpSpPr/>
                        <wpg:grpSpPr>
                          <a:xfrm>
                            <a:off x="1990542" y="1270510"/>
                            <a:ext cx="969718" cy="450930"/>
                            <a:chOff x="3265852" y="1169988"/>
                            <a:chExt cx="969718" cy="450930"/>
                          </a:xfrm>
                        </wpg:grpSpPr>
                        <wps:wsp>
                          <wps:cNvPr id="196" name="Rectangle 196"/>
                          <wps:cNvSpPr/>
                          <wps:spPr>
                            <a:xfrm>
                              <a:off x="3265852" y="1169988"/>
                              <a:ext cx="969718" cy="450930"/>
                            </a:xfrm>
                            <a:prstGeom prst="rect">
                              <a:avLst/>
                            </a:prstGeom>
                          </wps:spPr>
                          <wps:style>
                            <a:lnRef idx="0">
                              <a:schemeClr val="accent6"/>
                            </a:lnRef>
                            <a:fillRef idx="3">
                              <a:schemeClr val="accent6"/>
                            </a:fillRef>
                            <a:effectRef idx="3">
                              <a:schemeClr val="accent6"/>
                            </a:effectRef>
                            <a:fontRef idx="minor">
                              <a:schemeClr val="lt1"/>
                            </a:fontRef>
                          </wps:style>
                          <wps:txbx>
                            <w:txbxContent>
                              <w:p w14:paraId="65D62587" w14:textId="77777777" w:rsidR="00C53268" w:rsidRPr="0098786A" w:rsidRDefault="00C53268" w:rsidP="0098786A">
                                <w:pPr>
                                  <w:pStyle w:val="NormalWeb"/>
                                  <w:spacing w:before="0" w:beforeAutospacing="0" w:after="120" w:afterAutospacing="0"/>
                                  <w:jc w:val="center"/>
                                  <w:rPr>
                                    <w:rFonts w:ascii="Helvetica 45" w:eastAsia="Times New Roman" w:hAnsi="Helvetica 45"/>
                                    <w:sz w:val="18"/>
                                    <w:szCs w:val="18"/>
                                    <w:lang w:val="et-EE"/>
                                  </w:rPr>
                                </w:pPr>
                                <w:r w:rsidRPr="007A0311">
                                  <w:rPr>
                                    <w:rFonts w:ascii="Helvetica 45" w:eastAsia="Times New Roman" w:hAnsi="Helvetica 45"/>
                                    <w:sz w:val="18"/>
                                    <w:szCs w:val="18"/>
                                    <w:lang w:val="et-EE"/>
                                  </w:rPr>
                                  <w:t>PKCS#11</w:t>
                                </w:r>
                              </w:p>
                            </w:txbxContent>
                          </wps:txbx>
                          <wps:bodyPr rot="0" spcFirstLastPara="0" vert="horz" wrap="square" lIns="10800" tIns="45720" rIns="91440" bIns="45720" numCol="1" spcCol="0" rtlCol="0" fromWordArt="0" anchor="ctr" anchorCtr="0" forceAA="0" compatLnSpc="1">
                            <a:prstTxWarp prst="textNoShape">
                              <a:avLst/>
                            </a:prstTxWarp>
                            <a:noAutofit/>
                          </wps:bodyPr>
                        </wps:wsp>
                        <wpg:grpSp>
                          <wpg:cNvPr id="209" name="Group 209"/>
                          <wpg:cNvGrpSpPr/>
                          <wpg:grpSpPr>
                            <a:xfrm>
                              <a:off x="3981706" y="1252018"/>
                              <a:ext cx="184467" cy="231141"/>
                              <a:chOff x="0" y="0"/>
                              <a:chExt cx="569343" cy="629729"/>
                            </a:xfrm>
                          </wpg:grpSpPr>
                          <wps:wsp>
                            <wps:cNvPr id="210" name="Rectangle 210"/>
                            <wps:cNvSpPr/>
                            <wps:spPr>
                              <a:xfrm>
                                <a:off x="103516" y="0"/>
                                <a:ext cx="465827" cy="629729"/>
                              </a:xfrm>
                              <a:prstGeom prst="rect">
                                <a:avLst/>
                              </a:prstGeom>
                              <a:ln/>
                            </wps:spPr>
                            <wps:style>
                              <a:lnRef idx="0">
                                <a:schemeClr val="accent6"/>
                              </a:lnRef>
                              <a:fillRef idx="3">
                                <a:schemeClr val="accent6"/>
                              </a:fillRef>
                              <a:effectRef idx="3">
                                <a:schemeClr val="accent6"/>
                              </a:effectRef>
                              <a:fontRef idx="minor">
                                <a:schemeClr val="lt1"/>
                              </a:fontRef>
                            </wps:style>
                            <wps:txbx>
                              <w:txbxContent>
                                <w:p w14:paraId="0A766B91" w14:textId="77777777" w:rsidR="00C53268" w:rsidRDefault="00C53268" w:rsidP="00F465D1">
                                  <w:pPr>
                                    <w:pStyle w:val="NormalWeb"/>
                                    <w:spacing w:before="0" w:beforeAutospacing="0" w:after="120" w:afterAutospacing="0"/>
                                    <w:jc w:val="both"/>
                                  </w:pPr>
                                  <w:r>
                                    <w:rPr>
                                      <w:rFonts w:ascii="Helvetica 45" w:eastAsia="Times New Roman" w:hAnsi="Helvetica 45"/>
                                      <w:sz w:val="20"/>
                                      <w:szCs w:val="20"/>
                                      <w:lang w:val="et-EE"/>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cNvPr id="211" name="Group 211"/>
                            <wpg:cNvGrpSpPr/>
                            <wpg:grpSpPr>
                              <a:xfrm>
                                <a:off x="0" y="103520"/>
                                <a:ext cx="231388" cy="422359"/>
                                <a:chOff x="0" y="103519"/>
                                <a:chExt cx="231387" cy="422359"/>
                              </a:xfrm>
                            </wpg:grpSpPr>
                            <wps:wsp>
                              <wps:cNvPr id="212" name="Rectangle 212"/>
                              <wps:cNvSpPr/>
                              <wps:spPr>
                                <a:xfrm>
                                  <a:off x="0" y="103519"/>
                                  <a:ext cx="231387" cy="155276"/>
                                </a:xfrm>
                                <a:prstGeom prst="rect">
                                  <a:avLst/>
                                </a:prstGeom>
                                <a:ln/>
                              </wps:spPr>
                              <wps:style>
                                <a:lnRef idx="0">
                                  <a:schemeClr val="accent6"/>
                                </a:lnRef>
                                <a:fillRef idx="3">
                                  <a:schemeClr val="accent6"/>
                                </a:fillRef>
                                <a:effectRef idx="3">
                                  <a:schemeClr val="accent6"/>
                                </a:effectRef>
                                <a:fontRef idx="minor">
                                  <a:schemeClr val="lt1"/>
                                </a:fontRef>
                              </wps:style>
                              <wps:txbx>
                                <w:txbxContent>
                                  <w:p w14:paraId="0E03CA45" w14:textId="77777777" w:rsidR="00C53268" w:rsidRDefault="00C53268" w:rsidP="00F465D1">
                                    <w:pPr>
                                      <w:pStyle w:val="NormalWeb"/>
                                      <w:spacing w:before="0" w:beforeAutospacing="0" w:after="120" w:afterAutospacing="0"/>
                                      <w:jc w:val="both"/>
                                    </w:pPr>
                                    <w:r>
                                      <w:rPr>
                                        <w:rFonts w:ascii="Helvetica 45" w:eastAsia="Times New Roman" w:hAnsi="Helvetica 45"/>
                                        <w:sz w:val="20"/>
                                        <w:szCs w:val="20"/>
                                        <w:lang w:val="et-EE"/>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13" name="Rectangle 213"/>
                              <wps:cNvSpPr/>
                              <wps:spPr>
                                <a:xfrm>
                                  <a:off x="0" y="370939"/>
                                  <a:ext cx="231141" cy="154939"/>
                                </a:xfrm>
                                <a:prstGeom prst="rect">
                                  <a:avLst/>
                                </a:prstGeom>
                                <a:ln/>
                              </wps:spPr>
                              <wps:style>
                                <a:lnRef idx="0">
                                  <a:schemeClr val="accent6"/>
                                </a:lnRef>
                                <a:fillRef idx="3">
                                  <a:schemeClr val="accent6"/>
                                </a:fillRef>
                                <a:effectRef idx="3">
                                  <a:schemeClr val="accent6"/>
                                </a:effectRef>
                                <a:fontRef idx="minor">
                                  <a:schemeClr val="lt1"/>
                                </a:fontRef>
                              </wps:style>
                              <wps:txbx>
                                <w:txbxContent>
                                  <w:p w14:paraId="646ABBE3" w14:textId="77777777" w:rsidR="00C53268" w:rsidRDefault="00C53268" w:rsidP="00F465D1">
                                    <w:pPr>
                                      <w:pStyle w:val="NormalWeb"/>
                                      <w:spacing w:before="0" w:beforeAutospacing="0" w:after="120" w:afterAutospacing="0"/>
                                      <w:jc w:val="both"/>
                                    </w:pPr>
                                    <w:r>
                                      <w:rPr>
                                        <w:rFonts w:ascii="Helvetica 45" w:eastAsia="Times New Roman" w:hAnsi="Helvetica 45"/>
                                        <w:sz w:val="20"/>
                                        <w:szCs w:val="20"/>
                                        <w:lang w:val="et-EE"/>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grpSp>
                      </wpg:wgp>
                      <wpg:wgp>
                        <wpg:cNvPr id="21" name="Group 21"/>
                        <wpg:cNvGrpSpPr/>
                        <wpg:grpSpPr>
                          <a:xfrm>
                            <a:off x="4194576" y="1691662"/>
                            <a:ext cx="572771" cy="873717"/>
                            <a:chOff x="4646210" y="1978581"/>
                            <a:chExt cx="572771" cy="873717"/>
                          </a:xfrm>
                        </wpg:grpSpPr>
                        <wps:wsp>
                          <wps:cNvPr id="175" name="Rectangle 175"/>
                          <wps:cNvSpPr/>
                          <wps:spPr>
                            <a:xfrm>
                              <a:off x="4646210" y="2583525"/>
                              <a:ext cx="561871" cy="268773"/>
                            </a:xfrm>
                            <a:prstGeom prst="rect">
                              <a:avLst/>
                            </a:prstGeom>
                          </wps:spPr>
                          <wps:style>
                            <a:lnRef idx="0">
                              <a:schemeClr val="accent1"/>
                            </a:lnRef>
                            <a:fillRef idx="3">
                              <a:schemeClr val="accent1"/>
                            </a:fillRef>
                            <a:effectRef idx="3">
                              <a:schemeClr val="accent1"/>
                            </a:effectRef>
                            <a:fontRef idx="minor">
                              <a:schemeClr val="lt1"/>
                            </a:fontRef>
                          </wps:style>
                          <wps:txbx>
                            <w:txbxContent>
                              <w:p w14:paraId="1A08AE56" w14:textId="77777777" w:rsidR="00C53268" w:rsidRDefault="00C53268" w:rsidP="00B84D63">
                                <w:pPr>
                                  <w:pStyle w:val="NormalWeb"/>
                                  <w:spacing w:before="0" w:beforeAutospacing="0" w:after="120" w:afterAutospacing="0"/>
                                  <w:jc w:val="center"/>
                                </w:pPr>
                                <w:r>
                                  <w:rPr>
                                    <w:rFonts w:ascii="Helvetica 45" w:eastAsia="Times New Roman" w:hAnsi="Helvetica 45"/>
                                    <w:sz w:val="16"/>
                                    <w:szCs w:val="16"/>
                                    <w:lang w:val="et-EE"/>
                                  </w:rPr>
                                  <w:t>Reader</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93" name="Rectangle 193"/>
                          <wps:cNvSpPr/>
                          <wps:spPr>
                            <a:xfrm>
                              <a:off x="4647192" y="1978581"/>
                              <a:ext cx="571789" cy="464671"/>
                            </a:xfrm>
                            <a:prstGeom prst="rect">
                              <a:avLst/>
                            </a:prstGeom>
                          </wps:spPr>
                          <wps:style>
                            <a:lnRef idx="0">
                              <a:schemeClr val="accent1"/>
                            </a:lnRef>
                            <a:fillRef idx="3">
                              <a:schemeClr val="accent1"/>
                            </a:fillRef>
                            <a:effectRef idx="3">
                              <a:schemeClr val="accent1"/>
                            </a:effectRef>
                            <a:fontRef idx="minor">
                              <a:schemeClr val="lt1"/>
                            </a:fontRef>
                          </wps:style>
                          <wps:txbx>
                            <w:txbxContent>
                              <w:p w14:paraId="6DA4E1FE" w14:textId="77777777" w:rsidR="00C53268" w:rsidRDefault="00C53268" w:rsidP="00E94128">
                                <w:pPr>
                                  <w:pStyle w:val="NormalWeb"/>
                                  <w:spacing w:before="0" w:beforeAutospacing="0" w:after="120" w:afterAutospacing="0"/>
                                  <w:jc w:val="both"/>
                                </w:pPr>
                                <w:r w:rsidRPr="00F465D1">
                                  <w:rPr>
                                    <w:rFonts w:ascii="Helvetica 45" w:eastAsia="Times New Roman" w:hAnsi="Helvetica 45"/>
                                    <w:sz w:val="16"/>
                                    <w:szCs w:val="16"/>
                                    <w:lang w:val="et-EE"/>
                                  </w:rPr>
                                  <w:t>CCID</w:t>
                                </w:r>
                                <w:r>
                                  <w:rPr>
                                    <w:rFonts w:ascii="Helvetica 45" w:eastAsia="Times New Roman" w:hAnsi="Helvetica 45"/>
                                    <w:sz w:val="20"/>
                                    <w:szCs w:val="20"/>
                                    <w:lang w:val="et-EE"/>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s:wsp>
                        <wps:cNvPr id="46122" name="Rectangle 46122"/>
                        <wps:cNvSpPr/>
                        <wps:spPr>
                          <a:xfrm>
                            <a:off x="3516505" y="2291740"/>
                            <a:ext cx="588928" cy="281045"/>
                          </a:xfrm>
                          <a:prstGeom prst="rect">
                            <a:avLst/>
                          </a:prstGeom>
                        </wps:spPr>
                        <wps:style>
                          <a:lnRef idx="0">
                            <a:schemeClr val="accent1"/>
                          </a:lnRef>
                          <a:fillRef idx="3">
                            <a:schemeClr val="accent1"/>
                          </a:fillRef>
                          <a:effectRef idx="3">
                            <a:schemeClr val="accent1"/>
                          </a:effectRef>
                          <a:fontRef idx="minor">
                            <a:schemeClr val="lt1"/>
                          </a:fontRef>
                        </wps:style>
                        <wps:txbx>
                          <w:txbxContent>
                            <w:p w14:paraId="3E86EB1F" w14:textId="77777777" w:rsidR="00C53268" w:rsidRPr="00B84D63" w:rsidRDefault="00C53268" w:rsidP="00B84D63">
                              <w:pPr>
                                <w:jc w:val="center"/>
                                <w:rPr>
                                  <w:sz w:val="16"/>
                                  <w:szCs w:val="16"/>
                                </w:rPr>
                              </w:pPr>
                              <w:r w:rsidRPr="00B84D63">
                                <w:rPr>
                                  <w:sz w:val="16"/>
                                  <w:szCs w:val="16"/>
                                </w:rPr>
                                <w:t>Reader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4" name="Rectangle 174"/>
                        <wps:cNvSpPr/>
                        <wps:spPr>
                          <a:xfrm>
                            <a:off x="3474369" y="1695067"/>
                            <a:ext cx="692612" cy="461267"/>
                          </a:xfrm>
                          <a:prstGeom prst="rect">
                            <a:avLst/>
                          </a:prstGeom>
                        </wps:spPr>
                        <wps:style>
                          <a:lnRef idx="0">
                            <a:schemeClr val="accent1"/>
                          </a:lnRef>
                          <a:fillRef idx="3">
                            <a:schemeClr val="accent1"/>
                          </a:fillRef>
                          <a:effectRef idx="3">
                            <a:schemeClr val="accent1"/>
                          </a:effectRef>
                          <a:fontRef idx="minor">
                            <a:schemeClr val="lt1"/>
                          </a:fontRef>
                        </wps:style>
                        <wps:txbx>
                          <w:txbxContent>
                            <w:p w14:paraId="1290B32A" w14:textId="77777777" w:rsidR="00C53268" w:rsidRPr="00F465D1" w:rsidRDefault="00C53268" w:rsidP="00B84D63">
                              <w:pPr>
                                <w:rPr>
                                  <w:sz w:val="16"/>
                                  <w:szCs w:val="16"/>
                                </w:rPr>
                              </w:pPr>
                              <w:r w:rsidRPr="00F465D1">
                                <w:rPr>
                                  <w:sz w:val="16"/>
                                  <w:szCs w:val="16"/>
                                </w:rPr>
                                <w:t>IFD Handler</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g:cNvPr id="11" name="Group 11"/>
                        <wpg:cNvGrpSpPr/>
                        <wpg:grpSpPr>
                          <a:xfrm>
                            <a:off x="3962833" y="1729763"/>
                            <a:ext cx="161650" cy="171907"/>
                            <a:chOff x="2447925" y="1979867"/>
                            <a:chExt cx="161650" cy="171907"/>
                          </a:xfrm>
                        </wpg:grpSpPr>
                        <wps:wsp>
                          <wps:cNvPr id="230" name="Rectangle 230"/>
                          <wps:cNvSpPr/>
                          <wps:spPr>
                            <a:xfrm>
                              <a:off x="2468246" y="1979867"/>
                              <a:ext cx="141329" cy="171907"/>
                            </a:xfrm>
                            <a:prstGeom prst="rect">
                              <a:avLst/>
                            </a:prstGeom>
                            <a:ln/>
                          </wps:spPr>
                          <wps:style>
                            <a:lnRef idx="0">
                              <a:schemeClr val="accent1"/>
                            </a:lnRef>
                            <a:fillRef idx="3">
                              <a:schemeClr val="accent1"/>
                            </a:fillRef>
                            <a:effectRef idx="3">
                              <a:schemeClr val="accent1"/>
                            </a:effectRef>
                            <a:fontRef idx="minor">
                              <a:schemeClr val="lt1"/>
                            </a:fontRef>
                          </wps:style>
                          <wps:txbx>
                            <w:txbxContent>
                              <w:p w14:paraId="35E601B9" w14:textId="77777777" w:rsidR="00C53268" w:rsidRDefault="00C53268" w:rsidP="0098786A">
                                <w:pPr>
                                  <w:pStyle w:val="NormalWeb"/>
                                  <w:spacing w:before="0" w:beforeAutospacing="0" w:after="120" w:afterAutospacing="0"/>
                                  <w:jc w:val="both"/>
                                </w:pPr>
                                <w:r>
                                  <w:rPr>
                                    <w:rFonts w:ascii="Helvetica 45" w:eastAsia="Times New Roman" w:hAnsi="Helvetica 45"/>
                                    <w:sz w:val="20"/>
                                    <w:szCs w:val="20"/>
                                    <w:lang w:val="et-EE"/>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cNvPr id="231" name="Group 231"/>
                          <wpg:cNvGrpSpPr/>
                          <wpg:grpSpPr>
                            <a:xfrm>
                              <a:off x="2447925" y="2017967"/>
                              <a:ext cx="76243" cy="106443"/>
                              <a:chOff x="-4256253" y="1293666"/>
                              <a:chExt cx="231439" cy="389918"/>
                            </a:xfrm>
                          </wpg:grpSpPr>
                          <wps:wsp>
                            <wps:cNvPr id="232" name="Rectangle 232"/>
                            <wps:cNvSpPr/>
                            <wps:spPr>
                              <a:xfrm>
                                <a:off x="-4256198" y="1293666"/>
                                <a:ext cx="231384" cy="155274"/>
                              </a:xfrm>
                              <a:prstGeom prst="rect">
                                <a:avLst/>
                              </a:prstGeom>
                              <a:ln/>
                            </wps:spPr>
                            <wps:style>
                              <a:lnRef idx="0">
                                <a:schemeClr val="accent1"/>
                              </a:lnRef>
                              <a:fillRef idx="3">
                                <a:schemeClr val="accent1"/>
                              </a:fillRef>
                              <a:effectRef idx="3">
                                <a:schemeClr val="accent1"/>
                              </a:effectRef>
                              <a:fontRef idx="minor">
                                <a:schemeClr val="lt1"/>
                              </a:fontRef>
                            </wps:style>
                            <wps:txbx>
                              <w:txbxContent>
                                <w:p w14:paraId="5B70CADF" w14:textId="77777777" w:rsidR="00C53268" w:rsidRDefault="00C53268" w:rsidP="0098786A">
                                  <w:pPr>
                                    <w:pStyle w:val="NormalWeb"/>
                                    <w:spacing w:before="0" w:beforeAutospacing="0" w:after="120" w:afterAutospacing="0"/>
                                    <w:jc w:val="both"/>
                                  </w:pPr>
                                  <w:r>
                                    <w:rPr>
                                      <w:rFonts w:ascii="Helvetica 45" w:eastAsia="Times New Roman" w:hAnsi="Helvetica 45"/>
                                      <w:sz w:val="20"/>
                                      <w:szCs w:val="20"/>
                                      <w:lang w:val="et-EE"/>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33" name="Rectangle 233"/>
                            <wps:cNvSpPr/>
                            <wps:spPr>
                              <a:xfrm>
                                <a:off x="-4256253" y="1528642"/>
                                <a:ext cx="231141" cy="154942"/>
                              </a:xfrm>
                              <a:prstGeom prst="rect">
                                <a:avLst/>
                              </a:prstGeom>
                              <a:ln/>
                            </wps:spPr>
                            <wps:style>
                              <a:lnRef idx="0">
                                <a:schemeClr val="accent1"/>
                              </a:lnRef>
                              <a:fillRef idx="3">
                                <a:schemeClr val="accent1"/>
                              </a:fillRef>
                              <a:effectRef idx="3">
                                <a:schemeClr val="accent1"/>
                              </a:effectRef>
                              <a:fontRef idx="minor">
                                <a:schemeClr val="lt1"/>
                              </a:fontRef>
                            </wps:style>
                            <wps:txbx>
                              <w:txbxContent>
                                <w:p w14:paraId="1F716E9F" w14:textId="77777777" w:rsidR="00C53268" w:rsidRDefault="00C53268" w:rsidP="0098786A">
                                  <w:pPr>
                                    <w:pStyle w:val="NormalWeb"/>
                                    <w:spacing w:before="0" w:beforeAutospacing="0" w:after="120" w:afterAutospacing="0"/>
                                    <w:jc w:val="both"/>
                                  </w:pPr>
                                  <w:r>
                                    <w:rPr>
                                      <w:rFonts w:ascii="Helvetica 45" w:eastAsia="Times New Roman" w:hAnsi="Helvetica 45"/>
                                      <w:sz w:val="20"/>
                                      <w:szCs w:val="20"/>
                                      <w:lang w:val="et-EE"/>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wgp>
                      <wps:wsp>
                        <wps:cNvPr id="43" name="Straight Connector 43"/>
                        <wps:cNvCnPr/>
                        <wps:spPr>
                          <a:xfrm>
                            <a:off x="1635607" y="51784"/>
                            <a:ext cx="8627" cy="3036499"/>
                          </a:xfrm>
                          <a:prstGeom prst="line">
                            <a:avLst/>
                          </a:prstGeom>
                          <a:ln/>
                        </wps:spPr>
                        <wps:style>
                          <a:lnRef idx="1">
                            <a:schemeClr val="accent1"/>
                          </a:lnRef>
                          <a:fillRef idx="0">
                            <a:schemeClr val="accent1"/>
                          </a:fillRef>
                          <a:effectRef idx="0">
                            <a:schemeClr val="accent1"/>
                          </a:effectRef>
                          <a:fontRef idx="minor">
                            <a:schemeClr val="tx1"/>
                          </a:fontRef>
                        </wps:style>
                        <wps:bodyPr/>
                      </wps:wsp>
                      <wps:wsp>
                        <wps:cNvPr id="132" name="Straight Connector 132"/>
                        <wps:cNvCnPr/>
                        <wps:spPr>
                          <a:xfrm>
                            <a:off x="3203757" y="67839"/>
                            <a:ext cx="0" cy="2968685"/>
                          </a:xfrm>
                          <a:prstGeom prst="line">
                            <a:avLst/>
                          </a:prstGeom>
                          <a:ln/>
                        </wps:spPr>
                        <wps:style>
                          <a:lnRef idx="1">
                            <a:schemeClr val="accent1"/>
                          </a:lnRef>
                          <a:fillRef idx="0">
                            <a:schemeClr val="accent1"/>
                          </a:fillRef>
                          <a:effectRef idx="0">
                            <a:schemeClr val="accent1"/>
                          </a:effectRef>
                          <a:fontRef idx="minor">
                            <a:schemeClr val="tx1"/>
                          </a:fontRef>
                        </wps:style>
                        <wps:bodyPr/>
                      </wps:wsp>
                      <wps:wsp>
                        <wps:cNvPr id="45" name="Text Box 45"/>
                        <wps:cNvSpPr txBox="1"/>
                        <wps:spPr>
                          <a:xfrm>
                            <a:off x="82807" y="77594"/>
                            <a:ext cx="1362974" cy="38826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42B7FA" w14:textId="77777777" w:rsidR="00C53268" w:rsidRDefault="00C53268" w:rsidP="0086154D">
                              <w:pPr>
                                <w:jc w:val="left"/>
                              </w:pPr>
                              <w:r>
                                <w:t>C Application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4" name="Text Box 45"/>
                        <wps:cNvSpPr txBox="1"/>
                        <wps:spPr>
                          <a:xfrm>
                            <a:off x="1729348" y="58071"/>
                            <a:ext cx="1362710" cy="3879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7BF089" w14:textId="77777777" w:rsidR="00C53268" w:rsidRDefault="00C53268" w:rsidP="006F1A81">
                              <w:pPr>
                                <w:pStyle w:val="NormalWeb"/>
                                <w:spacing w:before="0" w:beforeAutospacing="0" w:after="120" w:afterAutospacing="0"/>
                              </w:pPr>
                              <w:r>
                                <w:rPr>
                                  <w:rFonts w:ascii="Helvetica 45" w:eastAsia="Times New Roman" w:hAnsi="Helvetica 45"/>
                                  <w:sz w:val="20"/>
                                  <w:szCs w:val="20"/>
                                  <w:lang w:val="et-EE"/>
                                </w:rPr>
                                <w:t>PKCS#11 Module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35" name="Text Box 45"/>
                        <wps:cNvSpPr txBox="1"/>
                        <wps:spPr>
                          <a:xfrm>
                            <a:off x="3380558" y="59238"/>
                            <a:ext cx="1362075" cy="4065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966C78" w14:textId="77777777" w:rsidR="00C53268" w:rsidRDefault="00C53268" w:rsidP="006F1A81">
                              <w:pPr>
                                <w:pStyle w:val="NormalWeb"/>
                                <w:spacing w:before="0" w:beforeAutospacing="0" w:after="120" w:afterAutospacing="0"/>
                              </w:pPr>
                              <w:r>
                                <w:rPr>
                                  <w:rFonts w:ascii="Helvetica 45" w:eastAsia="Times New Roman" w:hAnsi="Helvetica 45"/>
                                  <w:sz w:val="20"/>
                                  <w:szCs w:val="20"/>
                                  <w:lang w:val="et-EE"/>
                                </w:rPr>
                                <w:t>Host operating system &amp; Hardware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4" name="Straight Arrow Connector 54"/>
                        <wps:cNvCnPr>
                          <a:stCxn id="174" idx="2"/>
                          <a:endCxn id="46122" idx="0"/>
                        </wps:cNvCnPr>
                        <wps:spPr>
                          <a:xfrm flipH="1">
                            <a:off x="3810969" y="2156334"/>
                            <a:ext cx="9706" cy="13540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45" name="Straight Arrow Connector 145"/>
                        <wps:cNvCnPr>
                          <a:stCxn id="193" idx="2"/>
                          <a:endCxn id="175" idx="0"/>
                        </wps:cNvCnPr>
                        <wps:spPr>
                          <a:xfrm flipH="1">
                            <a:off x="4475512" y="2156333"/>
                            <a:ext cx="5941" cy="14027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55" name="Elbow Connector 55"/>
                        <wps:cNvCnPr>
                          <a:stCxn id="207" idx="3"/>
                        </wps:cNvCnPr>
                        <wps:spPr>
                          <a:xfrm>
                            <a:off x="1359568" y="877686"/>
                            <a:ext cx="630893" cy="610760"/>
                          </a:xfrm>
                          <a:prstGeom prst="bentConnector3">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56" name="Elbow Connector 56"/>
                        <wps:cNvCnPr>
                          <a:stCxn id="195" idx="3"/>
                          <a:endCxn id="194" idx="1"/>
                        </wps:cNvCnPr>
                        <wps:spPr>
                          <a:xfrm>
                            <a:off x="2890505" y="1221385"/>
                            <a:ext cx="721910" cy="407007"/>
                          </a:xfrm>
                          <a:prstGeom prst="bentConnector3">
                            <a:avLst>
                              <a:gd name="adj1" fmla="val 50000"/>
                            </a:avLst>
                          </a:prstGeom>
                          <a:ln>
                            <a:tailEnd type="arrow"/>
                          </a:ln>
                        </wps:spPr>
                        <wps:style>
                          <a:lnRef idx="2">
                            <a:schemeClr val="accent1"/>
                          </a:lnRef>
                          <a:fillRef idx="0">
                            <a:schemeClr val="accent1"/>
                          </a:fillRef>
                          <a:effectRef idx="1">
                            <a:schemeClr val="accent1"/>
                          </a:effectRef>
                          <a:fontRef idx="minor">
                            <a:schemeClr val="tx1"/>
                          </a:fontRef>
                        </wps:style>
                        <wps:bodyPr/>
                      </wps:wsp>
                      <wpg:wgp>
                        <wpg:cNvPr id="178" name="Group 178"/>
                        <wpg:cNvGrpSpPr/>
                        <wpg:grpSpPr>
                          <a:xfrm>
                            <a:off x="4566855" y="1740682"/>
                            <a:ext cx="161290" cy="171450"/>
                            <a:chOff x="0" y="0"/>
                            <a:chExt cx="161650" cy="171907"/>
                          </a:xfrm>
                        </wpg:grpSpPr>
                        <wps:wsp>
                          <wps:cNvPr id="179" name="Rectangle 179"/>
                          <wps:cNvSpPr/>
                          <wps:spPr>
                            <a:xfrm>
                              <a:off x="20321" y="0"/>
                              <a:ext cx="141329" cy="171907"/>
                            </a:xfrm>
                            <a:prstGeom prst="rect">
                              <a:avLst/>
                            </a:prstGeom>
                            <a:ln/>
                          </wps:spPr>
                          <wps:style>
                            <a:lnRef idx="0">
                              <a:schemeClr val="accent1"/>
                            </a:lnRef>
                            <a:fillRef idx="3">
                              <a:schemeClr val="accent1"/>
                            </a:fillRef>
                            <a:effectRef idx="3">
                              <a:schemeClr val="accent1"/>
                            </a:effectRef>
                            <a:fontRef idx="minor">
                              <a:schemeClr val="lt1"/>
                            </a:fontRef>
                          </wps:style>
                          <wps:txbx>
                            <w:txbxContent>
                              <w:p w14:paraId="7222CD6D" w14:textId="77777777" w:rsidR="00C53268" w:rsidRDefault="00C53268" w:rsidP="00CA45D2">
                                <w:pPr>
                                  <w:pStyle w:val="NormalWeb"/>
                                  <w:spacing w:before="0" w:beforeAutospacing="0" w:after="120" w:afterAutospacing="0"/>
                                  <w:jc w:val="both"/>
                                </w:pPr>
                                <w:r>
                                  <w:rPr>
                                    <w:rFonts w:ascii="Helvetica 45" w:eastAsia="Times New Roman" w:hAnsi="Helvetica 45"/>
                                    <w:sz w:val="20"/>
                                    <w:szCs w:val="20"/>
                                    <w:lang w:val="et-EE"/>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cNvPr id="180" name="Group 180"/>
                          <wpg:cNvGrpSpPr/>
                          <wpg:grpSpPr>
                            <a:xfrm>
                              <a:off x="0" y="38100"/>
                              <a:ext cx="76243" cy="106443"/>
                              <a:chOff x="0" y="38100"/>
                              <a:chExt cx="231439" cy="389918"/>
                            </a:xfrm>
                          </wpg:grpSpPr>
                          <wps:wsp>
                            <wps:cNvPr id="182" name="Rectangle 182"/>
                            <wps:cNvSpPr/>
                            <wps:spPr>
                              <a:xfrm>
                                <a:off x="55" y="38100"/>
                                <a:ext cx="231384" cy="155273"/>
                              </a:xfrm>
                              <a:prstGeom prst="rect">
                                <a:avLst/>
                              </a:prstGeom>
                              <a:ln/>
                            </wps:spPr>
                            <wps:style>
                              <a:lnRef idx="0">
                                <a:schemeClr val="accent1"/>
                              </a:lnRef>
                              <a:fillRef idx="3">
                                <a:schemeClr val="accent1"/>
                              </a:fillRef>
                              <a:effectRef idx="3">
                                <a:schemeClr val="accent1"/>
                              </a:effectRef>
                              <a:fontRef idx="minor">
                                <a:schemeClr val="lt1"/>
                              </a:fontRef>
                            </wps:style>
                            <wps:txbx>
                              <w:txbxContent>
                                <w:p w14:paraId="0E182316" w14:textId="77777777" w:rsidR="00C53268" w:rsidRDefault="00C53268" w:rsidP="00CA45D2">
                                  <w:pPr>
                                    <w:pStyle w:val="NormalWeb"/>
                                    <w:spacing w:before="0" w:beforeAutospacing="0" w:after="120" w:afterAutospacing="0"/>
                                    <w:jc w:val="both"/>
                                  </w:pPr>
                                  <w:r>
                                    <w:rPr>
                                      <w:rFonts w:ascii="Helvetica 45" w:eastAsia="Times New Roman" w:hAnsi="Helvetica 45"/>
                                      <w:sz w:val="20"/>
                                      <w:szCs w:val="20"/>
                                      <w:lang w:val="et-EE"/>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83" name="Rectangle 183"/>
                            <wps:cNvSpPr/>
                            <wps:spPr>
                              <a:xfrm>
                                <a:off x="0" y="273076"/>
                                <a:ext cx="231141" cy="154942"/>
                              </a:xfrm>
                              <a:prstGeom prst="rect">
                                <a:avLst/>
                              </a:prstGeom>
                              <a:ln/>
                            </wps:spPr>
                            <wps:style>
                              <a:lnRef idx="0">
                                <a:schemeClr val="accent1"/>
                              </a:lnRef>
                              <a:fillRef idx="3">
                                <a:schemeClr val="accent1"/>
                              </a:fillRef>
                              <a:effectRef idx="3">
                                <a:schemeClr val="accent1"/>
                              </a:effectRef>
                              <a:fontRef idx="minor">
                                <a:schemeClr val="lt1"/>
                              </a:fontRef>
                            </wps:style>
                            <wps:txbx>
                              <w:txbxContent>
                                <w:p w14:paraId="50FFFAD7" w14:textId="77777777" w:rsidR="00C53268" w:rsidRDefault="00C53268" w:rsidP="00CA45D2">
                                  <w:pPr>
                                    <w:pStyle w:val="NormalWeb"/>
                                    <w:spacing w:before="0" w:beforeAutospacing="0" w:after="120" w:afterAutospacing="0"/>
                                    <w:jc w:val="both"/>
                                  </w:pPr>
                                  <w:r>
                                    <w:rPr>
                                      <w:rFonts w:ascii="Helvetica 45" w:eastAsia="Times New Roman" w:hAnsi="Helvetica 45"/>
                                      <w:sz w:val="20"/>
                                      <w:szCs w:val="20"/>
                                      <w:lang w:val="et-EE"/>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wgp>
                    </wpc:wpc>
                  </a:graphicData>
                </a:graphic>
              </wp:inline>
            </w:drawing>
          </mc:Choice>
          <mc:Fallback>
            <w:pict>
              <v:group w14:anchorId="6CE6678C" id="Canvas 46120" o:spid="_x0000_s1107" editas="canvas" style="width:390.55pt;height:250.65pt;mso-position-horizontal-relative:char;mso-position-vertical-relative:line" coordsize="49599,318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">
                <v:shape id="_x0000_s1108" type="#_x0000_t75" style="position:absolute;width:49599;height:31832;visibility:visible;mso-wrap-style:square" stroked="t">
                  <v:fill o:detectmouseclick="t"/>
                  <v:path o:connecttype="none"/>
                </v:shape>
                <v:group id="Group 141" o:spid="_x0000_s1109" style="position:absolute;left:42739;top:24556;width:3359;height:5322" coordsize="3364,53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uKGB8QAAADcAAAADwAAAGRycy9kb3ducmV2LnhtbERPS2vCQBC+F/wPywi9&#10;NZtoWyRmFZFaegiFqiDehuyYBLOzIbvN4993C4Xe5uN7TrYdTSN66lxtWUESxSCIC6trLhWcT4en&#10;FQjnkTU2lknBRA62m9lDhqm2A39Rf/SlCCHsUlRQed+mUrqiIoMusi1x4G62M+gD7EqpOxxCuGnk&#10;Io5fpcGaQ0OFLe0rKu7Hb6PgfcBht0ze+vx+20/X08vnJU9Iqcf5uFuD8DT6f/Gf+0OH+c8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uKGB8QAAADcAAAA&#10;DwAAAAAAAAAAAAAAAACqAgAAZHJzL2Rvd25yZXYueG1sUEsFBgAAAAAEAAQA+gAAAJsDAAAAAA==&#10;">
                  <v:roundrect id="Rounded Rectangle 142" o:spid="_x0000_s1110" style="position:absolute;width:3364;height:532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r2S78A&#10;AADcAAAADwAAAGRycy9kb3ducmV2LnhtbERPS4vCMBC+C/sfwix409QiS61NZREEPfoAr0MztmWb&#10;SUmitv56s7Cwt/n4nlNsBtOJBznfWlawmCcgiCurW64VXM67WQbCB2SNnWVSMJKHTfkxKTDX9slH&#10;epxCLWII+xwVNCH0uZS+asign9ueOHI36wyGCF0ttcNnDDedTJPkSxpsOTY02NO2oerndDcKcFyx&#10;vzqkw+JV39IsNWObGaWmn8P3GkSgIfyL/9x7HecvU/h9Jl4gyz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CvZLvwAAANwAAAAPAAAAAAAAAAAAAAAAAJgCAABkcnMvZG93bnJl&#10;di54bWxQSwUGAAAAAAQABAD1AAAAhAMAAAAA&#10;" fillcolor="#506329 [1638]" strokecolor="#94b64e [3046]">
                    <v:fill color2="#93b64c [3014]" rotate="t" angle="180" colors="0 #769535;52429f #9bc348;1 #9cc746" focus="100%" type="gradient">
                      <o:fill v:ext="view" type="gradientUnscaled"/>
                    </v:fill>
                    <v:shadow on="t" color="black" opacity="22937f" origin=",.5" offset="0,.63889mm"/>
                    <v:textbox>
                      <w:txbxContent>
                        <w:p w14:paraId="058B660D" w14:textId="77777777" w:rsidR="00C53268" w:rsidRDefault="00C53268" w:rsidP="00185DDC"/>
                      </w:txbxContent>
                    </v:textbox>
                  </v:roundrect>
                  <v:shape id="Picture 143" o:spid="_x0000_s1111" type="#_x0000_t75" style="position:absolute;left:832;top:645;width:1727;height:14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raYljIAAAA3AAAAA8AAABkcnMvZG93bnJldi54bWxEj0FLw0AQhe+C/2EZwZvdWEtTYrfFiiW9&#10;tGKigrchOyar2dmQ3bapv94tCN5meO9782a+HGwrDtR741jB7SgBQVw5bbhW8Fqub2YgfEDW2Dom&#10;BSfysFxcXswx0+7IL3QoQi1iCPsMFTQhdJmUvmrIoh+5jjhqn663GOLa11L3eIzhtpXjJJlKi4bj&#10;hQY7emyo+i72NtaY7dL0Lf/6MfnKvO+3HyU+P5VKXV8ND/cgAg3h3/xHb3TkJndwfiZOIBe/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Aq2mJYyAAAANwAAAAPAAAAAAAAAAAA&#10;AAAAAJ8CAABkcnMvZG93bnJldi54bWxQSwUGAAAAAAQABAD3AAAAlAMAAAAA&#10;">
                    <v:imagedata r:id="rId36" o:title=""/>
                    <v:path arrowok="t"/>
                  </v:shape>
                </v:group>
                <v:group id="Group 53" o:spid="_x0000_s1112" style="position:absolute;left:36854;top:24567;width:3365;height:5325" coordorigin="8021,23398" coordsize="3364,53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roundrect id="Rounded Rectangle 51" o:spid="_x0000_s1113" style="position:absolute;left:8021;top:23398;width:3364;height:532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nEwcEA&#10;AADbAAAADwAAAGRycy9kb3ducmV2LnhtbESPwWrDMBBE74X8g9hAb41sQ4vjWAkhUGiOTQu5LtZa&#10;NrFWRlISO19fFQo9DjPzhql3kx3EjXzoHSvIVxkI4sbpno2C76/3lxJEiMgaB8ekYKYAu+3iqcZK&#10;uzt/0u0UjUgQDhUq6GIcKylD05HFsHIjcfJa5y3GJL2R2uM9we0giyx7kxZ7TgsdjnToqLmcrlYB&#10;zmsOZ490zB+mLcrCzn1plXpeTvsNiEhT/A//tT+0gtccfr+kHyC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QJxMHBAAAA2wAAAA8AAAAAAAAAAAAAAAAAmAIAAGRycy9kb3du&#10;cmV2LnhtbFBLBQYAAAAABAAEAPUAAACGAwAAAAA=&#10;" fillcolor="#506329 [1638]" strokecolor="#94b64e [3046]">
                    <v:fill color2="#93b64c [3014]" rotate="t" angle="180" colors="0 #769535;52429f #9bc348;1 #9cc746" focus="100%" type="gradient">
                      <o:fill v:ext="view" type="gradientUnscaled"/>
                    </v:fill>
                    <v:shadow on="t" color="black" opacity="22937f" origin=",.5" offset="0,.63889mm"/>
                  </v:roundrect>
                  <v:shape id="Picture 47" o:spid="_x0000_s1114" type="#_x0000_t75" style="position:absolute;left:8854;top:24043;width:1727;height:14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lOqcrGAAAA2wAAAA8AAABkcnMvZG93bnJldi54bWxEj0FrwkAQhe+F/odlCt7qpkUaia5ii2Iv&#10;rWhU8DZkx2Tb7GzIrpr213cLgsfHm/e9eeNpZ2txptYbxwqe+gkI4sJpw6WCbb54HILwAVlj7ZgU&#10;/JCH6eT+boyZdhde03kTShEh7DNUUIXQZFL6oiKLvu8a4ugdXWsxRNmWUrd4iXBby+ckeZEWDceG&#10;Cht6q6j43pxsfGP4maa75devWb6a/enjkONqnivVe+hmIxCBunA7vqbftYJBCv9bIgDk5A8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iU6pysYAAADbAAAADwAAAAAAAAAAAAAA&#10;AACfAgAAZHJzL2Rvd25yZXYueG1sUEsFBgAAAAAEAAQA9wAAAJIDAAAAAA==&#10;">
                    <v:imagedata r:id="rId36" o:title=""/>
                    <v:path arrowok="t"/>
                  </v:shape>
                </v:group>
                <v:rect id="Rectangle 194" o:spid="_x0000_s1115" style="position:absolute;left:36124;top:12704;width:10798;height:71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" fillcolor="#a7bfde [1620]" strokecolor="#4579b8 [3044]">
                  <v:fill color2="#e4ecf5 [500]" rotate="t" angle="180" colors="0 #a3c4ff;22938f #bfd5ff;1 #e5eeff" focus="100%" type="gradient"/>
                  <v:shadow on="t" color="black" opacity="24903f" origin=",.5" offset="0,.55556mm"/>
                  <v:textbox>
                    <w:txbxContent>
                      <w:p w14:paraId="7CE56203" w14:textId="77777777" w:rsidR="00C53268" w:rsidRDefault="00C53268" w:rsidP="00F465D1">
                        <w:pPr>
                          <w:pStyle w:val="NormalWeb"/>
                          <w:spacing w:before="0" w:beforeAutospacing="0" w:after="120" w:afterAutospacing="0"/>
                          <w:jc w:val="center"/>
                        </w:pPr>
                        <w:r>
                          <w:rPr>
                            <w:rFonts w:ascii="Helvetica 45" w:eastAsia="Times New Roman" w:hAnsi="Helvetica 45"/>
                            <w:sz w:val="20"/>
                            <w:szCs w:val="20"/>
                            <w:lang w:val="et-EE"/>
                          </w:rPr>
                          <w:t>PC/SC</w:t>
                        </w:r>
                      </w:p>
                    </w:txbxContent>
                  </v:textbox>
                </v:rect>
                <v:rect id="Rectangle 195" o:spid="_x0000_s1116" style="position:absolute;left:20737;top:9497;width:8168;height:54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7f+KL8A&#10;AADcAAAADwAAAGRycy9kb3ducmV2LnhtbERPTYvCMBC9C/sfwix401RR2a2N4i4KelR38To0Yxva&#10;TEoTtf57Iwje5vE+J1t2thZXar1xrGA0TEAQ504bLhT8HTeDLxA+IGusHZOCO3lYLj56Gaba3XhP&#10;10MoRAxhn6KCMoQmldLnJVn0Q9cQR+7sWoshwraQusVbDLe1HCfJTFo0HBtKbOi3pLw6XKyCjT6Z&#10;2lcrV+z+f9bWTkIzNlqp/me3moMI1IW3+OXe6jj/ewrPZ+IFcvE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vt/4ovwAAANwAAAAPAAAAAAAAAAAAAAAAAJgCAABkcnMvZG93bnJl&#10;di54bWxQSwUGAAAAAAQABAD1AAAAhAMAAAAA&#10;" fillcolor="#fbcaa2 [1625]" strokecolor="#f68c36 [3049]">
                  <v:fill color2="#fdefe3 [505]" rotate="t" angle="180" colors="0 #ffbe86;22938f #ffd0aa;1 #ffebdb" focus="100%" type="gradient"/>
                  <v:shadow on="t" color="black" opacity="24903f" origin=",.5" offset="0,.55556mm"/>
                  <v:textbox>
                    <w:txbxContent>
                      <w:p w14:paraId="74EE2E83" w14:textId="77777777" w:rsidR="00C53268" w:rsidRPr="007A0311" w:rsidRDefault="00C53268" w:rsidP="007A0311">
                        <w:pPr>
                          <w:pStyle w:val="NormalWeb"/>
                          <w:spacing w:before="0" w:beforeAutospacing="0" w:after="120" w:afterAutospacing="0"/>
                          <w:jc w:val="center"/>
                          <w:rPr>
                            <w:u w:val="single"/>
                          </w:rPr>
                        </w:pPr>
                        <w:r w:rsidRPr="007A0311">
                          <w:rPr>
                            <w:rFonts w:ascii="Helvetica 45" w:eastAsia="Times New Roman" w:hAnsi="Helvetica 45"/>
                            <w:sz w:val="20"/>
                            <w:szCs w:val="20"/>
                            <w:u w:val="single"/>
                            <w:lang w:val="et-EE"/>
                          </w:rPr>
                          <w:t>OpenSC</w:t>
                        </w:r>
                      </w:p>
                    </w:txbxContent>
                  </v:textbox>
                </v:rect>
                <v:group id="Group 46131" o:spid="_x0000_s1117" style="position:absolute;left:2304;top:5632;width:11291;height:6289" coordorigin="5854,7015" coordsize="10795,68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00WWvMcAAADe&#10;AAAADwAAAAAAAAAAAAAAAACqAgAAZHJzL2Rvd25yZXYueG1sUEsFBgAAAAAEAAQA+gAAAJ4DAAAA&#10;AA==&#10;">
                  <v:rect id="Rectangle 207" o:spid="_x0000_s1118" style="position:absolute;left:5854;top:7015;width:10795;height:68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B5xsYA&#10;AADcAAAADwAAAGRycy9kb3ducmV2LnhtbESP3WrCQBSE7wXfYTlCb0Q3elEluooGhLZeFH8e4Jg9&#10;JsHs2ZDdxKRP3y0UvBxm5htmve1MKVqqXWFZwWwagSBOrS44U3C9HCZLEM4jaywtk4KeHGw3w8Ea&#10;Y22ffKL27DMRIOxiVJB7X8VSujQng25qK+Lg3W1t0AdZZ1LX+AxwU8p5FL1LgwWHhRwrSnJKH+fG&#10;KPj6bNpmX96PfbJPbj/9cjH+lkel3kbdbgXCU+df4f/2h1YwjxbwdyYc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bB5xsYAAADcAAAADwAAAAAAAAAAAAAAAACYAgAAZHJz&#10;L2Rvd25yZXYueG1sUEsFBgAAAAAEAAQA9QAAAIsDAAAAAA==&#10;" fillcolor="#215a69 [1640]" stroked="f">
                    <v:fill color2="#3da5c1 [3016]" rotate="t" angle="180" colors="0 #2787a0;52429f #36b1d2;1 #34b3d6" focus="100%" type="gradient">
                      <o:fill v:ext="view" type="gradientUnscaled"/>
                    </v:fill>
                    <v:shadow on="t" color="black" opacity="22937f" origin=",.5" offset="0,.63889mm"/>
                    <v:textbox>
                      <w:txbxContent>
                        <w:p w14:paraId="43D31BE0" w14:textId="77777777" w:rsidR="00C53268" w:rsidRPr="00E94128" w:rsidRDefault="00C53268" w:rsidP="00E94128">
                          <w:pPr>
                            <w:pStyle w:val="NormalWeb"/>
                            <w:spacing w:before="0" w:beforeAutospacing="0" w:after="120" w:afterAutospacing="0"/>
                            <w:jc w:val="center"/>
                            <w:rPr>
                              <w:u w:val="single"/>
                            </w:rPr>
                          </w:pPr>
                          <w:r>
                            <w:rPr>
                              <w:rFonts w:ascii="Helvetica 45" w:eastAsia="Times New Roman" w:hAnsi="Helvetica 45"/>
                              <w:sz w:val="20"/>
                              <w:szCs w:val="20"/>
                              <w:u w:val="single"/>
                              <w:lang w:val="et-EE"/>
                            </w:rPr>
                            <w:t>C</w:t>
                          </w:r>
                          <w:r w:rsidRPr="00E94128">
                            <w:rPr>
                              <w:rFonts w:ascii="Helvetica 45" w:eastAsia="Times New Roman" w:hAnsi="Helvetica 45"/>
                              <w:sz w:val="20"/>
                              <w:szCs w:val="20"/>
                              <w:u w:val="single"/>
                              <w:lang w:val="et-EE"/>
                            </w:rPr>
                            <w:t>DigiD</w:t>
                          </w:r>
                          <w:r w:rsidRPr="00985992">
                            <w:rPr>
                              <w:rFonts w:ascii="Helvetica 45" w:eastAsia="Times New Roman" w:hAnsi="Helvetica 45"/>
                              <w:sz w:val="20"/>
                              <w:szCs w:val="20"/>
                              <w:lang w:val="et-EE"/>
                            </w:rPr>
                            <w:t>o</w:t>
                          </w:r>
                          <w:r w:rsidRPr="00E94128">
                            <w:rPr>
                              <w:rFonts w:ascii="Helvetica 45" w:eastAsia="Times New Roman" w:hAnsi="Helvetica 45"/>
                              <w:sz w:val="20"/>
                              <w:szCs w:val="20"/>
                              <w:u w:val="single"/>
                              <w:lang w:val="et-EE"/>
                            </w:rPr>
                            <w:t>c</w:t>
                          </w:r>
                        </w:p>
                      </w:txbxContent>
                    </v:textbox>
                  </v:rect>
                  <v:group id="Group 197" o:spid="_x0000_s1119" style="position:absolute;left:13872;top:7596;width:2259;height:2544" coordorigin="" coordsize="5693,62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CeXr8QAAADcAAAADwAAAGRycy9kb3ducmV2LnhtbERPS2vCQBC+F/wPywi9&#10;1U0srRqziogtPYjgA8TbkJ08MDsbstsk/vtuodDbfHzPSdeDqUVHrassK4gnEQjizOqKCwWX88fL&#10;HITzyBpry6TgQQ7Wq9FTiom2PR+pO/lChBB2CSoovW8SKV1WkkE3sQ1x4HLbGvQBtoXULfYh3NRy&#10;GkXv0mDFoaHEhrYlZffTt1Hw2WO/eY133f6ebx+389vhuo9JqefxsFmC8DT4f/Gf+0uH+YsZ/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CeXr8QAAADcAAAA&#10;DwAAAAAAAAAAAAAAAACqAgAAZHJzL2Rvd25yZXYueG1sUEsFBgAAAAAEAAQA+gAAAJsDAAAAAA==&#10;">
                    <v:rect id="Rectangle 198" o:spid="_x0000_s1120" style="position:absolute;left:1035;width:4658;height:62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AZT8cA&#10;AADcAAAADwAAAGRycy9kb3ducmV2LnhtbESPQU/CQBCF7yT+h82YeDGy1QNiZSHSxETgQER/wNgd&#10;2sbubNPdlpZfzxxIuM3kvXnvm8VqcLXqqQ2VZwPP0wQUce5txYWB35/PpzmoEJEt1p7JwEgBVsu7&#10;yQJT60/8Tf0hFkpCOKRooIyxSbUOeUkOw9Q3xKIdfeswytoW2rZ4knBX65ckmWmHFUtDiQ1lJeX/&#10;h84Z2G66vlvXx92YrbO/8zh/fdzrnTEP98PHO6hIQ7yZr9dfVvDfhFaekQn08g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MAGU/HAAAA3AAAAA8AAAAAAAAAAAAAAAAAmAIAAGRy&#10;cy9kb3ducmV2LnhtbFBLBQYAAAAABAAEAPUAAACMAwAAAAA=&#10;" fillcolor="#215a69 [1640]" stroked="f">
                      <v:fill color2="#3da5c1 [3016]" rotate="t" angle="180" colors="0 #2787a0;52429f #36b1d2;1 #34b3d6" focus="100%" type="gradient">
                        <o:fill v:ext="view" type="gradientUnscaled"/>
                      </v:fill>
                      <v:shadow on="t" color="black" opacity="22937f" origin=",.5" offset="0,.63889mm"/>
                      <v:textbox>
                        <w:txbxContent>
                          <w:p w14:paraId="1DABB6DD" w14:textId="77777777" w:rsidR="00C53268" w:rsidRDefault="00C53268" w:rsidP="00E94128">
                            <w:pPr>
                              <w:pStyle w:val="NormalWeb"/>
                              <w:spacing w:before="0" w:beforeAutospacing="0" w:after="120" w:afterAutospacing="0"/>
                              <w:jc w:val="both"/>
                            </w:pPr>
                            <w:r>
                              <w:rPr>
                                <w:rFonts w:ascii="Helvetica 45" w:eastAsia="Times New Roman" w:hAnsi="Helvetica 45"/>
                                <w:sz w:val="20"/>
                                <w:szCs w:val="20"/>
                                <w:lang w:val="et-EE"/>
                              </w:rPr>
                              <w:t> </w:t>
                            </w:r>
                          </w:p>
                        </w:txbxContent>
                      </v:textbox>
                    </v:rect>
                    <v:group id="Group 199" o:spid="_x0000_s1121" style="position:absolute;top:1035;width:2313;height:4223" coordorigin=",1035" coordsize="2313,42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vSmRsQAAADcAAAA&#10;DwAAAAAAAAAAAAAAAACqAgAAZHJzL2Rvd25yZXYueG1sUEsFBgAAAAAEAAQA+gAAAJsDAAAAAA==&#10;">
                      <v:rect id="Rectangle 200" o:spid="_x0000_s1122" style="position:absolute;top:1035;width:2313;height:15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nhssUA&#10;AADcAAAADwAAAGRycy9kb3ducmV2LnhtbESP3WrCQBSE7wXfYTlCb0Q3etFKdBUNCLZeFH8e4Jg9&#10;JsHs2ZDdxKRP3y0UvBxm5htmtelMKVqqXWFZwWwagSBOrS44U3C97CcLEM4jaywtk4KeHGzWw8EK&#10;Y22ffKL27DMRIOxiVJB7X8VSujQng25qK+Lg3W1t0AdZZ1LX+AxwU8p5FL1LgwWHhRwrSnJKH+fG&#10;KPj6bNpmV96PfbJLbj/94mP8LY9KvY267RKEp86/wv/tg1YQiPB3JhwBuf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eGyxQAAANwAAAAPAAAAAAAAAAAAAAAAAJgCAABkcnMv&#10;ZG93bnJldi54bWxQSwUGAAAAAAQABAD1AAAAigMAAAAA&#10;" fillcolor="#215a69 [1640]" stroked="f">
                        <v:fill color2="#3da5c1 [3016]" rotate="t" angle="180" colors="0 #2787a0;52429f #36b1d2;1 #34b3d6" focus="100%" type="gradient">
                          <o:fill v:ext="view" type="gradientUnscaled"/>
                        </v:fill>
                        <v:shadow on="t" color="black" opacity="22937f" origin=",.5" offset="0,.63889mm"/>
                        <v:textbox>
                          <w:txbxContent>
                            <w:p w14:paraId="267FF56C" w14:textId="77777777" w:rsidR="00C53268" w:rsidRDefault="00C53268" w:rsidP="00E94128">
                              <w:pPr>
                                <w:pStyle w:val="NormalWeb"/>
                                <w:spacing w:before="0" w:beforeAutospacing="0" w:after="120" w:afterAutospacing="0"/>
                                <w:jc w:val="both"/>
                              </w:pPr>
                              <w:r>
                                <w:rPr>
                                  <w:rFonts w:ascii="Helvetica 45" w:eastAsia="Times New Roman" w:hAnsi="Helvetica 45"/>
                                  <w:sz w:val="20"/>
                                  <w:szCs w:val="20"/>
                                  <w:lang w:val="et-EE"/>
                                </w:rPr>
                                <w:t> </w:t>
                              </w:r>
                            </w:p>
                          </w:txbxContent>
                        </v:textbox>
                      </v:rect>
                      <v:rect id="Rectangle 201" o:spid="_x0000_s1123" style="position:absolute;top:3709;width:2311;height:15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VEKcYA&#10;AADcAAAADwAAAGRycy9kb3ducmV2LnhtbESP3WrCQBSE7wu+w3KE3hTd6EUr0VU0IFi9KP48wDF7&#10;TILZsyG7iYlP3y0UvBxm5htmsepMKVqqXWFZwWQcgSBOrS44U3A5b0czEM4jaywtk4KeHKyWg7cF&#10;xto++EjtyWciQNjFqCD3voqldGlOBt3YVsTBu9naoA+yzqSu8RHgppTTKPqUBgsOCzlWlOSU3k+N&#10;UbD/btpmU94OfbJJrs9+9vXxIw9KvQ+79RyEp86/wv/tnVYwjSbwdyYcAbn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RVEKcYAAADcAAAADwAAAAAAAAAAAAAAAACYAgAAZHJz&#10;L2Rvd25yZXYueG1sUEsFBgAAAAAEAAQA9QAAAIsDAAAAAA==&#10;" fillcolor="#215a69 [1640]" stroked="f">
                        <v:fill color2="#3da5c1 [3016]" rotate="t" angle="180" colors="0 #2787a0;52429f #36b1d2;1 #34b3d6" focus="100%" type="gradient">
                          <o:fill v:ext="view" type="gradientUnscaled"/>
                        </v:fill>
                        <v:shadow on="t" color="black" opacity="22937f" origin=",.5" offset="0,.63889mm"/>
                        <v:textbox>
                          <w:txbxContent>
                            <w:p w14:paraId="3F7E6144" w14:textId="77777777" w:rsidR="00C53268" w:rsidRDefault="00C53268" w:rsidP="00E94128">
                              <w:pPr>
                                <w:pStyle w:val="NormalWeb"/>
                                <w:spacing w:before="0" w:beforeAutospacing="0" w:after="120" w:afterAutospacing="0"/>
                                <w:jc w:val="both"/>
                              </w:pPr>
                              <w:r>
                                <w:rPr>
                                  <w:rFonts w:ascii="Helvetica 45" w:eastAsia="Times New Roman" w:hAnsi="Helvetica 45"/>
                                  <w:sz w:val="20"/>
                                  <w:szCs w:val="20"/>
                                  <w:lang w:val="et-EE"/>
                                </w:rPr>
                                <w:t> </w:t>
                              </w:r>
                            </w:p>
                          </w:txbxContent>
                        </v:textbox>
                      </v:rect>
                    </v:group>
                  </v:group>
                </v:group>
                <v:group id="Group 22" o:spid="_x0000_s1124" style="position:absolute;left:19905;top:12705;width:9697;height:4509" coordorigin="32658,11699" coordsize="9697,45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rect id="Rectangle 196" o:spid="_x0000_s1125" style="position:absolute;left:32658;top:11699;width:9697;height:45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vnJ8EA&#10;AADcAAAADwAAAGRycy9kb3ducmV2LnhtbERPTYvCMBC9C/sfwgh707QeRKtRRBBkL8tWPXgbmrEt&#10;NpNuEm13f70RBG/zeJ+zXPemEXdyvrasIB0nIIgLq2suFRwPu9EMhA/IGhvLpOCPPKxXH4MlZtp2&#10;/EP3PJQihrDPUEEVQptJ6YuKDPqxbYkjd7HOYIjQlVI77GK4aeQkSabSYM2xocKWthUV1/xmFHzX&#10;53yX/neOuq/zracTpqR/lfoc9psFiEB9eItf7r2O8+dTeD4TL5Cr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b5yfBAAAA3AAAAA8AAAAAAAAAAAAAAAAAmAIAAGRycy9kb3du&#10;cmV2LnhtbFBLBQYAAAAABAAEAPUAAACGAwAAAAA=&#10;" fillcolor="#9a4906 [1641]" stroked="f">
                    <v:fill color2="#f68a32 [3017]" rotate="t" angle="180" colors="0 #cb6c1d;52429f #ff8f2a;1 #ff8f26" focus="100%" type="gradient">
                      <o:fill v:ext="view" type="gradientUnscaled"/>
                    </v:fill>
                    <v:shadow on="t" color="black" opacity="22937f" origin=",.5" offset="0,.63889mm"/>
                    <v:textbox inset=".3mm">
                      <w:txbxContent>
                        <w:p w14:paraId="65D62587" w14:textId="77777777" w:rsidR="00C53268" w:rsidRPr="0098786A" w:rsidRDefault="00C53268" w:rsidP="0098786A">
                          <w:pPr>
                            <w:pStyle w:val="NormalWeb"/>
                            <w:spacing w:before="0" w:beforeAutospacing="0" w:after="120" w:afterAutospacing="0"/>
                            <w:jc w:val="center"/>
                            <w:rPr>
                              <w:rFonts w:ascii="Helvetica 45" w:eastAsia="Times New Roman" w:hAnsi="Helvetica 45"/>
                              <w:sz w:val="18"/>
                              <w:szCs w:val="18"/>
                              <w:lang w:val="et-EE"/>
                            </w:rPr>
                          </w:pPr>
                          <w:r w:rsidRPr="007A0311">
                            <w:rPr>
                              <w:rFonts w:ascii="Helvetica 45" w:eastAsia="Times New Roman" w:hAnsi="Helvetica 45"/>
                              <w:sz w:val="18"/>
                              <w:szCs w:val="18"/>
                              <w:lang w:val="et-EE"/>
                            </w:rPr>
                            <w:t>PKCS#11</w:t>
                          </w:r>
                        </w:p>
                      </w:txbxContent>
                    </v:textbox>
                  </v:rect>
                  <v:group id="Group 209" o:spid="_x0000_s1126" style="position:absolute;left:39817;top:12520;width:1844;height:2311" coordsize="5693,62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dtSvcYAAADcAAAADwAAAGRycy9kb3ducmV2LnhtbESPT2vCQBTE7wW/w/KE&#10;3uomkRabuoqIlh6kYCKU3h7ZZxLMvg3ZNX++fbdQ6HGYmd8w6+1oGtFT52rLCuJFBIK4sLrmUsEl&#10;Pz6tQDiPrLGxTAomcrDdzB7WmGo78Jn6zJciQNilqKDyvk2ldEVFBt3CtsTBu9rOoA+yK6XucAhw&#10;08gkil6kwZrDQoUt7SsqbtndKHgfcNgt40N/ul3303f+/Pl1ikmpx/m4ewPhafT/4b/2h1aQRK/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B21K9xgAAANwA&#10;AAAPAAAAAAAAAAAAAAAAAKoCAABkcnMvZG93bnJldi54bWxQSwUGAAAAAAQABAD6AAAAnQMAAAAA&#10;">
                    <v:rect id="Rectangle 210" o:spid="_x0000_s1127" style="position:absolute;left:1035;width:4658;height:62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Rv70A&#10;AADcAAAADwAAAGRycy9kb3ducmV2LnhtbERPyQrCMBC9C/5DGMGbpi6IVKOoIHp1xePQjG21mZQm&#10;avXrzUHw+Hj7dF6bQjypcrllBb1uBII4sTrnVMHxsO6MQTiPrLGwTAre5GA+azamGGv74h099z4V&#10;IYRdjAoy78tYSpdkZNB1bUkcuKutDPoAq1TqCl8h3BSyH0UjaTDn0JBhSauMkvv+YRQs09PnPNC8&#10;s4PzsL5c8bPJzU2pdqteTEB4qv1f/HNvtYJ+L8wPZ8IRkLMv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9N/Rv70AAADcAAAADwAAAAAAAAAAAAAAAACYAgAAZHJzL2Rvd25yZXYu&#10;eG1sUEsFBgAAAAAEAAQA9QAAAIIDAAAAAA==&#10;" fillcolor="#9a4906 [1641]" stroked="f">
                      <v:fill color2="#f68a32 [3017]" rotate="t" angle="180" colors="0 #cb6c1d;52429f #ff8f2a;1 #ff8f26" focus="100%" type="gradient">
                        <o:fill v:ext="view" type="gradientUnscaled"/>
                      </v:fill>
                      <v:shadow on="t" color="black" opacity="22937f" origin=",.5" offset="0,.63889mm"/>
                      <v:textbox>
                        <w:txbxContent>
                          <w:p w14:paraId="0A766B91" w14:textId="77777777" w:rsidR="00C53268" w:rsidRDefault="00C53268" w:rsidP="00F465D1">
                            <w:pPr>
                              <w:pStyle w:val="NormalWeb"/>
                              <w:spacing w:before="0" w:beforeAutospacing="0" w:after="120" w:afterAutospacing="0"/>
                              <w:jc w:val="both"/>
                            </w:pPr>
                            <w:r>
                              <w:rPr>
                                <w:rFonts w:ascii="Helvetica 45" w:eastAsia="Times New Roman" w:hAnsi="Helvetica 45"/>
                                <w:sz w:val="20"/>
                                <w:szCs w:val="20"/>
                                <w:lang w:val="et-EE"/>
                              </w:rPr>
                              <w:t> </w:t>
                            </w:r>
                          </w:p>
                        </w:txbxContent>
                      </v:textbox>
                    </v:rect>
                    <v:group id="Group 211" o:spid="_x0000_s1128" style="position:absolute;top:1035;width:2313;height:4223" coordorigin=",1035" coordsize="2313,42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nTIZsQAAADcAAAA&#10;DwAAAAAAAAAAAAAAAACqAgAAZHJzL2Rvd25yZXYueG1sUEsFBgAAAAAEAAQA+gAAAJsDAAAAAA==&#10;">
                      <v:rect id="Rectangle 212" o:spid="_x0000_s1129" style="position:absolute;top:1035;width:2313;height:15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HqU8EA&#10;AADcAAAADwAAAGRycy9kb3ducmV2LnhtbESPQYvCMBSE74L/ITzBm6ZWEalGUUHWq66Kx0fzbKvN&#10;S2myWv31RljwOMzMN8xs0ZhS3Kl2hWUFg34Egji1uuBMweF305uAcB5ZY2mZFDzJwWLebs0w0fbB&#10;O7rvfSYChF2CCnLvq0RKl+Zk0PVtRRy8i60N+iDrTOoaHwFuShlH0VgaLDgs5FjROqf0tv8zClbZ&#10;8XUaat7Z4WnUnC/4+inMValup1lOQXhq/Df8395qBfEghs+ZcATk/A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tB6lPBAAAA3AAAAA8AAAAAAAAAAAAAAAAAmAIAAGRycy9kb3du&#10;cmV2LnhtbFBLBQYAAAAABAAEAPUAAACGAwAAAAA=&#10;" fillcolor="#9a4906 [1641]" stroked="f">
                        <v:fill color2="#f68a32 [3017]" rotate="t" angle="180" colors="0 #cb6c1d;52429f #ff8f2a;1 #ff8f26" focus="100%" type="gradient">
                          <o:fill v:ext="view" type="gradientUnscaled"/>
                        </v:fill>
                        <v:shadow on="t" color="black" opacity="22937f" origin=",.5" offset="0,.63889mm"/>
                        <v:textbox>
                          <w:txbxContent>
                            <w:p w14:paraId="0E03CA45" w14:textId="77777777" w:rsidR="00C53268" w:rsidRDefault="00C53268" w:rsidP="00F465D1">
                              <w:pPr>
                                <w:pStyle w:val="NormalWeb"/>
                                <w:spacing w:before="0" w:beforeAutospacing="0" w:after="120" w:afterAutospacing="0"/>
                                <w:jc w:val="both"/>
                              </w:pPr>
                              <w:r>
                                <w:rPr>
                                  <w:rFonts w:ascii="Helvetica 45" w:eastAsia="Times New Roman" w:hAnsi="Helvetica 45"/>
                                  <w:sz w:val="20"/>
                                  <w:szCs w:val="20"/>
                                  <w:lang w:val="et-EE"/>
                                </w:rPr>
                                <w:t> </w:t>
                              </w:r>
                            </w:p>
                          </w:txbxContent>
                        </v:textbox>
                      </v:rect>
                      <v:rect id="Rectangle 213" o:spid="_x0000_s1130" style="position:absolute;top:3709;width:2311;height:15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1PyMMA&#10;AADcAAAADwAAAGRycy9kb3ducmV2LnhtbESPT4vCMBTE74LfITxhb5pqF5HaKLqwuFddFY+P5vWP&#10;Ni+lidr10xthweMwM79h0mVnanGj1lWWFYxHEQjizOqKCwX73+/hDITzyBpry6TgjxwsF/1eiom2&#10;d97SbecLESDsElRQet8kUrqsJINuZBvi4OW2NeiDbAupW7wHuKnlJIqm0mDFYaHEhr5Kyi67q1Gw&#10;Lg6PY6x5a+PjZ3fK8bGpzFmpj0G3moPw1Pl3+L/9oxVMxjG8zoQjIB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A1PyMMAAADcAAAADwAAAAAAAAAAAAAAAACYAgAAZHJzL2Rv&#10;d25yZXYueG1sUEsFBgAAAAAEAAQA9QAAAIgDAAAAAA==&#10;" fillcolor="#9a4906 [1641]" stroked="f">
                        <v:fill color2="#f68a32 [3017]" rotate="t" angle="180" colors="0 #cb6c1d;52429f #ff8f2a;1 #ff8f26" focus="100%" type="gradient">
                          <o:fill v:ext="view" type="gradientUnscaled"/>
                        </v:fill>
                        <v:shadow on="t" color="black" opacity="22937f" origin=",.5" offset="0,.63889mm"/>
                        <v:textbox>
                          <w:txbxContent>
                            <w:p w14:paraId="646ABBE3" w14:textId="77777777" w:rsidR="00C53268" w:rsidRDefault="00C53268" w:rsidP="00F465D1">
                              <w:pPr>
                                <w:pStyle w:val="NormalWeb"/>
                                <w:spacing w:before="0" w:beforeAutospacing="0" w:after="120" w:afterAutospacing="0"/>
                                <w:jc w:val="both"/>
                              </w:pPr>
                              <w:r>
                                <w:rPr>
                                  <w:rFonts w:ascii="Helvetica 45" w:eastAsia="Times New Roman" w:hAnsi="Helvetica 45"/>
                                  <w:sz w:val="20"/>
                                  <w:szCs w:val="20"/>
                                  <w:lang w:val="et-EE"/>
                                </w:rPr>
                                <w:t> </w:t>
                              </w:r>
                            </w:p>
                          </w:txbxContent>
                        </v:textbox>
                      </v:rect>
                    </v:group>
                  </v:group>
                </v:group>
                <v:group id="Group 21" o:spid="_x0000_s1131" style="position:absolute;left:41945;top:16916;width:5728;height:8737" coordorigin="46462,19785" coordsize="5727,87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rect id="Rectangle 175" o:spid="_x0000_s1132" style="position:absolute;left:46462;top:25835;width:5618;height:26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uYCsMA&#10;AADcAAAADwAAAGRycy9kb3ducmV2LnhtbERP22oCMRB9L/gPYQRfimYVuspqFC9taR8Ebx8wbMbN&#10;4mayJKlu/74pFPo2h3OdxaqzjbiTD7VjBeNRBoK4dLrmSsHl/DacgQgRWWPjmBR8U4DVsve0wEK7&#10;Bx/pfoqVSCEcClRgYmwLKUNpyGIYuZY4cVfnLcYEfSW1x0cKt42cZFkuLdacGgy2tDVU3k5fVsEu&#10;P9xs/j7db569OR/xc1zvXxulBv1uPQcRqYv/4j/3h07zpy/w+0y6QC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SuYCsMAAADcAAAADwAAAAAAAAAAAAAAAACYAgAAZHJzL2Rv&#10;d25yZXYueG1sUEsFBgAAAAAEAAQA9QAAAIgDAAAAAA==&#10;" fillcolor="#254163 [1636]" stroked="f">
                    <v:fill color2="#4477b6 [3012]" rotate="t" angle="180" colors="0 #2c5d98;52429f #3c7bc7;1 #3a7ccb" focus="100%" type="gradient">
                      <o:fill v:ext="view" type="gradientUnscaled"/>
                    </v:fill>
                    <v:shadow on="t" color="black" opacity="22937f" origin=",.5" offset="0,.63889mm"/>
                    <v:textbox>
                      <w:txbxContent>
                        <w:p w14:paraId="1A08AE56" w14:textId="77777777" w:rsidR="00C53268" w:rsidRDefault="00C53268" w:rsidP="00B84D63">
                          <w:pPr>
                            <w:pStyle w:val="NormalWeb"/>
                            <w:spacing w:before="0" w:beforeAutospacing="0" w:after="120" w:afterAutospacing="0"/>
                            <w:jc w:val="center"/>
                          </w:pPr>
                          <w:r>
                            <w:rPr>
                              <w:rFonts w:ascii="Helvetica 45" w:eastAsia="Times New Roman" w:hAnsi="Helvetica 45"/>
                              <w:sz w:val="16"/>
                              <w:szCs w:val="16"/>
                              <w:lang w:val="et-EE"/>
                            </w:rPr>
                            <w:t>Reader</w:t>
                          </w:r>
                        </w:p>
                      </w:txbxContent>
                    </v:textbox>
                  </v:rect>
                  <v:rect id="Rectangle 193" o:spid="_x0000_s1133" style="position:absolute;left:46471;top:19785;width:5718;height:46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JDH8QA&#10;AADcAAAADwAAAGRycy9kb3ducmV2LnhtbERP22oCMRB9F/yHMEJfSs1qYVu3RmltFX0Q6uUDhs10&#10;s7iZLEmq2783QsG3OZzrTOedbcSZfKgdKxgNMxDEpdM1VwqOh+XTK4gQkTU2jknBHwWYz/q9KRba&#10;XXhH532sRArhUKACE2NbSBlKQxbD0LXEiftx3mJM0FdSe7ykcNvIcZbl0mLNqcFgSwtD5Wn/axV8&#10;5t8nm69eth+P3hx2uBnV269GqYdB9/4GIlIX7+J/91qn+ZNnuD2TLpC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CQx/EAAAA3AAAAA8AAAAAAAAAAAAAAAAAmAIAAGRycy9k&#10;b3ducmV2LnhtbFBLBQYAAAAABAAEAPUAAACJAwAAAAA=&#10;" fillcolor="#254163 [1636]" stroked="f">
                    <v:fill color2="#4477b6 [3012]" rotate="t" angle="180" colors="0 #2c5d98;52429f #3c7bc7;1 #3a7ccb" focus="100%" type="gradient">
                      <o:fill v:ext="view" type="gradientUnscaled"/>
                    </v:fill>
                    <v:shadow on="t" color="black" opacity="22937f" origin=",.5" offset="0,.63889mm"/>
                    <v:textbox>
                      <w:txbxContent>
                        <w:p w14:paraId="6DA4E1FE" w14:textId="77777777" w:rsidR="00C53268" w:rsidRDefault="00C53268" w:rsidP="00E94128">
                          <w:pPr>
                            <w:pStyle w:val="NormalWeb"/>
                            <w:spacing w:before="0" w:beforeAutospacing="0" w:after="120" w:afterAutospacing="0"/>
                            <w:jc w:val="both"/>
                          </w:pPr>
                          <w:r w:rsidRPr="00F465D1">
                            <w:rPr>
                              <w:rFonts w:ascii="Helvetica 45" w:eastAsia="Times New Roman" w:hAnsi="Helvetica 45"/>
                              <w:sz w:val="16"/>
                              <w:szCs w:val="16"/>
                              <w:lang w:val="et-EE"/>
                            </w:rPr>
                            <w:t>CCID</w:t>
                          </w:r>
                          <w:r>
                            <w:rPr>
                              <w:rFonts w:ascii="Helvetica 45" w:eastAsia="Times New Roman" w:hAnsi="Helvetica 45"/>
                              <w:sz w:val="20"/>
                              <w:szCs w:val="20"/>
                              <w:lang w:val="et-EE"/>
                            </w:rPr>
                            <w:t> </w:t>
                          </w:r>
                        </w:p>
                      </w:txbxContent>
                    </v:textbox>
                  </v:rect>
                </v:group>
                <v:rect id="Rectangle 46122" o:spid="_x0000_s1134" style="position:absolute;left:35165;top:22917;width:5889;height:28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EfM8YA&#10;AADeAAAADwAAAGRycy9kb3ducmV2LnhtbESPzWrDMBCE74W+g9hCLyGRbYIbnCih/7SHQP4eYLE2&#10;lom1MpKaOG9fFQI9DjPzDbNYDbYTZ/Khdawgn2QgiGunW24UHPYf4xmIEJE1do5JwZUCrJb3dwus&#10;tLvwls672IgE4VChAhNjX0kZakMWw8T1xMk7Om8xJukbqT1eEtx2ssiyUlpsOS0Y7OnVUH3a/VgF&#10;b+XmZMvPp/XLyJv9Fr/zdv3eKfX4MDzPQUQa4n/41v7SCqZlXhTwdyddAbn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SEfM8YAAADeAAAADwAAAAAAAAAAAAAAAACYAgAAZHJz&#10;L2Rvd25yZXYueG1sUEsFBgAAAAAEAAQA9QAAAIsDAAAAAA==&#10;" fillcolor="#254163 [1636]" stroked="f">
                  <v:fill color2="#4477b6 [3012]" rotate="t" angle="180" colors="0 #2c5d98;52429f #3c7bc7;1 #3a7ccb" focus="100%" type="gradient">
                    <o:fill v:ext="view" type="gradientUnscaled"/>
                  </v:fill>
                  <v:shadow on="t" color="black" opacity="22937f" origin=",.5" offset="0,.63889mm"/>
                  <v:textbox>
                    <w:txbxContent>
                      <w:p w14:paraId="3E86EB1F" w14:textId="77777777" w:rsidR="00C53268" w:rsidRPr="00B84D63" w:rsidRDefault="00C53268" w:rsidP="00B84D63">
                        <w:pPr>
                          <w:jc w:val="center"/>
                          <w:rPr>
                            <w:sz w:val="16"/>
                            <w:szCs w:val="16"/>
                          </w:rPr>
                        </w:pPr>
                        <w:r w:rsidRPr="00B84D63">
                          <w:rPr>
                            <w:sz w:val="16"/>
                            <w:szCs w:val="16"/>
                          </w:rPr>
                          <w:t>Reader</w:t>
                        </w:r>
                      </w:p>
                    </w:txbxContent>
                  </v:textbox>
                </v:rect>
                <v:rect id="Rectangle 174" o:spid="_x0000_s1135" style="position:absolute;left:34743;top:16950;width:6926;height:46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c9kcMA&#10;AADcAAAADwAAAGRycy9kb3ducmV2LnhtbERP22oCMRB9L/gPYQRfimaVsspqFC9taR8Ebx8wbMbN&#10;4mayJKlu/74pFPo2h3OdxaqzjbiTD7VjBeNRBoK4dLrmSsHl/DacgQgRWWPjmBR8U4DVsve0wEK7&#10;Bx/pfoqVSCEcClRgYmwLKUNpyGIYuZY4cVfnLcYEfSW1x0cKt42cZFkuLdacGgy2tDVU3k5fVsEu&#10;P9xs/j7db569OR/xc1zvXxulBv1uPQcRqYv/4j/3h07zpy/w+0y6QC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mc9kcMAAADcAAAADwAAAAAAAAAAAAAAAACYAgAAZHJzL2Rv&#10;d25yZXYueG1sUEsFBgAAAAAEAAQA9QAAAIgDAAAAAA==&#10;" fillcolor="#254163 [1636]" stroked="f">
                  <v:fill color2="#4477b6 [3012]" rotate="t" angle="180" colors="0 #2c5d98;52429f #3c7bc7;1 #3a7ccb" focus="100%" type="gradient">
                    <o:fill v:ext="view" type="gradientUnscaled"/>
                  </v:fill>
                  <v:shadow on="t" color="black" opacity="22937f" origin=",.5" offset="0,.63889mm"/>
                  <v:textbox>
                    <w:txbxContent>
                      <w:p w14:paraId="1290B32A" w14:textId="77777777" w:rsidR="00C53268" w:rsidRPr="00F465D1" w:rsidRDefault="00C53268" w:rsidP="00B84D63">
                        <w:pPr>
                          <w:rPr>
                            <w:sz w:val="16"/>
                            <w:szCs w:val="16"/>
                          </w:rPr>
                        </w:pPr>
                        <w:r w:rsidRPr="00F465D1">
                          <w:rPr>
                            <w:sz w:val="16"/>
                            <w:szCs w:val="16"/>
                          </w:rPr>
                          <w:t>IFD Handler</w:t>
                        </w:r>
                      </w:p>
                    </w:txbxContent>
                  </v:textbox>
                </v:rect>
                <v:group id="Group 11" o:spid="_x0000_s1136" style="position:absolute;left:39628;top:17297;width:1616;height:1719" coordorigin="24479,19798" coordsize="1616,17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rect id="Rectangle 230" o:spid="_x0000_s1137" style="position:absolute;left:24682;top:19798;width:1413;height:17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PjLsIA&#10;AADcAAAADwAAAGRycy9kb3ducmV2LnhtbERPy2oCMRTdF/yHcAvdlJpRYSyjUdRWqQvB1wdcJreT&#10;wcnNkKQ6/r1ZCF0ezns672wjruRD7VjBoJ+BIC6drrlScD6tPz5BhIissXFMCu4UYD7rvUyx0O7G&#10;B7oeYyVSCIcCFZgY20LKUBqyGPquJU7cr/MWY4K+ktrjLYXbRg6zLJcWa04NBltaGSovxz+r4Cvf&#10;X2y+Ge+W796cDrgd1LvvRqm3124xARGpi//ip/tHKxiO0vx0Jh0BO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E+MuwgAAANwAAAAPAAAAAAAAAAAAAAAAAJgCAABkcnMvZG93&#10;bnJldi54bWxQSwUGAAAAAAQABAD1AAAAhwMAAAAA&#10;" fillcolor="#254163 [1636]" stroked="f">
                    <v:fill color2="#4477b6 [3012]" rotate="t" angle="180" colors="0 #2c5d98;52429f #3c7bc7;1 #3a7ccb" focus="100%" type="gradient">
                      <o:fill v:ext="view" type="gradientUnscaled"/>
                    </v:fill>
                    <v:shadow on="t" color="black" opacity="22937f" origin=",.5" offset="0,.63889mm"/>
                    <v:textbox>
                      <w:txbxContent>
                        <w:p w14:paraId="35E601B9" w14:textId="77777777" w:rsidR="00C53268" w:rsidRDefault="00C53268" w:rsidP="0098786A">
                          <w:pPr>
                            <w:pStyle w:val="NormalWeb"/>
                            <w:spacing w:before="0" w:beforeAutospacing="0" w:after="120" w:afterAutospacing="0"/>
                            <w:jc w:val="both"/>
                          </w:pPr>
                          <w:r>
                            <w:rPr>
                              <w:rFonts w:ascii="Helvetica 45" w:eastAsia="Times New Roman" w:hAnsi="Helvetica 45"/>
                              <w:sz w:val="20"/>
                              <w:szCs w:val="20"/>
                              <w:lang w:val="et-EE"/>
                            </w:rPr>
                            <w:t> </w:t>
                          </w:r>
                        </w:p>
                      </w:txbxContent>
                    </v:textbox>
                  </v:rect>
                  <v:group id="Group 231" o:spid="_x0000_s1138" style="position:absolute;left:24479;top:20179;width:762;height:1065" coordorigin="-42562,12936" coordsize="2314,389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cGUBsQAAADcAAAA&#10;DwAAAAAAAAAAAAAAAACqAgAAZHJzL2Rvd25yZXYueG1sUEsFBgAAAAAEAAQA+gAAAJsDAAAAAA==&#10;">
                    <v:rect id="Rectangle 232" o:spid="_x0000_s1139" style="position:absolute;left:-42561;top:12936;width:2313;height:15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3YwsYA&#10;AADcAAAADwAAAGRycy9kb3ducmV2LnhtbESPzWrDMBCE74W8g9hALqWR44Ib3CghP21oD4H89AEW&#10;a2uZWCsjKYn79lGh0OMwM98ws0VvW3ElHxrHCibjDARx5XTDtYKv0/vTFESIyBpbx6TghwIs5oOH&#10;GZba3fhA12OsRYJwKFGBibErpQyVIYth7Dri5H07bzEm6WupPd4S3LYyz7JCWmw4LRjsaG2oOh8v&#10;VsGm2J9tsX3ZrR69OR3wc9Ls3lqlRsN++QoiUh//w3/tD60gf87h90w6AnJ+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43YwsYAAADcAAAADwAAAAAAAAAAAAAAAACYAgAAZHJz&#10;L2Rvd25yZXYueG1sUEsFBgAAAAAEAAQA9QAAAIsDAAAAAA==&#10;" fillcolor="#254163 [1636]" stroked="f">
                      <v:fill color2="#4477b6 [3012]" rotate="t" angle="180" colors="0 #2c5d98;52429f #3c7bc7;1 #3a7ccb" focus="100%" type="gradient">
                        <o:fill v:ext="view" type="gradientUnscaled"/>
                      </v:fill>
                      <v:shadow on="t" color="black" opacity="22937f" origin=",.5" offset="0,.63889mm"/>
                      <v:textbox>
                        <w:txbxContent>
                          <w:p w14:paraId="5B70CADF" w14:textId="77777777" w:rsidR="00C53268" w:rsidRDefault="00C53268" w:rsidP="0098786A">
                            <w:pPr>
                              <w:pStyle w:val="NormalWeb"/>
                              <w:spacing w:before="0" w:beforeAutospacing="0" w:after="120" w:afterAutospacing="0"/>
                              <w:jc w:val="both"/>
                            </w:pPr>
                            <w:r>
                              <w:rPr>
                                <w:rFonts w:ascii="Helvetica 45" w:eastAsia="Times New Roman" w:hAnsi="Helvetica 45"/>
                                <w:sz w:val="20"/>
                                <w:szCs w:val="20"/>
                                <w:lang w:val="et-EE"/>
                              </w:rPr>
                              <w:t> </w:t>
                            </w:r>
                          </w:p>
                        </w:txbxContent>
                      </v:textbox>
                    </v:rect>
                    <v:rect id="Rectangle 233" o:spid="_x0000_s1140" style="position:absolute;left:-42562;top:15286;width:2311;height:15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F9WcUA&#10;AADcAAAADwAAAGRycy9kb3ducmV2LnhtbESP3WoCMRSE7wu+QzhCb0rNqrCW1Sj2F71Y8O8BDpvj&#10;ZnFzsiSpbt++EQq9HGbmG2ax6m0rruRD41jBeJSBIK6cbrhWcDp+Pr+ACBFZY+uYFPxQgNVy8LDA&#10;Qrsb7+l6iLVIEA4FKjAxdoWUoTJkMYxcR5y8s/MWY5K+ltrjLcFtKydZlkuLDacFgx29Gaouh2+r&#10;4D3fXWz+NStfn7w57nE7bsqPVqnHYb+eg4jUx//wX3ujFUymU7ifSUd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wX1ZxQAAANwAAAAPAAAAAAAAAAAAAAAAAJgCAABkcnMv&#10;ZG93bnJldi54bWxQSwUGAAAAAAQABAD1AAAAigMAAAAA&#10;" fillcolor="#254163 [1636]" stroked="f">
                      <v:fill color2="#4477b6 [3012]" rotate="t" angle="180" colors="0 #2c5d98;52429f #3c7bc7;1 #3a7ccb" focus="100%" type="gradient">
                        <o:fill v:ext="view" type="gradientUnscaled"/>
                      </v:fill>
                      <v:shadow on="t" color="black" opacity="22937f" origin=",.5" offset="0,.63889mm"/>
                      <v:textbox>
                        <w:txbxContent>
                          <w:p w14:paraId="1F716E9F" w14:textId="77777777" w:rsidR="00C53268" w:rsidRDefault="00C53268" w:rsidP="0098786A">
                            <w:pPr>
                              <w:pStyle w:val="NormalWeb"/>
                              <w:spacing w:before="0" w:beforeAutospacing="0" w:after="120" w:afterAutospacing="0"/>
                              <w:jc w:val="both"/>
                            </w:pPr>
                            <w:r>
                              <w:rPr>
                                <w:rFonts w:ascii="Helvetica 45" w:eastAsia="Times New Roman" w:hAnsi="Helvetica 45"/>
                                <w:sz w:val="20"/>
                                <w:szCs w:val="20"/>
                                <w:lang w:val="et-EE"/>
                              </w:rPr>
                              <w:t> </w:t>
                            </w:r>
                          </w:p>
                        </w:txbxContent>
                      </v:textbox>
                    </v:rect>
                  </v:group>
                </v:group>
                <v:line id="Straight Connector 43" o:spid="_x0000_s1141" style="position:absolute;visibility:visible;mso-wrap-style:square" from="16356,517" to="16442,308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51M8sQAAADbAAAADwAAAGRycy9kb3ducmV2LnhtbESPzWoCQRCE74G8w9ABb3E2/qEbR5FA&#10;QEwuMT5Au9PuLu70bGY6uvr0mYDgsaiqr6j5snONOlGItWcDL/0MFHHhbc2lgd33+/MUVBRki41n&#10;MnChCMvF48Mcc+vP/EWnrZQqQTjmaKASaXOtY1GRw9j3LXHyDj44lCRDqW3Ac4K7Rg+ybKId1pwW&#10;KmzpraLiuP11Bn4+Ptfxsm8GMhlfN8ewms5kGI3pPXWrV1BCndzDt/baGhgN4f9L+gF68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nUzyxAAAANsAAAAPAAAAAAAAAAAA&#10;AAAAAKECAABkcnMvZG93bnJldi54bWxQSwUGAAAAAAQABAD5AAAAkgMAAAAA&#10;" strokecolor="#4579b8 [3044]"/>
                <v:line id="Straight Connector 132" o:spid="_x0000_s1142" style="position:absolute;visibility:visible;mso-wrap-style:square" from="32037,678" to="32037,303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RdI8IAAADcAAAADwAAAGRycy9kb3ducmV2LnhtbERPzWrCQBC+F/oOyxR6q5tGFI2uIgVB&#10;2l6qPsCYnSbB7Gy6O2rs07uFgrf5+H5nvuxdq84UYuPZwOsgA0VcettwZWC/W79MQEVBtth6JgNX&#10;irBcPD7MsbD+wl903kqlUgjHAg3UIl2hdSxrchgHviNO3LcPDiXBUGkb8JLCXavzLBtrhw2nhho7&#10;equpPG5PzsDPx+cmXg9tLuPR7/sxrCZTGUZjnp/61QyUUC938b97Y9P8YQ5/z6QL9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gRdI8IAAADcAAAADwAAAAAAAAAAAAAA&#10;AAChAgAAZHJzL2Rvd25yZXYueG1sUEsFBgAAAAAEAAQA+QAAAJADAAAAAA==&#10;" strokecolor="#4579b8 [3044]"/>
                <v:shape id="Text Box 45" o:spid="_x0000_s1143" type="#_x0000_t202" style="position:absolute;left:828;top:775;width:13629;height:38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OWCsUA&#10;AADbAAAADwAAAGRycy9kb3ducmV2LnhtbESPQWvCQBSE74X+h+UJvdWN0ohEVwkBaSn2oPXi7Zl9&#10;JsHs2zS7TaK/3i0IPQ4z8w2zXA+mFh21rrKsYDKOQBDnVldcKDh8b17nIJxH1lhbJgVXcrBePT8t&#10;MdG25x11e1+IAGGXoILS+yaR0uUlGXRj2xAH72xbgz7ItpC6xT7ATS2nUTSTBisOCyU2lJWUX/a/&#10;RsFntvnC3Wlq5rc6e9+e0+bncIyVehkN6QKEp8H/hx/tD63gLYa/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05YKxQAAANsAAAAPAAAAAAAAAAAAAAAAAJgCAABkcnMv&#10;ZG93bnJldi54bWxQSwUGAAAAAAQABAD1AAAAigMAAAAA&#10;" filled="f" stroked="f" strokeweight=".5pt">
                  <v:textbox>
                    <w:txbxContent>
                      <w:p w14:paraId="6442B7FA" w14:textId="77777777" w:rsidR="00C53268" w:rsidRDefault="00C53268" w:rsidP="0086154D">
                        <w:pPr>
                          <w:jc w:val="left"/>
                        </w:pPr>
                        <w:r>
                          <w:t>C Application</w:t>
                        </w:r>
                      </w:p>
                    </w:txbxContent>
                  </v:textbox>
                </v:shape>
                <v:shape id="Text Box 45" o:spid="_x0000_s1144" type="#_x0000_t202" style="position:absolute;left:17293;top:580;width:13627;height:3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PGvcMA&#10;AADcAAAADwAAAGRycy9kb3ducmV2LnhtbERPS4vCMBC+L/gfwgje1lTXFalGkYKsiHvwcfE2NmNb&#10;bCa1iVr99ZsFwdt8fM+ZzBpTihvVrrCsoNeNQBCnVhecKdjvFp8jEM4jaywtk4IHOZhNWx8TjLW9&#10;84ZuW5+JEMIuRgW591UspUtzMui6tiIO3MnWBn2AdSZ1jfcQbkrZj6KhNFhwaMixoiSn9Ly9GgWr&#10;ZPGLm2PfjJ5l8rM+zavL/vCtVKfdzMcgPDX+LX65lzrM/xrA/zPhAjn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MPGvcMAAADcAAAADwAAAAAAAAAAAAAAAACYAgAAZHJzL2Rv&#10;d25yZXYueG1sUEsFBgAAAAAEAAQA9QAAAIgDAAAAAA==&#10;" filled="f" stroked="f" strokeweight=".5pt">
                  <v:textbox>
                    <w:txbxContent>
                      <w:p w14:paraId="787BF089" w14:textId="77777777" w:rsidR="00C53268" w:rsidRDefault="00C53268" w:rsidP="006F1A81">
                        <w:pPr>
                          <w:pStyle w:val="NormalWeb"/>
                          <w:spacing w:before="0" w:beforeAutospacing="0" w:after="120" w:afterAutospacing="0"/>
                        </w:pPr>
                        <w:r>
                          <w:rPr>
                            <w:rFonts w:ascii="Helvetica 45" w:eastAsia="Times New Roman" w:hAnsi="Helvetica 45"/>
                            <w:sz w:val="20"/>
                            <w:szCs w:val="20"/>
                            <w:lang w:val="et-EE"/>
                          </w:rPr>
                          <w:t>PKCS#11 Module</w:t>
                        </w:r>
                      </w:p>
                    </w:txbxContent>
                  </v:textbox>
                </v:shape>
                <v:shape id="Text Box 45" o:spid="_x0000_s1145" type="#_x0000_t202" style="position:absolute;left:33805;top:592;width:13621;height:4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9jJsMA&#10;AADcAAAADwAAAGRycy9kb3ducmV2LnhtbERPS4vCMBC+C/6HMII3TVVcStcoUhBF1oOPi7exGduy&#10;zaQ2Ubv76zfCgrf5+J4zW7SmEg9qXGlZwWgYgSDOrC45V3A6rgYxCOeRNVaWScEPOVjMu50ZJto+&#10;eU+Pg89FCGGXoILC+zqR0mUFGXRDWxMH7mobgz7AJpe6wWcIN5UcR9GHNFhyaCiwprSg7PtwNwq2&#10;6WqH+8vYxL9Vuv66Luvb6TxVqt9rl58gPLX+Lf53b3SYP5nC65lwgZ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49jJsMAAADcAAAADwAAAAAAAAAAAAAAAACYAgAAZHJzL2Rv&#10;d25yZXYueG1sUEsFBgAAAAAEAAQA9QAAAIgDAAAAAA==&#10;" filled="f" stroked="f" strokeweight=".5pt">
                  <v:textbox>
                    <w:txbxContent>
                      <w:p w14:paraId="18966C78" w14:textId="77777777" w:rsidR="00C53268" w:rsidRDefault="00C53268" w:rsidP="006F1A81">
                        <w:pPr>
                          <w:pStyle w:val="NormalWeb"/>
                          <w:spacing w:before="0" w:beforeAutospacing="0" w:after="120" w:afterAutospacing="0"/>
                        </w:pPr>
                        <w:r>
                          <w:rPr>
                            <w:rFonts w:ascii="Helvetica 45" w:eastAsia="Times New Roman" w:hAnsi="Helvetica 45"/>
                            <w:sz w:val="20"/>
                            <w:szCs w:val="20"/>
                            <w:lang w:val="et-EE"/>
                          </w:rPr>
                          <w:t>Host operating system &amp; Hardware</w:t>
                        </w:r>
                      </w:p>
                    </w:txbxContent>
                  </v:textbox>
                </v:shape>
                <v:shape id="Straight Arrow Connector 54" o:spid="_x0000_s1146" type="#_x0000_t32" style="position:absolute;left:38109;top:21563;width:97;height:135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fKG8QAAADbAAAADwAAAGRycy9kb3ducmV2LnhtbESPX2vCMBTF3wd+h3AF32bqqGNUo4hD&#10;cAgbVUF8uzbXttjclCTa7tsvg8EeD+fPjzNf9qYRD3K+tqxgMk5AEBdW11wqOB42z28gfEDW2Fgm&#10;Bd/kYbkYPM0x07bjnB77UIo4wj5DBVUIbSalLyoy6Me2JY7e1TqDIUpXSu2wi+OmkS9J8ioN1hwJ&#10;Fba0rqi47e8mQt7TfLo77S4p5auv7vJx/gzurNRo2K9mIAL14T/8195qBdMUfr/EHyAX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N8obxAAAANsAAAAPAAAAAAAAAAAA&#10;AAAAAKECAABkcnMvZG93bnJldi54bWxQSwUGAAAAAAQABAD5AAAAkgMAAAAA&#10;" strokecolor="#4579b8 [3044]">
                  <v:stroke endarrow="open"/>
                </v:shape>
                <v:shape id="Straight Arrow Connector 145" o:spid="_x0000_s1147" type="#_x0000_t32" style="position:absolute;left:44755;top:21563;width:59;height:140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m7+p8YAAADcAAAADwAAAGRycy9kb3ducmV2LnhtbESPQWvCQBCF7wX/wzKCt7qxxFKiq4hF&#10;sAgtUUG8jdkxCWZnw+5q0n/fLRR6m+G9ed+b+bI3jXiQ87VlBZNxAoK4sLrmUsHxsHl+A+EDssbG&#10;Min4Jg/LxeBpjpm2Hef02IdSxBD2GSqoQmgzKX1RkUE/ti1x1K7WGQxxdaXUDrsYbhr5kiSv0mDN&#10;kVBhS+uKitv+biLkPc2nu9PuklK++uouH+fP4M5KjYb9agYiUB/+zX/XWx3rp1P4fSZOIB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Ju/qfGAAAA3AAAAA8AAAAAAAAA&#10;AAAAAAAAoQIAAGRycy9kb3ducmV2LnhtbFBLBQYAAAAABAAEAPkAAACUAwAAAAA=&#10;" strokecolor="#4579b8 [3044]">
                  <v:stroke endarrow="open"/>
                </v:shape>
                <v:shape id="Elbow Connector 55" o:spid="_x0000_s1148" type="#_x0000_t34" style="position:absolute;left:13595;top:8776;width:6309;height:6108;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Z1rcEAAADbAAAADwAAAGRycy9kb3ducmV2LnhtbESPT2sCMRTE70K/Q3gFb5ptwWJXo5SC&#10;1KurB4+P5HUT3Lysm3T/fHtTKPQ4zMxvmO1+9I3oqYsusIKXZQGCWAfjuFZwOR8WaxAxIRtsApOC&#10;iSLsd0+zLZYmDHyivkq1yBCOJSqwKbWllFFb8hiXoSXO3nfoPKYsu1qaDocM9418LYo36dFxXrDY&#10;0qclfat+vAL3ZavhcJvGvu715N6v96jPqNT8efzYgEg0pv/wX/toFKxW8Psl/wC5e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pnWtwQAAANsAAAAPAAAAAAAAAAAAAAAA&#10;AKECAABkcnMvZG93bnJldi54bWxQSwUGAAAAAAQABAD5AAAAjwMAAAAA&#10;" strokecolor="#4f81bd [3204]" strokeweight="2pt">
                  <v:stroke endarrow="open"/>
                  <v:shadow on="t" color="black" opacity="24903f" origin=",.5" offset="0,.55556mm"/>
                </v:shape>
                <v:shape id="Elbow Connector 56" o:spid="_x0000_s1149" type="#_x0000_t34" style="position:absolute;left:28905;top:12213;width:7219;height:407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Tr2sEAAADbAAAADwAAAGRycy9kb3ducmV2LnhtbESPT2sCMRTE74V+h/AKvdVsBcWuRikF&#10;0WtXDx4fyesmuHlZN+n++fZNQfA4zMxvmM1u9I3oqYsusIL3WQGCWAfjuFZwPu3fViBiQjbYBCYF&#10;E0XYbZ+fNliaMPA39VWqRYZwLFGBTaktpYzaksc4Cy1x9n5C5zFl2dXSdDhkuG/kvCiW0qPjvGCx&#10;pS9L+lr9egXuYKthf53Gvu715D4ut6hPqNTry/i5BpFoTI/wvX00ChZL+P+Sf4Dc/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ydOvawQAAANsAAAAPAAAAAAAAAAAAAAAA&#10;AKECAABkcnMvZG93bnJldi54bWxQSwUGAAAAAAQABAD5AAAAjwMAAAAA&#10;" strokecolor="#4f81bd [3204]" strokeweight="2pt">
                  <v:stroke endarrow="open"/>
                  <v:shadow on="t" color="black" opacity="24903f" origin=",.5" offset="0,.55556mm"/>
                </v:shape>
                <v:group id="Group 178" o:spid="_x0000_s1150" style="position:absolute;left:45668;top:17406;width:1613;height:1715" coordsize="161650,1719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bTlJ8YAAADcAAAADwAAAGRycy9kb3ducmV2LnhtbESPT2vCQBDF74V+h2UK&#10;vdVNLK0luoqIigcp+AeKtyE7JsHsbMiuSfz2nUOhtxnem/d+M1sMrlYdtaHybCAdJaCIc28rLgyc&#10;T5u3L1AhIlusPZOBBwVYzJ+fZphZ3/OBumMslIRwyNBAGWOTaR3ykhyGkW+IRbv61mGUtS20bbGX&#10;cFfrcZJ8aocVS0OJDa1Kym/HuzOw7bFfvqfrbn+7rh6X08f3zz4lY15fhuUUVKQh/pv/rndW8Cd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ttOUnxgAAANwA&#10;AAAPAAAAAAAAAAAAAAAAAKoCAABkcnMvZG93bnJldi54bWxQSwUGAAAAAAQABAD6AAAAnQMAAAAA&#10;">
                  <v:rect id="Rectangle 179" o:spid="_x0000_s1151" style="position:absolute;left:20321;width:141329;height:1719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aSD8MA&#10;AADcAAAADwAAAGRycy9kb3ducmV2LnhtbERPzWoCMRC+F3yHMEIvoll7WO3WKNpaqQeh/jzAsJlu&#10;FjeTJYm6fXtTEHqbj+93ZovONuJKPtSOFYxHGQji0umaKwWn4+dwCiJEZI2NY1LwSwEW897TDAvt&#10;bryn6yFWIoVwKFCBibEtpAylIYth5FrixP04bzEm6CupPd5SuG3kS5bl0mLNqcFgS++GyvPhYhV8&#10;5N9nm28mu9XAm+Met+N6t26Ueu53yzcQkbr4L364v3SaP3mFv2fSBXJ+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GaSD8MAAADcAAAADwAAAAAAAAAAAAAAAACYAgAAZHJzL2Rv&#10;d25yZXYueG1sUEsFBgAAAAAEAAQA9QAAAIgDAAAAAA==&#10;" fillcolor="#254163 [1636]" stroked="f">
                    <v:fill color2="#4477b6 [3012]" rotate="t" angle="180" colors="0 #2c5d98;52429f #3c7bc7;1 #3a7ccb" focus="100%" type="gradient">
                      <o:fill v:ext="view" type="gradientUnscaled"/>
                    </v:fill>
                    <v:shadow on="t" color="black" opacity="22937f" origin=",.5" offset="0,.63889mm"/>
                    <v:textbox>
                      <w:txbxContent>
                        <w:p w14:paraId="7222CD6D" w14:textId="77777777" w:rsidR="00C53268" w:rsidRDefault="00C53268" w:rsidP="00CA45D2">
                          <w:pPr>
                            <w:pStyle w:val="NormalWeb"/>
                            <w:spacing w:before="0" w:beforeAutospacing="0" w:after="120" w:afterAutospacing="0"/>
                            <w:jc w:val="both"/>
                          </w:pPr>
                          <w:r>
                            <w:rPr>
                              <w:rFonts w:ascii="Helvetica 45" w:eastAsia="Times New Roman" w:hAnsi="Helvetica 45"/>
                              <w:sz w:val="20"/>
                              <w:szCs w:val="20"/>
                              <w:lang w:val="et-EE"/>
                            </w:rPr>
                            <w:t> </w:t>
                          </w:r>
                        </w:p>
                      </w:txbxContent>
                    </v:textbox>
                  </v:rect>
                  <v:group id="Group 180" o:spid="_x0000_s1152" style="position:absolute;top:38100;width:76243;height:106443" coordorigin=",38100" coordsize="231439,3899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YXmQbFAAAA3AAA&#10;AA8AAAAAAAAAAAAAAAAAqgIAAGRycy9kb3ducmV2LnhtbFBLBQYAAAAABAAEAPoAAACcAwAAAAA=&#10;">
                    <v:rect id="Rectangle 182" o:spid="_x0000_s1153" style="position:absolute;left:55;top:38100;width:231384;height:1552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dwWcMA&#10;AADcAAAADwAAAGRycy9kb3ducmV2LnhtbERPzWoCMRC+F3yHMAUvpWb1sJXVKFVrsQfBnz7AsBk3&#10;i5vJkqS6fXsjCN7m4/ud6byzjbiQD7VjBcNBBoK4dLrmSsHvcf0+BhEissbGMSn4pwDzWe9lioV2&#10;V97T5RArkUI4FKjAxNgWUobSkMUwcC1x4k7OW4wJ+kpqj9cUbhs5yrJcWqw5NRhsaWmoPB/+rIJV&#10;vjvb/Ptju3jz5rjHn2G9/WqU6r92nxMQkbr4FD/cG53mj0dwfyZdIG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xdwWcMAAADcAAAADwAAAAAAAAAAAAAAAACYAgAAZHJzL2Rv&#10;d25yZXYueG1sUEsFBgAAAAAEAAQA9QAAAIgDAAAAAA==&#10;" fillcolor="#254163 [1636]" stroked="f">
                      <v:fill color2="#4477b6 [3012]" rotate="t" angle="180" colors="0 #2c5d98;52429f #3c7bc7;1 #3a7ccb" focus="100%" type="gradient">
                        <o:fill v:ext="view" type="gradientUnscaled"/>
                      </v:fill>
                      <v:shadow on="t" color="black" opacity="22937f" origin=",.5" offset="0,.63889mm"/>
                      <v:textbox>
                        <w:txbxContent>
                          <w:p w14:paraId="0E182316" w14:textId="77777777" w:rsidR="00C53268" w:rsidRDefault="00C53268" w:rsidP="00CA45D2">
                            <w:pPr>
                              <w:pStyle w:val="NormalWeb"/>
                              <w:spacing w:before="0" w:beforeAutospacing="0" w:after="120" w:afterAutospacing="0"/>
                              <w:jc w:val="both"/>
                            </w:pPr>
                            <w:r>
                              <w:rPr>
                                <w:rFonts w:ascii="Helvetica 45" w:eastAsia="Times New Roman" w:hAnsi="Helvetica 45"/>
                                <w:sz w:val="20"/>
                                <w:szCs w:val="20"/>
                                <w:lang w:val="et-EE"/>
                              </w:rPr>
                              <w:t> </w:t>
                            </w:r>
                          </w:p>
                        </w:txbxContent>
                      </v:textbox>
                    </v:rect>
                    <v:rect id="Rectangle 183" o:spid="_x0000_s1154" style="position:absolute;top:273076;width:231141;height:1549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vVwsMA&#10;AADcAAAADwAAAGRycy9kb3ducmV2LnhtbERP22oCMRB9L/gPYQq+SM1aYSurUdS20j4I9fIBw2a6&#10;WdxMliTq+vemIPRtDuc6s0VnG3EhH2rHCkbDDARx6XTNlYLj4fNlAiJEZI2NY1JwowCLee9phoV2&#10;V97RZR8rkUI4FKjAxNgWUobSkMUwdC1x4n6dtxgT9JXUHq8p3DbyNctyabHm1GCwpbWh8rQ/WwXv&#10;+c/J5pu37WrgzWGH36N6+9Eo1X/ullMQkbr4L364v3SaPxnD3zPpAj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FvVwsMAAADcAAAADwAAAAAAAAAAAAAAAACYAgAAZHJzL2Rv&#10;d25yZXYueG1sUEsFBgAAAAAEAAQA9QAAAIgDAAAAAA==&#10;" fillcolor="#254163 [1636]" stroked="f">
                      <v:fill color2="#4477b6 [3012]" rotate="t" angle="180" colors="0 #2c5d98;52429f #3c7bc7;1 #3a7ccb" focus="100%" type="gradient">
                        <o:fill v:ext="view" type="gradientUnscaled"/>
                      </v:fill>
                      <v:shadow on="t" color="black" opacity="22937f" origin=",.5" offset="0,.63889mm"/>
                      <v:textbox>
                        <w:txbxContent>
                          <w:p w14:paraId="50FFFAD7" w14:textId="77777777" w:rsidR="00C53268" w:rsidRDefault="00C53268" w:rsidP="00CA45D2">
                            <w:pPr>
                              <w:pStyle w:val="NormalWeb"/>
                              <w:spacing w:before="0" w:beforeAutospacing="0" w:after="120" w:afterAutospacing="0"/>
                              <w:jc w:val="both"/>
                            </w:pPr>
                            <w:r>
                              <w:rPr>
                                <w:rFonts w:ascii="Helvetica 45" w:eastAsia="Times New Roman" w:hAnsi="Helvetica 45"/>
                                <w:sz w:val="20"/>
                                <w:szCs w:val="20"/>
                                <w:lang w:val="et-EE"/>
                              </w:rPr>
                              <w:t> </w:t>
                            </w:r>
                          </w:p>
                        </w:txbxContent>
                      </v:textbox>
                    </v:rect>
                  </v:group>
                </v:group>
                <w10:anchorlock/>
              </v:group>
            </w:pict>
          </mc:Fallback>
        </mc:AlternateContent>
      </w:r>
    </w:p>
    <w:p w14:paraId="5D855D24" w14:textId="77777777" w:rsidR="00B84D63" w:rsidRPr="00751DBB" w:rsidRDefault="00792518" w:rsidP="00185DDC">
      <w:pPr>
        <w:pStyle w:val="Caption"/>
        <w:rPr>
          <w:rFonts w:ascii="HelveticaNeue-Light" w:hAnsi="HelveticaNeue-Light" w:cs="HelveticaNeue-Light"/>
          <w:szCs w:val="20"/>
          <w:lang w:val="en-GB"/>
        </w:rPr>
      </w:pPr>
      <w:r w:rsidRPr="00751DBB">
        <w:rPr>
          <w:rFonts w:ascii="HelveticaNeue-Light" w:hAnsi="HelveticaNeue-Light" w:cs="HelveticaNeue-Light"/>
          <w:szCs w:val="20"/>
          <w:lang w:val="en-GB"/>
        </w:rPr>
        <w:fldChar w:fldCharType="begin"/>
      </w:r>
      <w:r w:rsidR="00185DDC" w:rsidRPr="00751DBB">
        <w:rPr>
          <w:rFonts w:ascii="HelveticaNeue-Light" w:hAnsi="HelveticaNeue-Light" w:cs="HelveticaNeue-Light"/>
          <w:szCs w:val="20"/>
          <w:lang w:val="en-GB"/>
        </w:rPr>
        <w:instrText xml:space="preserve"> SEQ Joonis \* ARABIC </w:instrText>
      </w:r>
      <w:r w:rsidRPr="00751DBB">
        <w:rPr>
          <w:rFonts w:ascii="HelveticaNeue-Light" w:hAnsi="HelveticaNeue-Light" w:cs="HelveticaNeue-Light"/>
          <w:szCs w:val="20"/>
          <w:lang w:val="en-GB"/>
        </w:rPr>
        <w:fldChar w:fldCharType="separate"/>
      </w:r>
      <w:r w:rsidR="00E0723E">
        <w:rPr>
          <w:rFonts w:ascii="HelveticaNeue-Light" w:hAnsi="HelveticaNeue-Light" w:cs="HelveticaNeue-Light"/>
          <w:noProof/>
          <w:szCs w:val="20"/>
          <w:lang w:val="en-GB"/>
        </w:rPr>
        <w:t>4</w:t>
      </w:r>
      <w:r w:rsidRPr="00751DBB">
        <w:rPr>
          <w:rFonts w:ascii="HelveticaNeue-Light" w:hAnsi="HelveticaNeue-Light" w:cs="HelveticaNeue-Light"/>
          <w:szCs w:val="20"/>
          <w:lang w:val="en-GB"/>
        </w:rPr>
        <w:fldChar w:fldCharType="end"/>
      </w:r>
      <w:r w:rsidR="009978D8" w:rsidRPr="00751DBB">
        <w:rPr>
          <w:lang w:val="en-GB"/>
        </w:rPr>
        <w:t xml:space="preserve"> Sample C</w:t>
      </w:r>
      <w:r w:rsidR="00185DDC" w:rsidRPr="00751DBB">
        <w:rPr>
          <w:lang w:val="en-GB"/>
        </w:rPr>
        <w:t xml:space="preserve">DigiDoc </w:t>
      </w:r>
      <w:r w:rsidR="003B6146" w:rsidRPr="00751DBB">
        <w:rPr>
          <w:lang w:val="en-GB"/>
        </w:rPr>
        <w:t>implementation</w:t>
      </w:r>
      <w:r w:rsidR="00185DDC" w:rsidRPr="00751DBB">
        <w:rPr>
          <w:lang w:val="en-GB"/>
        </w:rPr>
        <w:t xml:space="preserve"> using PKCS#11/ smart cards for digital signing</w:t>
      </w:r>
    </w:p>
    <w:tbl>
      <w:tblPr>
        <w:tblStyle w:val="Parameters"/>
        <w:tblW w:w="0" w:type="auto"/>
        <w:tblLook w:val="04A0" w:firstRow="1" w:lastRow="0" w:firstColumn="1" w:lastColumn="0" w:noHBand="0" w:noVBand="1"/>
      </w:tblPr>
      <w:tblGrid>
        <w:gridCol w:w="1931"/>
        <w:gridCol w:w="6289"/>
      </w:tblGrid>
      <w:tr w:rsidR="00AE5A74" w:rsidRPr="00751DBB" w14:paraId="585D4A4D" w14:textId="77777777" w:rsidTr="002C5B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vAlign w:val="bottom"/>
          </w:tcPr>
          <w:p w14:paraId="60531BD9" w14:textId="77777777" w:rsidR="00AE5A74" w:rsidRPr="00751DBB" w:rsidRDefault="00AE5A74" w:rsidP="002C5BAF">
            <w:pPr>
              <w:spacing w:after="60"/>
              <w:jc w:val="left"/>
              <w:rPr>
                <w:b/>
                <w:lang w:val="en-GB"/>
              </w:rPr>
            </w:pPr>
            <w:r w:rsidRPr="00751DBB">
              <w:rPr>
                <w:b/>
                <w:lang w:val="en-GB"/>
              </w:rPr>
              <w:t>Component</w:t>
            </w:r>
          </w:p>
        </w:tc>
        <w:tc>
          <w:tcPr>
            <w:tcW w:w="6485" w:type="dxa"/>
            <w:vAlign w:val="bottom"/>
          </w:tcPr>
          <w:p w14:paraId="6F6031A4" w14:textId="77777777" w:rsidR="00AE5A74" w:rsidRPr="00751DBB" w:rsidRDefault="00AE5A74" w:rsidP="002C5BAF">
            <w:pPr>
              <w:spacing w:after="60"/>
              <w:jc w:val="left"/>
              <w:cnfStyle w:val="100000000000" w:firstRow="1" w:lastRow="0" w:firstColumn="0" w:lastColumn="0" w:oddVBand="0" w:evenVBand="0" w:oddHBand="0" w:evenHBand="0" w:firstRowFirstColumn="0" w:firstRowLastColumn="0" w:lastRowFirstColumn="0" w:lastRowLastColumn="0"/>
              <w:rPr>
                <w:b/>
                <w:lang w:val="en-GB"/>
              </w:rPr>
            </w:pPr>
            <w:r w:rsidRPr="00751DBB">
              <w:rPr>
                <w:b/>
                <w:lang w:val="en-GB"/>
              </w:rPr>
              <w:t>Description</w:t>
            </w:r>
          </w:p>
        </w:tc>
      </w:tr>
      <w:tr w:rsidR="00AE5A74" w:rsidRPr="00751DBB" w14:paraId="394CCC91" w14:textId="77777777" w:rsidTr="002C5BAF">
        <w:tc>
          <w:tcPr>
            <w:cnfStyle w:val="001000000000" w:firstRow="0" w:lastRow="0" w:firstColumn="1" w:lastColumn="0" w:oddVBand="0" w:evenVBand="0" w:oddHBand="0" w:evenHBand="0" w:firstRowFirstColumn="0" w:firstRowLastColumn="0" w:lastRowFirstColumn="0" w:lastRowLastColumn="0"/>
            <w:tcW w:w="1951" w:type="dxa"/>
          </w:tcPr>
          <w:p w14:paraId="0DF85134" w14:textId="77777777" w:rsidR="00AE5A74" w:rsidRPr="00751DBB" w:rsidRDefault="00AE5A74" w:rsidP="002C5BAF">
            <w:pPr>
              <w:rPr>
                <w:lang w:val="en-GB"/>
              </w:rPr>
            </w:pPr>
            <w:r w:rsidRPr="00751DBB">
              <w:rPr>
                <w:rFonts w:ascii="HelveticaNeue-Light" w:hAnsi="HelveticaNeue-Light" w:cs="HelveticaNeue-Light"/>
                <w:szCs w:val="20"/>
                <w:lang w:val="en-GB"/>
              </w:rPr>
              <w:t>OpenSC</w:t>
            </w:r>
          </w:p>
        </w:tc>
        <w:tc>
          <w:tcPr>
            <w:tcW w:w="6485" w:type="dxa"/>
          </w:tcPr>
          <w:p w14:paraId="0A4FFA95" w14:textId="77777777" w:rsidR="00AE5A74" w:rsidRPr="00751DBB" w:rsidRDefault="00AE5A74" w:rsidP="002C5BAF">
            <w:pPr>
              <w:cnfStyle w:val="000000000000" w:firstRow="0" w:lastRow="0" w:firstColumn="0" w:lastColumn="0" w:oddVBand="0" w:evenVBand="0" w:oddHBand="0" w:evenHBand="0" w:firstRowFirstColumn="0" w:firstRowLastColumn="0" w:lastRowFirstColumn="0" w:lastRowLastColumn="0"/>
              <w:rPr>
                <w:lang w:val="en-GB"/>
              </w:rPr>
            </w:pPr>
            <w:r w:rsidRPr="00751DBB">
              <w:rPr>
                <w:lang w:val="en-GB"/>
              </w:rPr>
              <w:t>Set of libraries and utilities to work with smart cards, implementing PKCS#11</w:t>
            </w:r>
          </w:p>
        </w:tc>
      </w:tr>
      <w:tr w:rsidR="00AE5A74" w:rsidRPr="00751DBB" w14:paraId="5F911058" w14:textId="77777777" w:rsidTr="002C5BAF">
        <w:tc>
          <w:tcPr>
            <w:cnfStyle w:val="001000000000" w:firstRow="0" w:lastRow="0" w:firstColumn="1" w:lastColumn="0" w:oddVBand="0" w:evenVBand="0" w:oddHBand="0" w:evenHBand="0" w:firstRowFirstColumn="0" w:firstRowLastColumn="0" w:lastRowFirstColumn="0" w:lastRowLastColumn="0"/>
            <w:tcW w:w="1951" w:type="dxa"/>
          </w:tcPr>
          <w:p w14:paraId="5250B77B" w14:textId="77777777" w:rsidR="00AE5A74" w:rsidRPr="00751DBB" w:rsidRDefault="00AE5A74" w:rsidP="002C5BAF">
            <w:pPr>
              <w:rPr>
                <w:lang w:val="en-GB"/>
              </w:rPr>
            </w:pPr>
            <w:r w:rsidRPr="00751DBB">
              <w:rPr>
                <w:rFonts w:ascii="HelveticaNeue-Light" w:hAnsi="HelveticaNeue-Light" w:cs="HelveticaNeue-Light"/>
                <w:szCs w:val="20"/>
                <w:lang w:val="en-GB"/>
              </w:rPr>
              <w:t>PKCS#11</w:t>
            </w:r>
          </w:p>
        </w:tc>
        <w:tc>
          <w:tcPr>
            <w:tcW w:w="6485" w:type="dxa"/>
          </w:tcPr>
          <w:p w14:paraId="7D9BDD98" w14:textId="77777777" w:rsidR="00AE5A74" w:rsidRPr="00751DBB" w:rsidRDefault="00AE5A74" w:rsidP="002C5BAF">
            <w:pPr>
              <w:cnfStyle w:val="000000000000" w:firstRow="0" w:lastRow="0" w:firstColumn="0" w:lastColumn="0" w:oddVBand="0" w:evenVBand="0" w:oddHBand="0" w:evenHBand="0" w:firstRowFirstColumn="0" w:firstRowLastColumn="0" w:lastRowFirstColumn="0" w:lastRowLastColumn="0"/>
              <w:rPr>
                <w:lang w:val="en-GB"/>
              </w:rPr>
            </w:pPr>
            <w:r w:rsidRPr="00751DBB">
              <w:rPr>
                <w:rFonts w:ascii="HelveticaNeue-Light" w:hAnsi="HelveticaNeue-Light" w:cs="HelveticaNeue-Light"/>
                <w:szCs w:val="20"/>
                <w:lang w:val="en-GB"/>
              </w:rPr>
              <w:t xml:space="preserve">Widely adopted platform-independent API to cryptographic tokens (HSMs and smart cards), a </w:t>
            </w:r>
            <w:r w:rsidRPr="00751DBB">
              <w:rPr>
                <w:lang w:val="en-GB"/>
              </w:rPr>
              <w:t>standard management module of the smart card and its certificates</w:t>
            </w:r>
          </w:p>
        </w:tc>
      </w:tr>
      <w:tr w:rsidR="00AE5A74" w:rsidRPr="00751DBB" w14:paraId="7B1B7149" w14:textId="77777777" w:rsidTr="002C5BAF">
        <w:tc>
          <w:tcPr>
            <w:cnfStyle w:val="001000000000" w:firstRow="0" w:lastRow="0" w:firstColumn="1" w:lastColumn="0" w:oddVBand="0" w:evenVBand="0" w:oddHBand="0" w:evenHBand="0" w:firstRowFirstColumn="0" w:firstRowLastColumn="0" w:lastRowFirstColumn="0" w:lastRowLastColumn="0"/>
            <w:tcW w:w="1951" w:type="dxa"/>
          </w:tcPr>
          <w:p w14:paraId="5B2CF12F" w14:textId="77777777" w:rsidR="00AE5A74" w:rsidRPr="00751DBB" w:rsidRDefault="00AE5A74" w:rsidP="002C5BAF">
            <w:pPr>
              <w:rPr>
                <w:lang w:val="en-GB"/>
              </w:rPr>
            </w:pPr>
            <w:r w:rsidRPr="00751DBB">
              <w:rPr>
                <w:rFonts w:ascii="HelveticaNeue-Light" w:hAnsi="HelveticaNeue-Light" w:cs="HelveticaNeue-Light"/>
                <w:szCs w:val="20"/>
                <w:lang w:val="en-GB"/>
              </w:rPr>
              <w:t>PC/SC</w:t>
            </w:r>
          </w:p>
        </w:tc>
        <w:tc>
          <w:tcPr>
            <w:tcW w:w="6485" w:type="dxa"/>
          </w:tcPr>
          <w:p w14:paraId="662D8385" w14:textId="77777777" w:rsidR="00AE5A74" w:rsidRPr="00751DBB" w:rsidRDefault="00AE5A74" w:rsidP="002C5BAF">
            <w:pPr>
              <w:cnfStyle w:val="000000000000" w:firstRow="0" w:lastRow="0" w:firstColumn="0" w:lastColumn="0" w:oddVBand="0" w:evenVBand="0" w:oddHBand="0" w:evenHBand="0" w:firstRowFirstColumn="0" w:firstRowLastColumn="0" w:lastRowFirstColumn="0" w:lastRowLastColumn="0"/>
              <w:rPr>
                <w:rFonts w:ascii="HelveticaNeue-LightItalic" w:hAnsi="HelveticaNeue-LightItalic" w:cs="HelveticaNeue-LightItalic"/>
                <w:iCs/>
                <w:szCs w:val="20"/>
                <w:lang w:val="en-GB"/>
              </w:rPr>
            </w:pPr>
            <w:r w:rsidRPr="00751DBB">
              <w:rPr>
                <w:lang w:val="en-GB"/>
              </w:rPr>
              <w:t>Standard communication interface between the computer and the smart card,  a cross-platform API for accessing smart card readers</w:t>
            </w:r>
          </w:p>
        </w:tc>
      </w:tr>
      <w:tr w:rsidR="00AE5A74" w:rsidRPr="00751DBB" w14:paraId="0C292874" w14:textId="77777777" w:rsidTr="002C5BAF">
        <w:tc>
          <w:tcPr>
            <w:cnfStyle w:val="001000000000" w:firstRow="0" w:lastRow="0" w:firstColumn="1" w:lastColumn="0" w:oddVBand="0" w:evenVBand="0" w:oddHBand="0" w:evenHBand="0" w:firstRowFirstColumn="0" w:firstRowLastColumn="0" w:lastRowFirstColumn="0" w:lastRowLastColumn="0"/>
            <w:tcW w:w="1951" w:type="dxa"/>
          </w:tcPr>
          <w:p w14:paraId="66D5F3E7" w14:textId="77777777" w:rsidR="00AE5A74" w:rsidRPr="00751DBB" w:rsidRDefault="00AE5A74" w:rsidP="002C5BAF">
            <w:pPr>
              <w:rPr>
                <w:rFonts w:ascii="HelveticaNeue-Light" w:hAnsi="HelveticaNeue-Light" w:cs="HelveticaNeue-Light"/>
                <w:szCs w:val="20"/>
                <w:lang w:val="en-GB"/>
              </w:rPr>
            </w:pPr>
            <w:r w:rsidRPr="00751DBB">
              <w:rPr>
                <w:rFonts w:ascii="HelveticaNeue-Light" w:hAnsi="HelveticaNeue-Light" w:cs="HelveticaNeue-Light"/>
                <w:szCs w:val="20"/>
                <w:lang w:val="en-GB"/>
              </w:rPr>
              <w:t>IFDHandler</w:t>
            </w:r>
          </w:p>
        </w:tc>
        <w:tc>
          <w:tcPr>
            <w:tcW w:w="6485" w:type="dxa"/>
          </w:tcPr>
          <w:p w14:paraId="38FAE4D2" w14:textId="77777777" w:rsidR="00AE5A74" w:rsidRPr="00751DBB" w:rsidRDefault="00AE5A74" w:rsidP="002C5BAF">
            <w:pPr>
              <w:cnfStyle w:val="000000000000" w:firstRow="0" w:lastRow="0" w:firstColumn="0" w:lastColumn="0" w:oddVBand="0" w:evenVBand="0" w:oddHBand="0" w:evenHBand="0" w:firstRowFirstColumn="0" w:firstRowLastColumn="0" w:lastRowFirstColumn="0" w:lastRowLastColumn="0"/>
              <w:rPr>
                <w:rFonts w:ascii="HelveticaNeue-LightItalic" w:hAnsi="HelveticaNeue-LightItalic" w:cs="HelveticaNeue-LightItalic"/>
                <w:iCs/>
                <w:szCs w:val="20"/>
                <w:lang w:val="en-GB"/>
              </w:rPr>
            </w:pPr>
            <w:r w:rsidRPr="00751DBB">
              <w:rPr>
                <w:rFonts w:ascii="HelveticaNeue-LightItalic" w:hAnsi="HelveticaNeue-LightItalic" w:cs="HelveticaNeue-LightItalic"/>
                <w:iCs/>
                <w:szCs w:val="20"/>
                <w:lang w:val="en-GB"/>
              </w:rPr>
              <w:t>Interface Device Handler  for CCID readers</w:t>
            </w:r>
          </w:p>
        </w:tc>
      </w:tr>
      <w:tr w:rsidR="00AE5A74" w:rsidRPr="00751DBB" w14:paraId="18357888" w14:textId="77777777" w:rsidTr="002C5BAF">
        <w:tc>
          <w:tcPr>
            <w:cnfStyle w:val="001000000000" w:firstRow="0" w:lastRow="0" w:firstColumn="1" w:lastColumn="0" w:oddVBand="0" w:evenVBand="0" w:oddHBand="0" w:evenHBand="0" w:firstRowFirstColumn="0" w:firstRowLastColumn="0" w:lastRowFirstColumn="0" w:lastRowLastColumn="0"/>
            <w:tcW w:w="1951" w:type="dxa"/>
          </w:tcPr>
          <w:p w14:paraId="2201ADA7" w14:textId="77777777" w:rsidR="00AE5A74" w:rsidRPr="00751DBB" w:rsidRDefault="00AE5A74" w:rsidP="002C5BAF">
            <w:pPr>
              <w:rPr>
                <w:rFonts w:ascii="HelveticaNeue-Light" w:hAnsi="HelveticaNeue-Light" w:cs="HelveticaNeue-Light"/>
                <w:szCs w:val="20"/>
                <w:lang w:val="en-GB"/>
              </w:rPr>
            </w:pPr>
            <w:r w:rsidRPr="00751DBB">
              <w:rPr>
                <w:rFonts w:ascii="HelveticaNeue-Light" w:hAnsi="HelveticaNeue-Light" w:cs="HelveticaNeue-Light"/>
                <w:szCs w:val="20"/>
                <w:lang w:val="en-GB"/>
              </w:rPr>
              <w:t>CCID</w:t>
            </w:r>
          </w:p>
        </w:tc>
        <w:tc>
          <w:tcPr>
            <w:tcW w:w="6485" w:type="dxa"/>
          </w:tcPr>
          <w:p w14:paraId="356FAC65" w14:textId="77777777" w:rsidR="00AE5A74" w:rsidRPr="00751DBB" w:rsidRDefault="00AE5A74" w:rsidP="002C5BAF">
            <w:pPr>
              <w:cnfStyle w:val="000000000000" w:firstRow="0" w:lastRow="0" w:firstColumn="0" w:lastColumn="0" w:oddVBand="0" w:evenVBand="0" w:oddHBand="0" w:evenHBand="0" w:firstRowFirstColumn="0" w:firstRowLastColumn="0" w:lastRowFirstColumn="0" w:lastRowLastColumn="0"/>
              <w:rPr>
                <w:rFonts w:ascii="HelveticaNeue-LightItalic" w:hAnsi="HelveticaNeue-LightItalic" w:cs="HelveticaNeue-LightItalic"/>
                <w:iCs/>
                <w:szCs w:val="20"/>
                <w:lang w:val="en-GB"/>
              </w:rPr>
            </w:pPr>
            <w:r w:rsidRPr="00751DBB">
              <w:rPr>
                <w:rFonts w:ascii="HelveticaNeue-LightItalic" w:hAnsi="HelveticaNeue-LightItalic" w:cs="HelveticaNeue-LightItalic"/>
                <w:iCs/>
                <w:szCs w:val="20"/>
                <w:lang w:val="en-GB"/>
              </w:rPr>
              <w:t xml:space="preserve">USB driver  for Chip/Smart Card Interface Devices </w:t>
            </w:r>
          </w:p>
        </w:tc>
      </w:tr>
      <w:tr w:rsidR="00AE5A74" w:rsidRPr="00751DBB" w14:paraId="4D7AD642" w14:textId="77777777" w:rsidTr="002C5BAF">
        <w:tc>
          <w:tcPr>
            <w:cnfStyle w:val="001000000000" w:firstRow="0" w:lastRow="0" w:firstColumn="1" w:lastColumn="0" w:oddVBand="0" w:evenVBand="0" w:oddHBand="0" w:evenHBand="0" w:firstRowFirstColumn="0" w:firstRowLastColumn="0" w:lastRowFirstColumn="0" w:lastRowLastColumn="0"/>
            <w:tcW w:w="1951" w:type="dxa"/>
          </w:tcPr>
          <w:p w14:paraId="565DCB14" w14:textId="77777777" w:rsidR="00AE5A74" w:rsidRPr="00751DBB" w:rsidRDefault="00AE5A74" w:rsidP="002C5BAF">
            <w:pPr>
              <w:rPr>
                <w:rFonts w:ascii="HelveticaNeue-Light" w:hAnsi="HelveticaNeue-Light" w:cs="HelveticaNeue-Light"/>
                <w:szCs w:val="20"/>
                <w:lang w:val="en-GB"/>
              </w:rPr>
            </w:pPr>
            <w:r w:rsidRPr="00751DBB">
              <w:rPr>
                <w:rFonts w:ascii="HelveticaNeue-Light" w:hAnsi="HelveticaNeue-Light" w:cs="HelveticaNeue-Light"/>
                <w:szCs w:val="20"/>
                <w:lang w:val="en-GB"/>
              </w:rPr>
              <w:t>Reader</w:t>
            </w:r>
          </w:p>
        </w:tc>
        <w:tc>
          <w:tcPr>
            <w:tcW w:w="6485" w:type="dxa"/>
          </w:tcPr>
          <w:p w14:paraId="674497A7" w14:textId="77777777" w:rsidR="00AE5A74" w:rsidRPr="00751DBB" w:rsidRDefault="00AE5A74" w:rsidP="002C5BAF">
            <w:pPr>
              <w:cnfStyle w:val="000000000000" w:firstRow="0" w:lastRow="0" w:firstColumn="0" w:lastColumn="0" w:oddVBand="0" w:evenVBand="0" w:oddHBand="0" w:evenHBand="0" w:firstRowFirstColumn="0" w:firstRowLastColumn="0" w:lastRowFirstColumn="0" w:lastRowLastColumn="0"/>
              <w:rPr>
                <w:rFonts w:ascii="HelveticaNeue-LightItalic" w:hAnsi="HelveticaNeue-LightItalic" w:cs="HelveticaNeue-LightItalic"/>
                <w:iCs/>
                <w:szCs w:val="20"/>
                <w:lang w:val="en-GB"/>
              </w:rPr>
            </w:pPr>
            <w:r w:rsidRPr="00751DBB">
              <w:rPr>
                <w:rFonts w:ascii="HelveticaNeue-LightItalic" w:hAnsi="HelveticaNeue-LightItalic" w:cs="HelveticaNeue-LightItalic"/>
                <w:iCs/>
                <w:szCs w:val="20"/>
                <w:lang w:val="en-GB"/>
              </w:rPr>
              <w:t>Device used for communication with a smart card</w:t>
            </w:r>
          </w:p>
        </w:tc>
      </w:tr>
    </w:tbl>
    <w:p w14:paraId="7C7A6DBA" w14:textId="77777777" w:rsidR="00623FE0" w:rsidRPr="00751DBB" w:rsidRDefault="00623FE0" w:rsidP="00EB7C80">
      <w:pPr>
        <w:rPr>
          <w:lang w:val="en-GB"/>
        </w:rPr>
      </w:pPr>
    </w:p>
    <w:p w14:paraId="7FD06AE8" w14:textId="77777777" w:rsidR="00AE5A74" w:rsidRPr="00751DBB" w:rsidRDefault="00162750" w:rsidP="00BE2749">
      <w:pPr>
        <w:rPr>
          <w:lang w:val="en-GB"/>
        </w:rPr>
      </w:pPr>
      <w:r w:rsidRPr="00751DBB">
        <w:rPr>
          <w:lang w:val="en-GB"/>
        </w:rPr>
        <w:t>Note that in</w:t>
      </w:r>
      <w:r w:rsidR="004F6DAA" w:rsidRPr="00751DBB">
        <w:rPr>
          <w:lang w:val="en-GB"/>
        </w:rPr>
        <w:t xml:space="preserve"> case of Windows environment, </w:t>
      </w:r>
      <w:r w:rsidR="009F4D15" w:rsidRPr="00751DBB">
        <w:rPr>
          <w:lang w:val="en-GB"/>
        </w:rPr>
        <w:t>there can be two instances of the</w:t>
      </w:r>
      <w:r w:rsidR="004F0A23" w:rsidRPr="00751DBB">
        <w:rPr>
          <w:lang w:val="en-GB"/>
        </w:rPr>
        <w:t xml:space="preserve"> library installed concurrently</w:t>
      </w:r>
      <w:r w:rsidRPr="00751DBB">
        <w:rPr>
          <w:lang w:val="en-GB"/>
        </w:rPr>
        <w:t>.</w:t>
      </w:r>
      <w:r w:rsidR="004F0A23" w:rsidRPr="00751DBB">
        <w:rPr>
          <w:lang w:val="en-GB"/>
        </w:rPr>
        <w:t xml:space="preserve"> </w:t>
      </w:r>
      <w:r w:rsidR="00F6039A" w:rsidRPr="00751DBB">
        <w:rPr>
          <w:lang w:val="en-GB"/>
        </w:rPr>
        <w:t>If you download and install the library’s distribution package then it is stored to “c:\Program Files\Estonian ID Card Development\</w:t>
      </w:r>
      <w:r w:rsidR="008A0DD4">
        <w:rPr>
          <w:lang w:val="en-GB"/>
        </w:rPr>
        <w:t>lib</w:t>
      </w:r>
      <w:r w:rsidR="00F6039A" w:rsidRPr="00751DBB">
        <w:rPr>
          <w:lang w:val="en-GB"/>
        </w:rPr>
        <w:t>digidoc” directory by default. However, i</w:t>
      </w:r>
      <w:r w:rsidRPr="00751DBB">
        <w:rPr>
          <w:lang w:val="en-GB"/>
        </w:rPr>
        <w:t>f you have DigiDoc Client3 program installed then</w:t>
      </w:r>
      <w:r w:rsidR="004F0A23" w:rsidRPr="00751DBB">
        <w:rPr>
          <w:lang w:val="en-GB"/>
        </w:rPr>
        <w:t xml:space="preserve"> the library is</w:t>
      </w:r>
      <w:r w:rsidR="00F6039A" w:rsidRPr="00751DBB">
        <w:rPr>
          <w:lang w:val="en-GB"/>
        </w:rPr>
        <w:t xml:space="preserve"> also</w:t>
      </w:r>
      <w:r w:rsidR="004F0A23" w:rsidRPr="00751DBB">
        <w:rPr>
          <w:lang w:val="en-GB"/>
        </w:rPr>
        <w:t xml:space="preserve"> included in </w:t>
      </w:r>
      <w:r w:rsidRPr="00751DBB">
        <w:rPr>
          <w:lang w:val="en-GB"/>
        </w:rPr>
        <w:t xml:space="preserve">its installation </w:t>
      </w:r>
      <w:r w:rsidR="004F0A23" w:rsidRPr="00751DBB">
        <w:rPr>
          <w:lang w:val="en-GB"/>
        </w:rPr>
        <w:t xml:space="preserve">files </w:t>
      </w:r>
      <w:r w:rsidRPr="00751DBB">
        <w:rPr>
          <w:lang w:val="en-GB"/>
        </w:rPr>
        <w:t>(“c:\Program Files\Estonian ID Card” directory by default)</w:t>
      </w:r>
      <w:r w:rsidR="00F6039A" w:rsidRPr="00751DBB">
        <w:rPr>
          <w:lang w:val="en-GB"/>
        </w:rPr>
        <w:t xml:space="preserve">. </w:t>
      </w:r>
      <w:r w:rsidRPr="00751DBB">
        <w:rPr>
          <w:lang w:val="en-GB"/>
        </w:rPr>
        <w:t xml:space="preserve">Note that </w:t>
      </w:r>
      <w:r w:rsidR="004F0A23" w:rsidRPr="00751DBB">
        <w:rPr>
          <w:lang w:val="en-GB"/>
        </w:rPr>
        <w:t>c</w:t>
      </w:r>
      <w:r w:rsidR="00382938" w:rsidRPr="00751DBB">
        <w:rPr>
          <w:lang w:val="en-GB"/>
        </w:rPr>
        <w:t>onflicts could</w:t>
      </w:r>
      <w:r w:rsidR="004F6DAA" w:rsidRPr="00751DBB">
        <w:rPr>
          <w:lang w:val="en-GB"/>
        </w:rPr>
        <w:t xml:space="preserve"> occur between </w:t>
      </w:r>
      <w:r w:rsidR="004F0A23" w:rsidRPr="00751DBB">
        <w:rPr>
          <w:lang w:val="en-GB"/>
        </w:rPr>
        <w:t xml:space="preserve">the two installations. </w:t>
      </w:r>
    </w:p>
    <w:p w14:paraId="59E62D66" w14:textId="77777777" w:rsidR="00C813B3" w:rsidRPr="00751DBB" w:rsidRDefault="00C813B3" w:rsidP="00D56B07">
      <w:pPr>
        <w:pStyle w:val="Heading2"/>
        <w:rPr>
          <w:lang w:val="en-GB"/>
        </w:rPr>
      </w:pPr>
      <w:bookmarkStart w:id="32" w:name="_Toc410733901"/>
      <w:r w:rsidRPr="00751DBB">
        <w:rPr>
          <w:lang w:val="en-GB"/>
        </w:rPr>
        <w:t>CDigiDoc architecture</w:t>
      </w:r>
      <w:bookmarkEnd w:id="32"/>
    </w:p>
    <w:p w14:paraId="6E689272" w14:textId="77777777" w:rsidR="00C813B3" w:rsidRPr="00751DBB" w:rsidRDefault="00C813B3" w:rsidP="00C813B3">
      <w:pPr>
        <w:rPr>
          <w:lang w:val="en-GB"/>
        </w:rPr>
      </w:pPr>
      <w:r w:rsidRPr="00751DBB">
        <w:rPr>
          <w:lang w:val="en-GB"/>
        </w:rPr>
        <w:t>The CDigiDoc library consists of three kinds of components:</w:t>
      </w:r>
    </w:p>
    <w:p w14:paraId="3CC70AF0" w14:textId="77777777" w:rsidR="00C813B3" w:rsidRPr="00751DBB" w:rsidRDefault="00C813B3" w:rsidP="00C813B3">
      <w:pPr>
        <w:pStyle w:val="ListParagraph"/>
        <w:numPr>
          <w:ilvl w:val="0"/>
          <w:numId w:val="26"/>
        </w:numPr>
        <w:jc w:val="both"/>
        <w:rPr>
          <w:lang w:val="en-GB"/>
        </w:rPr>
      </w:pPr>
      <w:r w:rsidRPr="00751DBB">
        <w:rPr>
          <w:b/>
          <w:lang w:val="en-GB"/>
        </w:rPr>
        <w:lastRenderedPageBreak/>
        <w:t>Data structures</w:t>
      </w:r>
      <w:r w:rsidRPr="00751DBB">
        <w:rPr>
          <w:lang w:val="en-GB"/>
        </w:rPr>
        <w:t xml:space="preserve"> – declarations of data structures can be found in file DigiDocLib.h.</w:t>
      </w:r>
    </w:p>
    <w:p w14:paraId="3AFB65D7" w14:textId="77777777" w:rsidR="00C813B3" w:rsidRPr="00751DBB" w:rsidRDefault="00C813B3" w:rsidP="00AC5E92">
      <w:pPr>
        <w:pStyle w:val="ListParagraph"/>
        <w:numPr>
          <w:ilvl w:val="0"/>
          <w:numId w:val="28"/>
        </w:numPr>
        <w:jc w:val="both"/>
        <w:rPr>
          <w:lang w:val="en-GB"/>
        </w:rPr>
      </w:pPr>
      <w:r w:rsidRPr="00751DBB">
        <w:rPr>
          <w:b/>
          <w:lang w:val="en-GB"/>
        </w:rPr>
        <w:t>Constants</w:t>
      </w:r>
      <w:r w:rsidRPr="00751DBB">
        <w:rPr>
          <w:lang w:val="en-GB"/>
        </w:rPr>
        <w:t xml:space="preserve"> – a number of constants are used by the library, including error codes. Their definitions can be found in files DigiDocLib.h and DigiDocError.h.</w:t>
      </w:r>
    </w:p>
    <w:p w14:paraId="597EBBFA" w14:textId="77777777" w:rsidR="00C813B3" w:rsidRDefault="00C813B3" w:rsidP="00AC5E92">
      <w:pPr>
        <w:pStyle w:val="ListParagraph"/>
        <w:numPr>
          <w:ilvl w:val="0"/>
          <w:numId w:val="28"/>
        </w:numPr>
        <w:jc w:val="both"/>
        <w:rPr>
          <w:lang w:val="en-GB"/>
        </w:rPr>
      </w:pPr>
      <w:r w:rsidRPr="00751DBB">
        <w:rPr>
          <w:b/>
          <w:lang w:val="en-GB"/>
        </w:rPr>
        <w:t>Functions</w:t>
      </w:r>
      <w:r w:rsidRPr="00751DBB">
        <w:rPr>
          <w:lang w:val="en-GB"/>
        </w:rPr>
        <w:t xml:space="preserve"> – defined in *.c files of the library. Functions of public interest have been declared in file DigiDocLib.c.</w:t>
      </w:r>
    </w:p>
    <w:p w14:paraId="6DFE3B9C" w14:textId="77777777" w:rsidR="00C813B3" w:rsidRPr="00E04EFF" w:rsidRDefault="00C813B3" w:rsidP="00C813B3">
      <w:pPr>
        <w:rPr>
          <w:lang w:val="en-GB"/>
        </w:rPr>
      </w:pPr>
      <w:r w:rsidRPr="00E04EFF">
        <w:rPr>
          <w:lang w:val="en-GB"/>
        </w:rPr>
        <w:t xml:space="preserve">For additional information about the functions and data structures </w:t>
      </w:r>
      <w:r>
        <w:rPr>
          <w:lang w:val="en-GB"/>
        </w:rPr>
        <w:t>of CDigiDoc library</w:t>
      </w:r>
      <w:r w:rsidRPr="00E04EFF">
        <w:rPr>
          <w:lang w:val="en-GB"/>
        </w:rPr>
        <w:t>, see the full API description that is included in the CDigiDoc library’s installation package</w:t>
      </w:r>
      <w:r>
        <w:rPr>
          <w:lang w:val="en-GB"/>
        </w:rPr>
        <w:t>, in directory /documentation/api</w:t>
      </w:r>
      <w:r w:rsidRPr="00E04EFF">
        <w:rPr>
          <w:lang w:val="en-GB"/>
        </w:rPr>
        <w:t xml:space="preserve">. </w:t>
      </w:r>
    </w:p>
    <w:p w14:paraId="4D41CF0D" w14:textId="77777777" w:rsidR="00BE2749" w:rsidRPr="00751DBB" w:rsidRDefault="00BE2749" w:rsidP="00D56B07">
      <w:pPr>
        <w:pStyle w:val="Heading2"/>
        <w:rPr>
          <w:lang w:val="en-GB"/>
        </w:rPr>
      </w:pPr>
      <w:bookmarkStart w:id="33" w:name="_Toc410733902"/>
      <w:r w:rsidRPr="00751DBB">
        <w:rPr>
          <w:lang w:val="en-GB"/>
        </w:rPr>
        <w:t>Dependencies</w:t>
      </w:r>
      <w:bookmarkEnd w:id="33"/>
    </w:p>
    <w:p w14:paraId="70B0F777" w14:textId="77777777" w:rsidR="00BE2749" w:rsidRPr="00751DBB" w:rsidRDefault="00E31F18" w:rsidP="00BE2749">
      <w:pPr>
        <w:rPr>
          <w:lang w:val="en-GB"/>
        </w:rPr>
      </w:pPr>
      <w:r w:rsidRPr="00751DBB">
        <w:rPr>
          <w:lang w:val="en-GB"/>
        </w:rPr>
        <w:t>C</w:t>
      </w:r>
      <w:r w:rsidR="00BE2749" w:rsidRPr="00751DBB">
        <w:rPr>
          <w:lang w:val="en-GB"/>
        </w:rPr>
        <w:t xml:space="preserve">DigiDoc depends on </w:t>
      </w:r>
      <w:r w:rsidR="001377FC" w:rsidRPr="00751DBB">
        <w:rPr>
          <w:lang w:val="en-GB"/>
        </w:rPr>
        <w:t>the libraries listed below.</w:t>
      </w:r>
      <w:r w:rsidR="00BE2749" w:rsidRPr="00751DBB">
        <w:rPr>
          <w:lang w:val="en-GB"/>
        </w:rPr>
        <w:t xml:space="preserve"> </w:t>
      </w:r>
    </w:p>
    <w:tbl>
      <w:tblPr>
        <w:tblStyle w:val="Parameters"/>
        <w:tblW w:w="0" w:type="auto"/>
        <w:tblLook w:val="04A0" w:firstRow="1" w:lastRow="0" w:firstColumn="1" w:lastColumn="0" w:noHBand="0" w:noVBand="1"/>
      </w:tblPr>
      <w:tblGrid>
        <w:gridCol w:w="2404"/>
        <w:gridCol w:w="5816"/>
      </w:tblGrid>
      <w:tr w:rsidR="004125D4" w:rsidRPr="00751DBB" w14:paraId="50CEA341" w14:textId="77777777" w:rsidTr="00652E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3" w:type="dxa"/>
          </w:tcPr>
          <w:p w14:paraId="501296F3" w14:textId="77777777" w:rsidR="004125D4" w:rsidRPr="00751DBB" w:rsidRDefault="004125D4" w:rsidP="00652E7C">
            <w:pPr>
              <w:jc w:val="left"/>
              <w:rPr>
                <w:b/>
                <w:szCs w:val="20"/>
                <w:lang w:val="en-GB"/>
              </w:rPr>
            </w:pPr>
            <w:r w:rsidRPr="00751DBB">
              <w:rPr>
                <w:b/>
                <w:szCs w:val="20"/>
                <w:lang w:val="en-GB"/>
              </w:rPr>
              <w:t>Base Component</w:t>
            </w:r>
          </w:p>
        </w:tc>
        <w:tc>
          <w:tcPr>
            <w:tcW w:w="5973" w:type="dxa"/>
          </w:tcPr>
          <w:p w14:paraId="7435D8E4" w14:textId="77777777" w:rsidR="004125D4" w:rsidRPr="00751DBB" w:rsidRDefault="004125D4" w:rsidP="00652E7C">
            <w:pPr>
              <w:jc w:val="left"/>
              <w:cnfStyle w:val="100000000000" w:firstRow="1" w:lastRow="0" w:firstColumn="0" w:lastColumn="0" w:oddVBand="0" w:evenVBand="0" w:oddHBand="0" w:evenHBand="0" w:firstRowFirstColumn="0" w:firstRowLastColumn="0" w:lastRowFirstColumn="0" w:lastRowLastColumn="0"/>
              <w:rPr>
                <w:color w:val="000000" w:themeColor="text1"/>
                <w:szCs w:val="20"/>
                <w:lang w:val="en-GB"/>
              </w:rPr>
            </w:pPr>
            <w:r w:rsidRPr="00751DBB">
              <w:rPr>
                <w:color w:val="000000" w:themeColor="text1"/>
                <w:szCs w:val="20"/>
                <w:lang w:val="en-GB"/>
              </w:rPr>
              <w:t>Description</w:t>
            </w:r>
          </w:p>
        </w:tc>
      </w:tr>
      <w:tr w:rsidR="004125D4" w:rsidRPr="00751DBB" w14:paraId="7F9E6F24" w14:textId="77777777" w:rsidTr="00652E7C">
        <w:tc>
          <w:tcPr>
            <w:cnfStyle w:val="001000000000" w:firstRow="0" w:lastRow="0" w:firstColumn="1" w:lastColumn="0" w:oddVBand="0" w:evenVBand="0" w:oddHBand="0" w:evenHBand="0" w:firstRowFirstColumn="0" w:firstRowLastColumn="0" w:lastRowFirstColumn="0" w:lastRowLastColumn="0"/>
            <w:tcW w:w="2463" w:type="dxa"/>
          </w:tcPr>
          <w:p w14:paraId="2259DB58" w14:textId="77777777" w:rsidR="004125D4" w:rsidRPr="00751DBB" w:rsidRDefault="004125D4" w:rsidP="00652E7C">
            <w:pPr>
              <w:jc w:val="left"/>
              <w:rPr>
                <w:sz w:val="20"/>
                <w:szCs w:val="20"/>
                <w:lang w:val="en-GB"/>
              </w:rPr>
            </w:pPr>
            <w:r w:rsidRPr="00751DBB">
              <w:rPr>
                <w:szCs w:val="20"/>
                <w:lang w:val="en-GB"/>
              </w:rPr>
              <w:t>OpenSSL</w:t>
            </w:r>
          </w:p>
        </w:tc>
        <w:tc>
          <w:tcPr>
            <w:tcW w:w="5973" w:type="dxa"/>
          </w:tcPr>
          <w:p w14:paraId="6C407391" w14:textId="2A71F663" w:rsidR="0063521D" w:rsidRPr="00751DBB" w:rsidRDefault="00B703E7" w:rsidP="005D30A6">
            <w:pPr>
              <w:jc w:val="left"/>
              <w:cnfStyle w:val="000000000000" w:firstRow="0" w:lastRow="0" w:firstColumn="0" w:lastColumn="0" w:oddVBand="0" w:evenVBand="0" w:oddHBand="0" w:evenHBand="0" w:firstRowFirstColumn="0" w:firstRowLastColumn="0" w:lastRowFirstColumn="0" w:lastRowLastColumn="0"/>
              <w:rPr>
                <w:szCs w:val="20"/>
                <w:lang w:val="en-GB"/>
              </w:rPr>
            </w:pPr>
            <w:r w:rsidRPr="000575FB">
              <w:rPr>
                <w:lang w:val="en-GB"/>
              </w:rPr>
              <w:t>Used for validating certificates and digest values.</w:t>
            </w:r>
            <w:r>
              <w:rPr>
                <w:lang w:val="en-GB"/>
              </w:rPr>
              <w:t xml:space="preserve"> </w:t>
            </w:r>
            <w:r w:rsidR="005D30A6" w:rsidRPr="00751DBB">
              <w:rPr>
                <w:szCs w:val="20"/>
                <w:lang w:val="en-GB"/>
              </w:rPr>
              <w:t xml:space="preserve">Source code is available from: </w:t>
            </w:r>
            <w:hyperlink r:id="rId37" w:history="1">
              <w:r w:rsidR="00E45A89" w:rsidRPr="00751DBB">
                <w:rPr>
                  <w:rStyle w:val="Hyperlink"/>
                  <w:lang w:val="en-GB"/>
                </w:rPr>
                <w:t>http://www.openssl.org/</w:t>
              </w:r>
            </w:hyperlink>
          </w:p>
        </w:tc>
      </w:tr>
      <w:tr w:rsidR="004125D4" w:rsidRPr="00751DBB" w14:paraId="77F38423" w14:textId="77777777" w:rsidTr="00652E7C">
        <w:tc>
          <w:tcPr>
            <w:cnfStyle w:val="001000000000" w:firstRow="0" w:lastRow="0" w:firstColumn="1" w:lastColumn="0" w:oddVBand="0" w:evenVBand="0" w:oddHBand="0" w:evenHBand="0" w:firstRowFirstColumn="0" w:firstRowLastColumn="0" w:lastRowFirstColumn="0" w:lastRowLastColumn="0"/>
            <w:tcW w:w="2463" w:type="dxa"/>
          </w:tcPr>
          <w:p w14:paraId="7C1AC6D0" w14:textId="77777777" w:rsidR="004125D4" w:rsidRPr="00751DBB" w:rsidRDefault="004125D4" w:rsidP="00652E7C">
            <w:pPr>
              <w:jc w:val="left"/>
              <w:rPr>
                <w:szCs w:val="20"/>
                <w:lang w:val="en-GB"/>
              </w:rPr>
            </w:pPr>
            <w:r w:rsidRPr="00751DBB">
              <w:rPr>
                <w:szCs w:val="20"/>
                <w:lang w:val="en-GB"/>
              </w:rPr>
              <w:t>libxml2</w:t>
            </w:r>
          </w:p>
        </w:tc>
        <w:tc>
          <w:tcPr>
            <w:tcW w:w="5973" w:type="dxa"/>
          </w:tcPr>
          <w:p w14:paraId="2A4A1AD1" w14:textId="0555845B" w:rsidR="002E5CD1" w:rsidRPr="00751DBB" w:rsidRDefault="00D909F3" w:rsidP="00B703E7">
            <w:pPr>
              <w:jc w:val="left"/>
              <w:cnfStyle w:val="000000000000" w:firstRow="0" w:lastRow="0" w:firstColumn="0" w:lastColumn="0" w:oddVBand="0" w:evenVBand="0" w:oddHBand="0" w:evenHBand="0" w:firstRowFirstColumn="0" w:firstRowLastColumn="0" w:lastRowFirstColumn="0" w:lastRowLastColumn="0"/>
              <w:rPr>
                <w:szCs w:val="20"/>
                <w:lang w:val="en-GB"/>
              </w:rPr>
            </w:pPr>
            <w:r>
              <w:rPr>
                <w:szCs w:val="20"/>
                <w:lang w:val="en-GB"/>
              </w:rPr>
              <w:t xml:space="preserve">XML parser. </w:t>
            </w:r>
            <w:r w:rsidR="004125D4" w:rsidRPr="00751DBB">
              <w:rPr>
                <w:szCs w:val="20"/>
                <w:lang w:val="en-GB"/>
              </w:rPr>
              <w:t>Source code is available from</w:t>
            </w:r>
            <w:r w:rsidR="002E5CD1" w:rsidRPr="00751DBB">
              <w:rPr>
                <w:szCs w:val="20"/>
                <w:lang w:val="en-GB"/>
              </w:rPr>
              <w:t xml:space="preserve">: </w:t>
            </w:r>
            <w:r w:rsidR="004125D4" w:rsidRPr="00751DBB">
              <w:rPr>
                <w:szCs w:val="20"/>
                <w:lang w:val="en-GB"/>
              </w:rPr>
              <w:t xml:space="preserve"> </w:t>
            </w:r>
            <w:hyperlink r:id="rId38" w:history="1">
              <w:r w:rsidR="004125D4" w:rsidRPr="00751DBB">
                <w:rPr>
                  <w:rStyle w:val="Hyperlink"/>
                  <w:szCs w:val="20"/>
                  <w:lang w:val="en-GB"/>
                </w:rPr>
                <w:t>http://www.xmlsoft.org/</w:t>
              </w:r>
            </w:hyperlink>
          </w:p>
        </w:tc>
      </w:tr>
      <w:tr w:rsidR="004D07BD" w:rsidRPr="00751DBB" w14:paraId="51C94B15" w14:textId="77777777" w:rsidTr="00652E7C">
        <w:tc>
          <w:tcPr>
            <w:cnfStyle w:val="001000000000" w:firstRow="0" w:lastRow="0" w:firstColumn="1" w:lastColumn="0" w:oddVBand="0" w:evenVBand="0" w:oddHBand="0" w:evenHBand="0" w:firstRowFirstColumn="0" w:firstRowLastColumn="0" w:lastRowFirstColumn="0" w:lastRowLastColumn="0"/>
            <w:tcW w:w="2463" w:type="dxa"/>
          </w:tcPr>
          <w:p w14:paraId="5421261A" w14:textId="77777777" w:rsidR="004D07BD" w:rsidRPr="00751DBB" w:rsidRDefault="00002345" w:rsidP="00652E7C">
            <w:pPr>
              <w:jc w:val="left"/>
              <w:rPr>
                <w:szCs w:val="20"/>
                <w:lang w:val="en-GB"/>
              </w:rPr>
            </w:pPr>
            <w:r w:rsidRPr="00751DBB">
              <w:rPr>
                <w:szCs w:val="20"/>
                <w:lang w:val="en-GB"/>
              </w:rPr>
              <w:t>Zlib</w:t>
            </w:r>
          </w:p>
        </w:tc>
        <w:tc>
          <w:tcPr>
            <w:tcW w:w="5973" w:type="dxa"/>
          </w:tcPr>
          <w:p w14:paraId="16BFA929" w14:textId="2DDDDB1D" w:rsidR="004D07BD" w:rsidRPr="00751DBB" w:rsidRDefault="00B703E7" w:rsidP="005D30A6">
            <w:pPr>
              <w:jc w:val="left"/>
              <w:cnfStyle w:val="000000000000" w:firstRow="0" w:lastRow="0" w:firstColumn="0" w:lastColumn="0" w:oddVBand="0" w:evenVBand="0" w:oddHBand="0" w:evenHBand="0" w:firstRowFirstColumn="0" w:firstRowLastColumn="0" w:lastRowFirstColumn="0" w:lastRowLastColumn="0"/>
              <w:rPr>
                <w:szCs w:val="20"/>
                <w:lang w:val="en-GB"/>
              </w:rPr>
            </w:pPr>
            <w:r>
              <w:rPr>
                <w:szCs w:val="20"/>
                <w:lang w:val="en-GB"/>
              </w:rPr>
              <w:t xml:space="preserve">Compression library. </w:t>
            </w:r>
            <w:r w:rsidR="002E5CD1" w:rsidRPr="00751DBB">
              <w:rPr>
                <w:szCs w:val="20"/>
                <w:lang w:val="en-GB"/>
              </w:rPr>
              <w:t xml:space="preserve">Source code is available from: </w:t>
            </w:r>
            <w:hyperlink r:id="rId39" w:history="1">
              <w:r w:rsidR="00E45A89" w:rsidRPr="00751DBB">
                <w:rPr>
                  <w:rStyle w:val="Hyperlink"/>
                  <w:szCs w:val="20"/>
                  <w:lang w:val="en-GB"/>
                </w:rPr>
                <w:t>http://zlib.net/</w:t>
              </w:r>
            </w:hyperlink>
          </w:p>
        </w:tc>
      </w:tr>
      <w:tr w:rsidR="00002345" w:rsidRPr="00751DBB" w14:paraId="0BE7FB91" w14:textId="77777777" w:rsidTr="00652E7C">
        <w:tc>
          <w:tcPr>
            <w:cnfStyle w:val="001000000000" w:firstRow="0" w:lastRow="0" w:firstColumn="1" w:lastColumn="0" w:oddVBand="0" w:evenVBand="0" w:oddHBand="0" w:evenHBand="0" w:firstRowFirstColumn="0" w:firstRowLastColumn="0" w:lastRowFirstColumn="0" w:lastRowLastColumn="0"/>
            <w:tcW w:w="2463" w:type="dxa"/>
          </w:tcPr>
          <w:p w14:paraId="32523F85" w14:textId="77777777" w:rsidR="00002345" w:rsidRPr="00751DBB" w:rsidRDefault="00002345" w:rsidP="00652E7C">
            <w:pPr>
              <w:jc w:val="left"/>
              <w:rPr>
                <w:szCs w:val="20"/>
                <w:lang w:val="en-GB"/>
              </w:rPr>
            </w:pPr>
            <w:r w:rsidRPr="00751DBB">
              <w:rPr>
                <w:szCs w:val="20"/>
                <w:lang w:val="en-GB"/>
              </w:rPr>
              <w:t>iconv</w:t>
            </w:r>
          </w:p>
        </w:tc>
        <w:tc>
          <w:tcPr>
            <w:tcW w:w="5973" w:type="dxa"/>
          </w:tcPr>
          <w:p w14:paraId="185B9175" w14:textId="2EDFE873" w:rsidR="00002345" w:rsidRPr="00751DBB" w:rsidRDefault="00D909F3" w:rsidP="005D30A6">
            <w:pPr>
              <w:jc w:val="left"/>
              <w:cnfStyle w:val="000000000000" w:firstRow="0" w:lastRow="0" w:firstColumn="0" w:lastColumn="0" w:oddVBand="0" w:evenVBand="0" w:oddHBand="0" w:evenHBand="0" w:firstRowFirstColumn="0" w:firstRowLastColumn="0" w:lastRowFirstColumn="0" w:lastRowLastColumn="0"/>
              <w:rPr>
                <w:szCs w:val="20"/>
                <w:lang w:val="en-GB"/>
              </w:rPr>
            </w:pPr>
            <w:r>
              <w:rPr>
                <w:szCs w:val="20"/>
                <w:lang w:val="en-GB"/>
              </w:rPr>
              <w:t xml:space="preserve">Used for encoding. </w:t>
            </w:r>
            <w:r w:rsidR="002E5CD1" w:rsidRPr="00751DBB">
              <w:rPr>
                <w:szCs w:val="20"/>
                <w:lang w:val="en-GB"/>
              </w:rPr>
              <w:t xml:space="preserve">Source code is available from:  </w:t>
            </w:r>
            <w:hyperlink r:id="rId40" w:history="1">
              <w:r w:rsidR="005D30A6" w:rsidRPr="00751DBB">
                <w:rPr>
                  <w:rStyle w:val="Hyperlink"/>
                  <w:szCs w:val="20"/>
                  <w:lang w:val="en-GB"/>
                </w:rPr>
                <w:t>h</w:t>
              </w:r>
              <w:r w:rsidR="000773BA" w:rsidRPr="00751DBB">
                <w:rPr>
                  <w:rStyle w:val="Hyperlink"/>
                  <w:szCs w:val="20"/>
                  <w:lang w:val="en-GB"/>
                </w:rPr>
                <w:t>ttp://www.gnu.org/software/libiconv/</w:t>
              </w:r>
            </w:hyperlink>
          </w:p>
        </w:tc>
      </w:tr>
    </w:tbl>
    <w:p w14:paraId="5DAA96C8" w14:textId="77777777" w:rsidR="004125D4" w:rsidRPr="00751DBB" w:rsidRDefault="004125D4" w:rsidP="00BE2749">
      <w:pPr>
        <w:rPr>
          <w:lang w:val="en-GB"/>
        </w:rPr>
      </w:pPr>
    </w:p>
    <w:p w14:paraId="74675DD4" w14:textId="77777777" w:rsidR="00BE2749" w:rsidRPr="00751DBB" w:rsidRDefault="00BE2749" w:rsidP="00C813B3">
      <w:pPr>
        <w:pStyle w:val="Heading1"/>
        <w:rPr>
          <w:lang w:val="en-GB"/>
        </w:rPr>
      </w:pPr>
      <w:bookmarkStart w:id="34" w:name="_Configuring_CJDigiDoc"/>
      <w:bookmarkStart w:id="35" w:name="_Toc410733903"/>
      <w:bookmarkEnd w:id="34"/>
      <w:r w:rsidRPr="00751DBB">
        <w:rPr>
          <w:lang w:val="en-GB"/>
        </w:rPr>
        <w:t xml:space="preserve">Configuring </w:t>
      </w:r>
      <w:r w:rsidR="00120C3B" w:rsidRPr="00751DBB">
        <w:rPr>
          <w:lang w:val="en-GB"/>
        </w:rPr>
        <w:t>C</w:t>
      </w:r>
      <w:r w:rsidRPr="00751DBB">
        <w:rPr>
          <w:lang w:val="en-GB"/>
        </w:rPr>
        <w:t>DigiDoc</w:t>
      </w:r>
      <w:bookmarkEnd w:id="35"/>
    </w:p>
    <w:p w14:paraId="3FF5C103" w14:textId="4F8B0785" w:rsidR="00D9141C" w:rsidRPr="00D9141C" w:rsidRDefault="00D9141C" w:rsidP="00D56B07">
      <w:pPr>
        <w:pStyle w:val="Heading2"/>
      </w:pPr>
      <w:bookmarkStart w:id="36" w:name="_Ref361100345"/>
      <w:bookmarkStart w:id="37" w:name="_Ref361100359"/>
      <w:bookmarkStart w:id="38" w:name="_Toc374110742"/>
      <w:bookmarkStart w:id="39" w:name="_Toc410733904"/>
      <w:r w:rsidRPr="005E05FF">
        <w:t>Loading configuration settings</w:t>
      </w:r>
      <w:bookmarkEnd w:id="36"/>
      <w:bookmarkEnd w:id="37"/>
      <w:bookmarkEnd w:id="38"/>
      <w:bookmarkEnd w:id="39"/>
    </w:p>
    <w:p w14:paraId="3C8792CA" w14:textId="77777777" w:rsidR="00300F6A" w:rsidRPr="00751DBB" w:rsidRDefault="00886201" w:rsidP="00844C45">
      <w:pPr>
        <w:rPr>
          <w:lang w:val="en-GB"/>
        </w:rPr>
      </w:pPr>
      <w:r w:rsidRPr="00751DBB">
        <w:rPr>
          <w:lang w:val="en-GB"/>
        </w:rPr>
        <w:t>C</w:t>
      </w:r>
      <w:r w:rsidR="00844C45" w:rsidRPr="00751DBB">
        <w:rPr>
          <w:lang w:val="en-GB"/>
        </w:rPr>
        <w:t xml:space="preserve">DigiDoc uses </w:t>
      </w:r>
      <w:r w:rsidR="00885FDB" w:rsidRPr="00751DBB">
        <w:rPr>
          <w:lang w:val="en-GB"/>
        </w:rPr>
        <w:t>functions in DigiDocConfig.</w:t>
      </w:r>
      <w:r w:rsidR="00F82B11" w:rsidRPr="00751DBB">
        <w:rPr>
          <w:lang w:val="en-GB"/>
        </w:rPr>
        <w:t>h/</w:t>
      </w:r>
      <w:r w:rsidR="00885FDB" w:rsidRPr="00751DBB">
        <w:rPr>
          <w:lang w:val="en-GB"/>
        </w:rPr>
        <w:t xml:space="preserve">c </w:t>
      </w:r>
      <w:r w:rsidR="004D0358" w:rsidRPr="00751DBB">
        <w:rPr>
          <w:lang w:val="en-GB"/>
        </w:rPr>
        <w:t xml:space="preserve">source files </w:t>
      </w:r>
      <w:r w:rsidR="00844C45" w:rsidRPr="00751DBB">
        <w:rPr>
          <w:lang w:val="en-GB"/>
        </w:rPr>
        <w:t>for reading configuration data from property file</w:t>
      </w:r>
      <w:r w:rsidR="00E24860" w:rsidRPr="00751DBB">
        <w:rPr>
          <w:lang w:val="en-GB"/>
        </w:rPr>
        <w:t xml:space="preserve">s. </w:t>
      </w:r>
      <w:r w:rsidR="00D364CA" w:rsidRPr="00751DBB">
        <w:rPr>
          <w:lang w:val="en-GB"/>
        </w:rPr>
        <w:t>Sample configuration files are included in the library’s installation package.</w:t>
      </w:r>
    </w:p>
    <w:p w14:paraId="38172421" w14:textId="77777777" w:rsidR="00E8309B" w:rsidRDefault="00942C63" w:rsidP="00844C45">
      <w:pPr>
        <w:rPr>
          <w:lang w:val="en-GB"/>
        </w:rPr>
      </w:pPr>
      <w:r w:rsidRPr="00751DBB">
        <w:rPr>
          <w:lang w:val="en-GB"/>
        </w:rPr>
        <w:t>In Windows environment,</w:t>
      </w:r>
      <w:r w:rsidR="00657407" w:rsidRPr="00751DBB">
        <w:rPr>
          <w:lang w:val="en-GB"/>
        </w:rPr>
        <w:t xml:space="preserve"> the configuration file is named</w:t>
      </w:r>
      <w:r w:rsidRPr="00751DBB">
        <w:rPr>
          <w:lang w:val="en-GB"/>
        </w:rPr>
        <w:t xml:space="preserve"> </w:t>
      </w:r>
      <w:r w:rsidRPr="00751DBB">
        <w:rPr>
          <w:b/>
          <w:lang w:val="en-GB"/>
        </w:rPr>
        <w:t>digidoc.ini</w:t>
      </w:r>
      <w:r w:rsidR="00E8309B" w:rsidRPr="00E8309B">
        <w:rPr>
          <w:lang w:val="en-GB"/>
        </w:rPr>
        <w:t>, in Linux environment</w:t>
      </w:r>
      <w:r w:rsidR="00E8309B">
        <w:rPr>
          <w:lang w:val="en-GB"/>
        </w:rPr>
        <w:t xml:space="preserve"> the file is named </w:t>
      </w:r>
      <w:r w:rsidR="00E8309B" w:rsidRPr="00CC1AEB">
        <w:rPr>
          <w:b/>
          <w:lang w:val="en-GB"/>
        </w:rPr>
        <w:t>digidoc.conf</w:t>
      </w:r>
      <w:r w:rsidR="00E8309B">
        <w:rPr>
          <w:lang w:val="en-GB"/>
        </w:rPr>
        <w:t>.</w:t>
      </w:r>
      <w:r w:rsidR="00626112" w:rsidRPr="00751DBB">
        <w:rPr>
          <w:lang w:val="en-GB"/>
        </w:rPr>
        <w:t xml:space="preserve"> </w:t>
      </w:r>
    </w:p>
    <w:p w14:paraId="6AD1CA2C" w14:textId="77777777" w:rsidR="00E8309B" w:rsidRDefault="00E8309B" w:rsidP="00E8309B">
      <w:pPr>
        <w:rPr>
          <w:lang w:val="en-GB"/>
        </w:rPr>
      </w:pPr>
      <w:r>
        <w:rPr>
          <w:lang w:val="en-GB"/>
        </w:rPr>
        <w:t>C</w:t>
      </w:r>
      <w:r w:rsidR="00CD0080">
        <w:rPr>
          <w:lang w:val="en-GB"/>
        </w:rPr>
        <w:t>onfiguration settings may be</w:t>
      </w:r>
      <w:r>
        <w:rPr>
          <w:lang w:val="en-GB"/>
        </w:rPr>
        <w:t xml:space="preserve"> loaded from different configuration files if the respective files are provided in system. Every subsequent configuration file complements the already present parameter values (i.e. doesn’t delete the previous entries). CDigiDoc looks for configuration files in the following sequence:</w:t>
      </w:r>
    </w:p>
    <w:p w14:paraId="0D45DF11" w14:textId="77777777" w:rsidR="00E8309B" w:rsidRPr="00D05E12" w:rsidRDefault="00CD0080" w:rsidP="00AC5E92">
      <w:pPr>
        <w:pStyle w:val="ListParagraph"/>
        <w:numPr>
          <w:ilvl w:val="0"/>
          <w:numId w:val="39"/>
        </w:numPr>
        <w:rPr>
          <w:lang w:val="en-GB"/>
        </w:rPr>
      </w:pPr>
      <w:r>
        <w:rPr>
          <w:lang w:val="en-GB"/>
        </w:rPr>
        <w:t>s</w:t>
      </w:r>
      <w:r w:rsidR="00E8309B" w:rsidRPr="00D05E12">
        <w:rPr>
          <w:lang w:val="en-GB"/>
        </w:rPr>
        <w:t>ystem directory - C:\Windows\digidoc.ini in case of Windows environment or /etc/digidoc.conf in case of Linux.</w:t>
      </w:r>
      <w:r>
        <w:rPr>
          <w:lang w:val="en-GB"/>
        </w:rPr>
        <w:t xml:space="preserve"> Specifies global settings that have effect on all the users of the computer.</w:t>
      </w:r>
    </w:p>
    <w:p w14:paraId="4C8B4400" w14:textId="77777777" w:rsidR="00E8309B" w:rsidRPr="00D05E12" w:rsidRDefault="00CD0080" w:rsidP="00AC5E92">
      <w:pPr>
        <w:pStyle w:val="ListParagraph"/>
        <w:numPr>
          <w:ilvl w:val="0"/>
          <w:numId w:val="39"/>
        </w:numPr>
        <w:rPr>
          <w:lang w:val="en-GB"/>
        </w:rPr>
      </w:pPr>
      <w:r>
        <w:rPr>
          <w:lang w:val="en-GB"/>
        </w:rPr>
        <w:t>u</w:t>
      </w:r>
      <w:r w:rsidR="00E8309B" w:rsidRPr="00D05E12">
        <w:rPr>
          <w:lang w:val="en-GB"/>
        </w:rPr>
        <w:t>ser’s home directory - c:\Users\&lt;username&gt;\digidoc.ini or /home/&lt;username&gt;/.digidoc.conf (notice the '.')</w:t>
      </w:r>
      <w:r w:rsidR="00E8309B">
        <w:rPr>
          <w:lang w:val="en-GB"/>
        </w:rPr>
        <w:t>, according to your environment.</w:t>
      </w:r>
    </w:p>
    <w:p w14:paraId="15BC9004" w14:textId="77777777" w:rsidR="00E8309B" w:rsidRPr="00D05E12" w:rsidRDefault="00CD0080" w:rsidP="00AC5E92">
      <w:pPr>
        <w:pStyle w:val="ListParagraph"/>
        <w:numPr>
          <w:ilvl w:val="0"/>
          <w:numId w:val="39"/>
        </w:numPr>
        <w:rPr>
          <w:lang w:val="en-GB"/>
        </w:rPr>
      </w:pPr>
      <w:r>
        <w:rPr>
          <w:lang w:val="en-GB"/>
        </w:rPr>
        <w:t>c</w:t>
      </w:r>
      <w:r w:rsidR="00E8309B" w:rsidRPr="00D05E12">
        <w:rPr>
          <w:lang w:val="en-GB"/>
        </w:rPr>
        <w:t>urrent working directory - digidoc.ini or digidoc.conf</w:t>
      </w:r>
      <w:r w:rsidR="00E8309B">
        <w:rPr>
          <w:lang w:val="en-GB"/>
        </w:rPr>
        <w:t>,</w:t>
      </w:r>
      <w:r w:rsidR="00E8309B" w:rsidRPr="00D05E12">
        <w:rPr>
          <w:lang w:val="en-GB"/>
        </w:rPr>
        <w:t xml:space="preserve"> according to your environment.</w:t>
      </w:r>
    </w:p>
    <w:p w14:paraId="7DED9F06" w14:textId="77777777" w:rsidR="00E8309B" w:rsidRDefault="00CD0080" w:rsidP="00AC5E92">
      <w:pPr>
        <w:pStyle w:val="ListParagraph"/>
        <w:numPr>
          <w:ilvl w:val="0"/>
          <w:numId w:val="39"/>
        </w:numPr>
        <w:rPr>
          <w:lang w:val="en-GB"/>
        </w:rPr>
      </w:pPr>
      <w:r>
        <w:rPr>
          <w:lang w:val="en-GB"/>
        </w:rPr>
        <w:t>i</w:t>
      </w:r>
      <w:r w:rsidR="00E8309B" w:rsidRPr="00D05E12">
        <w:rPr>
          <w:lang w:val="en-GB"/>
        </w:rPr>
        <w:t xml:space="preserve">n case of utility program, the configuration file that is provided with –config command. </w:t>
      </w:r>
    </w:p>
    <w:p w14:paraId="1FFAA484" w14:textId="77777777" w:rsidR="00E8309B" w:rsidRPr="00E8309B" w:rsidRDefault="00CD0080" w:rsidP="00AC5E92">
      <w:pPr>
        <w:pStyle w:val="ListParagraph"/>
        <w:numPr>
          <w:ilvl w:val="0"/>
          <w:numId w:val="39"/>
        </w:numPr>
        <w:rPr>
          <w:lang w:val="en-GB"/>
        </w:rPr>
      </w:pPr>
      <w:r>
        <w:rPr>
          <w:lang w:val="en-GB"/>
        </w:rPr>
        <w:t>i</w:t>
      </w:r>
      <w:r w:rsidR="00E8309B" w:rsidRPr="00E8309B">
        <w:rPr>
          <w:lang w:val="en-GB"/>
        </w:rPr>
        <w:t>n case of Windows environment, the Windows registry entries</w:t>
      </w:r>
      <w:r w:rsidR="00CC1AEB">
        <w:rPr>
          <w:lang w:val="en-GB"/>
        </w:rPr>
        <w:t>.</w:t>
      </w:r>
    </w:p>
    <w:p w14:paraId="6D860ED4" w14:textId="77777777" w:rsidR="00611C32" w:rsidRPr="00751DBB" w:rsidRDefault="00611C32" w:rsidP="00A611ED">
      <w:pPr>
        <w:rPr>
          <w:lang w:val="en-GB"/>
        </w:rPr>
      </w:pPr>
      <w:r w:rsidRPr="00751DBB">
        <w:rPr>
          <w:lang w:val="en-GB"/>
        </w:rPr>
        <w:t xml:space="preserve">It is also possible to use a different configuration file location than the default. In that case, the configuration file’s full filename and path should be passed to initConfigStore() function </w:t>
      </w:r>
      <w:r w:rsidR="00EA6804" w:rsidRPr="00751DBB">
        <w:rPr>
          <w:lang w:val="en-GB"/>
        </w:rPr>
        <w:t>defined in</w:t>
      </w:r>
      <w:r w:rsidRPr="00751DBB">
        <w:rPr>
          <w:lang w:val="en-GB"/>
        </w:rPr>
        <w:t xml:space="preserve"> DigiDocConfig.</w:t>
      </w:r>
      <w:r w:rsidR="00EA6804" w:rsidRPr="00751DBB">
        <w:rPr>
          <w:lang w:val="en-GB"/>
        </w:rPr>
        <w:t>h</w:t>
      </w:r>
      <w:r w:rsidR="00300F6A" w:rsidRPr="00751DBB">
        <w:rPr>
          <w:lang w:val="en-GB"/>
        </w:rPr>
        <w:t xml:space="preserve"> or i</w:t>
      </w:r>
      <w:r w:rsidRPr="00751DBB">
        <w:rPr>
          <w:lang w:val="en-GB"/>
        </w:rPr>
        <w:t xml:space="preserve">n case of CDigiDoc utility program, the file’s location should be </w:t>
      </w:r>
      <w:r w:rsidR="00300F6A" w:rsidRPr="00751DBB">
        <w:rPr>
          <w:lang w:val="en-GB"/>
        </w:rPr>
        <w:t>passed to the program with “–config” parameter (see section 4 for more information).</w:t>
      </w:r>
      <w:r w:rsidRPr="00751DBB">
        <w:rPr>
          <w:lang w:val="en-GB"/>
        </w:rPr>
        <w:t xml:space="preserve"> </w:t>
      </w:r>
    </w:p>
    <w:p w14:paraId="4AF3C1AB" w14:textId="77777777" w:rsidR="00300F6A" w:rsidRPr="00751DBB" w:rsidRDefault="00300F6A" w:rsidP="00A611ED">
      <w:pPr>
        <w:rPr>
          <w:lang w:val="en-GB"/>
        </w:rPr>
      </w:pPr>
      <w:r w:rsidRPr="00751DBB">
        <w:rPr>
          <w:lang w:val="en-GB"/>
        </w:rPr>
        <w:lastRenderedPageBreak/>
        <w:t>Note that if a configuration file is passed directly to initConfigStore() function or CDigiDoc utility program then this file is used over other files that might be stored in the default location(s).</w:t>
      </w:r>
    </w:p>
    <w:p w14:paraId="04599145" w14:textId="77777777" w:rsidR="003A5B83" w:rsidRPr="00751DBB" w:rsidRDefault="003A5B83" w:rsidP="003A5B83">
      <w:pPr>
        <w:rPr>
          <w:lang w:val="en-GB"/>
        </w:rPr>
      </w:pPr>
      <w:r w:rsidRPr="00751DBB">
        <w:rPr>
          <w:lang w:val="en-GB"/>
        </w:rPr>
        <w:t>For a sample configuration file provided with</w:t>
      </w:r>
      <w:r w:rsidR="00563357" w:rsidRPr="00751DBB">
        <w:rPr>
          <w:lang w:val="en-GB"/>
        </w:rPr>
        <w:t xml:space="preserve"> C</w:t>
      </w:r>
      <w:r w:rsidRPr="00751DBB">
        <w:rPr>
          <w:lang w:val="en-GB"/>
        </w:rPr>
        <w:t>DigiDoc, see Appendix 1.</w:t>
      </w:r>
    </w:p>
    <w:p w14:paraId="285790AA" w14:textId="60A05055" w:rsidR="00D9141C" w:rsidRPr="00D9141C" w:rsidRDefault="00D9141C" w:rsidP="00D56B07">
      <w:pPr>
        <w:pStyle w:val="Heading2"/>
      </w:pPr>
      <w:bookmarkStart w:id="40" w:name="_Toc374110743"/>
      <w:bookmarkStart w:id="41" w:name="_Toc410733905"/>
      <w:r w:rsidRPr="005E05FF">
        <w:t>Configuration parameters</w:t>
      </w:r>
      <w:bookmarkEnd w:id="40"/>
      <w:bookmarkEnd w:id="41"/>
    </w:p>
    <w:p w14:paraId="7B26B6DD" w14:textId="77777777" w:rsidR="003A5B83" w:rsidRPr="00751DBB" w:rsidRDefault="003A5B83" w:rsidP="003A5B83">
      <w:pPr>
        <w:rPr>
          <w:lang w:val="en-GB"/>
        </w:rPr>
      </w:pPr>
      <w:r w:rsidRPr="00751DBB">
        <w:rPr>
          <w:lang w:val="en-GB"/>
        </w:rPr>
        <w:t>Below is an overview of the configuration file’s main sections and entries. The following color notation is used for specific parameter values:</w:t>
      </w:r>
    </w:p>
    <w:p w14:paraId="17424256" w14:textId="77777777" w:rsidR="003A5B83" w:rsidRPr="00751DBB" w:rsidRDefault="003A5B83" w:rsidP="00602608">
      <w:pPr>
        <w:pStyle w:val="ListParagraph"/>
        <w:numPr>
          <w:ilvl w:val="0"/>
          <w:numId w:val="24"/>
        </w:numPr>
        <w:rPr>
          <w:lang w:val="en-GB"/>
        </w:rPr>
      </w:pPr>
      <w:r w:rsidRPr="00751DBB">
        <w:rPr>
          <w:b/>
          <w:i/>
          <w:lang w:val="en-GB"/>
        </w:rPr>
        <w:t xml:space="preserve">bold </w:t>
      </w:r>
      <w:r w:rsidRPr="00751DBB">
        <w:rPr>
          <w:lang w:val="en-GB"/>
        </w:rPr>
        <w:t>for default values which do not usually need to be changed by the user</w:t>
      </w:r>
    </w:p>
    <w:p w14:paraId="63F78F11" w14:textId="77777777" w:rsidR="003A5B83" w:rsidRPr="00751DBB" w:rsidRDefault="003A5B83" w:rsidP="00602608">
      <w:pPr>
        <w:pStyle w:val="ListParagraph"/>
        <w:numPr>
          <w:ilvl w:val="0"/>
          <w:numId w:val="24"/>
        </w:numPr>
        <w:rPr>
          <w:lang w:val="en-GB"/>
        </w:rPr>
      </w:pPr>
      <w:r w:rsidRPr="00751DBB">
        <w:rPr>
          <w:color w:val="7030A0"/>
          <w:lang w:val="en-GB"/>
        </w:rPr>
        <w:t>purple</w:t>
      </w:r>
      <w:r w:rsidRPr="00751DBB">
        <w:rPr>
          <w:lang w:val="en-GB"/>
        </w:rPr>
        <w:t xml:space="preserve"> for indicating values which should be checked and modified according to user</w:t>
      </w:r>
    </w:p>
    <w:p w14:paraId="2B38775D" w14:textId="77777777" w:rsidR="003A5B83" w:rsidRPr="00751DBB" w:rsidRDefault="003A5B83" w:rsidP="00602608">
      <w:pPr>
        <w:pStyle w:val="ListParagraph"/>
        <w:numPr>
          <w:ilvl w:val="0"/>
          <w:numId w:val="24"/>
        </w:numPr>
        <w:rPr>
          <w:lang w:val="en-GB"/>
        </w:rPr>
      </w:pPr>
      <w:r w:rsidRPr="00751DBB">
        <w:rPr>
          <w:color w:val="00B0F0"/>
          <w:lang w:val="en-GB"/>
        </w:rPr>
        <w:t># blue</w:t>
      </w:r>
      <w:r w:rsidRPr="00751DBB">
        <w:rPr>
          <w:lang w:val="en-GB"/>
        </w:rPr>
        <w:t xml:space="preserve"> for listing possible alternatives, where applicable</w:t>
      </w:r>
    </w:p>
    <w:p w14:paraId="3047EBC0" w14:textId="77777777" w:rsidR="00187204" w:rsidRPr="00751DBB" w:rsidRDefault="00187204" w:rsidP="003A5B83">
      <w:pPr>
        <w:rPr>
          <w:b/>
          <w:u w:val="single"/>
          <w:lang w:val="en-GB"/>
        </w:rPr>
      </w:pPr>
    </w:p>
    <w:p w14:paraId="522BEABB" w14:textId="77777777" w:rsidR="003A5B83" w:rsidRPr="00751DBB" w:rsidRDefault="00D81337" w:rsidP="003A5B83">
      <w:pPr>
        <w:rPr>
          <w:b/>
          <w:u w:val="single"/>
          <w:lang w:val="en-GB"/>
        </w:rPr>
      </w:pPr>
      <w:r w:rsidRPr="00751DBB">
        <w:rPr>
          <w:b/>
          <w:u w:val="single"/>
          <w:lang w:val="en-GB"/>
        </w:rPr>
        <w:t>PKCS#11</w:t>
      </w:r>
      <w:r w:rsidR="00D24FBA" w:rsidRPr="00751DBB">
        <w:rPr>
          <w:b/>
          <w:u w:val="single"/>
          <w:lang w:val="en-GB"/>
        </w:rPr>
        <w:t xml:space="preserve"> driver settings</w:t>
      </w:r>
    </w:p>
    <w:p w14:paraId="79D8FACC" w14:textId="77777777" w:rsidR="000E03AA" w:rsidRPr="00751DBB" w:rsidRDefault="000E03AA" w:rsidP="003A5B83">
      <w:pPr>
        <w:rPr>
          <w:lang w:val="en-GB"/>
        </w:rPr>
      </w:pPr>
      <w:r w:rsidRPr="00751DBB">
        <w:rPr>
          <w:lang w:val="en-GB"/>
        </w:rPr>
        <w:t>If using the smart card over PKCS#11 module for creating signatures, then you must specify the following parameters according to your signature device here:</w:t>
      </w:r>
    </w:p>
    <w:tbl>
      <w:tblPr>
        <w:tblStyle w:val="Param"/>
        <w:tblW w:w="8323" w:type="dxa"/>
        <w:tblLook w:val="04A0" w:firstRow="1" w:lastRow="0" w:firstColumn="1" w:lastColumn="0" w:noHBand="0" w:noVBand="1"/>
      </w:tblPr>
      <w:tblGrid>
        <w:gridCol w:w="3681"/>
        <w:gridCol w:w="4642"/>
      </w:tblGrid>
      <w:tr w:rsidR="003A5B83" w:rsidRPr="00751DBB" w14:paraId="538EF831" w14:textId="77777777" w:rsidTr="004143EB">
        <w:trPr>
          <w:cnfStyle w:val="100000000000" w:firstRow="1" w:lastRow="0" w:firstColumn="0" w:lastColumn="0" w:oddVBand="0" w:evenVBand="0" w:oddHBand="0" w:evenHBand="0" w:firstRowFirstColumn="0" w:firstRowLastColumn="0" w:lastRowFirstColumn="0" w:lastRowLastColumn="0"/>
          <w:trHeight w:val="300"/>
        </w:trPr>
        <w:tc>
          <w:tcPr>
            <w:tcW w:w="3681" w:type="dxa"/>
            <w:noWrap/>
          </w:tcPr>
          <w:p w14:paraId="141A4F69" w14:textId="77777777" w:rsidR="003A5B83" w:rsidRPr="00751DBB" w:rsidRDefault="003A5B83" w:rsidP="00652E7C">
            <w:pPr>
              <w:spacing w:after="0"/>
              <w:jc w:val="left"/>
              <w:rPr>
                <w:b/>
                <w:szCs w:val="18"/>
                <w:lang w:val="en-GB"/>
              </w:rPr>
            </w:pPr>
            <w:r w:rsidRPr="00751DBB">
              <w:rPr>
                <w:b/>
                <w:szCs w:val="18"/>
                <w:lang w:val="en-GB"/>
              </w:rPr>
              <w:t>Parameter</w:t>
            </w:r>
          </w:p>
        </w:tc>
        <w:tc>
          <w:tcPr>
            <w:tcW w:w="4642" w:type="dxa"/>
            <w:noWrap/>
          </w:tcPr>
          <w:p w14:paraId="506526D1" w14:textId="77777777" w:rsidR="003A5B83" w:rsidRPr="00751DBB" w:rsidRDefault="003A5B83" w:rsidP="004143EB">
            <w:pPr>
              <w:spacing w:after="0"/>
              <w:jc w:val="left"/>
              <w:rPr>
                <w:b/>
                <w:szCs w:val="18"/>
                <w:lang w:val="en-GB"/>
              </w:rPr>
            </w:pPr>
            <w:r w:rsidRPr="00751DBB">
              <w:rPr>
                <w:b/>
                <w:szCs w:val="18"/>
                <w:lang w:val="en-GB"/>
              </w:rPr>
              <w:t>Comments</w:t>
            </w:r>
          </w:p>
        </w:tc>
      </w:tr>
      <w:tr w:rsidR="003A5B83" w:rsidRPr="00751DBB" w14:paraId="4DDA68F7" w14:textId="77777777" w:rsidTr="004143EB">
        <w:trPr>
          <w:trHeight w:val="300"/>
        </w:trPr>
        <w:tc>
          <w:tcPr>
            <w:tcW w:w="3681" w:type="dxa"/>
            <w:noWrap/>
            <w:vAlign w:val="center"/>
            <w:hideMark/>
          </w:tcPr>
          <w:p w14:paraId="2ED44898" w14:textId="77777777" w:rsidR="003A5B83" w:rsidRPr="00751DBB" w:rsidRDefault="0065080D" w:rsidP="004143EB">
            <w:pPr>
              <w:spacing w:after="0"/>
              <w:jc w:val="left"/>
              <w:rPr>
                <w:color w:val="000000" w:themeColor="text1"/>
                <w:szCs w:val="18"/>
                <w:lang w:val="en-GB"/>
              </w:rPr>
            </w:pPr>
            <w:r w:rsidRPr="00751DBB">
              <w:rPr>
                <w:color w:val="000000" w:themeColor="text1"/>
                <w:szCs w:val="18"/>
                <w:lang w:val="en-GB"/>
              </w:rPr>
              <w:t>DIGIDOC_DEFAULT_DRIVER</w:t>
            </w:r>
          </w:p>
        </w:tc>
        <w:tc>
          <w:tcPr>
            <w:tcW w:w="4642" w:type="dxa"/>
            <w:noWrap/>
            <w:vAlign w:val="center"/>
            <w:hideMark/>
          </w:tcPr>
          <w:p w14:paraId="20F1AC10" w14:textId="77777777" w:rsidR="003A5B83" w:rsidRPr="00751DBB" w:rsidRDefault="00923085" w:rsidP="004143EB">
            <w:pPr>
              <w:spacing w:after="0"/>
              <w:jc w:val="left"/>
              <w:rPr>
                <w:color w:val="000000" w:themeColor="text1"/>
                <w:szCs w:val="18"/>
                <w:lang w:val="en-GB"/>
              </w:rPr>
            </w:pPr>
            <w:r w:rsidRPr="00751DBB">
              <w:rPr>
                <w:color w:val="000000" w:themeColor="text1"/>
                <w:szCs w:val="18"/>
                <w:lang w:val="en-GB"/>
              </w:rPr>
              <w:t xml:space="preserve">Specifies </w:t>
            </w:r>
            <w:r w:rsidR="004143EB" w:rsidRPr="00751DBB">
              <w:rPr>
                <w:color w:val="000000" w:themeColor="text1"/>
                <w:szCs w:val="18"/>
                <w:lang w:val="en-GB"/>
              </w:rPr>
              <w:t>the default</w:t>
            </w:r>
            <w:r w:rsidR="00EB45B9" w:rsidRPr="00751DBB">
              <w:rPr>
                <w:color w:val="000000" w:themeColor="text1"/>
                <w:szCs w:val="18"/>
                <w:lang w:val="en-GB"/>
              </w:rPr>
              <w:t xml:space="preserve"> </w:t>
            </w:r>
            <w:r w:rsidRPr="00751DBB">
              <w:rPr>
                <w:color w:val="000000" w:themeColor="text1"/>
                <w:szCs w:val="18"/>
                <w:lang w:val="en-GB"/>
              </w:rPr>
              <w:t xml:space="preserve">PKCS#11 driver library </w:t>
            </w:r>
            <w:r w:rsidR="004143EB" w:rsidRPr="00751DBB">
              <w:rPr>
                <w:color w:val="000000" w:themeColor="text1"/>
                <w:szCs w:val="18"/>
                <w:lang w:val="en-GB"/>
              </w:rPr>
              <w:t xml:space="preserve">that is </w:t>
            </w:r>
            <w:r w:rsidRPr="00751DBB">
              <w:rPr>
                <w:color w:val="000000" w:themeColor="text1"/>
                <w:szCs w:val="18"/>
                <w:lang w:val="en-GB"/>
              </w:rPr>
              <w:t xml:space="preserve">used to </w:t>
            </w:r>
            <w:r w:rsidR="004143EB" w:rsidRPr="00751DBB">
              <w:rPr>
                <w:color w:val="000000" w:themeColor="text1"/>
                <w:szCs w:val="18"/>
                <w:lang w:val="en-GB"/>
              </w:rPr>
              <w:t xml:space="preserve">communicate with the smart card. </w:t>
            </w:r>
          </w:p>
          <w:p w14:paraId="7262A82B" w14:textId="77777777" w:rsidR="006857FA" w:rsidRPr="00751DBB" w:rsidRDefault="006857FA" w:rsidP="004143EB">
            <w:pPr>
              <w:spacing w:after="0"/>
              <w:jc w:val="left"/>
              <w:rPr>
                <w:b/>
                <w:i/>
                <w:color w:val="000000" w:themeColor="text1"/>
                <w:szCs w:val="18"/>
                <w:lang w:val="en-GB"/>
              </w:rPr>
            </w:pPr>
            <w:r w:rsidRPr="00751DBB">
              <w:rPr>
                <w:b/>
                <w:i/>
                <w:szCs w:val="18"/>
                <w:lang w:val="en-GB"/>
              </w:rPr>
              <w:t>1</w:t>
            </w:r>
          </w:p>
        </w:tc>
      </w:tr>
      <w:tr w:rsidR="003A5B83" w:rsidRPr="00751DBB" w14:paraId="35D0FF58" w14:textId="77777777" w:rsidTr="004143EB">
        <w:trPr>
          <w:trHeight w:val="300"/>
        </w:trPr>
        <w:tc>
          <w:tcPr>
            <w:tcW w:w="3681" w:type="dxa"/>
            <w:noWrap/>
            <w:vAlign w:val="center"/>
          </w:tcPr>
          <w:p w14:paraId="4EF9A292" w14:textId="77777777" w:rsidR="003A5B83" w:rsidRPr="00751DBB" w:rsidRDefault="0065080D" w:rsidP="004143EB">
            <w:pPr>
              <w:spacing w:after="0"/>
              <w:jc w:val="left"/>
              <w:rPr>
                <w:color w:val="000000" w:themeColor="text1"/>
                <w:szCs w:val="18"/>
                <w:lang w:val="en-GB"/>
              </w:rPr>
            </w:pPr>
            <w:r w:rsidRPr="00751DBB">
              <w:rPr>
                <w:color w:val="000000" w:themeColor="text1"/>
                <w:szCs w:val="18"/>
                <w:lang w:val="en-GB"/>
              </w:rPr>
              <w:t>DIGIDOC_DRIVERS</w:t>
            </w:r>
          </w:p>
        </w:tc>
        <w:tc>
          <w:tcPr>
            <w:tcW w:w="4642" w:type="dxa"/>
            <w:noWrap/>
            <w:vAlign w:val="center"/>
          </w:tcPr>
          <w:p w14:paraId="59DEA8E2" w14:textId="77777777" w:rsidR="003A5B83" w:rsidRPr="00751DBB" w:rsidRDefault="00D81337" w:rsidP="004143EB">
            <w:pPr>
              <w:spacing w:after="0"/>
              <w:jc w:val="left"/>
              <w:rPr>
                <w:color w:val="000000" w:themeColor="text1"/>
                <w:szCs w:val="18"/>
                <w:lang w:val="en-GB"/>
              </w:rPr>
            </w:pPr>
            <w:r w:rsidRPr="00751DBB">
              <w:rPr>
                <w:color w:val="000000" w:themeColor="text1"/>
                <w:szCs w:val="18"/>
                <w:lang w:val="en-GB"/>
              </w:rPr>
              <w:t xml:space="preserve">Number of </w:t>
            </w:r>
            <w:r w:rsidR="00923085" w:rsidRPr="00751DBB">
              <w:rPr>
                <w:color w:val="000000" w:themeColor="text1"/>
                <w:szCs w:val="18"/>
                <w:lang w:val="en-GB"/>
              </w:rPr>
              <w:t xml:space="preserve">PKCS#11 </w:t>
            </w:r>
            <w:r w:rsidRPr="00751DBB">
              <w:rPr>
                <w:color w:val="000000" w:themeColor="text1"/>
                <w:szCs w:val="18"/>
                <w:lang w:val="en-GB"/>
              </w:rPr>
              <w:t>drivers registered  in the configuration file</w:t>
            </w:r>
            <w:r w:rsidR="004C74AA" w:rsidRPr="00751DBB">
              <w:rPr>
                <w:color w:val="000000" w:themeColor="text1"/>
                <w:szCs w:val="18"/>
                <w:lang w:val="en-GB"/>
              </w:rPr>
              <w:t>. Only one PKCS#11 driver at a time should be registered in a configuration file.</w:t>
            </w:r>
          </w:p>
          <w:p w14:paraId="4E01CAE1" w14:textId="77777777" w:rsidR="00735F19" w:rsidRPr="00751DBB" w:rsidRDefault="00735F19" w:rsidP="004143EB">
            <w:pPr>
              <w:spacing w:after="0"/>
              <w:jc w:val="left"/>
              <w:rPr>
                <w:b/>
                <w:i/>
                <w:color w:val="000000" w:themeColor="text1"/>
                <w:szCs w:val="18"/>
                <w:lang w:val="en-GB"/>
              </w:rPr>
            </w:pPr>
            <w:r w:rsidRPr="00751DBB">
              <w:rPr>
                <w:b/>
                <w:i/>
                <w:szCs w:val="18"/>
                <w:lang w:val="en-GB"/>
              </w:rPr>
              <w:t>1</w:t>
            </w:r>
          </w:p>
        </w:tc>
      </w:tr>
      <w:tr w:rsidR="0065080D" w:rsidRPr="00751DBB" w14:paraId="2BFD2D55" w14:textId="77777777" w:rsidTr="004143EB">
        <w:trPr>
          <w:trHeight w:val="300"/>
        </w:trPr>
        <w:tc>
          <w:tcPr>
            <w:tcW w:w="3681" w:type="dxa"/>
            <w:noWrap/>
            <w:vAlign w:val="center"/>
          </w:tcPr>
          <w:p w14:paraId="2DE09222" w14:textId="77777777" w:rsidR="0065080D" w:rsidRPr="00751DBB" w:rsidRDefault="0065080D" w:rsidP="004143EB">
            <w:pPr>
              <w:spacing w:after="0"/>
              <w:jc w:val="left"/>
              <w:rPr>
                <w:color w:val="000000" w:themeColor="text1"/>
                <w:szCs w:val="18"/>
                <w:lang w:val="en-GB"/>
              </w:rPr>
            </w:pPr>
            <w:r w:rsidRPr="00751DBB">
              <w:rPr>
                <w:color w:val="000000" w:themeColor="text1"/>
                <w:szCs w:val="18"/>
                <w:lang w:val="en-GB"/>
              </w:rPr>
              <w:t>DIGIDOC_DRIVER_1_NAME</w:t>
            </w:r>
          </w:p>
          <w:p w14:paraId="1B5300EA" w14:textId="77777777" w:rsidR="004143EB" w:rsidRPr="00751DBB" w:rsidRDefault="004143EB" w:rsidP="00735352">
            <w:pPr>
              <w:spacing w:after="0"/>
              <w:jc w:val="left"/>
              <w:rPr>
                <w:color w:val="000000" w:themeColor="text1"/>
                <w:szCs w:val="18"/>
                <w:lang w:val="en-GB"/>
              </w:rPr>
            </w:pPr>
          </w:p>
        </w:tc>
        <w:tc>
          <w:tcPr>
            <w:tcW w:w="4642" w:type="dxa"/>
            <w:noWrap/>
            <w:vAlign w:val="center"/>
          </w:tcPr>
          <w:p w14:paraId="5A56CD53" w14:textId="77777777" w:rsidR="0065080D" w:rsidRPr="00751DBB" w:rsidRDefault="00D81337" w:rsidP="004143EB">
            <w:pPr>
              <w:spacing w:after="0"/>
              <w:jc w:val="left"/>
              <w:rPr>
                <w:color w:val="000000" w:themeColor="text1"/>
                <w:szCs w:val="18"/>
                <w:lang w:val="en-GB"/>
              </w:rPr>
            </w:pPr>
            <w:r w:rsidRPr="00751DBB">
              <w:rPr>
                <w:color w:val="000000" w:themeColor="text1"/>
                <w:szCs w:val="18"/>
                <w:lang w:val="en-GB"/>
              </w:rPr>
              <w:t xml:space="preserve">Name of the </w:t>
            </w:r>
            <w:r w:rsidR="004143EB" w:rsidRPr="00751DBB">
              <w:rPr>
                <w:color w:val="000000" w:themeColor="text1"/>
                <w:szCs w:val="18"/>
                <w:lang w:val="en-GB"/>
              </w:rPr>
              <w:t xml:space="preserve">registered </w:t>
            </w:r>
            <w:r w:rsidR="00923085" w:rsidRPr="00751DBB">
              <w:rPr>
                <w:color w:val="000000" w:themeColor="text1"/>
                <w:szCs w:val="18"/>
                <w:lang w:val="en-GB"/>
              </w:rPr>
              <w:t xml:space="preserve">PKCS#11 </w:t>
            </w:r>
            <w:r w:rsidRPr="00751DBB">
              <w:rPr>
                <w:color w:val="000000" w:themeColor="text1"/>
                <w:szCs w:val="18"/>
                <w:lang w:val="en-GB"/>
              </w:rPr>
              <w:t>driver</w:t>
            </w:r>
            <w:r w:rsidR="00923085" w:rsidRPr="00751DBB">
              <w:rPr>
                <w:color w:val="000000" w:themeColor="text1"/>
                <w:szCs w:val="18"/>
                <w:lang w:val="en-GB"/>
              </w:rPr>
              <w:t xml:space="preserve"> library</w:t>
            </w:r>
          </w:p>
          <w:p w14:paraId="4F0FCB75" w14:textId="77777777" w:rsidR="006857FA" w:rsidRPr="00751DBB" w:rsidRDefault="006857FA" w:rsidP="004143EB">
            <w:pPr>
              <w:spacing w:after="0"/>
              <w:jc w:val="left"/>
              <w:rPr>
                <w:b/>
                <w:i/>
                <w:color w:val="000000" w:themeColor="text1"/>
                <w:szCs w:val="18"/>
                <w:lang w:val="en-GB"/>
              </w:rPr>
            </w:pPr>
            <w:r w:rsidRPr="00751DBB">
              <w:rPr>
                <w:b/>
                <w:i/>
                <w:szCs w:val="18"/>
                <w:lang w:val="en-GB"/>
              </w:rPr>
              <w:t>OpenSC</w:t>
            </w:r>
          </w:p>
        </w:tc>
      </w:tr>
      <w:tr w:rsidR="0065080D" w:rsidRPr="00751DBB" w14:paraId="3CEA4481" w14:textId="77777777" w:rsidTr="004143EB">
        <w:trPr>
          <w:trHeight w:val="300"/>
        </w:trPr>
        <w:tc>
          <w:tcPr>
            <w:tcW w:w="3681" w:type="dxa"/>
            <w:noWrap/>
            <w:vAlign w:val="center"/>
          </w:tcPr>
          <w:p w14:paraId="2AC0E9F3" w14:textId="77777777" w:rsidR="0065080D" w:rsidRPr="00751DBB" w:rsidRDefault="0065080D" w:rsidP="004143EB">
            <w:pPr>
              <w:spacing w:after="0"/>
              <w:jc w:val="left"/>
              <w:rPr>
                <w:color w:val="000000" w:themeColor="text1"/>
                <w:szCs w:val="18"/>
                <w:lang w:val="en-GB"/>
              </w:rPr>
            </w:pPr>
            <w:r w:rsidRPr="00751DBB">
              <w:rPr>
                <w:color w:val="000000" w:themeColor="text1"/>
                <w:szCs w:val="18"/>
                <w:lang w:val="en-GB"/>
              </w:rPr>
              <w:t>DIGIDOC_DRIVER_1_DESC</w:t>
            </w:r>
          </w:p>
          <w:p w14:paraId="45DBE179" w14:textId="77777777" w:rsidR="004143EB" w:rsidRPr="00751DBB" w:rsidRDefault="004143EB" w:rsidP="00735352">
            <w:pPr>
              <w:spacing w:after="0"/>
              <w:jc w:val="left"/>
              <w:rPr>
                <w:color w:val="000000" w:themeColor="text1"/>
                <w:szCs w:val="18"/>
                <w:lang w:val="en-GB"/>
              </w:rPr>
            </w:pPr>
          </w:p>
        </w:tc>
        <w:tc>
          <w:tcPr>
            <w:tcW w:w="4642" w:type="dxa"/>
            <w:noWrap/>
            <w:vAlign w:val="center"/>
          </w:tcPr>
          <w:p w14:paraId="1F65C2C4" w14:textId="77777777" w:rsidR="0065080D" w:rsidRPr="00751DBB" w:rsidRDefault="00923085" w:rsidP="004143EB">
            <w:pPr>
              <w:spacing w:after="0"/>
              <w:jc w:val="left"/>
              <w:rPr>
                <w:color w:val="000000" w:themeColor="text1"/>
                <w:szCs w:val="18"/>
                <w:lang w:val="en-GB"/>
              </w:rPr>
            </w:pPr>
            <w:r w:rsidRPr="00751DBB">
              <w:rPr>
                <w:color w:val="000000" w:themeColor="text1"/>
                <w:szCs w:val="18"/>
                <w:lang w:val="en-GB"/>
              </w:rPr>
              <w:t>PKCS#11 d</w:t>
            </w:r>
            <w:r w:rsidR="00D81337" w:rsidRPr="00751DBB">
              <w:rPr>
                <w:color w:val="000000" w:themeColor="text1"/>
                <w:szCs w:val="18"/>
                <w:lang w:val="en-GB"/>
              </w:rPr>
              <w:t>river’s description</w:t>
            </w:r>
          </w:p>
          <w:p w14:paraId="1DED8A95" w14:textId="77777777" w:rsidR="006857FA" w:rsidRPr="00751DBB" w:rsidRDefault="006857FA" w:rsidP="004143EB">
            <w:pPr>
              <w:spacing w:after="0"/>
              <w:jc w:val="left"/>
              <w:rPr>
                <w:b/>
                <w:i/>
                <w:color w:val="000000" w:themeColor="text1"/>
                <w:szCs w:val="18"/>
                <w:lang w:val="en-GB"/>
              </w:rPr>
            </w:pPr>
            <w:r w:rsidRPr="00751DBB">
              <w:rPr>
                <w:b/>
                <w:i/>
                <w:szCs w:val="18"/>
                <w:lang w:val="en-GB"/>
              </w:rPr>
              <w:t>OpenSC projects PKCS#11 driver</w:t>
            </w:r>
          </w:p>
        </w:tc>
      </w:tr>
      <w:tr w:rsidR="00343AD2" w:rsidRPr="00751DBB" w14:paraId="5A907C44" w14:textId="77777777" w:rsidTr="004143EB">
        <w:trPr>
          <w:trHeight w:val="300"/>
        </w:trPr>
        <w:tc>
          <w:tcPr>
            <w:tcW w:w="3681" w:type="dxa"/>
            <w:noWrap/>
            <w:vAlign w:val="center"/>
          </w:tcPr>
          <w:p w14:paraId="0252E28E" w14:textId="77777777" w:rsidR="00343AD2" w:rsidRPr="00751DBB" w:rsidRDefault="00343AD2" w:rsidP="004143EB">
            <w:pPr>
              <w:spacing w:after="0"/>
              <w:jc w:val="left"/>
              <w:rPr>
                <w:color w:val="000000" w:themeColor="text1"/>
                <w:szCs w:val="18"/>
                <w:lang w:val="en-GB"/>
              </w:rPr>
            </w:pPr>
            <w:r w:rsidRPr="00751DBB">
              <w:rPr>
                <w:color w:val="000000" w:themeColor="text1"/>
                <w:szCs w:val="18"/>
                <w:lang w:val="en-GB"/>
              </w:rPr>
              <w:t>DIGIDOC_DRIVER_1_FILE</w:t>
            </w:r>
          </w:p>
          <w:p w14:paraId="40CA2552" w14:textId="77777777" w:rsidR="004143EB" w:rsidRPr="00751DBB" w:rsidRDefault="004143EB" w:rsidP="004143EB">
            <w:pPr>
              <w:spacing w:after="0"/>
              <w:jc w:val="left"/>
              <w:rPr>
                <w:color w:val="000000" w:themeColor="text1"/>
                <w:szCs w:val="18"/>
                <w:lang w:val="en-GB"/>
              </w:rPr>
            </w:pPr>
          </w:p>
        </w:tc>
        <w:tc>
          <w:tcPr>
            <w:tcW w:w="4642" w:type="dxa"/>
            <w:noWrap/>
            <w:vAlign w:val="center"/>
          </w:tcPr>
          <w:p w14:paraId="26069C6D" w14:textId="77777777" w:rsidR="00343AD2" w:rsidRPr="00751DBB" w:rsidRDefault="00923085" w:rsidP="004143EB">
            <w:pPr>
              <w:spacing w:after="0"/>
              <w:jc w:val="left"/>
              <w:rPr>
                <w:color w:val="000000" w:themeColor="text1"/>
                <w:szCs w:val="18"/>
                <w:lang w:val="en-GB"/>
              </w:rPr>
            </w:pPr>
            <w:r w:rsidRPr="00751DBB">
              <w:rPr>
                <w:color w:val="000000" w:themeColor="text1"/>
                <w:szCs w:val="18"/>
                <w:lang w:val="en-GB"/>
              </w:rPr>
              <w:t>PKCS#11 d</w:t>
            </w:r>
            <w:r w:rsidR="00D81337" w:rsidRPr="00751DBB">
              <w:rPr>
                <w:color w:val="000000" w:themeColor="text1"/>
                <w:szCs w:val="18"/>
                <w:lang w:val="en-GB"/>
              </w:rPr>
              <w:t>river</w:t>
            </w:r>
            <w:r w:rsidRPr="00751DBB">
              <w:rPr>
                <w:color w:val="000000" w:themeColor="text1"/>
                <w:szCs w:val="18"/>
                <w:lang w:val="en-GB"/>
              </w:rPr>
              <w:t xml:space="preserve"> library’s filename</w:t>
            </w:r>
          </w:p>
          <w:p w14:paraId="66ABBFB6" w14:textId="77777777" w:rsidR="006857FA" w:rsidRPr="00751DBB" w:rsidRDefault="006857FA" w:rsidP="004143EB">
            <w:pPr>
              <w:spacing w:after="0"/>
              <w:jc w:val="left"/>
              <w:rPr>
                <w:b/>
                <w:i/>
                <w:color w:val="7030A0"/>
                <w:szCs w:val="18"/>
                <w:lang w:val="en-GB"/>
              </w:rPr>
            </w:pPr>
            <w:r w:rsidRPr="00751DBB">
              <w:rPr>
                <w:b/>
                <w:i/>
                <w:color w:val="7030A0"/>
                <w:szCs w:val="18"/>
                <w:lang w:val="en-GB"/>
              </w:rPr>
              <w:t>opensc-pkcs11.dll</w:t>
            </w:r>
            <w:r w:rsidR="000E03AA" w:rsidRPr="00751DBB">
              <w:rPr>
                <w:b/>
                <w:i/>
                <w:color w:val="7030A0"/>
                <w:szCs w:val="18"/>
                <w:lang w:val="en-GB"/>
              </w:rPr>
              <w:t xml:space="preserve"> (used in Windows environment)</w:t>
            </w:r>
          </w:p>
          <w:p w14:paraId="65E69935" w14:textId="77777777" w:rsidR="000E03AA" w:rsidRPr="00751DBB" w:rsidRDefault="000E03AA" w:rsidP="000E03AA">
            <w:pPr>
              <w:spacing w:after="0"/>
              <w:jc w:val="left"/>
              <w:rPr>
                <w:i/>
                <w:color w:val="000000" w:themeColor="text1"/>
                <w:szCs w:val="18"/>
                <w:lang w:val="en-GB"/>
              </w:rPr>
            </w:pPr>
            <w:r w:rsidRPr="00751DBB">
              <w:rPr>
                <w:i/>
                <w:color w:val="00B0F0"/>
                <w:szCs w:val="18"/>
                <w:lang w:val="en-GB"/>
              </w:rPr>
              <w:t># opensc-pkcs11.so (used in Linux environment)</w:t>
            </w:r>
          </w:p>
        </w:tc>
      </w:tr>
    </w:tbl>
    <w:p w14:paraId="73FC19C3" w14:textId="77777777" w:rsidR="003A5B83" w:rsidRPr="00751DBB" w:rsidRDefault="003A5B83" w:rsidP="004D07BD">
      <w:pPr>
        <w:rPr>
          <w:lang w:val="en-GB"/>
        </w:rPr>
      </w:pPr>
    </w:p>
    <w:p w14:paraId="29753E9C" w14:textId="77777777" w:rsidR="003A5B83" w:rsidRPr="00751DBB" w:rsidRDefault="008B277F" w:rsidP="003A5B83">
      <w:pPr>
        <w:rPr>
          <w:b/>
          <w:u w:val="single"/>
          <w:lang w:val="en-GB"/>
        </w:rPr>
      </w:pPr>
      <w:r w:rsidRPr="00751DBB">
        <w:rPr>
          <w:b/>
          <w:u w:val="single"/>
          <w:lang w:val="en-GB"/>
        </w:rPr>
        <w:t>OCSP responder settings</w:t>
      </w:r>
    </w:p>
    <w:p w14:paraId="11EFA863" w14:textId="77777777" w:rsidR="00F31E96" w:rsidRDefault="00F31E96" w:rsidP="003A5B83">
      <w:pPr>
        <w:rPr>
          <w:lang w:val="en-GB"/>
        </w:rPr>
      </w:pPr>
      <w:r w:rsidRPr="00751DBB">
        <w:rPr>
          <w:lang w:val="en-GB"/>
        </w:rPr>
        <w:t>This DIGIDOC_OCSP_RESPONDER_URL setting applies to your default OCSP responder address when no other OCSP responder address for the CA is found in the OCSP responder data registered in your configuration file entries.</w:t>
      </w:r>
    </w:p>
    <w:p w14:paraId="321B9CE8" w14:textId="77777777" w:rsidR="00CE61D8" w:rsidRPr="00751DBB" w:rsidRDefault="00CE61D8" w:rsidP="003A5B83">
      <w:pPr>
        <w:rPr>
          <w:b/>
          <w:u w:val="single"/>
          <w:lang w:val="en-GB"/>
        </w:rPr>
      </w:pPr>
      <w:r>
        <w:rPr>
          <w:lang w:val="en-GB"/>
        </w:rPr>
        <w:t xml:space="preserve">The default </w:t>
      </w:r>
      <w:r w:rsidR="00BD595F">
        <w:rPr>
          <w:lang w:val="en-GB"/>
        </w:rPr>
        <w:t>OCSP responder has been set to</w:t>
      </w:r>
      <w:r>
        <w:rPr>
          <w:lang w:val="en-GB"/>
        </w:rPr>
        <w:t xml:space="preserve"> </w:t>
      </w:r>
      <w:hyperlink r:id="rId41" w:history="1">
        <w:r w:rsidRPr="00BD595F">
          <w:rPr>
            <w:rStyle w:val="Hyperlink"/>
            <w:lang w:val="en-GB"/>
          </w:rPr>
          <w:t>http://ocsp.sk.ee</w:t>
        </w:r>
      </w:hyperlink>
      <w:r>
        <w:rPr>
          <w:lang w:val="en-GB"/>
        </w:rPr>
        <w:t xml:space="preserve"> </w:t>
      </w:r>
      <w:r w:rsidR="00BD595F">
        <w:rPr>
          <w:lang w:val="en-GB"/>
        </w:rPr>
        <w:t>which can be used with</w:t>
      </w:r>
      <w:r>
        <w:rPr>
          <w:lang w:val="en-GB"/>
        </w:rPr>
        <w:t xml:space="preserve"> </w:t>
      </w:r>
      <w:r w:rsidR="00BD595F">
        <w:rPr>
          <w:lang w:val="en-GB"/>
        </w:rPr>
        <w:t>real-life</w:t>
      </w:r>
      <w:r>
        <w:rPr>
          <w:lang w:val="en-GB"/>
        </w:rPr>
        <w:t xml:space="preserve"> </w:t>
      </w:r>
      <w:r w:rsidR="00BD595F">
        <w:rPr>
          <w:lang w:val="en-GB"/>
        </w:rPr>
        <w:t>Estonian ID cards</w:t>
      </w:r>
      <w:r>
        <w:rPr>
          <w:lang w:val="en-GB"/>
        </w:rPr>
        <w:t>.</w:t>
      </w:r>
    </w:p>
    <w:tbl>
      <w:tblPr>
        <w:tblStyle w:val="Param"/>
        <w:tblW w:w="8323" w:type="dxa"/>
        <w:tblLook w:val="04A0" w:firstRow="1" w:lastRow="0" w:firstColumn="1" w:lastColumn="0" w:noHBand="0" w:noVBand="1"/>
      </w:tblPr>
      <w:tblGrid>
        <w:gridCol w:w="3539"/>
        <w:gridCol w:w="4784"/>
      </w:tblGrid>
      <w:tr w:rsidR="003A5B83" w:rsidRPr="00751DBB" w14:paraId="7F1649D4" w14:textId="77777777" w:rsidTr="00652E7C">
        <w:trPr>
          <w:cnfStyle w:val="100000000000" w:firstRow="1" w:lastRow="0" w:firstColumn="0" w:lastColumn="0" w:oddVBand="0" w:evenVBand="0" w:oddHBand="0" w:evenHBand="0" w:firstRowFirstColumn="0" w:firstRowLastColumn="0" w:lastRowFirstColumn="0" w:lastRowLastColumn="0"/>
          <w:trHeight w:val="300"/>
        </w:trPr>
        <w:tc>
          <w:tcPr>
            <w:tcW w:w="3539" w:type="dxa"/>
            <w:noWrap/>
          </w:tcPr>
          <w:p w14:paraId="685F39EF" w14:textId="77777777" w:rsidR="003A5B83" w:rsidRPr="00751DBB" w:rsidRDefault="003A5B83" w:rsidP="00652E7C">
            <w:pPr>
              <w:spacing w:after="0"/>
              <w:jc w:val="left"/>
              <w:rPr>
                <w:b/>
                <w:szCs w:val="18"/>
                <w:lang w:val="en-GB"/>
              </w:rPr>
            </w:pPr>
            <w:r w:rsidRPr="00751DBB">
              <w:rPr>
                <w:b/>
                <w:szCs w:val="18"/>
                <w:lang w:val="en-GB"/>
              </w:rPr>
              <w:t>Parameter</w:t>
            </w:r>
          </w:p>
        </w:tc>
        <w:tc>
          <w:tcPr>
            <w:tcW w:w="4784" w:type="dxa"/>
            <w:noWrap/>
          </w:tcPr>
          <w:p w14:paraId="283E74DF" w14:textId="77777777" w:rsidR="003A5B83" w:rsidRPr="00751DBB" w:rsidRDefault="003A5B83" w:rsidP="00652E7C">
            <w:pPr>
              <w:spacing w:after="0"/>
              <w:jc w:val="left"/>
              <w:rPr>
                <w:b/>
                <w:szCs w:val="18"/>
                <w:lang w:val="en-GB"/>
              </w:rPr>
            </w:pPr>
            <w:r w:rsidRPr="00751DBB">
              <w:rPr>
                <w:b/>
                <w:szCs w:val="18"/>
                <w:lang w:val="en-GB"/>
              </w:rPr>
              <w:t xml:space="preserve">Description </w:t>
            </w:r>
          </w:p>
        </w:tc>
      </w:tr>
      <w:tr w:rsidR="003A5B83" w:rsidRPr="00751DBB" w14:paraId="25F353E9" w14:textId="77777777" w:rsidTr="00652E7C">
        <w:trPr>
          <w:trHeight w:val="300"/>
        </w:trPr>
        <w:tc>
          <w:tcPr>
            <w:tcW w:w="3539" w:type="dxa"/>
            <w:noWrap/>
            <w:vAlign w:val="center"/>
          </w:tcPr>
          <w:p w14:paraId="151B3A69" w14:textId="77777777" w:rsidR="003A5B83" w:rsidRPr="00751DBB" w:rsidRDefault="003A5B83" w:rsidP="003A5B83">
            <w:pPr>
              <w:spacing w:after="0"/>
              <w:jc w:val="left"/>
              <w:rPr>
                <w:lang w:val="en-GB"/>
              </w:rPr>
            </w:pPr>
            <w:r w:rsidRPr="00751DBB">
              <w:rPr>
                <w:lang w:val="en-GB"/>
              </w:rPr>
              <w:t>DIGIDOC_OCSP_URL</w:t>
            </w:r>
          </w:p>
        </w:tc>
        <w:tc>
          <w:tcPr>
            <w:tcW w:w="4784" w:type="dxa"/>
            <w:noWrap/>
            <w:vAlign w:val="center"/>
          </w:tcPr>
          <w:p w14:paraId="509C934D" w14:textId="77777777" w:rsidR="003A5B83" w:rsidRPr="00751DBB" w:rsidRDefault="008B277F" w:rsidP="00652E7C">
            <w:pPr>
              <w:spacing w:after="0"/>
              <w:jc w:val="left"/>
              <w:rPr>
                <w:color w:val="000000" w:themeColor="text1"/>
                <w:szCs w:val="18"/>
                <w:lang w:val="en-GB"/>
              </w:rPr>
            </w:pPr>
            <w:r w:rsidRPr="00751DBB">
              <w:rPr>
                <w:color w:val="000000" w:themeColor="text1"/>
                <w:szCs w:val="18"/>
                <w:lang w:val="en-GB"/>
              </w:rPr>
              <w:t>OCSP responder addres</w:t>
            </w:r>
            <w:r w:rsidR="00CE61D8">
              <w:rPr>
                <w:color w:val="000000" w:themeColor="text1"/>
                <w:szCs w:val="18"/>
                <w:lang w:val="en-GB"/>
              </w:rPr>
              <w:t>s</w:t>
            </w:r>
          </w:p>
          <w:p w14:paraId="21CBE3EA" w14:textId="77777777" w:rsidR="008B277F" w:rsidRPr="00751DBB" w:rsidRDefault="008B277F" w:rsidP="00652E7C">
            <w:pPr>
              <w:spacing w:after="0"/>
              <w:jc w:val="left"/>
              <w:rPr>
                <w:b/>
                <w:i/>
                <w:color w:val="000000" w:themeColor="text1"/>
                <w:szCs w:val="18"/>
                <w:lang w:val="en-GB"/>
              </w:rPr>
            </w:pPr>
            <w:r w:rsidRPr="00751DBB">
              <w:rPr>
                <w:b/>
                <w:i/>
                <w:color w:val="7030A0"/>
                <w:szCs w:val="18"/>
                <w:lang w:val="en-GB"/>
              </w:rPr>
              <w:t>http://ocsp.sk.ee</w:t>
            </w:r>
          </w:p>
        </w:tc>
      </w:tr>
    </w:tbl>
    <w:p w14:paraId="02E6EB90" w14:textId="77777777" w:rsidR="008B277F" w:rsidRPr="00751DBB" w:rsidRDefault="008B277F" w:rsidP="0065080D">
      <w:pPr>
        <w:rPr>
          <w:b/>
          <w:u w:val="single"/>
          <w:lang w:val="en-GB"/>
        </w:rPr>
      </w:pPr>
    </w:p>
    <w:p w14:paraId="6FE7A596" w14:textId="77777777" w:rsidR="00436F61" w:rsidRPr="00751DBB" w:rsidRDefault="00436F61" w:rsidP="00436F61">
      <w:pPr>
        <w:rPr>
          <w:b/>
          <w:u w:val="single"/>
          <w:lang w:val="en-GB"/>
        </w:rPr>
      </w:pPr>
      <w:r w:rsidRPr="00751DBB">
        <w:rPr>
          <w:b/>
          <w:u w:val="single"/>
          <w:lang w:val="en-GB"/>
        </w:rPr>
        <w:t>Settings for signing OCSP requests or not</w:t>
      </w:r>
    </w:p>
    <w:p w14:paraId="24C86721" w14:textId="77777777" w:rsidR="00436F61" w:rsidRPr="00751DBB" w:rsidRDefault="00436F61" w:rsidP="00436F61">
      <w:pPr>
        <w:rPr>
          <w:lang w:val="en-GB"/>
        </w:rPr>
      </w:pPr>
      <w:r w:rsidRPr="00751DBB">
        <w:rPr>
          <w:lang w:val="en-GB"/>
        </w:rPr>
        <w:t>Whether you need to sign the OCSP requests sent to your OCSP responder or not depends on your responder.</w:t>
      </w:r>
    </w:p>
    <w:p w14:paraId="37291C4E" w14:textId="77777777" w:rsidR="00436F61" w:rsidRPr="00751DBB" w:rsidRDefault="00436F61" w:rsidP="00436F61">
      <w:pPr>
        <w:rPr>
          <w:lang w:val="en-GB"/>
        </w:rPr>
      </w:pPr>
      <w:r w:rsidRPr="00751DBB">
        <w:rPr>
          <w:lang w:val="en-GB"/>
        </w:rPr>
        <w:t>Some OCSP servers require that the OCSP request is signed. To sign the OCSP request, you need to obtain and specify the certificates, which will be used for signing.</w:t>
      </w:r>
    </w:p>
    <w:p w14:paraId="3F2FA278" w14:textId="77777777" w:rsidR="00436F61" w:rsidRPr="00751DBB" w:rsidRDefault="00436F61" w:rsidP="00436F61">
      <w:pPr>
        <w:rPr>
          <w:lang w:val="en-GB"/>
        </w:rPr>
      </w:pPr>
      <w:r w:rsidRPr="00751DBB">
        <w:rPr>
          <w:lang w:val="en-GB"/>
        </w:rPr>
        <w:t xml:space="preserve">For example, accessing the SK’s OCSP Responder service by private persons requires the requests to </w:t>
      </w:r>
      <w:r w:rsidR="000229B3">
        <w:rPr>
          <w:lang w:val="en-GB"/>
        </w:rPr>
        <w:t xml:space="preserve">be </w:t>
      </w:r>
      <w:r w:rsidRPr="00751DBB">
        <w:rPr>
          <w:lang w:val="en-GB"/>
        </w:rPr>
        <w:t xml:space="preserve">signed (limited access certificates can be obtained through registering for the </w:t>
      </w:r>
      <w:r w:rsidRPr="00751DBB">
        <w:rPr>
          <w:lang w:val="en-GB"/>
        </w:rPr>
        <w:lastRenderedPageBreak/>
        <w:t>service) whereas in case of companies/services, signing the request is not required if having a contract with SK and accessing the service from specific IP address(es).</w:t>
      </w:r>
    </w:p>
    <w:p w14:paraId="2178B009" w14:textId="77777777" w:rsidR="00436F61" w:rsidRPr="00751DBB" w:rsidRDefault="00436F61" w:rsidP="00436F61">
      <w:pPr>
        <w:rPr>
          <w:lang w:val="en-GB"/>
        </w:rPr>
      </w:pPr>
      <w:r w:rsidRPr="00751DBB">
        <w:rPr>
          <w:lang w:val="en-GB"/>
        </w:rPr>
        <w:t>By default, t</w:t>
      </w:r>
      <w:r w:rsidR="00EF2B8B" w:rsidRPr="00751DBB">
        <w:rPr>
          <w:lang w:val="en-GB"/>
        </w:rPr>
        <w:t>his parameter value is set to “false</w:t>
      </w:r>
      <w:r w:rsidRPr="00751DBB">
        <w:rPr>
          <w:lang w:val="en-GB"/>
        </w:rPr>
        <w:t>” – i.e. the OCSP requests will not be signed.</w:t>
      </w:r>
    </w:p>
    <w:p w14:paraId="2E0605F6" w14:textId="77777777" w:rsidR="00436F61" w:rsidRPr="00751DBB" w:rsidRDefault="00436F61" w:rsidP="00436F61">
      <w:pPr>
        <w:rPr>
          <w:lang w:val="en-GB"/>
        </w:rPr>
      </w:pPr>
      <w:r w:rsidRPr="00751DBB">
        <w:rPr>
          <w:lang w:val="en-GB"/>
        </w:rPr>
        <w:t xml:space="preserve">If setting this to </w:t>
      </w:r>
      <w:r w:rsidR="00FD2544" w:rsidRPr="00751DBB">
        <w:rPr>
          <w:lang w:val="en-GB"/>
        </w:rPr>
        <w:t>“</w:t>
      </w:r>
      <w:r w:rsidR="00BF4F18" w:rsidRPr="00751DBB">
        <w:rPr>
          <w:lang w:val="en-GB"/>
        </w:rPr>
        <w:t>true</w:t>
      </w:r>
      <w:r w:rsidRPr="00751DBB">
        <w:rPr>
          <w:lang w:val="en-GB"/>
        </w:rPr>
        <w:t>”, you will also need to provide your acc</w:t>
      </w:r>
      <w:r w:rsidR="00F46BCF" w:rsidRPr="00751DBB">
        <w:rPr>
          <w:lang w:val="en-GB"/>
        </w:rPr>
        <w:t>ess certificate’s file location and</w:t>
      </w:r>
      <w:r w:rsidRPr="00751DBB">
        <w:rPr>
          <w:lang w:val="en-GB"/>
        </w:rPr>
        <w:t xml:space="preserve"> password that have been issued to you for this purpose.</w:t>
      </w:r>
    </w:p>
    <w:tbl>
      <w:tblPr>
        <w:tblStyle w:val="Param"/>
        <w:tblW w:w="8323" w:type="dxa"/>
        <w:tblLook w:val="04A0" w:firstRow="1" w:lastRow="0" w:firstColumn="1" w:lastColumn="0" w:noHBand="0" w:noVBand="1"/>
      </w:tblPr>
      <w:tblGrid>
        <w:gridCol w:w="3539"/>
        <w:gridCol w:w="4784"/>
      </w:tblGrid>
      <w:tr w:rsidR="00436F61" w:rsidRPr="00751DBB" w14:paraId="44D7EC45" w14:textId="77777777" w:rsidTr="0011748D">
        <w:trPr>
          <w:cnfStyle w:val="100000000000" w:firstRow="1" w:lastRow="0" w:firstColumn="0" w:lastColumn="0" w:oddVBand="0" w:evenVBand="0" w:oddHBand="0" w:evenHBand="0" w:firstRowFirstColumn="0" w:firstRowLastColumn="0" w:lastRowFirstColumn="0" w:lastRowLastColumn="0"/>
          <w:trHeight w:val="300"/>
        </w:trPr>
        <w:tc>
          <w:tcPr>
            <w:tcW w:w="3539" w:type="dxa"/>
            <w:noWrap/>
          </w:tcPr>
          <w:p w14:paraId="381F8D27" w14:textId="77777777" w:rsidR="00436F61" w:rsidRPr="00751DBB" w:rsidRDefault="00436F61" w:rsidP="0011748D">
            <w:pPr>
              <w:spacing w:after="0"/>
              <w:jc w:val="left"/>
              <w:rPr>
                <w:b/>
                <w:szCs w:val="18"/>
                <w:lang w:val="en-GB"/>
              </w:rPr>
            </w:pPr>
            <w:r w:rsidRPr="00751DBB">
              <w:rPr>
                <w:b/>
                <w:szCs w:val="18"/>
                <w:lang w:val="en-GB"/>
              </w:rPr>
              <w:t>Parameter</w:t>
            </w:r>
          </w:p>
        </w:tc>
        <w:tc>
          <w:tcPr>
            <w:tcW w:w="4784" w:type="dxa"/>
            <w:noWrap/>
          </w:tcPr>
          <w:p w14:paraId="2D76E264" w14:textId="77777777" w:rsidR="00436F61" w:rsidRPr="00751DBB" w:rsidRDefault="00436F61" w:rsidP="0011748D">
            <w:pPr>
              <w:spacing w:after="0"/>
              <w:jc w:val="left"/>
              <w:rPr>
                <w:b/>
                <w:szCs w:val="18"/>
                <w:lang w:val="en-GB"/>
              </w:rPr>
            </w:pPr>
            <w:r w:rsidRPr="00751DBB">
              <w:rPr>
                <w:b/>
                <w:szCs w:val="18"/>
                <w:lang w:val="en-GB"/>
              </w:rPr>
              <w:t xml:space="preserve">Description </w:t>
            </w:r>
          </w:p>
        </w:tc>
      </w:tr>
      <w:tr w:rsidR="00436F61" w:rsidRPr="00751DBB" w14:paraId="0074EF9F" w14:textId="77777777" w:rsidTr="0011748D">
        <w:trPr>
          <w:trHeight w:val="300"/>
        </w:trPr>
        <w:tc>
          <w:tcPr>
            <w:tcW w:w="3539" w:type="dxa"/>
            <w:noWrap/>
            <w:vAlign w:val="center"/>
          </w:tcPr>
          <w:p w14:paraId="2A8FFA05" w14:textId="77777777" w:rsidR="00436F61" w:rsidRPr="00751DBB" w:rsidRDefault="00436F61" w:rsidP="0011748D">
            <w:pPr>
              <w:spacing w:after="0"/>
              <w:jc w:val="left"/>
              <w:rPr>
                <w:lang w:val="en-GB"/>
              </w:rPr>
            </w:pPr>
            <w:r w:rsidRPr="00751DBB">
              <w:rPr>
                <w:lang w:val="en-GB"/>
              </w:rPr>
              <w:t>SIGN_OCSP</w:t>
            </w:r>
          </w:p>
        </w:tc>
        <w:tc>
          <w:tcPr>
            <w:tcW w:w="4784" w:type="dxa"/>
            <w:noWrap/>
            <w:vAlign w:val="center"/>
          </w:tcPr>
          <w:p w14:paraId="70775B52" w14:textId="77777777" w:rsidR="00436F61" w:rsidRPr="00751DBB" w:rsidRDefault="00436F61" w:rsidP="0011748D">
            <w:pPr>
              <w:spacing w:after="0"/>
              <w:jc w:val="left"/>
              <w:rPr>
                <w:color w:val="000000" w:themeColor="text1"/>
                <w:szCs w:val="18"/>
                <w:lang w:val="en-GB"/>
              </w:rPr>
            </w:pPr>
            <w:r w:rsidRPr="00751DBB">
              <w:rPr>
                <w:color w:val="000000" w:themeColor="text1"/>
                <w:szCs w:val="18"/>
                <w:lang w:val="en-GB"/>
              </w:rPr>
              <w:t xml:space="preserve">Specifies if OCSP requests </w:t>
            </w:r>
            <w:r w:rsidR="00443FA2" w:rsidRPr="00751DBB">
              <w:rPr>
                <w:color w:val="000000" w:themeColor="text1"/>
                <w:szCs w:val="18"/>
                <w:lang w:val="en-GB"/>
              </w:rPr>
              <w:t>are</w:t>
            </w:r>
            <w:r w:rsidRPr="00751DBB">
              <w:rPr>
                <w:color w:val="000000" w:themeColor="text1"/>
                <w:szCs w:val="18"/>
                <w:lang w:val="en-GB"/>
              </w:rPr>
              <w:t xml:space="preserve"> signed or not. Possible values: </w:t>
            </w:r>
            <w:r w:rsidR="00443FA2" w:rsidRPr="00751DBB">
              <w:rPr>
                <w:color w:val="000000" w:themeColor="text1"/>
                <w:szCs w:val="18"/>
                <w:lang w:val="en-GB"/>
              </w:rPr>
              <w:t>true</w:t>
            </w:r>
            <w:r w:rsidR="00F73891" w:rsidRPr="00751DBB">
              <w:rPr>
                <w:color w:val="000000" w:themeColor="text1"/>
                <w:szCs w:val="18"/>
                <w:lang w:val="en-GB"/>
              </w:rPr>
              <w:t xml:space="preserve"> – signed</w:t>
            </w:r>
            <w:r w:rsidR="00F90CFD" w:rsidRPr="00751DBB">
              <w:rPr>
                <w:color w:val="000000" w:themeColor="text1"/>
                <w:szCs w:val="18"/>
                <w:lang w:val="en-GB"/>
              </w:rPr>
              <w:t>;</w:t>
            </w:r>
            <w:r w:rsidR="00F73891" w:rsidRPr="00751DBB">
              <w:rPr>
                <w:color w:val="000000" w:themeColor="text1"/>
                <w:szCs w:val="18"/>
                <w:lang w:val="en-GB"/>
              </w:rPr>
              <w:t xml:space="preserve"> </w:t>
            </w:r>
            <w:r w:rsidR="009221F7" w:rsidRPr="00751DBB">
              <w:rPr>
                <w:color w:val="000000" w:themeColor="text1"/>
                <w:szCs w:val="18"/>
                <w:lang w:val="en-GB"/>
              </w:rPr>
              <w:t>false</w:t>
            </w:r>
            <w:r w:rsidR="00F73891" w:rsidRPr="00751DBB">
              <w:rPr>
                <w:color w:val="000000" w:themeColor="text1"/>
                <w:szCs w:val="18"/>
                <w:lang w:val="en-GB"/>
              </w:rPr>
              <w:t xml:space="preserve"> – not signed. </w:t>
            </w:r>
          </w:p>
          <w:p w14:paraId="2DF739E6" w14:textId="77777777" w:rsidR="00436F61" w:rsidRPr="00751DBB" w:rsidRDefault="009221F7" w:rsidP="0011748D">
            <w:pPr>
              <w:spacing w:after="0"/>
              <w:jc w:val="left"/>
              <w:rPr>
                <w:b/>
                <w:i/>
                <w:color w:val="7030A0"/>
                <w:szCs w:val="18"/>
                <w:lang w:val="en-GB"/>
              </w:rPr>
            </w:pPr>
            <w:r w:rsidRPr="00751DBB">
              <w:rPr>
                <w:b/>
                <w:i/>
                <w:color w:val="7030A0"/>
                <w:szCs w:val="18"/>
                <w:lang w:val="en-GB"/>
              </w:rPr>
              <w:t>false</w:t>
            </w:r>
          </w:p>
        </w:tc>
      </w:tr>
      <w:tr w:rsidR="00436F61" w:rsidRPr="00751DBB" w14:paraId="2F4AA618" w14:textId="77777777" w:rsidTr="0011748D">
        <w:trPr>
          <w:trHeight w:val="300"/>
        </w:trPr>
        <w:tc>
          <w:tcPr>
            <w:tcW w:w="3539" w:type="dxa"/>
            <w:noWrap/>
            <w:vAlign w:val="center"/>
          </w:tcPr>
          <w:p w14:paraId="211949AE" w14:textId="77777777" w:rsidR="00436F61" w:rsidRPr="00751DBB" w:rsidRDefault="00436F61" w:rsidP="00436F61">
            <w:pPr>
              <w:rPr>
                <w:lang w:val="en-GB"/>
              </w:rPr>
            </w:pPr>
            <w:r w:rsidRPr="00751DBB">
              <w:rPr>
                <w:lang w:val="en-GB"/>
              </w:rPr>
              <w:t>DIGIDOC_PKCS_FILE</w:t>
            </w:r>
          </w:p>
        </w:tc>
        <w:tc>
          <w:tcPr>
            <w:tcW w:w="4784" w:type="dxa"/>
            <w:noWrap/>
            <w:vAlign w:val="center"/>
          </w:tcPr>
          <w:p w14:paraId="622C646A" w14:textId="77777777" w:rsidR="006D5335" w:rsidRPr="00751DBB" w:rsidRDefault="00436F61" w:rsidP="00436F61">
            <w:pPr>
              <w:spacing w:after="0"/>
              <w:jc w:val="left"/>
              <w:rPr>
                <w:color w:val="000000" w:themeColor="text1"/>
                <w:szCs w:val="18"/>
                <w:lang w:val="en-GB"/>
              </w:rPr>
            </w:pPr>
            <w:r w:rsidRPr="00751DBB">
              <w:rPr>
                <w:color w:val="000000" w:themeColor="text1"/>
                <w:szCs w:val="18"/>
                <w:lang w:val="en-GB"/>
              </w:rPr>
              <w:t>Specifies your</w:t>
            </w:r>
            <w:r w:rsidR="00C459D6" w:rsidRPr="00751DBB">
              <w:rPr>
                <w:color w:val="000000" w:themeColor="text1"/>
                <w:szCs w:val="18"/>
                <w:lang w:val="en-GB"/>
              </w:rPr>
              <w:t xml:space="preserve"> access certificate’s </w:t>
            </w:r>
            <w:r w:rsidRPr="00751DBB">
              <w:rPr>
                <w:color w:val="000000" w:themeColor="text1"/>
                <w:szCs w:val="18"/>
                <w:lang w:val="en-GB"/>
              </w:rPr>
              <w:t>PKCS#12</w:t>
            </w:r>
            <w:r w:rsidR="006D5335" w:rsidRPr="00751DBB">
              <w:rPr>
                <w:color w:val="000000" w:themeColor="text1"/>
                <w:szCs w:val="18"/>
                <w:lang w:val="en-GB"/>
              </w:rPr>
              <w:t xml:space="preserve"> container</w:t>
            </w:r>
            <w:r w:rsidRPr="00751DBB">
              <w:rPr>
                <w:color w:val="000000" w:themeColor="text1"/>
                <w:szCs w:val="18"/>
                <w:lang w:val="en-GB"/>
              </w:rPr>
              <w:t xml:space="preserve"> </w:t>
            </w:r>
            <w:r w:rsidR="006D5335" w:rsidRPr="00751DBB">
              <w:rPr>
                <w:color w:val="000000" w:themeColor="text1"/>
                <w:szCs w:val="18"/>
                <w:lang w:val="en-GB"/>
              </w:rPr>
              <w:t xml:space="preserve">location and </w:t>
            </w:r>
            <w:r w:rsidRPr="00751DBB">
              <w:rPr>
                <w:color w:val="000000" w:themeColor="text1"/>
                <w:szCs w:val="18"/>
                <w:lang w:val="en-GB"/>
              </w:rPr>
              <w:t xml:space="preserve">filename, e.g. </w:t>
            </w:r>
          </w:p>
          <w:p w14:paraId="5C15116F" w14:textId="77777777" w:rsidR="00436F61" w:rsidRPr="00751DBB" w:rsidRDefault="00436F61" w:rsidP="00436F61">
            <w:pPr>
              <w:spacing w:after="0"/>
              <w:jc w:val="left"/>
              <w:rPr>
                <w:color w:val="000000" w:themeColor="text1"/>
                <w:szCs w:val="18"/>
                <w:lang w:val="en-GB"/>
              </w:rPr>
            </w:pPr>
            <w:r w:rsidRPr="00751DBB">
              <w:rPr>
                <w:b/>
                <w:i/>
                <w:color w:val="7030A0"/>
                <w:szCs w:val="18"/>
                <w:lang w:val="en-GB"/>
              </w:rPr>
              <w:t>C:\temp\369787.p12d</w:t>
            </w:r>
          </w:p>
        </w:tc>
      </w:tr>
      <w:tr w:rsidR="00436F61" w:rsidRPr="00751DBB" w14:paraId="7530811B" w14:textId="77777777" w:rsidTr="0011748D">
        <w:trPr>
          <w:trHeight w:val="300"/>
        </w:trPr>
        <w:tc>
          <w:tcPr>
            <w:tcW w:w="3539" w:type="dxa"/>
            <w:noWrap/>
            <w:vAlign w:val="center"/>
          </w:tcPr>
          <w:p w14:paraId="5DD2A73B" w14:textId="77777777" w:rsidR="00436F61" w:rsidRPr="00751DBB" w:rsidRDefault="00436F61" w:rsidP="00436F61">
            <w:pPr>
              <w:rPr>
                <w:lang w:val="en-GB"/>
              </w:rPr>
            </w:pPr>
            <w:r w:rsidRPr="00751DBB">
              <w:rPr>
                <w:lang w:val="en-GB"/>
              </w:rPr>
              <w:t>DIGIDOC_PKCS_PASSWD</w:t>
            </w:r>
          </w:p>
        </w:tc>
        <w:tc>
          <w:tcPr>
            <w:tcW w:w="4784" w:type="dxa"/>
            <w:noWrap/>
            <w:vAlign w:val="center"/>
          </w:tcPr>
          <w:p w14:paraId="75666B55" w14:textId="77777777" w:rsidR="00436F61" w:rsidRPr="00751DBB" w:rsidRDefault="00436F61" w:rsidP="006D5335">
            <w:pPr>
              <w:spacing w:after="0"/>
              <w:jc w:val="left"/>
              <w:rPr>
                <w:color w:val="000000" w:themeColor="text1"/>
                <w:szCs w:val="18"/>
                <w:lang w:val="en-GB"/>
              </w:rPr>
            </w:pPr>
            <w:r w:rsidRPr="00751DBB">
              <w:rPr>
                <w:color w:val="000000" w:themeColor="text1"/>
                <w:szCs w:val="18"/>
                <w:lang w:val="en-GB"/>
              </w:rPr>
              <w:t xml:space="preserve">Specifies your </w:t>
            </w:r>
            <w:r w:rsidR="00C459D6" w:rsidRPr="00751DBB">
              <w:rPr>
                <w:color w:val="000000" w:themeColor="text1"/>
                <w:szCs w:val="18"/>
                <w:lang w:val="en-GB"/>
              </w:rPr>
              <w:t xml:space="preserve">access certificate’s </w:t>
            </w:r>
            <w:r w:rsidRPr="00751DBB">
              <w:rPr>
                <w:color w:val="000000" w:themeColor="text1"/>
                <w:szCs w:val="18"/>
                <w:lang w:val="en-GB"/>
              </w:rPr>
              <w:t>PKCS#12</w:t>
            </w:r>
            <w:r w:rsidR="006D5335" w:rsidRPr="00751DBB">
              <w:rPr>
                <w:color w:val="000000" w:themeColor="text1"/>
                <w:szCs w:val="18"/>
                <w:lang w:val="en-GB"/>
              </w:rPr>
              <w:t xml:space="preserve"> container’s </w:t>
            </w:r>
            <w:r w:rsidRPr="00751DBB">
              <w:rPr>
                <w:color w:val="000000" w:themeColor="text1"/>
                <w:szCs w:val="18"/>
                <w:lang w:val="en-GB"/>
              </w:rPr>
              <w:t xml:space="preserve">password, e.g. </w:t>
            </w:r>
            <w:r w:rsidRPr="00751DBB">
              <w:rPr>
                <w:b/>
                <w:i/>
                <w:color w:val="7030A0"/>
                <w:szCs w:val="18"/>
                <w:lang w:val="en-GB"/>
              </w:rPr>
              <w:t>m15eTGpA</w:t>
            </w:r>
          </w:p>
        </w:tc>
      </w:tr>
    </w:tbl>
    <w:p w14:paraId="60D5D1EE" w14:textId="77777777" w:rsidR="00657857" w:rsidRPr="00751DBB" w:rsidRDefault="00657857" w:rsidP="00657857">
      <w:pPr>
        <w:rPr>
          <w:b/>
          <w:u w:val="single"/>
          <w:lang w:val="en-GB"/>
        </w:rPr>
      </w:pPr>
    </w:p>
    <w:p w14:paraId="05E391AC" w14:textId="77777777" w:rsidR="00657857" w:rsidRPr="00751DBB" w:rsidRDefault="00657857" w:rsidP="00657857">
      <w:pPr>
        <w:rPr>
          <w:b/>
          <w:u w:val="single"/>
          <w:lang w:val="en-GB"/>
        </w:rPr>
      </w:pPr>
      <w:r w:rsidRPr="00751DBB">
        <w:rPr>
          <w:b/>
          <w:u w:val="single"/>
          <w:lang w:val="en-GB"/>
        </w:rPr>
        <w:t>HTTP proxy settings*</w:t>
      </w:r>
    </w:p>
    <w:p w14:paraId="065830C8" w14:textId="77777777" w:rsidR="00657857" w:rsidRPr="00751DBB" w:rsidRDefault="00657857" w:rsidP="00657857">
      <w:pPr>
        <w:rPr>
          <w:lang w:val="en-GB"/>
        </w:rPr>
      </w:pPr>
      <w:r w:rsidRPr="00751DBB">
        <w:rPr>
          <w:lang w:val="en-GB"/>
        </w:rPr>
        <w:t xml:space="preserve"> *only necessary if using a proxy to access internet. P</w:t>
      </w:r>
      <w:r w:rsidR="00EA6804" w:rsidRPr="00751DBB">
        <w:rPr>
          <w:lang w:val="en-GB"/>
        </w:rPr>
        <w:t xml:space="preserve">lease note that </w:t>
      </w:r>
      <w:r w:rsidR="00180848" w:rsidRPr="00751DBB">
        <w:rPr>
          <w:lang w:val="en-GB"/>
        </w:rPr>
        <w:t xml:space="preserve">configuring the following </w:t>
      </w:r>
      <w:r w:rsidR="00EA6804" w:rsidRPr="00751DBB">
        <w:rPr>
          <w:lang w:val="en-GB"/>
        </w:rPr>
        <w:t>proxy settings has</w:t>
      </w:r>
      <w:r w:rsidRPr="00751DBB">
        <w:rPr>
          <w:lang w:val="en-GB"/>
        </w:rPr>
        <w:t xml:space="preserve"> </w:t>
      </w:r>
      <w:r w:rsidR="00180848" w:rsidRPr="00751DBB">
        <w:rPr>
          <w:lang w:val="en-GB"/>
        </w:rPr>
        <w:t xml:space="preserve">only </w:t>
      </w:r>
      <w:r w:rsidRPr="00751DBB">
        <w:rPr>
          <w:lang w:val="en-GB"/>
        </w:rPr>
        <w:t xml:space="preserve">been tested </w:t>
      </w:r>
      <w:r w:rsidR="00180848" w:rsidRPr="00751DBB">
        <w:rPr>
          <w:lang w:val="en-GB"/>
        </w:rPr>
        <w:t>with</w:t>
      </w:r>
      <w:r w:rsidRPr="00751DBB">
        <w:rPr>
          <w:lang w:val="en-GB"/>
        </w:rPr>
        <w:t xml:space="preserve"> DigiDoc Client</w:t>
      </w:r>
      <w:r w:rsidR="00EA6804" w:rsidRPr="00751DBB">
        <w:rPr>
          <w:lang w:val="en-GB"/>
        </w:rPr>
        <w:t>3 program</w:t>
      </w:r>
      <w:r w:rsidRPr="00751DBB">
        <w:rPr>
          <w:lang w:val="en-GB"/>
        </w:rPr>
        <w:t>.</w:t>
      </w:r>
    </w:p>
    <w:tbl>
      <w:tblPr>
        <w:tblStyle w:val="Param"/>
        <w:tblW w:w="8323" w:type="dxa"/>
        <w:tblLook w:val="04A0" w:firstRow="1" w:lastRow="0" w:firstColumn="1" w:lastColumn="0" w:noHBand="0" w:noVBand="1"/>
      </w:tblPr>
      <w:tblGrid>
        <w:gridCol w:w="3539"/>
        <w:gridCol w:w="4784"/>
      </w:tblGrid>
      <w:tr w:rsidR="00657857" w:rsidRPr="00751DBB" w14:paraId="292538F8" w14:textId="77777777" w:rsidTr="0002277D">
        <w:trPr>
          <w:cnfStyle w:val="100000000000" w:firstRow="1" w:lastRow="0" w:firstColumn="0" w:lastColumn="0" w:oddVBand="0" w:evenVBand="0" w:oddHBand="0" w:evenHBand="0" w:firstRowFirstColumn="0" w:firstRowLastColumn="0" w:lastRowFirstColumn="0" w:lastRowLastColumn="0"/>
          <w:trHeight w:val="300"/>
        </w:trPr>
        <w:tc>
          <w:tcPr>
            <w:tcW w:w="3539" w:type="dxa"/>
            <w:noWrap/>
          </w:tcPr>
          <w:p w14:paraId="00540C1A" w14:textId="77777777" w:rsidR="00657857" w:rsidRPr="00751DBB" w:rsidRDefault="00657857" w:rsidP="0002277D">
            <w:pPr>
              <w:spacing w:after="0"/>
              <w:jc w:val="left"/>
              <w:rPr>
                <w:b/>
                <w:szCs w:val="18"/>
                <w:lang w:val="en-GB"/>
              </w:rPr>
            </w:pPr>
            <w:r w:rsidRPr="00751DBB">
              <w:rPr>
                <w:b/>
                <w:szCs w:val="18"/>
                <w:lang w:val="en-GB"/>
              </w:rPr>
              <w:t>Parameter</w:t>
            </w:r>
          </w:p>
        </w:tc>
        <w:tc>
          <w:tcPr>
            <w:tcW w:w="4784" w:type="dxa"/>
            <w:noWrap/>
          </w:tcPr>
          <w:p w14:paraId="3360F1B3" w14:textId="77777777" w:rsidR="00657857" w:rsidRPr="00751DBB" w:rsidRDefault="00657857" w:rsidP="0002277D">
            <w:pPr>
              <w:spacing w:after="0"/>
              <w:jc w:val="left"/>
              <w:rPr>
                <w:b/>
                <w:szCs w:val="18"/>
                <w:lang w:val="en-GB"/>
              </w:rPr>
            </w:pPr>
            <w:r w:rsidRPr="00751DBB">
              <w:rPr>
                <w:b/>
                <w:szCs w:val="18"/>
                <w:lang w:val="en-GB"/>
              </w:rPr>
              <w:t xml:space="preserve">Description </w:t>
            </w:r>
          </w:p>
        </w:tc>
      </w:tr>
      <w:tr w:rsidR="00657857" w:rsidRPr="00751DBB" w14:paraId="5672ED71" w14:textId="77777777" w:rsidTr="0002277D">
        <w:trPr>
          <w:trHeight w:val="300"/>
        </w:trPr>
        <w:tc>
          <w:tcPr>
            <w:tcW w:w="3539" w:type="dxa"/>
            <w:noWrap/>
            <w:vAlign w:val="center"/>
          </w:tcPr>
          <w:p w14:paraId="14075B43" w14:textId="77777777" w:rsidR="00657857" w:rsidRPr="00751DBB" w:rsidRDefault="00657857" w:rsidP="0002277D">
            <w:pPr>
              <w:spacing w:after="0"/>
              <w:jc w:val="left"/>
              <w:rPr>
                <w:lang w:val="en-GB"/>
              </w:rPr>
            </w:pPr>
            <w:r w:rsidRPr="00751DBB">
              <w:rPr>
                <w:lang w:val="en-GB"/>
              </w:rPr>
              <w:t>USE_PROXY</w:t>
            </w:r>
          </w:p>
        </w:tc>
        <w:tc>
          <w:tcPr>
            <w:tcW w:w="4784" w:type="dxa"/>
            <w:noWrap/>
            <w:vAlign w:val="center"/>
          </w:tcPr>
          <w:p w14:paraId="7944D2A8" w14:textId="77777777" w:rsidR="00657857" w:rsidRPr="00751DBB" w:rsidRDefault="00657857" w:rsidP="0002277D">
            <w:pPr>
              <w:spacing w:after="0"/>
              <w:jc w:val="left"/>
              <w:rPr>
                <w:color w:val="000000" w:themeColor="text1"/>
                <w:szCs w:val="18"/>
                <w:lang w:val="en-GB"/>
              </w:rPr>
            </w:pPr>
            <w:r w:rsidRPr="00751DBB">
              <w:rPr>
                <w:color w:val="000000" w:themeColor="text1"/>
                <w:szCs w:val="18"/>
                <w:lang w:val="en-GB"/>
              </w:rPr>
              <w:t xml:space="preserve">Specifies whether proxy is used. Possible values: true – used; </w:t>
            </w:r>
            <w:r w:rsidR="00EF2B8B" w:rsidRPr="00751DBB">
              <w:rPr>
                <w:color w:val="000000" w:themeColor="text1"/>
                <w:szCs w:val="18"/>
                <w:lang w:val="en-GB"/>
              </w:rPr>
              <w:t>false</w:t>
            </w:r>
            <w:r w:rsidRPr="00751DBB">
              <w:rPr>
                <w:color w:val="000000" w:themeColor="text1"/>
                <w:szCs w:val="18"/>
                <w:lang w:val="en-GB"/>
              </w:rPr>
              <w:t xml:space="preserve"> – not used.</w:t>
            </w:r>
          </w:p>
          <w:p w14:paraId="60527582" w14:textId="77777777" w:rsidR="00657857" w:rsidRPr="00751DBB" w:rsidRDefault="00EF2B8B" w:rsidP="0002277D">
            <w:pPr>
              <w:spacing w:after="0"/>
              <w:jc w:val="left"/>
              <w:rPr>
                <w:b/>
                <w:i/>
                <w:color w:val="000000" w:themeColor="text1"/>
                <w:szCs w:val="18"/>
                <w:lang w:val="en-GB"/>
              </w:rPr>
            </w:pPr>
            <w:r w:rsidRPr="00751DBB">
              <w:rPr>
                <w:b/>
                <w:i/>
                <w:color w:val="7030A0"/>
                <w:szCs w:val="18"/>
                <w:lang w:val="en-GB"/>
              </w:rPr>
              <w:t>false</w:t>
            </w:r>
          </w:p>
        </w:tc>
      </w:tr>
      <w:tr w:rsidR="00657857" w:rsidRPr="00751DBB" w14:paraId="7EAD7131" w14:textId="77777777" w:rsidTr="0002277D">
        <w:trPr>
          <w:trHeight w:val="300"/>
        </w:trPr>
        <w:tc>
          <w:tcPr>
            <w:tcW w:w="3539" w:type="dxa"/>
            <w:noWrap/>
            <w:vAlign w:val="center"/>
          </w:tcPr>
          <w:p w14:paraId="120BF380" w14:textId="77777777" w:rsidR="00657857" w:rsidRPr="00751DBB" w:rsidRDefault="00657857" w:rsidP="0002277D">
            <w:pPr>
              <w:spacing w:after="0"/>
              <w:jc w:val="left"/>
              <w:rPr>
                <w:lang w:val="en-GB"/>
              </w:rPr>
            </w:pPr>
            <w:r w:rsidRPr="00751DBB">
              <w:rPr>
                <w:lang w:val="en-GB"/>
              </w:rPr>
              <w:t>DIGIDOC_PROXY_HOST</w:t>
            </w:r>
          </w:p>
        </w:tc>
        <w:tc>
          <w:tcPr>
            <w:tcW w:w="4784" w:type="dxa"/>
            <w:noWrap/>
            <w:vAlign w:val="center"/>
          </w:tcPr>
          <w:p w14:paraId="6F893B1B" w14:textId="77777777" w:rsidR="00657857" w:rsidRPr="00751DBB" w:rsidRDefault="00657857" w:rsidP="0002277D">
            <w:pPr>
              <w:spacing w:after="0"/>
              <w:jc w:val="left"/>
              <w:rPr>
                <w:color w:val="000000" w:themeColor="text1"/>
                <w:szCs w:val="18"/>
                <w:lang w:val="en-GB"/>
              </w:rPr>
            </w:pPr>
            <w:r w:rsidRPr="00751DBB">
              <w:rPr>
                <w:color w:val="000000" w:themeColor="text1"/>
                <w:szCs w:val="18"/>
                <w:lang w:val="en-GB"/>
              </w:rPr>
              <w:t xml:space="preserve">Specifies the proxy hostname, e.g. </w:t>
            </w:r>
            <w:r w:rsidRPr="00751DBB">
              <w:rPr>
                <w:b/>
                <w:i/>
                <w:color w:val="7030A0"/>
                <w:szCs w:val="18"/>
                <w:lang w:val="en-GB"/>
              </w:rPr>
              <w:t>proxy.example.net</w:t>
            </w:r>
          </w:p>
        </w:tc>
      </w:tr>
      <w:tr w:rsidR="00657857" w:rsidRPr="00751DBB" w14:paraId="2F19CFF8" w14:textId="77777777" w:rsidTr="0002277D">
        <w:trPr>
          <w:trHeight w:val="300"/>
        </w:trPr>
        <w:tc>
          <w:tcPr>
            <w:tcW w:w="3539" w:type="dxa"/>
            <w:noWrap/>
            <w:vAlign w:val="center"/>
          </w:tcPr>
          <w:p w14:paraId="5EDC64B4" w14:textId="77777777" w:rsidR="00657857" w:rsidRPr="00751DBB" w:rsidRDefault="00657857" w:rsidP="0002277D">
            <w:pPr>
              <w:spacing w:after="0"/>
              <w:jc w:val="left"/>
              <w:rPr>
                <w:lang w:val="en-GB"/>
              </w:rPr>
            </w:pPr>
            <w:r w:rsidRPr="00751DBB">
              <w:rPr>
                <w:lang w:val="en-GB"/>
              </w:rPr>
              <w:t>DIGIDOC_PROXY_PORT</w:t>
            </w:r>
          </w:p>
        </w:tc>
        <w:tc>
          <w:tcPr>
            <w:tcW w:w="4784" w:type="dxa"/>
            <w:noWrap/>
            <w:vAlign w:val="center"/>
          </w:tcPr>
          <w:p w14:paraId="481029A1" w14:textId="77777777" w:rsidR="00657857" w:rsidRPr="00751DBB" w:rsidRDefault="00657857" w:rsidP="0002277D">
            <w:pPr>
              <w:spacing w:after="0"/>
              <w:jc w:val="left"/>
              <w:rPr>
                <w:color w:val="000000" w:themeColor="text1"/>
                <w:szCs w:val="18"/>
                <w:lang w:val="en-GB"/>
              </w:rPr>
            </w:pPr>
            <w:r w:rsidRPr="00751DBB">
              <w:rPr>
                <w:color w:val="000000" w:themeColor="text1"/>
                <w:szCs w:val="18"/>
                <w:lang w:val="en-GB"/>
              </w:rPr>
              <w:t xml:space="preserve">Specifies the proxy port, e.g. </w:t>
            </w:r>
            <w:r w:rsidRPr="00751DBB">
              <w:rPr>
                <w:b/>
                <w:i/>
                <w:color w:val="7030A0"/>
                <w:szCs w:val="18"/>
                <w:lang w:val="en-GB"/>
              </w:rPr>
              <w:t>8080</w:t>
            </w:r>
          </w:p>
        </w:tc>
      </w:tr>
      <w:tr w:rsidR="00657857" w:rsidRPr="00751DBB" w14:paraId="5647FEAC" w14:textId="77777777" w:rsidTr="0002277D">
        <w:trPr>
          <w:trHeight w:val="300"/>
        </w:trPr>
        <w:tc>
          <w:tcPr>
            <w:tcW w:w="3539" w:type="dxa"/>
            <w:noWrap/>
            <w:vAlign w:val="center"/>
          </w:tcPr>
          <w:p w14:paraId="0C4C25B4" w14:textId="77777777" w:rsidR="00657857" w:rsidRPr="00751DBB" w:rsidRDefault="00657857" w:rsidP="0002277D">
            <w:pPr>
              <w:spacing w:after="0"/>
              <w:jc w:val="left"/>
              <w:rPr>
                <w:lang w:val="en-GB"/>
              </w:rPr>
            </w:pPr>
            <w:r w:rsidRPr="00751DBB">
              <w:rPr>
                <w:lang w:val="en-GB"/>
              </w:rPr>
              <w:t>DIGIDOC_PROXY_USER</w:t>
            </w:r>
          </w:p>
        </w:tc>
        <w:tc>
          <w:tcPr>
            <w:tcW w:w="4784" w:type="dxa"/>
            <w:noWrap/>
            <w:vAlign w:val="center"/>
          </w:tcPr>
          <w:p w14:paraId="604F1E3D" w14:textId="77777777" w:rsidR="00657857" w:rsidRPr="00751DBB" w:rsidRDefault="00657857" w:rsidP="0002277D">
            <w:pPr>
              <w:spacing w:after="0"/>
              <w:jc w:val="left"/>
              <w:rPr>
                <w:color w:val="000000" w:themeColor="text1"/>
                <w:szCs w:val="18"/>
                <w:lang w:val="en-GB"/>
              </w:rPr>
            </w:pPr>
            <w:r w:rsidRPr="00751DBB">
              <w:rPr>
                <w:color w:val="000000" w:themeColor="text1"/>
                <w:szCs w:val="18"/>
                <w:lang w:val="en-GB"/>
              </w:rPr>
              <w:t>Specifies proxy server’s username</w:t>
            </w:r>
          </w:p>
        </w:tc>
      </w:tr>
      <w:tr w:rsidR="00657857" w:rsidRPr="00751DBB" w14:paraId="31D437C9" w14:textId="77777777" w:rsidTr="0002277D">
        <w:trPr>
          <w:trHeight w:val="300"/>
        </w:trPr>
        <w:tc>
          <w:tcPr>
            <w:tcW w:w="3539" w:type="dxa"/>
            <w:noWrap/>
            <w:vAlign w:val="center"/>
          </w:tcPr>
          <w:p w14:paraId="2301F7A2" w14:textId="77777777" w:rsidR="00657857" w:rsidRPr="00751DBB" w:rsidRDefault="00657857" w:rsidP="0002277D">
            <w:pPr>
              <w:spacing w:after="0"/>
              <w:jc w:val="left"/>
              <w:rPr>
                <w:lang w:val="en-GB"/>
              </w:rPr>
            </w:pPr>
            <w:r w:rsidRPr="00751DBB">
              <w:rPr>
                <w:lang w:val="en-GB"/>
              </w:rPr>
              <w:t>DIGIDOC_PROXY_PASS</w:t>
            </w:r>
          </w:p>
        </w:tc>
        <w:tc>
          <w:tcPr>
            <w:tcW w:w="4784" w:type="dxa"/>
            <w:noWrap/>
            <w:vAlign w:val="center"/>
          </w:tcPr>
          <w:p w14:paraId="1D85D1F4" w14:textId="77777777" w:rsidR="00657857" w:rsidRPr="00751DBB" w:rsidRDefault="00657857" w:rsidP="0002277D">
            <w:pPr>
              <w:spacing w:after="0"/>
              <w:jc w:val="left"/>
              <w:rPr>
                <w:color w:val="000000" w:themeColor="text1"/>
                <w:szCs w:val="18"/>
                <w:lang w:val="en-GB"/>
              </w:rPr>
            </w:pPr>
            <w:r w:rsidRPr="00751DBB">
              <w:rPr>
                <w:color w:val="000000" w:themeColor="text1"/>
                <w:szCs w:val="18"/>
                <w:lang w:val="en-GB"/>
              </w:rPr>
              <w:t>Specifies proxy server’s password</w:t>
            </w:r>
          </w:p>
        </w:tc>
      </w:tr>
    </w:tbl>
    <w:p w14:paraId="356CF210" w14:textId="77777777" w:rsidR="00436F61" w:rsidRPr="00751DBB" w:rsidRDefault="00436F61" w:rsidP="0065080D">
      <w:pPr>
        <w:rPr>
          <w:b/>
          <w:u w:val="single"/>
          <w:lang w:val="en-GB"/>
        </w:rPr>
      </w:pPr>
    </w:p>
    <w:p w14:paraId="2F8F13B3" w14:textId="77777777" w:rsidR="0065080D" w:rsidRPr="00751DBB" w:rsidRDefault="0065080D" w:rsidP="0065080D">
      <w:pPr>
        <w:rPr>
          <w:b/>
          <w:u w:val="single"/>
          <w:lang w:val="en-GB"/>
        </w:rPr>
      </w:pPr>
      <w:r w:rsidRPr="00751DBB">
        <w:rPr>
          <w:b/>
          <w:u w:val="single"/>
          <w:lang w:val="en-GB"/>
        </w:rPr>
        <w:t>CA certificates</w:t>
      </w:r>
    </w:p>
    <w:p w14:paraId="1EF3833C" w14:textId="09591DF3" w:rsidR="0065080D" w:rsidRDefault="0065080D" w:rsidP="0065080D">
      <w:pPr>
        <w:rPr>
          <w:lang w:val="en-GB"/>
        </w:rPr>
      </w:pPr>
      <w:r w:rsidRPr="00751DBB">
        <w:rPr>
          <w:lang w:val="en-GB"/>
        </w:rPr>
        <w:t xml:space="preserve">The CA certificates </w:t>
      </w:r>
      <w:r w:rsidR="00DA53F3" w:rsidRPr="00751DBB">
        <w:rPr>
          <w:lang w:val="en-GB"/>
        </w:rPr>
        <w:t>are</w:t>
      </w:r>
      <w:r w:rsidRPr="00751DBB">
        <w:rPr>
          <w:lang w:val="en-GB"/>
        </w:rPr>
        <w:t xml:space="preserve"> used to check the signer’s certificate</w:t>
      </w:r>
      <w:r w:rsidR="007E6FE2">
        <w:rPr>
          <w:lang w:val="en-GB"/>
        </w:rPr>
        <w:t>’</w:t>
      </w:r>
      <w:r w:rsidRPr="00751DBB">
        <w:rPr>
          <w:lang w:val="en-GB"/>
        </w:rPr>
        <w:t>s</w:t>
      </w:r>
      <w:r w:rsidR="00DA53F3" w:rsidRPr="00751DBB">
        <w:rPr>
          <w:lang w:val="en-GB"/>
        </w:rPr>
        <w:t xml:space="preserve"> validity</w:t>
      </w:r>
      <w:r w:rsidRPr="00751DBB">
        <w:rPr>
          <w:lang w:val="en-GB"/>
        </w:rPr>
        <w:t>.</w:t>
      </w:r>
      <w:r w:rsidR="00F16756" w:rsidRPr="00751DBB">
        <w:rPr>
          <w:lang w:val="en-GB"/>
        </w:rPr>
        <w:t xml:space="preserve"> </w:t>
      </w:r>
      <w:r w:rsidR="00F111F8">
        <w:rPr>
          <w:lang w:val="en-GB"/>
        </w:rPr>
        <w:t>The certificates have to be in PEM format.</w:t>
      </w:r>
    </w:p>
    <w:p w14:paraId="31E4CE7C" w14:textId="37B0966C" w:rsidR="000D4732" w:rsidRDefault="00351450" w:rsidP="00975226">
      <w:pPr>
        <w:rPr>
          <w:lang w:val="en-GB"/>
        </w:rPr>
      </w:pPr>
      <w:r>
        <w:rPr>
          <w:lang w:val="en-GB"/>
        </w:rPr>
        <w:t>By default, the Estonian</w:t>
      </w:r>
      <w:r w:rsidR="00975226">
        <w:rPr>
          <w:rStyle w:val="FootnoteReference"/>
          <w:lang w:val="en-GB"/>
        </w:rPr>
        <w:footnoteReference w:id="1"/>
      </w:r>
      <w:r w:rsidR="00975226">
        <w:rPr>
          <w:lang w:val="en-GB"/>
        </w:rPr>
        <w:t xml:space="preserve"> </w:t>
      </w:r>
      <w:r>
        <w:rPr>
          <w:lang w:val="en-GB"/>
        </w:rPr>
        <w:t>CA certificates (both live and test certificates) have been registered in the CDigiDoc configuration file. The</w:t>
      </w:r>
      <w:r w:rsidR="000D4732">
        <w:rPr>
          <w:lang w:val="en-GB"/>
        </w:rPr>
        <w:t xml:space="preserve"> Estonian</w:t>
      </w:r>
      <w:r>
        <w:rPr>
          <w:lang w:val="en-GB"/>
        </w:rPr>
        <w:t xml:space="preserve"> live CA and OCSP certificate files have been included in the CDigiDoc distribution</w:t>
      </w:r>
      <w:r w:rsidR="007E2A55">
        <w:rPr>
          <w:lang w:val="en-GB"/>
        </w:rPr>
        <w:t>.</w:t>
      </w:r>
      <w:r w:rsidR="007E2A55" w:rsidDel="007E2A55">
        <w:rPr>
          <w:lang w:val="en-GB"/>
        </w:rPr>
        <w:t xml:space="preserve"> </w:t>
      </w:r>
    </w:p>
    <w:p w14:paraId="4002C1AC" w14:textId="203F631E" w:rsidR="00431AA1" w:rsidRDefault="000D4732" w:rsidP="00975226">
      <w:pPr>
        <w:rPr>
          <w:lang w:val="en-GB"/>
        </w:rPr>
      </w:pPr>
      <w:r>
        <w:rPr>
          <w:lang w:val="en-GB"/>
        </w:rPr>
        <w:t xml:space="preserve">Estonian test certificates can be installed with a package accessible from </w:t>
      </w:r>
      <w:hyperlink r:id="rId42" w:history="1">
        <w:r w:rsidR="001713F1" w:rsidRPr="00BA557F">
          <w:rPr>
            <w:rStyle w:val="Hyperlink"/>
          </w:rPr>
          <w:t>https://installer.id.ee/media/windows/Eesti_ID_kaart_testsertifikaadid.msi</w:t>
        </w:r>
      </w:hyperlink>
      <w:r w:rsidR="00351450">
        <w:rPr>
          <w:lang w:val="en-GB"/>
        </w:rPr>
        <w:t>.</w:t>
      </w:r>
    </w:p>
    <w:p w14:paraId="00A5083D" w14:textId="3A70F5DA" w:rsidR="00375611" w:rsidRDefault="00375611" w:rsidP="00975226">
      <w:pPr>
        <w:rPr>
          <w:lang w:val="en-GB"/>
        </w:rPr>
      </w:pPr>
      <w:r>
        <w:rPr>
          <w:lang w:val="en-GB"/>
        </w:rPr>
        <w:t>More information about the supported CA-s and certificates can be found from chapter “</w:t>
      </w:r>
      <w:r w:rsidR="00237AEA">
        <w:rPr>
          <w:lang w:val="en-GB"/>
        </w:rPr>
        <w:fldChar w:fldCharType="begin"/>
      </w:r>
      <w:r w:rsidR="00237AEA">
        <w:rPr>
          <w:lang w:val="en-GB"/>
        </w:rPr>
        <w:instrText xml:space="preserve"> REF _Ref374311788 \r \h </w:instrText>
      </w:r>
      <w:r w:rsidR="00237AEA">
        <w:rPr>
          <w:lang w:val="en-GB"/>
        </w:rPr>
      </w:r>
      <w:r w:rsidR="00237AEA">
        <w:rPr>
          <w:lang w:val="en-GB"/>
        </w:rPr>
        <w:fldChar w:fldCharType="separate"/>
      </w:r>
      <w:r w:rsidR="00E0723E">
        <w:rPr>
          <w:lang w:val="en-GB"/>
        </w:rPr>
        <w:t>7.1</w:t>
      </w:r>
      <w:r w:rsidR="00237AEA">
        <w:rPr>
          <w:lang w:val="en-GB"/>
        </w:rPr>
        <w:fldChar w:fldCharType="end"/>
      </w:r>
      <w:r w:rsidR="00237AEA">
        <w:rPr>
          <w:lang w:val="en-GB"/>
        </w:rPr>
        <w:t xml:space="preserve"> </w:t>
      </w:r>
      <w:r w:rsidR="00237AEA">
        <w:rPr>
          <w:lang w:val="en-GB"/>
        </w:rPr>
        <w:fldChar w:fldCharType="begin"/>
      </w:r>
      <w:r w:rsidR="00237AEA">
        <w:rPr>
          <w:lang w:val="en-GB"/>
        </w:rPr>
        <w:instrText xml:space="preserve"> REF _Ref374311796 \h </w:instrText>
      </w:r>
      <w:r w:rsidR="00237AEA">
        <w:rPr>
          <w:lang w:val="en-GB"/>
        </w:rPr>
      </w:r>
      <w:r w:rsidR="00237AEA">
        <w:rPr>
          <w:lang w:val="en-GB"/>
        </w:rPr>
        <w:fldChar w:fldCharType="separate"/>
      </w:r>
      <w:r w:rsidR="00E0723E" w:rsidRPr="00751DBB">
        <w:rPr>
          <w:lang w:val="en-GB"/>
        </w:rPr>
        <w:t>National PKI solutions and support</w:t>
      </w:r>
      <w:r w:rsidR="00237AEA">
        <w:rPr>
          <w:lang w:val="en-GB"/>
        </w:rPr>
        <w:fldChar w:fldCharType="end"/>
      </w:r>
      <w:r>
        <w:rPr>
          <w:lang w:val="en-GB"/>
        </w:rPr>
        <w:t>”.</w:t>
      </w:r>
    </w:p>
    <w:p w14:paraId="7ED0B873" w14:textId="40303649" w:rsidR="00B56404" w:rsidRPr="00751DBB" w:rsidRDefault="00B56404" w:rsidP="0065080D">
      <w:pPr>
        <w:rPr>
          <w:lang w:val="en-GB"/>
        </w:rPr>
      </w:pPr>
      <w:r w:rsidRPr="00B56404">
        <w:rPr>
          <w:b/>
          <w:lang w:val="en-GB"/>
        </w:rPr>
        <w:t>Note</w:t>
      </w:r>
      <w:r>
        <w:rPr>
          <w:b/>
          <w:lang w:val="en-GB"/>
        </w:rPr>
        <w:t>:</w:t>
      </w:r>
      <w:r>
        <w:rPr>
          <w:lang w:val="en-GB"/>
        </w:rPr>
        <w:t xml:space="preserve"> test certificates should not be used in live applications as the CDigiDoc library does not give notifications to the user in case of test signatures</w:t>
      </w:r>
      <w:r w:rsidR="00FA004F">
        <w:rPr>
          <w:lang w:val="en-GB"/>
        </w:rPr>
        <w:t xml:space="preserve"> (since the library’s version v3.8, the </w:t>
      </w:r>
      <w:r w:rsidR="00506528">
        <w:rPr>
          <w:lang w:val="en-GB"/>
        </w:rPr>
        <w:t>utility</w:t>
      </w:r>
      <w:r w:rsidR="00FA004F">
        <w:rPr>
          <w:lang w:val="en-GB"/>
        </w:rPr>
        <w:t xml:space="preserve"> program displays test signature warning to the user)</w:t>
      </w:r>
      <w:r>
        <w:rPr>
          <w:lang w:val="en-GB"/>
        </w:rPr>
        <w:t xml:space="preserve">. </w:t>
      </w:r>
    </w:p>
    <w:tbl>
      <w:tblPr>
        <w:tblStyle w:val="Param"/>
        <w:tblW w:w="8323" w:type="dxa"/>
        <w:tblLook w:val="04A0" w:firstRow="1" w:lastRow="0" w:firstColumn="1" w:lastColumn="0" w:noHBand="0" w:noVBand="1"/>
      </w:tblPr>
      <w:tblGrid>
        <w:gridCol w:w="3539"/>
        <w:gridCol w:w="4784"/>
      </w:tblGrid>
      <w:tr w:rsidR="0065080D" w:rsidRPr="00751DBB" w14:paraId="69F2260F" w14:textId="77777777" w:rsidTr="00652E7C">
        <w:trPr>
          <w:cnfStyle w:val="100000000000" w:firstRow="1" w:lastRow="0" w:firstColumn="0" w:lastColumn="0" w:oddVBand="0" w:evenVBand="0" w:oddHBand="0" w:evenHBand="0" w:firstRowFirstColumn="0" w:firstRowLastColumn="0" w:lastRowFirstColumn="0" w:lastRowLastColumn="0"/>
          <w:trHeight w:val="300"/>
        </w:trPr>
        <w:tc>
          <w:tcPr>
            <w:tcW w:w="3539" w:type="dxa"/>
            <w:noWrap/>
          </w:tcPr>
          <w:p w14:paraId="28410200" w14:textId="77777777" w:rsidR="0065080D" w:rsidRPr="00751DBB" w:rsidRDefault="0065080D" w:rsidP="00652E7C">
            <w:pPr>
              <w:spacing w:after="0"/>
              <w:jc w:val="left"/>
              <w:rPr>
                <w:b/>
                <w:szCs w:val="18"/>
                <w:lang w:val="en-GB"/>
              </w:rPr>
            </w:pPr>
            <w:r w:rsidRPr="00751DBB">
              <w:rPr>
                <w:b/>
                <w:szCs w:val="18"/>
                <w:lang w:val="en-GB"/>
              </w:rPr>
              <w:t>Parameter</w:t>
            </w:r>
          </w:p>
        </w:tc>
        <w:tc>
          <w:tcPr>
            <w:tcW w:w="4784" w:type="dxa"/>
            <w:noWrap/>
          </w:tcPr>
          <w:p w14:paraId="60F674F8" w14:textId="77777777" w:rsidR="0065080D" w:rsidRPr="00751DBB" w:rsidRDefault="0065080D" w:rsidP="00652E7C">
            <w:pPr>
              <w:spacing w:after="0"/>
              <w:jc w:val="left"/>
              <w:rPr>
                <w:b/>
                <w:szCs w:val="18"/>
                <w:lang w:val="en-GB"/>
              </w:rPr>
            </w:pPr>
            <w:r w:rsidRPr="00751DBB">
              <w:rPr>
                <w:b/>
                <w:szCs w:val="18"/>
                <w:lang w:val="en-GB"/>
              </w:rPr>
              <w:t xml:space="preserve">Description </w:t>
            </w:r>
          </w:p>
        </w:tc>
      </w:tr>
      <w:tr w:rsidR="0065080D" w:rsidRPr="00751DBB" w14:paraId="44C309AB" w14:textId="77777777" w:rsidTr="00652E7C">
        <w:trPr>
          <w:trHeight w:val="300"/>
        </w:trPr>
        <w:tc>
          <w:tcPr>
            <w:tcW w:w="3539" w:type="dxa"/>
            <w:noWrap/>
            <w:vAlign w:val="center"/>
          </w:tcPr>
          <w:p w14:paraId="09AAF0BC" w14:textId="77777777" w:rsidR="0065080D" w:rsidRPr="00751DBB" w:rsidRDefault="006B4C78" w:rsidP="00652E7C">
            <w:pPr>
              <w:spacing w:after="0"/>
              <w:jc w:val="left"/>
              <w:rPr>
                <w:lang w:val="en-GB"/>
              </w:rPr>
            </w:pPr>
            <w:r w:rsidRPr="00751DBB">
              <w:rPr>
                <w:lang w:val="en-GB"/>
              </w:rPr>
              <w:t>CA_CERT_PATH</w:t>
            </w:r>
          </w:p>
        </w:tc>
        <w:tc>
          <w:tcPr>
            <w:tcW w:w="4784" w:type="dxa"/>
            <w:noWrap/>
            <w:vAlign w:val="center"/>
          </w:tcPr>
          <w:p w14:paraId="7DE20342" w14:textId="77777777" w:rsidR="0065080D" w:rsidRPr="00751DBB" w:rsidRDefault="00BC3574" w:rsidP="00652E7C">
            <w:pPr>
              <w:spacing w:after="0"/>
              <w:jc w:val="left"/>
              <w:rPr>
                <w:color w:val="000000" w:themeColor="text1"/>
                <w:szCs w:val="18"/>
                <w:lang w:val="en-GB"/>
              </w:rPr>
            </w:pPr>
            <w:r w:rsidRPr="00751DBB">
              <w:rPr>
                <w:color w:val="000000" w:themeColor="text1"/>
                <w:szCs w:val="18"/>
                <w:lang w:val="en-GB"/>
              </w:rPr>
              <w:t>Location of</w:t>
            </w:r>
            <w:r w:rsidR="006B4C78" w:rsidRPr="00751DBB">
              <w:rPr>
                <w:color w:val="000000" w:themeColor="text1"/>
                <w:szCs w:val="18"/>
                <w:lang w:val="en-GB"/>
              </w:rPr>
              <w:t xml:space="preserve"> </w:t>
            </w:r>
            <w:r w:rsidR="00B234A9" w:rsidRPr="00751DBB">
              <w:rPr>
                <w:color w:val="000000" w:themeColor="text1"/>
                <w:szCs w:val="18"/>
                <w:lang w:val="en-GB"/>
              </w:rPr>
              <w:t>CA certificates</w:t>
            </w:r>
            <w:r w:rsidR="00DA53F3" w:rsidRPr="00751DBB">
              <w:rPr>
                <w:color w:val="000000" w:themeColor="text1"/>
                <w:szCs w:val="18"/>
                <w:lang w:val="en-GB"/>
              </w:rPr>
              <w:t xml:space="preserve">. Supported Estonian CA certificates are included in CDigiDoc’s installation </w:t>
            </w:r>
            <w:r w:rsidR="00DA53F3" w:rsidRPr="00751DBB">
              <w:rPr>
                <w:color w:val="000000" w:themeColor="text1"/>
                <w:szCs w:val="18"/>
                <w:lang w:val="en-GB"/>
              </w:rPr>
              <w:lastRenderedPageBreak/>
              <w:t>package and will be located in the installation directory,</w:t>
            </w:r>
            <w:r w:rsidR="00B56AEC" w:rsidRPr="00751DBB">
              <w:rPr>
                <w:color w:val="000000" w:themeColor="text1"/>
                <w:szCs w:val="18"/>
                <w:lang w:val="en-GB"/>
              </w:rPr>
              <w:t xml:space="preserve"> e.g.</w:t>
            </w:r>
          </w:p>
          <w:p w14:paraId="62A3E632" w14:textId="77777777" w:rsidR="00B45FEF" w:rsidRPr="00751DBB" w:rsidRDefault="00193206" w:rsidP="00C91286">
            <w:pPr>
              <w:spacing w:after="0"/>
              <w:jc w:val="left"/>
              <w:rPr>
                <w:b/>
                <w:i/>
                <w:color w:val="7030A0"/>
                <w:szCs w:val="18"/>
                <w:lang w:val="en-GB"/>
              </w:rPr>
            </w:pPr>
            <w:r w:rsidRPr="00751DBB">
              <w:rPr>
                <w:b/>
                <w:i/>
                <w:color w:val="7030A0"/>
                <w:szCs w:val="18"/>
                <w:lang w:val="en-GB"/>
              </w:rPr>
              <w:t>C:\Program Files</w:t>
            </w:r>
            <w:r w:rsidR="006B4C78" w:rsidRPr="00751DBB">
              <w:rPr>
                <w:b/>
                <w:i/>
                <w:color w:val="7030A0"/>
                <w:szCs w:val="18"/>
                <w:lang w:val="en-GB"/>
              </w:rPr>
              <w:t>\Estonian ID Card</w:t>
            </w:r>
            <w:r w:rsidR="00DA53F3" w:rsidRPr="00751DBB">
              <w:rPr>
                <w:b/>
                <w:i/>
                <w:color w:val="7030A0"/>
                <w:szCs w:val="18"/>
                <w:lang w:val="en-GB"/>
              </w:rPr>
              <w:t xml:space="preserve"> Development</w:t>
            </w:r>
            <w:r w:rsidR="006B4C78" w:rsidRPr="00751DBB">
              <w:rPr>
                <w:b/>
                <w:i/>
                <w:color w:val="7030A0"/>
                <w:szCs w:val="18"/>
                <w:lang w:val="en-GB"/>
              </w:rPr>
              <w:t>\</w:t>
            </w:r>
            <w:r w:rsidR="008A0DD4">
              <w:rPr>
                <w:b/>
                <w:i/>
                <w:color w:val="7030A0"/>
                <w:szCs w:val="18"/>
                <w:lang w:val="en-GB"/>
              </w:rPr>
              <w:t>lib</w:t>
            </w:r>
            <w:r w:rsidR="00C91286" w:rsidRPr="00751DBB">
              <w:rPr>
                <w:b/>
                <w:i/>
                <w:color w:val="7030A0"/>
                <w:szCs w:val="18"/>
                <w:lang w:val="en-GB"/>
              </w:rPr>
              <w:t>digidoc</w:t>
            </w:r>
            <w:r w:rsidR="00DA53F3" w:rsidRPr="00751DBB">
              <w:rPr>
                <w:b/>
                <w:i/>
                <w:color w:val="7030A0"/>
                <w:szCs w:val="18"/>
                <w:lang w:val="en-GB"/>
              </w:rPr>
              <w:t>\</w:t>
            </w:r>
            <w:r w:rsidR="006B4C78" w:rsidRPr="00751DBB">
              <w:rPr>
                <w:b/>
                <w:i/>
                <w:color w:val="7030A0"/>
                <w:szCs w:val="18"/>
                <w:lang w:val="en-GB"/>
              </w:rPr>
              <w:t>certs</w:t>
            </w:r>
          </w:p>
        </w:tc>
      </w:tr>
      <w:tr w:rsidR="0065080D" w:rsidRPr="00751DBB" w14:paraId="3264A223" w14:textId="77777777" w:rsidTr="00652E7C">
        <w:trPr>
          <w:trHeight w:val="300"/>
        </w:trPr>
        <w:tc>
          <w:tcPr>
            <w:tcW w:w="3539" w:type="dxa"/>
            <w:noWrap/>
            <w:vAlign w:val="center"/>
          </w:tcPr>
          <w:p w14:paraId="0956C87B" w14:textId="77777777" w:rsidR="0065080D" w:rsidRPr="00751DBB" w:rsidRDefault="0065080D" w:rsidP="00652E7C">
            <w:pPr>
              <w:spacing w:after="0"/>
              <w:jc w:val="left"/>
              <w:rPr>
                <w:lang w:val="en-GB"/>
              </w:rPr>
            </w:pPr>
            <w:r w:rsidRPr="00751DBB">
              <w:rPr>
                <w:lang w:val="en-GB"/>
              </w:rPr>
              <w:lastRenderedPageBreak/>
              <w:t>CA_</w:t>
            </w:r>
            <w:r w:rsidR="006B4C78" w:rsidRPr="00751DBB">
              <w:rPr>
                <w:lang w:val="en-GB"/>
              </w:rPr>
              <w:t>C</w:t>
            </w:r>
            <w:r w:rsidRPr="00751DBB">
              <w:rPr>
                <w:lang w:val="en-GB"/>
              </w:rPr>
              <w:t>ERTS</w:t>
            </w:r>
          </w:p>
        </w:tc>
        <w:tc>
          <w:tcPr>
            <w:tcW w:w="4784" w:type="dxa"/>
            <w:noWrap/>
            <w:vAlign w:val="center"/>
          </w:tcPr>
          <w:p w14:paraId="6155C49D" w14:textId="77777777" w:rsidR="0065080D" w:rsidRPr="00751DBB" w:rsidRDefault="0065080D" w:rsidP="00DA53F3">
            <w:pPr>
              <w:spacing w:after="0"/>
              <w:jc w:val="left"/>
              <w:rPr>
                <w:color w:val="000000" w:themeColor="text1"/>
                <w:szCs w:val="18"/>
                <w:lang w:val="en-GB"/>
              </w:rPr>
            </w:pPr>
            <w:r w:rsidRPr="00751DBB">
              <w:rPr>
                <w:color w:val="000000" w:themeColor="text1"/>
                <w:szCs w:val="18"/>
                <w:lang w:val="en-GB"/>
              </w:rPr>
              <w:t xml:space="preserve">Number of </w:t>
            </w:r>
            <w:r w:rsidR="00BC3574" w:rsidRPr="00751DBB">
              <w:rPr>
                <w:color w:val="000000" w:themeColor="text1"/>
                <w:szCs w:val="18"/>
                <w:lang w:val="en-GB"/>
              </w:rPr>
              <w:t xml:space="preserve">CA </w:t>
            </w:r>
            <w:r w:rsidRPr="00751DBB">
              <w:rPr>
                <w:color w:val="000000" w:themeColor="text1"/>
                <w:szCs w:val="18"/>
                <w:lang w:val="en-GB"/>
              </w:rPr>
              <w:t xml:space="preserve">certificates </w:t>
            </w:r>
            <w:r w:rsidR="006B4C78" w:rsidRPr="00751DBB">
              <w:rPr>
                <w:color w:val="000000" w:themeColor="text1"/>
                <w:szCs w:val="18"/>
                <w:lang w:val="en-GB"/>
              </w:rPr>
              <w:t>registered in the configuration file</w:t>
            </w:r>
            <w:r w:rsidR="00B56AEC" w:rsidRPr="00751DBB">
              <w:rPr>
                <w:color w:val="000000" w:themeColor="text1"/>
                <w:szCs w:val="18"/>
                <w:lang w:val="en-GB"/>
              </w:rPr>
              <w:t>, e.g.</w:t>
            </w:r>
            <w:r w:rsidR="007C75CF" w:rsidRPr="00751DBB">
              <w:rPr>
                <w:color w:val="000000" w:themeColor="text1"/>
                <w:szCs w:val="18"/>
                <w:lang w:val="en-GB"/>
              </w:rPr>
              <w:t xml:space="preserve"> </w:t>
            </w:r>
            <w:r w:rsidR="00DA53F3" w:rsidRPr="00751DBB">
              <w:rPr>
                <w:b/>
                <w:i/>
                <w:color w:val="7030A0"/>
                <w:szCs w:val="18"/>
                <w:lang w:val="en-GB"/>
              </w:rPr>
              <w:t>1</w:t>
            </w:r>
            <w:r w:rsidR="00F944F5">
              <w:rPr>
                <w:b/>
                <w:i/>
                <w:color w:val="7030A0"/>
                <w:szCs w:val="18"/>
                <w:lang w:val="en-GB"/>
              </w:rPr>
              <w:t>6</w:t>
            </w:r>
          </w:p>
        </w:tc>
      </w:tr>
      <w:tr w:rsidR="0065080D" w:rsidRPr="00751DBB" w14:paraId="3BF8132C" w14:textId="77777777" w:rsidTr="00652E7C">
        <w:trPr>
          <w:trHeight w:val="300"/>
        </w:trPr>
        <w:tc>
          <w:tcPr>
            <w:tcW w:w="3539" w:type="dxa"/>
            <w:noWrap/>
            <w:vAlign w:val="center"/>
          </w:tcPr>
          <w:p w14:paraId="59ACF028" w14:textId="77777777" w:rsidR="0065080D" w:rsidRPr="00751DBB" w:rsidRDefault="0065080D" w:rsidP="00652E7C">
            <w:pPr>
              <w:spacing w:after="0"/>
              <w:jc w:val="left"/>
              <w:rPr>
                <w:lang w:val="en-GB"/>
              </w:rPr>
            </w:pPr>
            <w:r w:rsidRPr="00751DBB">
              <w:rPr>
                <w:lang w:val="en-GB"/>
              </w:rPr>
              <w:t>CA_CERT</w:t>
            </w:r>
            <w:r w:rsidR="00F16756" w:rsidRPr="00751DBB">
              <w:rPr>
                <w:lang w:val="en-GB"/>
              </w:rPr>
              <w:t>_</w:t>
            </w:r>
            <w:r w:rsidRPr="00751DBB">
              <w:rPr>
                <w:lang w:val="en-GB"/>
              </w:rPr>
              <w:t>1</w:t>
            </w:r>
          </w:p>
          <w:p w14:paraId="5A860765" w14:textId="77777777" w:rsidR="0065080D" w:rsidRPr="00751DBB" w:rsidRDefault="0065080D" w:rsidP="00652E7C">
            <w:pPr>
              <w:spacing w:after="0"/>
              <w:jc w:val="left"/>
              <w:rPr>
                <w:lang w:val="en-GB"/>
              </w:rPr>
            </w:pPr>
            <w:r w:rsidRPr="00751DBB">
              <w:rPr>
                <w:lang w:val="en-GB"/>
              </w:rPr>
              <w:t>…</w:t>
            </w:r>
          </w:p>
          <w:p w14:paraId="62D697DD" w14:textId="77777777" w:rsidR="00BC6446" w:rsidRPr="00751DBB" w:rsidRDefault="0065080D" w:rsidP="00652E7C">
            <w:pPr>
              <w:spacing w:after="0"/>
              <w:jc w:val="left"/>
              <w:rPr>
                <w:i/>
                <w:lang w:val="en-GB"/>
              </w:rPr>
            </w:pPr>
            <w:r w:rsidRPr="00751DBB">
              <w:rPr>
                <w:lang w:val="en-GB"/>
              </w:rPr>
              <w:t>CA_CERT</w:t>
            </w:r>
            <w:r w:rsidR="00C52C64" w:rsidRPr="00751DBB">
              <w:rPr>
                <w:lang w:val="en-GB"/>
              </w:rPr>
              <w:t>_</w:t>
            </w:r>
            <w:r w:rsidRPr="00751DBB">
              <w:rPr>
                <w:i/>
                <w:lang w:val="en-GB"/>
              </w:rPr>
              <w:t>n</w:t>
            </w:r>
          </w:p>
          <w:p w14:paraId="5D8CE1E2" w14:textId="77777777" w:rsidR="00B56AEC" w:rsidRPr="00751DBB" w:rsidRDefault="00B56AEC" w:rsidP="00652E7C">
            <w:pPr>
              <w:spacing w:after="0"/>
              <w:jc w:val="left"/>
              <w:rPr>
                <w:lang w:val="en-GB"/>
              </w:rPr>
            </w:pPr>
          </w:p>
        </w:tc>
        <w:tc>
          <w:tcPr>
            <w:tcW w:w="4784" w:type="dxa"/>
            <w:noWrap/>
            <w:vAlign w:val="center"/>
          </w:tcPr>
          <w:p w14:paraId="00C28AD3" w14:textId="77777777" w:rsidR="0065080D" w:rsidRPr="00751DBB" w:rsidRDefault="00BC3574" w:rsidP="00BC3574">
            <w:pPr>
              <w:spacing w:after="0"/>
              <w:jc w:val="left"/>
              <w:rPr>
                <w:color w:val="000000" w:themeColor="text1"/>
                <w:szCs w:val="18"/>
                <w:lang w:val="en-GB"/>
              </w:rPr>
            </w:pPr>
            <w:r w:rsidRPr="00751DBB">
              <w:rPr>
                <w:color w:val="000000" w:themeColor="text1"/>
                <w:szCs w:val="18"/>
                <w:lang w:val="en-GB"/>
              </w:rPr>
              <w:t xml:space="preserve">Name of </w:t>
            </w:r>
            <w:r w:rsidR="00982F95" w:rsidRPr="00751DBB">
              <w:rPr>
                <w:color w:val="000000" w:themeColor="text1"/>
                <w:szCs w:val="18"/>
                <w:lang w:val="en-GB"/>
              </w:rPr>
              <w:t>a</w:t>
            </w:r>
            <w:r w:rsidRPr="00751DBB">
              <w:rPr>
                <w:color w:val="000000" w:themeColor="text1"/>
                <w:szCs w:val="18"/>
                <w:lang w:val="en-GB"/>
              </w:rPr>
              <w:t xml:space="preserve"> certificate file</w:t>
            </w:r>
            <w:r w:rsidR="00982F95" w:rsidRPr="00751DBB">
              <w:rPr>
                <w:color w:val="000000" w:themeColor="text1"/>
                <w:szCs w:val="18"/>
                <w:lang w:val="en-GB"/>
              </w:rPr>
              <w:t>, e.g.</w:t>
            </w:r>
          </w:p>
          <w:p w14:paraId="42546D76" w14:textId="77777777" w:rsidR="00982F95" w:rsidRPr="00751DBB" w:rsidRDefault="00982F95" w:rsidP="00BC3574">
            <w:pPr>
              <w:spacing w:after="0"/>
              <w:jc w:val="left"/>
              <w:rPr>
                <w:b/>
                <w:i/>
                <w:color w:val="000000" w:themeColor="text1"/>
                <w:szCs w:val="18"/>
                <w:lang w:val="en-GB"/>
              </w:rPr>
            </w:pPr>
            <w:r w:rsidRPr="00751DBB">
              <w:rPr>
                <w:b/>
                <w:i/>
                <w:color w:val="7030A0"/>
                <w:szCs w:val="18"/>
                <w:lang w:val="en-GB"/>
              </w:rPr>
              <w:t>ESTEID-SK 2007.crt</w:t>
            </w:r>
          </w:p>
        </w:tc>
      </w:tr>
      <w:tr w:rsidR="00BC3574" w:rsidRPr="00751DBB" w14:paraId="60DEC1A4" w14:textId="77777777" w:rsidTr="00652E7C">
        <w:trPr>
          <w:trHeight w:val="300"/>
        </w:trPr>
        <w:tc>
          <w:tcPr>
            <w:tcW w:w="3539" w:type="dxa"/>
            <w:noWrap/>
            <w:vAlign w:val="center"/>
          </w:tcPr>
          <w:p w14:paraId="370452FB" w14:textId="77777777" w:rsidR="003B4342" w:rsidRPr="00751DBB" w:rsidRDefault="003B4342" w:rsidP="00652E7C">
            <w:pPr>
              <w:spacing w:after="0"/>
              <w:jc w:val="left"/>
              <w:rPr>
                <w:lang w:val="en-GB"/>
              </w:rPr>
            </w:pPr>
            <w:r w:rsidRPr="00751DBB">
              <w:rPr>
                <w:lang w:val="en-GB"/>
              </w:rPr>
              <w:t>CA_CERT_1_CN</w:t>
            </w:r>
          </w:p>
          <w:p w14:paraId="3BF0326A" w14:textId="77777777" w:rsidR="003B4342" w:rsidRPr="00751DBB" w:rsidRDefault="003B4342" w:rsidP="00652E7C">
            <w:pPr>
              <w:spacing w:after="0"/>
              <w:jc w:val="left"/>
              <w:rPr>
                <w:lang w:val="en-GB"/>
              </w:rPr>
            </w:pPr>
            <w:r w:rsidRPr="00751DBB">
              <w:rPr>
                <w:lang w:val="en-GB"/>
              </w:rPr>
              <w:t>…</w:t>
            </w:r>
          </w:p>
          <w:p w14:paraId="08CACE13" w14:textId="77777777" w:rsidR="00B56AEC" w:rsidRPr="00751DBB" w:rsidRDefault="00BC3574" w:rsidP="00652E7C">
            <w:pPr>
              <w:spacing w:after="0"/>
              <w:jc w:val="left"/>
              <w:rPr>
                <w:lang w:val="en-GB"/>
              </w:rPr>
            </w:pPr>
            <w:r w:rsidRPr="00751DBB">
              <w:rPr>
                <w:lang w:val="en-GB"/>
              </w:rPr>
              <w:t>CA_CERT_</w:t>
            </w:r>
            <w:r w:rsidRPr="00751DBB">
              <w:rPr>
                <w:i/>
                <w:lang w:val="en-GB"/>
              </w:rPr>
              <w:t>n</w:t>
            </w:r>
            <w:r w:rsidRPr="00751DBB">
              <w:rPr>
                <w:lang w:val="en-GB"/>
              </w:rPr>
              <w:t>_CN</w:t>
            </w:r>
          </w:p>
        </w:tc>
        <w:tc>
          <w:tcPr>
            <w:tcW w:w="4784" w:type="dxa"/>
            <w:noWrap/>
            <w:vAlign w:val="center"/>
          </w:tcPr>
          <w:p w14:paraId="67505FE7" w14:textId="77777777" w:rsidR="00BC3574" w:rsidRPr="00751DBB" w:rsidRDefault="00D3578F" w:rsidP="00BC3574">
            <w:pPr>
              <w:spacing w:after="0"/>
              <w:jc w:val="left"/>
              <w:rPr>
                <w:color w:val="000000" w:themeColor="text1"/>
                <w:szCs w:val="18"/>
                <w:lang w:val="en-GB"/>
              </w:rPr>
            </w:pPr>
            <w:r w:rsidRPr="00751DBB">
              <w:rPr>
                <w:color w:val="000000" w:themeColor="text1"/>
                <w:szCs w:val="18"/>
                <w:lang w:val="en-GB"/>
              </w:rPr>
              <w:t xml:space="preserve">Certificate’s </w:t>
            </w:r>
            <w:r w:rsidR="003B4342" w:rsidRPr="00751DBB">
              <w:rPr>
                <w:color w:val="000000" w:themeColor="text1"/>
                <w:szCs w:val="18"/>
                <w:lang w:val="en-GB"/>
              </w:rPr>
              <w:t xml:space="preserve">common </w:t>
            </w:r>
            <w:r w:rsidRPr="00751DBB">
              <w:rPr>
                <w:color w:val="000000" w:themeColor="text1"/>
                <w:szCs w:val="18"/>
                <w:lang w:val="en-GB"/>
              </w:rPr>
              <w:t>name</w:t>
            </w:r>
            <w:r w:rsidR="00982F95" w:rsidRPr="00751DBB">
              <w:rPr>
                <w:color w:val="000000" w:themeColor="text1"/>
                <w:szCs w:val="18"/>
                <w:lang w:val="en-GB"/>
              </w:rPr>
              <w:t>, e.g.</w:t>
            </w:r>
          </w:p>
          <w:p w14:paraId="117C192E" w14:textId="77777777" w:rsidR="00982F95" w:rsidRPr="00751DBB" w:rsidRDefault="00982F95" w:rsidP="00BC3574">
            <w:pPr>
              <w:spacing w:after="0"/>
              <w:jc w:val="left"/>
              <w:rPr>
                <w:b/>
                <w:i/>
                <w:color w:val="000000" w:themeColor="text1"/>
                <w:szCs w:val="18"/>
                <w:lang w:val="en-GB"/>
              </w:rPr>
            </w:pPr>
            <w:r w:rsidRPr="00751DBB">
              <w:rPr>
                <w:b/>
                <w:i/>
                <w:color w:val="7030A0"/>
                <w:szCs w:val="18"/>
                <w:lang w:val="en-GB"/>
              </w:rPr>
              <w:t>ESTEID-SK 2007</w:t>
            </w:r>
          </w:p>
        </w:tc>
      </w:tr>
    </w:tbl>
    <w:p w14:paraId="5CB798CD" w14:textId="77777777" w:rsidR="00BC3574" w:rsidRPr="00751DBB" w:rsidRDefault="00BC3574" w:rsidP="0065080D">
      <w:pPr>
        <w:rPr>
          <w:b/>
          <w:u w:val="single"/>
          <w:lang w:val="en-GB"/>
        </w:rPr>
      </w:pPr>
    </w:p>
    <w:p w14:paraId="0A6DE3B7" w14:textId="77777777" w:rsidR="0065080D" w:rsidRPr="00751DBB" w:rsidRDefault="0065080D" w:rsidP="0065080D">
      <w:pPr>
        <w:rPr>
          <w:b/>
          <w:u w:val="single"/>
          <w:lang w:val="en-GB"/>
        </w:rPr>
      </w:pPr>
      <w:r w:rsidRPr="00751DBB">
        <w:rPr>
          <w:b/>
          <w:u w:val="single"/>
          <w:lang w:val="en-GB"/>
        </w:rPr>
        <w:t>OCSP responder certificates</w:t>
      </w:r>
    </w:p>
    <w:p w14:paraId="34C5A4E5" w14:textId="3ADE9FB6" w:rsidR="00F90CFD" w:rsidRDefault="00F90CFD" w:rsidP="0065080D">
      <w:pPr>
        <w:rPr>
          <w:lang w:val="en-GB"/>
        </w:rPr>
      </w:pPr>
      <w:r w:rsidRPr="00751DBB">
        <w:rPr>
          <w:lang w:val="en-GB"/>
        </w:rPr>
        <w:t>The following details should be provided for each OCSP Responder</w:t>
      </w:r>
      <w:r w:rsidR="00443FA2" w:rsidRPr="00751DBB">
        <w:rPr>
          <w:lang w:val="en-GB"/>
        </w:rPr>
        <w:t xml:space="preserve"> when OCSP responses are used in signature creation</w:t>
      </w:r>
      <w:r w:rsidR="007E6FE2">
        <w:rPr>
          <w:lang w:val="en-GB"/>
        </w:rPr>
        <w:t xml:space="preserve"> and verification</w:t>
      </w:r>
      <w:r w:rsidRPr="00751DBB">
        <w:rPr>
          <w:lang w:val="en-GB"/>
        </w:rPr>
        <w:t>.</w:t>
      </w:r>
      <w:r w:rsidR="00F111F8">
        <w:rPr>
          <w:lang w:val="en-GB"/>
        </w:rPr>
        <w:t xml:space="preserve"> The certificates have to be in PEM format.</w:t>
      </w:r>
    </w:p>
    <w:p w14:paraId="1D53AEA0" w14:textId="1F70EB76" w:rsidR="00BD595F" w:rsidRPr="00751DBB" w:rsidRDefault="00BD595F" w:rsidP="0065080D">
      <w:pPr>
        <w:rPr>
          <w:lang w:val="en-GB"/>
        </w:rPr>
      </w:pPr>
      <w:r>
        <w:rPr>
          <w:lang w:val="en-GB"/>
        </w:rPr>
        <w:t xml:space="preserve">The </w:t>
      </w:r>
      <w:r w:rsidRPr="00751DBB">
        <w:rPr>
          <w:lang w:val="en-GB"/>
        </w:rPr>
        <w:t>DIGIDOC_OCSP_RESPONDER_CERT_</w:t>
      </w:r>
      <w:r w:rsidRPr="00751DBB">
        <w:rPr>
          <w:i/>
          <w:lang w:val="en-GB"/>
        </w:rPr>
        <w:t>n</w:t>
      </w:r>
      <w:r w:rsidRPr="00751DBB">
        <w:rPr>
          <w:lang w:val="en-GB"/>
        </w:rPr>
        <w:t xml:space="preserve">_URL </w:t>
      </w:r>
      <w:r>
        <w:rPr>
          <w:lang w:val="en-GB"/>
        </w:rPr>
        <w:t>parameter is optional and has to be specified only i</w:t>
      </w:r>
      <w:r w:rsidR="007E6FE2">
        <w:rPr>
          <w:lang w:val="en-GB"/>
        </w:rPr>
        <w:t>n case of OCSP responder certificates</w:t>
      </w:r>
      <w:r>
        <w:rPr>
          <w:lang w:val="en-GB"/>
        </w:rPr>
        <w:t xml:space="preserve"> which are used for testing purposes. </w:t>
      </w:r>
      <w:r w:rsidR="00507A5A">
        <w:rPr>
          <w:lang w:val="en-GB"/>
        </w:rPr>
        <w:t xml:space="preserve">In case of OCSP responders </w:t>
      </w:r>
      <w:r w:rsidR="007E6FE2">
        <w:rPr>
          <w:lang w:val="en-GB"/>
        </w:rPr>
        <w:t>that correspond to</w:t>
      </w:r>
      <w:r w:rsidR="00507A5A">
        <w:rPr>
          <w:lang w:val="en-GB"/>
        </w:rPr>
        <w:t xml:space="preserve"> </w:t>
      </w:r>
      <w:r w:rsidR="003A534D">
        <w:rPr>
          <w:lang w:val="en-GB"/>
        </w:rPr>
        <w:t>test</w:t>
      </w:r>
      <w:r w:rsidR="00507A5A">
        <w:rPr>
          <w:lang w:val="en-GB"/>
        </w:rPr>
        <w:t xml:space="preserve"> certificates registered in the CDigiDoc configuration file, the </w:t>
      </w:r>
      <w:r>
        <w:rPr>
          <w:lang w:val="en-GB"/>
        </w:rPr>
        <w:t xml:space="preserve">OpenXAdES OCSP Responder </w:t>
      </w:r>
      <w:r w:rsidR="00507A5A">
        <w:rPr>
          <w:lang w:val="en-GB"/>
        </w:rPr>
        <w:t xml:space="preserve">URL has been provided </w:t>
      </w:r>
      <w:r>
        <w:rPr>
          <w:lang w:val="en-GB"/>
        </w:rPr>
        <w:t>(</w:t>
      </w:r>
      <w:hyperlink r:id="rId43" w:history="1">
        <w:r w:rsidRPr="0013121C">
          <w:rPr>
            <w:rStyle w:val="Hyperlink"/>
            <w:lang w:val="en-GB"/>
          </w:rPr>
          <w:t>http://www.openxades.org/cgi-bin/ocsp.cgi</w:t>
        </w:r>
      </w:hyperlink>
      <w:r>
        <w:rPr>
          <w:lang w:val="en-GB"/>
        </w:rPr>
        <w:t xml:space="preserve">). </w:t>
      </w:r>
      <w:r w:rsidRPr="0013121C">
        <w:rPr>
          <w:lang w:val="en-GB"/>
        </w:rPr>
        <w:t xml:space="preserve">For more information on using the OpenXAdES testing environment, please refer to </w:t>
      </w:r>
      <w:hyperlink r:id="rId44" w:history="1">
        <w:r w:rsidR="007D485B">
          <w:rPr>
            <w:rStyle w:val="Hyperlink"/>
          </w:rPr>
          <w:t>http://www.id.ee/?lang=en&amp;id=35755</w:t>
        </w:r>
      </w:hyperlink>
      <w:r w:rsidRPr="0013121C">
        <w:rPr>
          <w:lang w:val="en-GB"/>
        </w:rPr>
        <w:t>.</w:t>
      </w:r>
    </w:p>
    <w:tbl>
      <w:tblPr>
        <w:tblStyle w:val="Param"/>
        <w:tblW w:w="8323" w:type="dxa"/>
        <w:tblLook w:val="04A0" w:firstRow="1" w:lastRow="0" w:firstColumn="1" w:lastColumn="0" w:noHBand="0" w:noVBand="1"/>
      </w:tblPr>
      <w:tblGrid>
        <w:gridCol w:w="4106"/>
        <w:gridCol w:w="4217"/>
      </w:tblGrid>
      <w:tr w:rsidR="0065080D" w:rsidRPr="00751DBB" w14:paraId="575D9A59" w14:textId="77777777" w:rsidTr="00B06B7E">
        <w:trPr>
          <w:cnfStyle w:val="100000000000" w:firstRow="1" w:lastRow="0" w:firstColumn="0" w:lastColumn="0" w:oddVBand="0" w:evenVBand="0" w:oddHBand="0" w:evenHBand="0" w:firstRowFirstColumn="0" w:firstRowLastColumn="0" w:lastRowFirstColumn="0" w:lastRowLastColumn="0"/>
          <w:trHeight w:val="300"/>
        </w:trPr>
        <w:tc>
          <w:tcPr>
            <w:tcW w:w="4106" w:type="dxa"/>
            <w:noWrap/>
          </w:tcPr>
          <w:p w14:paraId="2E5EE3E7" w14:textId="77777777" w:rsidR="0065080D" w:rsidRPr="00751DBB" w:rsidRDefault="0065080D" w:rsidP="00652E7C">
            <w:pPr>
              <w:spacing w:after="0"/>
              <w:jc w:val="left"/>
              <w:rPr>
                <w:b/>
                <w:szCs w:val="18"/>
                <w:lang w:val="en-GB"/>
              </w:rPr>
            </w:pPr>
            <w:r w:rsidRPr="00751DBB">
              <w:rPr>
                <w:b/>
                <w:szCs w:val="18"/>
                <w:lang w:val="en-GB"/>
              </w:rPr>
              <w:t>Parameter</w:t>
            </w:r>
          </w:p>
        </w:tc>
        <w:tc>
          <w:tcPr>
            <w:tcW w:w="4217" w:type="dxa"/>
            <w:noWrap/>
          </w:tcPr>
          <w:p w14:paraId="0959DC1A" w14:textId="77777777" w:rsidR="0065080D" w:rsidRPr="00751DBB" w:rsidRDefault="0065080D" w:rsidP="00652E7C">
            <w:pPr>
              <w:spacing w:after="0"/>
              <w:jc w:val="left"/>
              <w:rPr>
                <w:b/>
                <w:szCs w:val="18"/>
                <w:lang w:val="en-GB"/>
              </w:rPr>
            </w:pPr>
            <w:r w:rsidRPr="00751DBB">
              <w:rPr>
                <w:b/>
                <w:szCs w:val="18"/>
                <w:lang w:val="en-GB"/>
              </w:rPr>
              <w:t xml:space="preserve">Description </w:t>
            </w:r>
          </w:p>
        </w:tc>
      </w:tr>
      <w:tr w:rsidR="00F62A99" w:rsidRPr="00751DBB" w14:paraId="689ECE33" w14:textId="77777777" w:rsidTr="00B06B7E">
        <w:trPr>
          <w:trHeight w:val="300"/>
        </w:trPr>
        <w:tc>
          <w:tcPr>
            <w:tcW w:w="4106" w:type="dxa"/>
            <w:noWrap/>
            <w:vAlign w:val="center"/>
          </w:tcPr>
          <w:p w14:paraId="3CF73E6B" w14:textId="77777777" w:rsidR="00F62A99" w:rsidRPr="00751DBB" w:rsidRDefault="00F62A99" w:rsidP="00652E7C">
            <w:pPr>
              <w:spacing w:after="0"/>
              <w:jc w:val="left"/>
              <w:rPr>
                <w:lang w:val="en-GB"/>
              </w:rPr>
            </w:pPr>
            <w:r w:rsidRPr="00751DBB">
              <w:rPr>
                <w:lang w:val="en-GB"/>
              </w:rPr>
              <w:t>DIGIDOC_OCSP_RESPONDER_CERTS</w:t>
            </w:r>
          </w:p>
        </w:tc>
        <w:tc>
          <w:tcPr>
            <w:tcW w:w="4217" w:type="dxa"/>
            <w:noWrap/>
            <w:vAlign w:val="center"/>
          </w:tcPr>
          <w:p w14:paraId="742272E6" w14:textId="77777777" w:rsidR="00F62A99" w:rsidRPr="00751DBB" w:rsidRDefault="00F62A99" w:rsidP="00CB31EE">
            <w:pPr>
              <w:spacing w:after="0"/>
              <w:jc w:val="left"/>
              <w:rPr>
                <w:color w:val="000000" w:themeColor="text1"/>
                <w:szCs w:val="18"/>
                <w:lang w:val="en-GB"/>
              </w:rPr>
            </w:pPr>
            <w:r w:rsidRPr="00751DBB">
              <w:rPr>
                <w:color w:val="000000" w:themeColor="text1"/>
                <w:szCs w:val="18"/>
                <w:lang w:val="en-GB"/>
              </w:rPr>
              <w:t xml:space="preserve">Number of OCSP Responder certificates registered in the configuration file, e.g. </w:t>
            </w:r>
            <w:r w:rsidRPr="00751DBB">
              <w:rPr>
                <w:b/>
                <w:i/>
                <w:color w:val="7030A0"/>
                <w:szCs w:val="18"/>
                <w:lang w:val="en-GB"/>
              </w:rPr>
              <w:t>1</w:t>
            </w:r>
            <w:r w:rsidR="00F944F5">
              <w:rPr>
                <w:b/>
                <w:i/>
                <w:color w:val="7030A0"/>
                <w:szCs w:val="18"/>
                <w:lang w:val="en-GB"/>
              </w:rPr>
              <w:t>8</w:t>
            </w:r>
          </w:p>
        </w:tc>
      </w:tr>
      <w:tr w:rsidR="0065080D" w:rsidRPr="00751DBB" w14:paraId="58D1C3B3" w14:textId="77777777" w:rsidTr="00B06B7E">
        <w:trPr>
          <w:trHeight w:val="300"/>
        </w:trPr>
        <w:tc>
          <w:tcPr>
            <w:tcW w:w="4106" w:type="dxa"/>
            <w:noWrap/>
            <w:vAlign w:val="center"/>
          </w:tcPr>
          <w:p w14:paraId="2F59630E" w14:textId="77777777" w:rsidR="006C3702" w:rsidRPr="00751DBB" w:rsidRDefault="006C3702" w:rsidP="00652E7C">
            <w:pPr>
              <w:spacing w:after="0"/>
              <w:jc w:val="left"/>
              <w:rPr>
                <w:lang w:val="en-GB"/>
              </w:rPr>
            </w:pPr>
            <w:r w:rsidRPr="00751DBB">
              <w:rPr>
                <w:lang w:val="en-GB"/>
              </w:rPr>
              <w:t xml:space="preserve">DIGIDOC_OCSP_RESPONDER_CERT_1 </w:t>
            </w:r>
          </w:p>
          <w:p w14:paraId="1339D27A" w14:textId="77777777" w:rsidR="0065080D" w:rsidRPr="00751DBB" w:rsidRDefault="0065080D" w:rsidP="00652E7C">
            <w:pPr>
              <w:spacing w:after="0"/>
              <w:jc w:val="left"/>
              <w:rPr>
                <w:lang w:val="en-GB"/>
              </w:rPr>
            </w:pPr>
            <w:r w:rsidRPr="00751DBB">
              <w:rPr>
                <w:lang w:val="en-GB"/>
              </w:rPr>
              <w:t>…</w:t>
            </w:r>
          </w:p>
          <w:p w14:paraId="2C4C4340" w14:textId="77777777" w:rsidR="0065080D" w:rsidRPr="00751DBB" w:rsidRDefault="006C3702" w:rsidP="00652E7C">
            <w:pPr>
              <w:spacing w:after="0"/>
              <w:jc w:val="left"/>
              <w:rPr>
                <w:i/>
                <w:lang w:val="en-GB"/>
              </w:rPr>
            </w:pPr>
            <w:r w:rsidRPr="00751DBB">
              <w:rPr>
                <w:lang w:val="en-GB"/>
              </w:rPr>
              <w:t>DIGIDOC_OCSP_RESPONDER_CERT_</w:t>
            </w:r>
            <w:r w:rsidRPr="00751DBB">
              <w:rPr>
                <w:i/>
                <w:lang w:val="en-GB"/>
              </w:rPr>
              <w:t>n</w:t>
            </w:r>
          </w:p>
          <w:p w14:paraId="04BCB92F" w14:textId="77777777" w:rsidR="00CB31EE" w:rsidRPr="00751DBB" w:rsidRDefault="00CB31EE" w:rsidP="00652E7C">
            <w:pPr>
              <w:spacing w:after="0"/>
              <w:jc w:val="left"/>
              <w:rPr>
                <w:lang w:val="en-GB"/>
              </w:rPr>
            </w:pPr>
          </w:p>
        </w:tc>
        <w:tc>
          <w:tcPr>
            <w:tcW w:w="4217" w:type="dxa"/>
            <w:noWrap/>
            <w:vAlign w:val="center"/>
          </w:tcPr>
          <w:p w14:paraId="5718E5C3" w14:textId="77777777" w:rsidR="00CB31EE" w:rsidRPr="00751DBB" w:rsidRDefault="00F90CFD" w:rsidP="00CB31EE">
            <w:pPr>
              <w:spacing w:after="0"/>
              <w:jc w:val="left"/>
              <w:rPr>
                <w:color w:val="000000" w:themeColor="text1"/>
                <w:szCs w:val="18"/>
                <w:lang w:val="en-GB"/>
              </w:rPr>
            </w:pPr>
            <w:r w:rsidRPr="00751DBB">
              <w:rPr>
                <w:color w:val="000000" w:themeColor="text1"/>
                <w:szCs w:val="18"/>
                <w:lang w:val="en-GB"/>
              </w:rPr>
              <w:t>OCSP R</w:t>
            </w:r>
            <w:r w:rsidR="00CB31EE" w:rsidRPr="00751DBB">
              <w:rPr>
                <w:color w:val="000000" w:themeColor="text1"/>
                <w:szCs w:val="18"/>
                <w:lang w:val="en-GB"/>
              </w:rPr>
              <w:t xml:space="preserve">esponder </w:t>
            </w:r>
            <w:r w:rsidR="007C75CF" w:rsidRPr="00751DBB">
              <w:rPr>
                <w:color w:val="000000" w:themeColor="text1"/>
                <w:szCs w:val="18"/>
                <w:lang w:val="en-GB"/>
              </w:rPr>
              <w:t>certificate file</w:t>
            </w:r>
            <w:r w:rsidR="00F62A99" w:rsidRPr="00751DBB">
              <w:rPr>
                <w:color w:val="000000" w:themeColor="text1"/>
                <w:szCs w:val="18"/>
                <w:lang w:val="en-GB"/>
              </w:rPr>
              <w:t>’s name</w:t>
            </w:r>
            <w:r w:rsidR="00CB31EE" w:rsidRPr="00751DBB">
              <w:rPr>
                <w:color w:val="000000" w:themeColor="text1"/>
                <w:szCs w:val="18"/>
                <w:lang w:val="en-GB"/>
              </w:rPr>
              <w:t>, e.g.</w:t>
            </w:r>
          </w:p>
          <w:p w14:paraId="713351B0" w14:textId="77777777" w:rsidR="0065080D" w:rsidRPr="00751DBB" w:rsidRDefault="00CB31EE" w:rsidP="00CB31EE">
            <w:pPr>
              <w:spacing w:after="0"/>
              <w:jc w:val="left"/>
              <w:rPr>
                <w:b/>
                <w:i/>
                <w:color w:val="000000" w:themeColor="text1"/>
                <w:szCs w:val="18"/>
                <w:lang w:val="en-GB"/>
              </w:rPr>
            </w:pPr>
            <w:r w:rsidRPr="00751DBB">
              <w:rPr>
                <w:b/>
                <w:i/>
                <w:color w:val="7030A0"/>
                <w:lang w:val="en-GB"/>
              </w:rPr>
              <w:t>EID-SK OCSP 2006.crt</w:t>
            </w:r>
          </w:p>
        </w:tc>
      </w:tr>
      <w:tr w:rsidR="006C3702" w:rsidRPr="00751DBB" w14:paraId="3555EF74" w14:textId="77777777" w:rsidTr="00B06B7E">
        <w:trPr>
          <w:trHeight w:val="300"/>
        </w:trPr>
        <w:tc>
          <w:tcPr>
            <w:tcW w:w="4106" w:type="dxa"/>
            <w:noWrap/>
            <w:vAlign w:val="center"/>
          </w:tcPr>
          <w:p w14:paraId="024D8020" w14:textId="77777777" w:rsidR="006C3702" w:rsidRPr="00751DBB" w:rsidRDefault="006C3702" w:rsidP="00652E7C">
            <w:pPr>
              <w:spacing w:after="0"/>
              <w:jc w:val="left"/>
              <w:rPr>
                <w:lang w:val="en-GB"/>
              </w:rPr>
            </w:pPr>
            <w:r w:rsidRPr="00751DBB">
              <w:rPr>
                <w:lang w:val="en-GB"/>
              </w:rPr>
              <w:t>DIGIDOC_OCSP_RESPONDER_CERT_1_1</w:t>
            </w:r>
          </w:p>
          <w:p w14:paraId="7238F3C9" w14:textId="77777777" w:rsidR="006C3702" w:rsidRPr="00751DBB" w:rsidRDefault="006C3702" w:rsidP="00652E7C">
            <w:pPr>
              <w:spacing w:after="0"/>
              <w:jc w:val="left"/>
              <w:rPr>
                <w:lang w:val="en-GB"/>
              </w:rPr>
            </w:pPr>
            <w:r w:rsidRPr="00751DBB">
              <w:rPr>
                <w:lang w:val="en-GB"/>
              </w:rPr>
              <w:t>…</w:t>
            </w:r>
          </w:p>
          <w:p w14:paraId="0DED4DA7" w14:textId="77777777" w:rsidR="006C3702" w:rsidRPr="00751DBB" w:rsidRDefault="006C3702" w:rsidP="006C3702">
            <w:pPr>
              <w:spacing w:after="0"/>
              <w:jc w:val="left"/>
              <w:rPr>
                <w:i/>
                <w:lang w:val="en-GB"/>
              </w:rPr>
            </w:pPr>
            <w:r w:rsidRPr="00751DBB">
              <w:rPr>
                <w:lang w:val="en-GB"/>
              </w:rPr>
              <w:t>DIGIDOC_OCSP_RESPONDER_CERT_</w:t>
            </w:r>
            <w:r w:rsidRPr="00751DBB">
              <w:rPr>
                <w:i/>
                <w:lang w:val="en-GB"/>
              </w:rPr>
              <w:t>n</w:t>
            </w:r>
            <w:r w:rsidRPr="00751DBB">
              <w:rPr>
                <w:lang w:val="en-GB"/>
              </w:rPr>
              <w:t>_</w:t>
            </w:r>
            <w:r w:rsidRPr="00751DBB">
              <w:rPr>
                <w:i/>
                <w:lang w:val="en-GB"/>
              </w:rPr>
              <w:t>n</w:t>
            </w:r>
          </w:p>
          <w:p w14:paraId="63C8ABCD" w14:textId="77777777" w:rsidR="00CB31EE" w:rsidRPr="00751DBB" w:rsidRDefault="00CB31EE" w:rsidP="006C3702">
            <w:pPr>
              <w:spacing w:after="0"/>
              <w:jc w:val="left"/>
              <w:rPr>
                <w:lang w:val="en-GB"/>
              </w:rPr>
            </w:pPr>
          </w:p>
        </w:tc>
        <w:tc>
          <w:tcPr>
            <w:tcW w:w="4217" w:type="dxa"/>
            <w:noWrap/>
            <w:vAlign w:val="center"/>
          </w:tcPr>
          <w:p w14:paraId="2473B0CA" w14:textId="77777777" w:rsidR="006C3702" w:rsidRPr="00751DBB" w:rsidRDefault="00F90CFD" w:rsidP="00C91EF8">
            <w:pPr>
              <w:spacing w:after="0"/>
              <w:jc w:val="left"/>
              <w:rPr>
                <w:color w:val="000000" w:themeColor="text1"/>
                <w:szCs w:val="18"/>
                <w:lang w:val="en-GB"/>
              </w:rPr>
            </w:pPr>
            <w:r w:rsidRPr="00751DBB">
              <w:rPr>
                <w:color w:val="000000" w:themeColor="text1"/>
                <w:szCs w:val="18"/>
                <w:lang w:val="en-GB"/>
              </w:rPr>
              <w:t>Addit</w:t>
            </w:r>
            <w:r w:rsidR="007C75CF" w:rsidRPr="00751DBB">
              <w:rPr>
                <w:color w:val="000000" w:themeColor="text1"/>
                <w:szCs w:val="18"/>
                <w:lang w:val="en-GB"/>
              </w:rPr>
              <w:t xml:space="preserve">ional certificate for the OCSP Responder, </w:t>
            </w:r>
            <w:r w:rsidR="00D53140" w:rsidRPr="00751DBB">
              <w:rPr>
                <w:color w:val="000000" w:themeColor="text1"/>
                <w:szCs w:val="18"/>
                <w:lang w:val="en-GB"/>
              </w:rPr>
              <w:t>can be used i</w:t>
            </w:r>
            <w:r w:rsidR="007C75CF" w:rsidRPr="00751DBB">
              <w:rPr>
                <w:color w:val="000000" w:themeColor="text1"/>
                <w:szCs w:val="18"/>
                <w:lang w:val="en-GB"/>
              </w:rPr>
              <w:t>f the alternative certificate is about to expire</w:t>
            </w:r>
            <w:r w:rsidR="00940C09" w:rsidRPr="00751DBB">
              <w:rPr>
                <w:color w:val="000000" w:themeColor="text1"/>
                <w:szCs w:val="18"/>
                <w:lang w:val="en-GB"/>
              </w:rPr>
              <w:t xml:space="preserve"> and new certificate is not yet valid</w:t>
            </w:r>
            <w:r w:rsidR="00CB31EE" w:rsidRPr="00751DBB">
              <w:rPr>
                <w:color w:val="000000" w:themeColor="text1"/>
                <w:szCs w:val="18"/>
                <w:lang w:val="en-GB"/>
              </w:rPr>
              <w:t>, e.g.</w:t>
            </w:r>
          </w:p>
          <w:p w14:paraId="0551FCA5" w14:textId="77777777" w:rsidR="00CB31EE" w:rsidRPr="00751DBB" w:rsidRDefault="00CB31EE" w:rsidP="00C91EF8">
            <w:pPr>
              <w:spacing w:after="0"/>
              <w:jc w:val="left"/>
              <w:rPr>
                <w:b/>
                <w:i/>
                <w:color w:val="000000" w:themeColor="text1"/>
                <w:szCs w:val="18"/>
                <w:lang w:val="en-GB"/>
              </w:rPr>
            </w:pPr>
            <w:r w:rsidRPr="00751DBB">
              <w:rPr>
                <w:b/>
                <w:i/>
                <w:color w:val="7030A0"/>
                <w:szCs w:val="18"/>
                <w:lang w:val="en-GB"/>
              </w:rPr>
              <w:t>EID-SK OCSP.crt</w:t>
            </w:r>
          </w:p>
        </w:tc>
      </w:tr>
      <w:tr w:rsidR="0065080D" w:rsidRPr="00751DBB" w14:paraId="77DDA557" w14:textId="77777777" w:rsidTr="00B06B7E">
        <w:trPr>
          <w:trHeight w:val="300"/>
        </w:trPr>
        <w:tc>
          <w:tcPr>
            <w:tcW w:w="4106" w:type="dxa"/>
            <w:noWrap/>
            <w:vAlign w:val="center"/>
          </w:tcPr>
          <w:p w14:paraId="3CD000BE" w14:textId="77777777" w:rsidR="006C3702" w:rsidRPr="00751DBB" w:rsidRDefault="006C3702" w:rsidP="00652E7C">
            <w:pPr>
              <w:spacing w:after="0"/>
              <w:jc w:val="left"/>
              <w:rPr>
                <w:lang w:val="en-GB"/>
              </w:rPr>
            </w:pPr>
            <w:r w:rsidRPr="00751DBB">
              <w:rPr>
                <w:lang w:val="en-GB"/>
              </w:rPr>
              <w:t xml:space="preserve">DIGIDOC_OCSP_RESPONDER_CERT_1_CN </w:t>
            </w:r>
          </w:p>
          <w:p w14:paraId="12B95D6E" w14:textId="77777777" w:rsidR="0065080D" w:rsidRPr="00751DBB" w:rsidRDefault="0065080D" w:rsidP="00652E7C">
            <w:pPr>
              <w:spacing w:after="0"/>
              <w:jc w:val="left"/>
              <w:rPr>
                <w:lang w:val="en-GB"/>
              </w:rPr>
            </w:pPr>
            <w:r w:rsidRPr="00751DBB">
              <w:rPr>
                <w:lang w:val="en-GB"/>
              </w:rPr>
              <w:t>…</w:t>
            </w:r>
          </w:p>
          <w:p w14:paraId="6C4207B8" w14:textId="77777777" w:rsidR="0065080D" w:rsidRPr="00751DBB" w:rsidRDefault="006C3702" w:rsidP="00652E7C">
            <w:pPr>
              <w:spacing w:after="0"/>
              <w:jc w:val="left"/>
              <w:rPr>
                <w:lang w:val="en-GB"/>
              </w:rPr>
            </w:pPr>
            <w:r w:rsidRPr="00751DBB">
              <w:rPr>
                <w:lang w:val="en-GB"/>
              </w:rPr>
              <w:t>DIGIDOC_OCSP_RESPONDER_CERT_</w:t>
            </w:r>
            <w:r w:rsidRPr="00751DBB">
              <w:rPr>
                <w:i/>
                <w:lang w:val="en-GB"/>
              </w:rPr>
              <w:t>n</w:t>
            </w:r>
            <w:r w:rsidRPr="00751DBB">
              <w:rPr>
                <w:lang w:val="en-GB"/>
              </w:rPr>
              <w:t xml:space="preserve">_CN </w:t>
            </w:r>
          </w:p>
          <w:p w14:paraId="3C2F17FA" w14:textId="77777777" w:rsidR="00CB31EE" w:rsidRPr="00751DBB" w:rsidRDefault="00CB31EE" w:rsidP="00652E7C">
            <w:pPr>
              <w:spacing w:after="0"/>
              <w:jc w:val="left"/>
              <w:rPr>
                <w:lang w:val="en-GB"/>
              </w:rPr>
            </w:pPr>
          </w:p>
        </w:tc>
        <w:tc>
          <w:tcPr>
            <w:tcW w:w="4217" w:type="dxa"/>
            <w:noWrap/>
            <w:vAlign w:val="center"/>
          </w:tcPr>
          <w:p w14:paraId="75B7AEA7" w14:textId="77777777" w:rsidR="00C91EF8" w:rsidRPr="00751DBB" w:rsidRDefault="00C91EF8" w:rsidP="00C91EF8">
            <w:pPr>
              <w:spacing w:after="0"/>
              <w:jc w:val="left"/>
              <w:rPr>
                <w:color w:val="000000" w:themeColor="text1"/>
                <w:szCs w:val="18"/>
                <w:lang w:val="en-GB"/>
              </w:rPr>
            </w:pPr>
            <w:r w:rsidRPr="00751DBB">
              <w:rPr>
                <w:color w:val="000000" w:themeColor="text1"/>
                <w:szCs w:val="18"/>
                <w:lang w:val="en-GB"/>
              </w:rPr>
              <w:t>Name of the specific OCSP responder, e.g.</w:t>
            </w:r>
          </w:p>
          <w:p w14:paraId="22B43EE5" w14:textId="77777777" w:rsidR="0065080D" w:rsidRPr="00751DBB" w:rsidRDefault="004E1E05" w:rsidP="00C91EF8">
            <w:pPr>
              <w:spacing w:after="0"/>
              <w:jc w:val="left"/>
              <w:rPr>
                <w:b/>
                <w:i/>
                <w:color w:val="000000" w:themeColor="text1"/>
                <w:szCs w:val="18"/>
                <w:lang w:val="en-GB"/>
              </w:rPr>
            </w:pPr>
            <w:r w:rsidRPr="00751DBB">
              <w:rPr>
                <w:b/>
                <w:i/>
                <w:color w:val="7030A0"/>
                <w:lang w:val="en-GB"/>
              </w:rPr>
              <w:t>EID-SK OCSP RESPONDER</w:t>
            </w:r>
          </w:p>
        </w:tc>
      </w:tr>
      <w:tr w:rsidR="0065080D" w:rsidRPr="00751DBB" w14:paraId="661468AB" w14:textId="77777777" w:rsidTr="00B06B7E">
        <w:trPr>
          <w:trHeight w:val="300"/>
        </w:trPr>
        <w:tc>
          <w:tcPr>
            <w:tcW w:w="4106" w:type="dxa"/>
            <w:noWrap/>
            <w:vAlign w:val="center"/>
          </w:tcPr>
          <w:p w14:paraId="0D1CE5C2" w14:textId="77777777" w:rsidR="0065080D" w:rsidRPr="00751DBB" w:rsidRDefault="006C3702" w:rsidP="00652E7C">
            <w:pPr>
              <w:spacing w:after="0"/>
              <w:jc w:val="left"/>
              <w:rPr>
                <w:lang w:val="en-GB"/>
              </w:rPr>
            </w:pPr>
            <w:r w:rsidRPr="00751DBB">
              <w:rPr>
                <w:lang w:val="en-GB"/>
              </w:rPr>
              <w:t>DIGIDOC_OCSP_RESPONDER_CERT_1_CA</w:t>
            </w:r>
          </w:p>
          <w:p w14:paraId="28A6ED5D" w14:textId="77777777" w:rsidR="0065080D" w:rsidRPr="00751DBB" w:rsidRDefault="0065080D" w:rsidP="00652E7C">
            <w:pPr>
              <w:spacing w:after="0"/>
              <w:jc w:val="left"/>
              <w:rPr>
                <w:lang w:val="en-GB"/>
              </w:rPr>
            </w:pPr>
            <w:r w:rsidRPr="00751DBB">
              <w:rPr>
                <w:lang w:val="en-GB"/>
              </w:rPr>
              <w:t>…</w:t>
            </w:r>
          </w:p>
          <w:p w14:paraId="26ECD0DE" w14:textId="77777777" w:rsidR="0065080D" w:rsidRPr="00751DBB" w:rsidRDefault="006C3702" w:rsidP="00652E7C">
            <w:pPr>
              <w:spacing w:after="0"/>
              <w:jc w:val="left"/>
              <w:rPr>
                <w:lang w:val="en-GB"/>
              </w:rPr>
            </w:pPr>
            <w:r w:rsidRPr="00751DBB">
              <w:rPr>
                <w:lang w:val="en-GB"/>
              </w:rPr>
              <w:t>DIGIDOC_OCSP_RESPONDER_CERT_</w:t>
            </w:r>
            <w:r w:rsidRPr="00751DBB">
              <w:rPr>
                <w:i/>
                <w:lang w:val="en-GB"/>
              </w:rPr>
              <w:t>n</w:t>
            </w:r>
            <w:r w:rsidRPr="00751DBB">
              <w:rPr>
                <w:lang w:val="en-GB"/>
              </w:rPr>
              <w:t>_CA</w:t>
            </w:r>
          </w:p>
          <w:p w14:paraId="6615A472" w14:textId="77777777" w:rsidR="00CB31EE" w:rsidRPr="00751DBB" w:rsidRDefault="00CB31EE" w:rsidP="00652E7C">
            <w:pPr>
              <w:spacing w:after="0"/>
              <w:jc w:val="left"/>
              <w:rPr>
                <w:lang w:val="en-GB"/>
              </w:rPr>
            </w:pPr>
          </w:p>
        </w:tc>
        <w:tc>
          <w:tcPr>
            <w:tcW w:w="4217" w:type="dxa"/>
            <w:noWrap/>
            <w:vAlign w:val="center"/>
          </w:tcPr>
          <w:p w14:paraId="67529469" w14:textId="77777777" w:rsidR="0065080D" w:rsidRPr="00751DBB" w:rsidRDefault="00C91EF8" w:rsidP="00C91EF8">
            <w:pPr>
              <w:spacing w:after="0"/>
              <w:jc w:val="left"/>
              <w:rPr>
                <w:color w:val="000000" w:themeColor="text1"/>
                <w:szCs w:val="18"/>
                <w:lang w:val="en-GB"/>
              </w:rPr>
            </w:pPr>
            <w:r w:rsidRPr="00751DBB">
              <w:rPr>
                <w:color w:val="000000" w:themeColor="text1"/>
                <w:szCs w:val="18"/>
                <w:lang w:val="en-GB"/>
              </w:rPr>
              <w:t>Name of the CA for the specific OCSP responder, e.g.</w:t>
            </w:r>
            <w:r w:rsidR="00F62A99" w:rsidRPr="00751DBB">
              <w:rPr>
                <w:color w:val="000000" w:themeColor="text1"/>
                <w:szCs w:val="18"/>
                <w:lang w:val="en-GB"/>
              </w:rPr>
              <w:t xml:space="preserve"> </w:t>
            </w:r>
            <w:r w:rsidR="004E1E05" w:rsidRPr="00751DBB">
              <w:rPr>
                <w:b/>
                <w:i/>
                <w:color w:val="7030A0"/>
                <w:lang w:val="en-GB"/>
              </w:rPr>
              <w:t>EID-SK</w:t>
            </w:r>
          </w:p>
        </w:tc>
      </w:tr>
      <w:tr w:rsidR="0065080D" w:rsidRPr="00751DBB" w14:paraId="78BBB020" w14:textId="77777777" w:rsidTr="00B06B7E">
        <w:trPr>
          <w:trHeight w:val="300"/>
        </w:trPr>
        <w:tc>
          <w:tcPr>
            <w:tcW w:w="4106" w:type="dxa"/>
            <w:noWrap/>
            <w:vAlign w:val="center"/>
          </w:tcPr>
          <w:p w14:paraId="380050DF" w14:textId="77777777" w:rsidR="0065080D" w:rsidRPr="00751DBB" w:rsidRDefault="006C3702" w:rsidP="00652E7C">
            <w:pPr>
              <w:spacing w:after="0"/>
              <w:jc w:val="left"/>
              <w:rPr>
                <w:lang w:val="en-GB"/>
              </w:rPr>
            </w:pPr>
            <w:r w:rsidRPr="00751DBB">
              <w:rPr>
                <w:lang w:val="en-GB"/>
              </w:rPr>
              <w:t>DIGIDOC_OCSP_RESPONDER_CERT_1_URL</w:t>
            </w:r>
          </w:p>
          <w:p w14:paraId="7F2B524D" w14:textId="77777777" w:rsidR="0065080D" w:rsidRPr="00751DBB" w:rsidRDefault="0065080D" w:rsidP="00652E7C">
            <w:pPr>
              <w:spacing w:after="0"/>
              <w:jc w:val="left"/>
              <w:rPr>
                <w:lang w:val="en-GB"/>
              </w:rPr>
            </w:pPr>
            <w:r w:rsidRPr="00751DBB">
              <w:rPr>
                <w:lang w:val="en-GB"/>
              </w:rPr>
              <w:t>…</w:t>
            </w:r>
          </w:p>
          <w:p w14:paraId="3C014544" w14:textId="77777777" w:rsidR="0065080D" w:rsidRPr="00751DBB" w:rsidRDefault="006C3702" w:rsidP="00652E7C">
            <w:pPr>
              <w:spacing w:after="0"/>
              <w:jc w:val="left"/>
              <w:rPr>
                <w:lang w:val="en-GB"/>
              </w:rPr>
            </w:pPr>
            <w:r w:rsidRPr="00751DBB">
              <w:rPr>
                <w:lang w:val="en-GB"/>
              </w:rPr>
              <w:t>DIGIDOC_OCSP_RESPONDER_CERT_</w:t>
            </w:r>
            <w:r w:rsidRPr="00751DBB">
              <w:rPr>
                <w:i/>
                <w:lang w:val="en-GB"/>
              </w:rPr>
              <w:t>n</w:t>
            </w:r>
            <w:r w:rsidRPr="00751DBB">
              <w:rPr>
                <w:lang w:val="en-GB"/>
              </w:rPr>
              <w:t xml:space="preserve">_URL </w:t>
            </w:r>
          </w:p>
        </w:tc>
        <w:tc>
          <w:tcPr>
            <w:tcW w:w="4217" w:type="dxa"/>
            <w:noWrap/>
            <w:vAlign w:val="center"/>
          </w:tcPr>
          <w:p w14:paraId="17CB0DC2" w14:textId="77777777" w:rsidR="0065080D" w:rsidRPr="00751DBB" w:rsidRDefault="00C91EF8" w:rsidP="00652E7C">
            <w:pPr>
              <w:spacing w:after="0"/>
              <w:jc w:val="left"/>
              <w:rPr>
                <w:color w:val="000000" w:themeColor="text1"/>
                <w:szCs w:val="18"/>
                <w:lang w:val="en-GB"/>
              </w:rPr>
            </w:pPr>
            <w:r w:rsidRPr="00751DBB">
              <w:rPr>
                <w:color w:val="000000" w:themeColor="text1"/>
                <w:szCs w:val="18"/>
                <w:lang w:val="en-GB"/>
              </w:rPr>
              <w:t>Address for the OCSP responder,</w:t>
            </w:r>
            <w:r w:rsidR="00CE61D8">
              <w:rPr>
                <w:color w:val="000000" w:themeColor="text1"/>
                <w:szCs w:val="18"/>
                <w:lang w:val="en-GB"/>
              </w:rPr>
              <w:t xml:space="preserve"> </w:t>
            </w:r>
            <w:r w:rsidR="00BD595F">
              <w:rPr>
                <w:color w:val="000000" w:themeColor="text1"/>
                <w:szCs w:val="18"/>
                <w:lang w:val="en-GB"/>
              </w:rPr>
              <w:t xml:space="preserve">has to be specified in case of </w:t>
            </w:r>
            <w:r w:rsidR="00507A5A">
              <w:rPr>
                <w:color w:val="000000" w:themeColor="text1"/>
                <w:szCs w:val="18"/>
                <w:lang w:val="en-GB"/>
              </w:rPr>
              <w:t xml:space="preserve">OCSP responders for </w:t>
            </w:r>
            <w:r w:rsidR="003A534D">
              <w:rPr>
                <w:color w:val="000000" w:themeColor="text1"/>
                <w:szCs w:val="18"/>
                <w:lang w:val="en-GB"/>
              </w:rPr>
              <w:t>test</w:t>
            </w:r>
            <w:r w:rsidR="00507A5A">
              <w:rPr>
                <w:color w:val="000000" w:themeColor="text1"/>
                <w:szCs w:val="18"/>
                <w:lang w:val="en-GB"/>
              </w:rPr>
              <w:t xml:space="preserve"> </w:t>
            </w:r>
            <w:r w:rsidR="00BD595F">
              <w:rPr>
                <w:color w:val="000000" w:themeColor="text1"/>
                <w:szCs w:val="18"/>
                <w:lang w:val="en-GB"/>
              </w:rPr>
              <w:t>certificates</w:t>
            </w:r>
            <w:r w:rsidR="00507A5A">
              <w:rPr>
                <w:color w:val="000000" w:themeColor="text1"/>
                <w:szCs w:val="18"/>
                <w:lang w:val="en-GB"/>
              </w:rPr>
              <w:t>, e.g.</w:t>
            </w:r>
            <w:r w:rsidR="00BD595F">
              <w:rPr>
                <w:color w:val="000000" w:themeColor="text1"/>
                <w:szCs w:val="18"/>
                <w:lang w:val="en-GB"/>
              </w:rPr>
              <w:t xml:space="preserve"> </w:t>
            </w:r>
          </w:p>
          <w:p w14:paraId="63DB8CF6" w14:textId="77777777" w:rsidR="00C91EF8" w:rsidRPr="00751DBB" w:rsidRDefault="004E1E05" w:rsidP="00652E7C">
            <w:pPr>
              <w:spacing w:after="0"/>
              <w:jc w:val="left"/>
              <w:rPr>
                <w:b/>
                <w:i/>
                <w:color w:val="000000" w:themeColor="text1"/>
                <w:szCs w:val="18"/>
                <w:lang w:val="en-GB"/>
              </w:rPr>
            </w:pPr>
            <w:r w:rsidRPr="00751DBB">
              <w:rPr>
                <w:b/>
                <w:i/>
                <w:color w:val="7030A0"/>
                <w:szCs w:val="18"/>
                <w:lang w:val="en-GB"/>
              </w:rPr>
              <w:t>http://www.openxades.org/cgi-bin/ocsp.cgi</w:t>
            </w:r>
          </w:p>
        </w:tc>
      </w:tr>
    </w:tbl>
    <w:p w14:paraId="5360B801" w14:textId="77777777" w:rsidR="0065080D" w:rsidRPr="00751DBB" w:rsidRDefault="0065080D" w:rsidP="003A5B83">
      <w:pPr>
        <w:rPr>
          <w:b/>
          <w:u w:val="single"/>
          <w:lang w:val="en-GB"/>
        </w:rPr>
      </w:pPr>
    </w:p>
    <w:p w14:paraId="407FEC49" w14:textId="77777777" w:rsidR="0013712B" w:rsidRPr="00751DBB" w:rsidRDefault="0013712B" w:rsidP="0013712B">
      <w:pPr>
        <w:rPr>
          <w:b/>
          <w:u w:val="single"/>
          <w:lang w:val="en-GB"/>
        </w:rPr>
      </w:pPr>
      <w:r w:rsidRPr="00751DBB">
        <w:rPr>
          <w:b/>
          <w:u w:val="single"/>
          <w:lang w:val="en-GB"/>
        </w:rPr>
        <w:t>Encryption settings</w:t>
      </w:r>
    </w:p>
    <w:tbl>
      <w:tblPr>
        <w:tblStyle w:val="Param"/>
        <w:tblW w:w="8323" w:type="dxa"/>
        <w:tblLook w:val="04A0" w:firstRow="1" w:lastRow="0" w:firstColumn="1" w:lastColumn="0" w:noHBand="0" w:noVBand="1"/>
      </w:tblPr>
      <w:tblGrid>
        <w:gridCol w:w="3681"/>
        <w:gridCol w:w="4642"/>
      </w:tblGrid>
      <w:tr w:rsidR="0013712B" w:rsidRPr="00751DBB" w14:paraId="10550AF6" w14:textId="77777777" w:rsidTr="0002277D">
        <w:trPr>
          <w:cnfStyle w:val="100000000000" w:firstRow="1" w:lastRow="0" w:firstColumn="0" w:lastColumn="0" w:oddVBand="0" w:evenVBand="0" w:oddHBand="0" w:evenHBand="0" w:firstRowFirstColumn="0" w:firstRowLastColumn="0" w:lastRowFirstColumn="0" w:lastRowLastColumn="0"/>
          <w:trHeight w:val="300"/>
        </w:trPr>
        <w:tc>
          <w:tcPr>
            <w:tcW w:w="3681" w:type="dxa"/>
            <w:noWrap/>
          </w:tcPr>
          <w:p w14:paraId="069871E8" w14:textId="77777777" w:rsidR="0013712B" w:rsidRPr="00751DBB" w:rsidRDefault="0013712B" w:rsidP="0002277D">
            <w:pPr>
              <w:spacing w:after="0"/>
              <w:jc w:val="left"/>
              <w:rPr>
                <w:b/>
                <w:szCs w:val="18"/>
                <w:lang w:val="en-GB"/>
              </w:rPr>
            </w:pPr>
            <w:r w:rsidRPr="00751DBB">
              <w:rPr>
                <w:b/>
                <w:szCs w:val="18"/>
                <w:lang w:val="en-GB"/>
              </w:rPr>
              <w:t>Parameter</w:t>
            </w:r>
          </w:p>
        </w:tc>
        <w:tc>
          <w:tcPr>
            <w:tcW w:w="4642" w:type="dxa"/>
            <w:noWrap/>
          </w:tcPr>
          <w:p w14:paraId="21568C67" w14:textId="77777777" w:rsidR="0013712B" w:rsidRPr="00751DBB" w:rsidRDefault="0013712B" w:rsidP="0002277D">
            <w:pPr>
              <w:spacing w:after="0"/>
              <w:jc w:val="left"/>
              <w:rPr>
                <w:b/>
                <w:szCs w:val="18"/>
                <w:lang w:val="en-GB"/>
              </w:rPr>
            </w:pPr>
            <w:r w:rsidRPr="00751DBB">
              <w:rPr>
                <w:b/>
                <w:szCs w:val="18"/>
                <w:lang w:val="en-GB"/>
              </w:rPr>
              <w:t xml:space="preserve">Description </w:t>
            </w:r>
          </w:p>
        </w:tc>
      </w:tr>
      <w:tr w:rsidR="0013712B" w:rsidRPr="00751DBB" w14:paraId="243FD57A" w14:textId="77777777" w:rsidTr="0002277D">
        <w:trPr>
          <w:trHeight w:val="300"/>
        </w:trPr>
        <w:tc>
          <w:tcPr>
            <w:tcW w:w="3681" w:type="dxa"/>
            <w:noWrap/>
            <w:vAlign w:val="center"/>
          </w:tcPr>
          <w:p w14:paraId="2992340B" w14:textId="77777777" w:rsidR="0013712B" w:rsidRPr="00751DBB" w:rsidRDefault="0013712B" w:rsidP="0002277D">
            <w:pPr>
              <w:spacing w:after="0"/>
              <w:jc w:val="left"/>
              <w:rPr>
                <w:lang w:val="en-GB"/>
              </w:rPr>
            </w:pPr>
            <w:r w:rsidRPr="00751DBB">
              <w:rPr>
                <w:lang w:val="en-GB"/>
              </w:rPr>
              <w:t>DENC_COMPRESS_MODE</w:t>
            </w:r>
          </w:p>
        </w:tc>
        <w:tc>
          <w:tcPr>
            <w:tcW w:w="4642" w:type="dxa"/>
            <w:noWrap/>
            <w:vAlign w:val="center"/>
          </w:tcPr>
          <w:p w14:paraId="68E35812" w14:textId="77777777" w:rsidR="0013712B" w:rsidRPr="00751DBB" w:rsidRDefault="0013712B" w:rsidP="0002277D">
            <w:pPr>
              <w:spacing w:after="0"/>
              <w:jc w:val="left"/>
              <w:rPr>
                <w:color w:val="000000" w:themeColor="text1"/>
                <w:szCs w:val="18"/>
                <w:lang w:val="en-GB"/>
              </w:rPr>
            </w:pPr>
            <w:r w:rsidRPr="00751DBB">
              <w:rPr>
                <w:color w:val="000000" w:themeColor="text1"/>
                <w:szCs w:val="18"/>
                <w:lang w:val="en-GB"/>
              </w:rPr>
              <w:t>Compression mode of the original data before encryption. Possible values are 0 – always compress, 1 – never compress, 2 – best effort (compression is used only if it results in reduced data size).</w:t>
            </w:r>
          </w:p>
          <w:p w14:paraId="74B68EB7" w14:textId="77777777" w:rsidR="009D6478" w:rsidRPr="00751DBB" w:rsidRDefault="0013712B" w:rsidP="0002277D">
            <w:pPr>
              <w:spacing w:after="0"/>
              <w:jc w:val="left"/>
              <w:rPr>
                <w:b/>
                <w:i/>
                <w:color w:val="7030A0"/>
                <w:lang w:val="en-GB"/>
              </w:rPr>
            </w:pPr>
            <w:r w:rsidRPr="00751DBB">
              <w:rPr>
                <w:b/>
                <w:i/>
                <w:color w:val="7030A0"/>
                <w:lang w:val="en-GB"/>
              </w:rPr>
              <w:t>0</w:t>
            </w:r>
          </w:p>
          <w:p w14:paraId="1A8DFD11" w14:textId="77777777" w:rsidR="0013712B" w:rsidRPr="00751DBB" w:rsidRDefault="0013712B" w:rsidP="0002277D">
            <w:pPr>
              <w:spacing w:after="0"/>
              <w:jc w:val="left"/>
              <w:rPr>
                <w:i/>
                <w:color w:val="000000" w:themeColor="text1"/>
                <w:szCs w:val="18"/>
                <w:lang w:val="en-GB"/>
              </w:rPr>
            </w:pPr>
            <w:r w:rsidRPr="00751DBB">
              <w:rPr>
                <w:i/>
                <w:color w:val="00B0F0"/>
                <w:lang w:val="en-GB"/>
              </w:rPr>
              <w:t xml:space="preserve"># 1, </w:t>
            </w:r>
            <w:r w:rsidRPr="00751DBB">
              <w:rPr>
                <w:i/>
                <w:color w:val="00B0F0"/>
                <w:szCs w:val="18"/>
                <w:lang w:val="en-GB"/>
              </w:rPr>
              <w:t>#</w:t>
            </w:r>
            <w:r w:rsidRPr="00751DBB">
              <w:rPr>
                <w:i/>
                <w:color w:val="00B0F0"/>
                <w:lang w:val="en-GB"/>
              </w:rPr>
              <w:t xml:space="preserve"> 2</w:t>
            </w:r>
            <w:r w:rsidRPr="00751DBB">
              <w:rPr>
                <w:i/>
                <w:color w:val="000000" w:themeColor="text1"/>
                <w:szCs w:val="18"/>
                <w:lang w:val="en-GB"/>
              </w:rPr>
              <w:t xml:space="preserve"> </w:t>
            </w:r>
          </w:p>
          <w:p w14:paraId="54322EF2" w14:textId="77777777" w:rsidR="0013712B" w:rsidRPr="00751DBB" w:rsidRDefault="0013712B" w:rsidP="0002277D">
            <w:pPr>
              <w:spacing w:after="0"/>
              <w:jc w:val="left"/>
              <w:rPr>
                <w:color w:val="00B0F0"/>
                <w:lang w:val="en-GB"/>
              </w:rPr>
            </w:pPr>
            <w:r w:rsidRPr="00751DBB">
              <w:rPr>
                <w:color w:val="000000" w:themeColor="text1"/>
                <w:szCs w:val="18"/>
                <w:lang w:val="en-GB"/>
              </w:rPr>
              <w:t>Note that in CDigiDoc utility program, “always compress” mode is used by default.</w:t>
            </w:r>
          </w:p>
        </w:tc>
      </w:tr>
    </w:tbl>
    <w:p w14:paraId="3FED81D0" w14:textId="77777777" w:rsidR="0013712B" w:rsidRPr="00751DBB" w:rsidRDefault="0013712B" w:rsidP="003A5B83">
      <w:pPr>
        <w:rPr>
          <w:b/>
          <w:u w:val="single"/>
          <w:lang w:val="en-GB"/>
        </w:rPr>
      </w:pPr>
    </w:p>
    <w:p w14:paraId="1599CFE6" w14:textId="77777777" w:rsidR="003A5B83" w:rsidRPr="00751DBB" w:rsidRDefault="0045226C" w:rsidP="003A5B83">
      <w:pPr>
        <w:rPr>
          <w:b/>
          <w:u w:val="single"/>
          <w:lang w:val="en-GB"/>
        </w:rPr>
      </w:pPr>
      <w:r w:rsidRPr="00751DBB">
        <w:rPr>
          <w:b/>
          <w:u w:val="single"/>
          <w:lang w:val="en-GB"/>
        </w:rPr>
        <w:t>Debugging settings</w:t>
      </w:r>
    </w:p>
    <w:tbl>
      <w:tblPr>
        <w:tblStyle w:val="Param"/>
        <w:tblW w:w="8323" w:type="dxa"/>
        <w:tblLook w:val="04A0" w:firstRow="1" w:lastRow="0" w:firstColumn="1" w:lastColumn="0" w:noHBand="0" w:noVBand="1"/>
      </w:tblPr>
      <w:tblGrid>
        <w:gridCol w:w="3539"/>
        <w:gridCol w:w="4784"/>
      </w:tblGrid>
      <w:tr w:rsidR="003A5B83" w:rsidRPr="00751DBB" w14:paraId="3B52BD87" w14:textId="77777777" w:rsidTr="00652E7C">
        <w:trPr>
          <w:cnfStyle w:val="100000000000" w:firstRow="1" w:lastRow="0" w:firstColumn="0" w:lastColumn="0" w:oddVBand="0" w:evenVBand="0" w:oddHBand="0" w:evenHBand="0" w:firstRowFirstColumn="0" w:firstRowLastColumn="0" w:lastRowFirstColumn="0" w:lastRowLastColumn="0"/>
          <w:trHeight w:val="300"/>
        </w:trPr>
        <w:tc>
          <w:tcPr>
            <w:tcW w:w="3539" w:type="dxa"/>
            <w:noWrap/>
          </w:tcPr>
          <w:p w14:paraId="48C95B08" w14:textId="77777777" w:rsidR="003A5B83" w:rsidRPr="00751DBB" w:rsidRDefault="003A5B83" w:rsidP="00652E7C">
            <w:pPr>
              <w:spacing w:after="0"/>
              <w:jc w:val="left"/>
              <w:rPr>
                <w:b/>
                <w:szCs w:val="18"/>
                <w:lang w:val="en-GB"/>
              </w:rPr>
            </w:pPr>
            <w:r w:rsidRPr="00751DBB">
              <w:rPr>
                <w:b/>
                <w:szCs w:val="18"/>
                <w:lang w:val="en-GB"/>
              </w:rPr>
              <w:t>Parameter</w:t>
            </w:r>
          </w:p>
        </w:tc>
        <w:tc>
          <w:tcPr>
            <w:tcW w:w="4784" w:type="dxa"/>
            <w:noWrap/>
          </w:tcPr>
          <w:p w14:paraId="6FB62FC0" w14:textId="77777777" w:rsidR="003A5B83" w:rsidRPr="00751DBB" w:rsidRDefault="003A5B83" w:rsidP="00652E7C">
            <w:pPr>
              <w:spacing w:after="0"/>
              <w:jc w:val="left"/>
              <w:rPr>
                <w:b/>
                <w:szCs w:val="18"/>
                <w:lang w:val="en-GB"/>
              </w:rPr>
            </w:pPr>
            <w:r w:rsidRPr="00751DBB">
              <w:rPr>
                <w:b/>
                <w:szCs w:val="18"/>
                <w:lang w:val="en-GB"/>
              </w:rPr>
              <w:t xml:space="preserve">Description </w:t>
            </w:r>
          </w:p>
        </w:tc>
      </w:tr>
      <w:tr w:rsidR="003A5B83" w:rsidRPr="00751DBB" w14:paraId="661A010D" w14:textId="77777777" w:rsidTr="00652E7C">
        <w:trPr>
          <w:trHeight w:val="300"/>
        </w:trPr>
        <w:tc>
          <w:tcPr>
            <w:tcW w:w="3539" w:type="dxa"/>
            <w:noWrap/>
            <w:vAlign w:val="center"/>
          </w:tcPr>
          <w:p w14:paraId="703DC9B8" w14:textId="77777777" w:rsidR="003A5B83" w:rsidRPr="00751DBB" w:rsidRDefault="003A5B83" w:rsidP="00652E7C">
            <w:pPr>
              <w:spacing w:after="0"/>
              <w:jc w:val="left"/>
              <w:rPr>
                <w:lang w:val="en-GB"/>
              </w:rPr>
            </w:pPr>
            <w:r w:rsidRPr="00751DBB">
              <w:rPr>
                <w:lang w:val="en-GB"/>
              </w:rPr>
              <w:t>DEBUG_LEVEL</w:t>
            </w:r>
          </w:p>
        </w:tc>
        <w:tc>
          <w:tcPr>
            <w:tcW w:w="4784" w:type="dxa"/>
            <w:noWrap/>
            <w:vAlign w:val="center"/>
          </w:tcPr>
          <w:p w14:paraId="0D708458" w14:textId="77777777" w:rsidR="003A5B83" w:rsidRPr="00751DBB" w:rsidRDefault="00C708A0" w:rsidP="00C708A0">
            <w:pPr>
              <w:spacing w:after="0"/>
              <w:jc w:val="left"/>
              <w:rPr>
                <w:color w:val="000000" w:themeColor="text1"/>
                <w:szCs w:val="18"/>
                <w:lang w:val="en-GB"/>
              </w:rPr>
            </w:pPr>
            <w:r w:rsidRPr="00751DBB">
              <w:rPr>
                <w:color w:val="000000" w:themeColor="text1"/>
                <w:szCs w:val="18"/>
                <w:lang w:val="en-GB"/>
              </w:rPr>
              <w:t xml:space="preserve">Specifies the amount of debugging information printed </w:t>
            </w:r>
            <w:r w:rsidR="00D53140" w:rsidRPr="00751DBB">
              <w:rPr>
                <w:color w:val="000000" w:themeColor="text1"/>
                <w:szCs w:val="18"/>
                <w:lang w:val="en-GB"/>
              </w:rPr>
              <w:t>out during execution</w:t>
            </w:r>
            <w:r w:rsidR="00AA6E5B" w:rsidRPr="00751DBB">
              <w:rPr>
                <w:color w:val="000000" w:themeColor="text1"/>
                <w:szCs w:val="18"/>
                <w:lang w:val="en-GB"/>
              </w:rPr>
              <w:t>. Possible value range: 0 – 9, e.g.</w:t>
            </w:r>
          </w:p>
          <w:p w14:paraId="3091D80C" w14:textId="77777777" w:rsidR="004E1E05" w:rsidRPr="00751DBB" w:rsidRDefault="00D53140" w:rsidP="00C708A0">
            <w:pPr>
              <w:spacing w:after="0"/>
              <w:jc w:val="left"/>
              <w:rPr>
                <w:b/>
                <w:i/>
                <w:color w:val="000000" w:themeColor="text1"/>
                <w:szCs w:val="18"/>
                <w:lang w:val="en-GB"/>
              </w:rPr>
            </w:pPr>
            <w:r w:rsidRPr="00751DBB">
              <w:rPr>
                <w:b/>
                <w:i/>
                <w:color w:val="7030A0"/>
                <w:szCs w:val="18"/>
                <w:lang w:val="en-GB"/>
              </w:rPr>
              <w:t>3</w:t>
            </w:r>
          </w:p>
        </w:tc>
      </w:tr>
      <w:tr w:rsidR="003A5B83" w:rsidRPr="00751DBB" w14:paraId="07FDB39E" w14:textId="77777777" w:rsidTr="00652E7C">
        <w:trPr>
          <w:trHeight w:val="300"/>
        </w:trPr>
        <w:tc>
          <w:tcPr>
            <w:tcW w:w="3539" w:type="dxa"/>
            <w:noWrap/>
            <w:vAlign w:val="center"/>
          </w:tcPr>
          <w:p w14:paraId="0EA72E83" w14:textId="77777777" w:rsidR="003A5B83" w:rsidRPr="00751DBB" w:rsidRDefault="003A5B83" w:rsidP="00652E7C">
            <w:pPr>
              <w:spacing w:after="0"/>
              <w:jc w:val="left"/>
              <w:rPr>
                <w:lang w:val="en-GB"/>
              </w:rPr>
            </w:pPr>
            <w:r w:rsidRPr="00751DBB">
              <w:rPr>
                <w:lang w:val="en-GB"/>
              </w:rPr>
              <w:t>DEBUG_FILE</w:t>
            </w:r>
          </w:p>
        </w:tc>
        <w:tc>
          <w:tcPr>
            <w:tcW w:w="4784" w:type="dxa"/>
            <w:noWrap/>
            <w:vAlign w:val="center"/>
          </w:tcPr>
          <w:p w14:paraId="3EB00273" w14:textId="77777777" w:rsidR="004E1E05" w:rsidRPr="00751DBB" w:rsidRDefault="00D53140" w:rsidP="00BA54B7">
            <w:pPr>
              <w:spacing w:after="0"/>
              <w:jc w:val="left"/>
              <w:rPr>
                <w:color w:val="000000" w:themeColor="text1"/>
                <w:szCs w:val="18"/>
                <w:lang w:val="en-GB"/>
              </w:rPr>
            </w:pPr>
            <w:r w:rsidRPr="00751DBB">
              <w:rPr>
                <w:color w:val="000000" w:themeColor="text1"/>
                <w:szCs w:val="18"/>
                <w:lang w:val="en-GB"/>
              </w:rPr>
              <w:t>Full filename and path of debugging log file. If the parameter is set then debugging output is</w:t>
            </w:r>
            <w:r w:rsidR="00D21BB6" w:rsidRPr="00751DBB">
              <w:rPr>
                <w:color w:val="000000" w:themeColor="text1"/>
                <w:szCs w:val="18"/>
                <w:lang w:val="en-GB"/>
              </w:rPr>
              <w:t xml:space="preserve"> written to the specified file</w:t>
            </w:r>
            <w:r w:rsidR="007169FA" w:rsidRPr="00751DBB">
              <w:rPr>
                <w:color w:val="000000" w:themeColor="text1"/>
                <w:szCs w:val="18"/>
                <w:lang w:val="en-GB"/>
              </w:rPr>
              <w:t>, e.g.</w:t>
            </w:r>
          </w:p>
          <w:p w14:paraId="015ACBB9" w14:textId="77777777" w:rsidR="00D21BB6" w:rsidRPr="00751DBB" w:rsidRDefault="007169FA" w:rsidP="00BA54B7">
            <w:pPr>
              <w:spacing w:after="0"/>
              <w:jc w:val="left"/>
              <w:rPr>
                <w:color w:val="000000" w:themeColor="text1"/>
                <w:szCs w:val="18"/>
                <w:lang w:val="en-GB"/>
              </w:rPr>
            </w:pPr>
            <w:r w:rsidRPr="00751DBB">
              <w:rPr>
                <w:b/>
                <w:i/>
                <w:color w:val="7030A0"/>
                <w:szCs w:val="18"/>
                <w:lang w:val="en-GB"/>
              </w:rPr>
              <w:t>c:\Temp\debug.log</w:t>
            </w:r>
            <w:r w:rsidR="00D21BB6" w:rsidRPr="00751DBB">
              <w:rPr>
                <w:color w:val="000000" w:themeColor="text1"/>
                <w:szCs w:val="18"/>
                <w:lang w:val="en-GB"/>
              </w:rPr>
              <w:t xml:space="preserve"> </w:t>
            </w:r>
          </w:p>
          <w:p w14:paraId="134638CC" w14:textId="77777777" w:rsidR="007169FA" w:rsidRPr="00751DBB" w:rsidRDefault="00D21BB6" w:rsidP="00BA54B7">
            <w:pPr>
              <w:spacing w:after="0"/>
              <w:jc w:val="left"/>
              <w:rPr>
                <w:b/>
                <w:i/>
                <w:color w:val="000000" w:themeColor="text1"/>
                <w:szCs w:val="18"/>
                <w:lang w:val="en-GB"/>
              </w:rPr>
            </w:pPr>
            <w:r w:rsidRPr="00751DBB">
              <w:rPr>
                <w:color w:val="000000" w:themeColor="text1"/>
                <w:szCs w:val="18"/>
                <w:lang w:val="en-GB"/>
              </w:rPr>
              <w:t>Note that the directory has to exist before debugging, otherwise the file is not created.</w:t>
            </w:r>
          </w:p>
        </w:tc>
      </w:tr>
    </w:tbl>
    <w:p w14:paraId="2AE07AA5" w14:textId="77777777" w:rsidR="0070362C" w:rsidRDefault="0070362C" w:rsidP="00DF1797">
      <w:pPr>
        <w:rPr>
          <w:lang w:val="en-GB"/>
        </w:rPr>
      </w:pPr>
    </w:p>
    <w:p w14:paraId="00CDDDA8" w14:textId="77777777" w:rsidR="00633EB5" w:rsidRPr="0013121C" w:rsidRDefault="00633EB5" w:rsidP="00633EB5">
      <w:pPr>
        <w:rPr>
          <w:b/>
          <w:u w:val="single"/>
          <w:lang w:val="en-GB"/>
        </w:rPr>
      </w:pPr>
      <w:r>
        <w:rPr>
          <w:b/>
          <w:u w:val="single"/>
          <w:lang w:val="en-GB"/>
        </w:rPr>
        <w:t>Signature verification settings</w:t>
      </w:r>
    </w:p>
    <w:tbl>
      <w:tblPr>
        <w:tblStyle w:val="Param"/>
        <w:tblW w:w="8359" w:type="dxa"/>
        <w:tblLook w:val="04A0" w:firstRow="1" w:lastRow="0" w:firstColumn="1" w:lastColumn="0" w:noHBand="0" w:noVBand="1"/>
      </w:tblPr>
      <w:tblGrid>
        <w:gridCol w:w="3539"/>
        <w:gridCol w:w="4820"/>
      </w:tblGrid>
      <w:tr w:rsidR="00633EB5" w:rsidRPr="0013121C" w14:paraId="53B70602" w14:textId="77777777" w:rsidTr="00F008FC">
        <w:trPr>
          <w:cnfStyle w:val="100000000000" w:firstRow="1" w:lastRow="0" w:firstColumn="0" w:lastColumn="0" w:oddVBand="0" w:evenVBand="0" w:oddHBand="0" w:evenHBand="0" w:firstRowFirstColumn="0" w:firstRowLastColumn="0" w:lastRowFirstColumn="0" w:lastRowLastColumn="0"/>
          <w:trHeight w:val="300"/>
        </w:trPr>
        <w:tc>
          <w:tcPr>
            <w:tcW w:w="3539" w:type="dxa"/>
            <w:noWrap/>
          </w:tcPr>
          <w:p w14:paraId="74BD195B" w14:textId="77777777" w:rsidR="00633EB5" w:rsidRPr="0013121C" w:rsidRDefault="00633EB5" w:rsidP="00F008FC">
            <w:pPr>
              <w:spacing w:after="0"/>
              <w:jc w:val="left"/>
              <w:rPr>
                <w:b/>
                <w:szCs w:val="18"/>
                <w:lang w:val="en-GB"/>
              </w:rPr>
            </w:pPr>
            <w:r w:rsidRPr="0013121C">
              <w:rPr>
                <w:b/>
                <w:szCs w:val="18"/>
                <w:lang w:val="en-GB"/>
              </w:rPr>
              <w:t>Parameter</w:t>
            </w:r>
          </w:p>
        </w:tc>
        <w:tc>
          <w:tcPr>
            <w:tcW w:w="4820" w:type="dxa"/>
            <w:noWrap/>
          </w:tcPr>
          <w:p w14:paraId="1582BDC6" w14:textId="77777777" w:rsidR="00633EB5" w:rsidRPr="0013121C" w:rsidRDefault="00633EB5" w:rsidP="00F008FC">
            <w:pPr>
              <w:spacing w:after="0"/>
              <w:jc w:val="left"/>
              <w:rPr>
                <w:b/>
                <w:szCs w:val="18"/>
                <w:lang w:val="en-GB"/>
              </w:rPr>
            </w:pPr>
            <w:r w:rsidRPr="0013121C">
              <w:rPr>
                <w:b/>
                <w:szCs w:val="18"/>
                <w:lang w:val="en-GB"/>
              </w:rPr>
              <w:t xml:space="preserve">Description </w:t>
            </w:r>
          </w:p>
        </w:tc>
      </w:tr>
      <w:tr w:rsidR="00633EB5" w:rsidRPr="0013121C" w14:paraId="59E2C047" w14:textId="77777777" w:rsidTr="00F008FC">
        <w:trPr>
          <w:trHeight w:val="300"/>
        </w:trPr>
        <w:tc>
          <w:tcPr>
            <w:tcW w:w="3539" w:type="dxa"/>
            <w:noWrap/>
            <w:vAlign w:val="center"/>
            <w:hideMark/>
          </w:tcPr>
          <w:p w14:paraId="2F6E5398" w14:textId="77777777" w:rsidR="00633EB5" w:rsidRPr="0013121C" w:rsidRDefault="00633EB5" w:rsidP="00F008FC">
            <w:pPr>
              <w:spacing w:after="0"/>
              <w:jc w:val="left"/>
              <w:rPr>
                <w:color w:val="000000" w:themeColor="text1"/>
                <w:szCs w:val="18"/>
                <w:lang w:val="en-GB"/>
              </w:rPr>
            </w:pPr>
            <w:r w:rsidRPr="00083937">
              <w:rPr>
                <w:lang w:val="en-GB"/>
              </w:rPr>
              <w:t>CHECK_OCSP_NONCE</w:t>
            </w:r>
            <w:r>
              <w:rPr>
                <w:lang w:val="en-GB"/>
              </w:rPr>
              <w:tab/>
            </w:r>
          </w:p>
        </w:tc>
        <w:tc>
          <w:tcPr>
            <w:tcW w:w="4820" w:type="dxa"/>
            <w:noWrap/>
            <w:vAlign w:val="center"/>
            <w:hideMark/>
          </w:tcPr>
          <w:p w14:paraId="3689B208" w14:textId="4A05D653" w:rsidR="00633EB5" w:rsidRDefault="00633EB5" w:rsidP="00F008FC">
            <w:pPr>
              <w:spacing w:after="0"/>
              <w:jc w:val="left"/>
              <w:rPr>
                <w:color w:val="000000" w:themeColor="text1"/>
                <w:szCs w:val="18"/>
                <w:lang w:val="en-GB"/>
              </w:rPr>
            </w:pPr>
            <w:r>
              <w:rPr>
                <w:color w:val="000000" w:themeColor="text1"/>
                <w:szCs w:val="18"/>
                <w:lang w:val="en-GB"/>
              </w:rPr>
              <w:t xml:space="preserve">Specifies if the OCSP response’s nonce field’s ASN.1 structure is checked during signature verification. By default, the value is set to false in order to support verification of DigiDoc files created with </w:t>
            </w:r>
            <w:r w:rsidR="00FA004F">
              <w:rPr>
                <w:color w:val="000000" w:themeColor="text1"/>
                <w:szCs w:val="18"/>
                <w:lang w:val="en-GB"/>
              </w:rPr>
              <w:t>C</w:t>
            </w:r>
            <w:r>
              <w:rPr>
                <w:color w:val="000000" w:themeColor="text1"/>
                <w:szCs w:val="18"/>
                <w:lang w:val="en-GB"/>
              </w:rPr>
              <w:t xml:space="preserve">DigiDoc library’s version below v3.7.   </w:t>
            </w:r>
          </w:p>
          <w:p w14:paraId="5B7F9F24" w14:textId="77777777" w:rsidR="00633EB5" w:rsidRPr="00883D88" w:rsidRDefault="00633EB5" w:rsidP="00F008FC">
            <w:pPr>
              <w:spacing w:after="0"/>
              <w:jc w:val="left"/>
              <w:rPr>
                <w:b/>
                <w:i/>
                <w:color w:val="7030A0"/>
                <w:szCs w:val="18"/>
                <w:lang w:val="en-GB"/>
              </w:rPr>
            </w:pPr>
            <w:r>
              <w:rPr>
                <w:b/>
                <w:i/>
                <w:color w:val="7030A0"/>
                <w:szCs w:val="18"/>
                <w:lang w:val="en-GB"/>
              </w:rPr>
              <w:t>false</w:t>
            </w:r>
          </w:p>
          <w:p w14:paraId="4A0917CC" w14:textId="77777777" w:rsidR="00633EB5" w:rsidRPr="00693008" w:rsidRDefault="00633EB5" w:rsidP="00F008FC">
            <w:pPr>
              <w:spacing w:after="0"/>
              <w:jc w:val="left"/>
              <w:rPr>
                <w:b/>
                <w:i/>
                <w:color w:val="000000" w:themeColor="text1"/>
                <w:szCs w:val="18"/>
                <w:lang w:val="en-GB"/>
              </w:rPr>
            </w:pPr>
            <w:r w:rsidRPr="0013121C">
              <w:rPr>
                <w:i/>
                <w:color w:val="00B0F0"/>
                <w:szCs w:val="18"/>
                <w:lang w:val="en-GB"/>
              </w:rPr>
              <w:t>#</w:t>
            </w:r>
            <w:r w:rsidRPr="0013121C">
              <w:rPr>
                <w:color w:val="00B0F0"/>
                <w:lang w:val="en-GB"/>
              </w:rPr>
              <w:t xml:space="preserve"> </w:t>
            </w:r>
            <w:r>
              <w:rPr>
                <w:color w:val="00B0F0"/>
                <w:lang w:val="en-GB"/>
              </w:rPr>
              <w:t>true</w:t>
            </w:r>
          </w:p>
        </w:tc>
      </w:tr>
    </w:tbl>
    <w:p w14:paraId="12107C7F" w14:textId="77777777" w:rsidR="001E43C4" w:rsidRDefault="001E43C4" w:rsidP="001E43C4"/>
    <w:p w14:paraId="08C41807" w14:textId="49D366D4" w:rsidR="001E43C4" w:rsidRPr="005E05FF" w:rsidRDefault="001E43C4" w:rsidP="001E43C4">
      <w:r w:rsidRPr="001E43C4">
        <w:rPr>
          <w:b/>
        </w:rPr>
        <w:t>Note</w:t>
      </w:r>
      <w:r w:rsidRPr="005E05FF">
        <w:t>:</w:t>
      </w:r>
      <w:r w:rsidRPr="005E05FF">
        <w:rPr>
          <w:b/>
        </w:rPr>
        <w:t xml:space="preserve"> </w:t>
      </w:r>
      <w:r w:rsidRPr="005E05FF">
        <w:t xml:space="preserve">The ASN.1 prefix specifies the digest algorithm that was used to calculate the nonce field’s value, the prefix is mandatory according to </w:t>
      </w:r>
      <w:r w:rsidR="003E2660">
        <w:t xml:space="preserve">RFC2560 </w:t>
      </w:r>
      <w:r w:rsidRPr="003E2660">
        <w:t>specification</w:t>
      </w:r>
      <w:r w:rsidRPr="005E05FF">
        <w:t xml:space="preserve"> (</w:t>
      </w:r>
      <w:r w:rsidRPr="003E2660">
        <w:t>see also</w:t>
      </w:r>
      <w:r w:rsidR="003E2660">
        <w:t xml:space="preserve"> </w:t>
      </w:r>
      <w:r w:rsidR="003E2660">
        <w:fldChar w:fldCharType="begin"/>
      </w:r>
      <w:r w:rsidR="003E2660">
        <w:instrText xml:space="preserve"> REF _Ref374294389 \r \h </w:instrText>
      </w:r>
      <w:r w:rsidR="003E2660">
        <w:fldChar w:fldCharType="separate"/>
      </w:r>
      <w:r w:rsidR="00E0723E">
        <w:t>[5]</w:t>
      </w:r>
      <w:r w:rsidR="003E2660">
        <w:fldChar w:fldCharType="end"/>
      </w:r>
      <w:r w:rsidRPr="005E05FF">
        <w:t xml:space="preserve">). If the ASN.1 prefix is checked then it must contain the </w:t>
      </w:r>
      <w:r>
        <w:t>octet string ASN.1 identificator</w:t>
      </w:r>
      <w:r w:rsidRPr="005E05FF">
        <w:t xml:space="preserve"> (</w:t>
      </w:r>
      <w:r>
        <w:t>0x04 0x14 in case of DDOC 1.3)</w:t>
      </w:r>
      <w:r w:rsidRPr="005E05FF">
        <w:t>.</w:t>
      </w:r>
    </w:p>
    <w:p w14:paraId="6AABD7F8" w14:textId="77777777" w:rsidR="00633EB5" w:rsidRDefault="00633EB5" w:rsidP="00DF1797">
      <w:pPr>
        <w:rPr>
          <w:lang w:val="en-GB"/>
        </w:rPr>
      </w:pPr>
    </w:p>
    <w:p w14:paraId="5D8931F7" w14:textId="77777777" w:rsidR="008226EC" w:rsidRPr="0013121C" w:rsidRDefault="008226EC" w:rsidP="008226EC">
      <w:pPr>
        <w:rPr>
          <w:b/>
          <w:u w:val="single"/>
          <w:lang w:val="en-GB"/>
        </w:rPr>
      </w:pPr>
      <w:r>
        <w:rPr>
          <w:b/>
          <w:u w:val="single"/>
          <w:lang w:val="en-GB"/>
        </w:rPr>
        <w:t>Data file content type setting</w:t>
      </w:r>
    </w:p>
    <w:tbl>
      <w:tblPr>
        <w:tblStyle w:val="Param"/>
        <w:tblW w:w="8323" w:type="dxa"/>
        <w:tblLook w:val="04A0" w:firstRow="1" w:lastRow="0" w:firstColumn="1" w:lastColumn="0" w:noHBand="0" w:noVBand="1"/>
      </w:tblPr>
      <w:tblGrid>
        <w:gridCol w:w="3681"/>
        <w:gridCol w:w="4642"/>
      </w:tblGrid>
      <w:tr w:rsidR="008226EC" w:rsidRPr="0013121C" w14:paraId="42BA21D9" w14:textId="77777777" w:rsidTr="008226EC">
        <w:trPr>
          <w:cnfStyle w:val="100000000000" w:firstRow="1" w:lastRow="0" w:firstColumn="0" w:lastColumn="0" w:oddVBand="0" w:evenVBand="0" w:oddHBand="0" w:evenHBand="0" w:firstRowFirstColumn="0" w:firstRowLastColumn="0" w:lastRowFirstColumn="0" w:lastRowLastColumn="0"/>
          <w:trHeight w:val="300"/>
        </w:trPr>
        <w:tc>
          <w:tcPr>
            <w:tcW w:w="3681" w:type="dxa"/>
            <w:noWrap/>
          </w:tcPr>
          <w:p w14:paraId="734EA7A5" w14:textId="77777777" w:rsidR="008226EC" w:rsidRPr="0013121C" w:rsidRDefault="008226EC" w:rsidP="008226EC">
            <w:pPr>
              <w:spacing w:after="0"/>
              <w:jc w:val="left"/>
              <w:rPr>
                <w:b/>
                <w:szCs w:val="18"/>
                <w:lang w:val="en-GB"/>
              </w:rPr>
            </w:pPr>
            <w:r w:rsidRPr="0013121C">
              <w:rPr>
                <w:b/>
                <w:szCs w:val="18"/>
                <w:lang w:val="en-GB"/>
              </w:rPr>
              <w:t>Parameter</w:t>
            </w:r>
          </w:p>
        </w:tc>
        <w:tc>
          <w:tcPr>
            <w:tcW w:w="4642" w:type="dxa"/>
            <w:noWrap/>
          </w:tcPr>
          <w:p w14:paraId="2B8259C2" w14:textId="77777777" w:rsidR="008226EC" w:rsidRPr="0013121C" w:rsidRDefault="008226EC" w:rsidP="008226EC">
            <w:pPr>
              <w:spacing w:after="0"/>
              <w:jc w:val="left"/>
              <w:rPr>
                <w:b/>
                <w:szCs w:val="18"/>
                <w:lang w:val="en-GB"/>
              </w:rPr>
            </w:pPr>
            <w:r w:rsidRPr="0013121C">
              <w:rPr>
                <w:b/>
                <w:szCs w:val="18"/>
                <w:lang w:val="en-GB"/>
              </w:rPr>
              <w:t xml:space="preserve">Description </w:t>
            </w:r>
          </w:p>
        </w:tc>
      </w:tr>
      <w:tr w:rsidR="008226EC" w:rsidRPr="0013121C" w14:paraId="156CC1B9" w14:textId="77777777" w:rsidTr="008226EC">
        <w:trPr>
          <w:trHeight w:val="300"/>
        </w:trPr>
        <w:tc>
          <w:tcPr>
            <w:tcW w:w="3681" w:type="dxa"/>
            <w:noWrap/>
            <w:vAlign w:val="center"/>
          </w:tcPr>
          <w:p w14:paraId="79B14869" w14:textId="77777777" w:rsidR="008226EC" w:rsidRPr="0013121C" w:rsidRDefault="008226EC" w:rsidP="008226EC">
            <w:pPr>
              <w:spacing w:after="0"/>
              <w:jc w:val="left"/>
              <w:rPr>
                <w:lang w:val="en-GB"/>
              </w:rPr>
            </w:pPr>
            <w:r>
              <w:rPr>
                <w:lang w:val="en-GB"/>
              </w:rPr>
              <w:t>EMBEDDED_XML_SUPPORT</w:t>
            </w:r>
          </w:p>
        </w:tc>
        <w:tc>
          <w:tcPr>
            <w:tcW w:w="4642" w:type="dxa"/>
            <w:noWrap/>
            <w:vAlign w:val="center"/>
          </w:tcPr>
          <w:p w14:paraId="2133E865" w14:textId="5CFBFA6E" w:rsidR="008226EC" w:rsidRDefault="008226EC" w:rsidP="008226EC">
            <w:pPr>
              <w:spacing w:after="0"/>
              <w:jc w:val="left"/>
              <w:rPr>
                <w:color w:val="000000" w:themeColor="text1"/>
                <w:szCs w:val="18"/>
                <w:lang w:val="en-GB"/>
              </w:rPr>
            </w:pPr>
            <w:r>
              <w:rPr>
                <w:color w:val="000000" w:themeColor="text1"/>
                <w:szCs w:val="18"/>
                <w:lang w:val="en-GB"/>
              </w:rPr>
              <w:t xml:space="preserve">Specifies if </w:t>
            </w:r>
            <w:r w:rsidR="00FA004F">
              <w:rPr>
                <w:color w:val="000000" w:themeColor="text1"/>
                <w:szCs w:val="18"/>
                <w:lang w:val="en-GB"/>
              </w:rPr>
              <w:t>C</w:t>
            </w:r>
            <w:r>
              <w:rPr>
                <w:color w:val="000000" w:themeColor="text1"/>
                <w:szCs w:val="18"/>
                <w:lang w:val="en-GB"/>
              </w:rPr>
              <w:t>DigiDoc allows handling ddoc files that contain payload data as pure text or XML (data file content has been added in EMBEDDED mode). Should be used only to add backward compatibility for reading and validating EMBEDDED ddoc files. By default, EMBEDDED content mode is not supported (expected to produce a respective error message).</w:t>
            </w:r>
          </w:p>
          <w:p w14:paraId="5F673518" w14:textId="77777777" w:rsidR="008226EC" w:rsidRPr="000077A9" w:rsidRDefault="008226EC" w:rsidP="008226EC">
            <w:pPr>
              <w:spacing w:after="0"/>
              <w:jc w:val="left"/>
              <w:rPr>
                <w:color w:val="000000" w:themeColor="text1"/>
                <w:szCs w:val="18"/>
                <w:lang w:val="en-GB"/>
              </w:rPr>
            </w:pPr>
            <w:r>
              <w:rPr>
                <w:color w:val="000000" w:themeColor="text1"/>
                <w:szCs w:val="18"/>
                <w:lang w:val="en-GB"/>
              </w:rPr>
              <w:t>Possible values are: false – not supported, true – supported.</w:t>
            </w:r>
          </w:p>
        </w:tc>
      </w:tr>
    </w:tbl>
    <w:p w14:paraId="08508E2F" w14:textId="77777777" w:rsidR="008226EC" w:rsidRPr="00751DBB" w:rsidRDefault="008226EC" w:rsidP="00DF1797">
      <w:pPr>
        <w:rPr>
          <w:lang w:val="en-GB"/>
        </w:rPr>
      </w:pPr>
    </w:p>
    <w:p w14:paraId="156B487D" w14:textId="77777777" w:rsidR="002A7E80" w:rsidRPr="00751DBB" w:rsidRDefault="009E3372" w:rsidP="002A7E80">
      <w:pPr>
        <w:rPr>
          <w:b/>
          <w:u w:val="single"/>
          <w:lang w:val="en-GB"/>
        </w:rPr>
      </w:pPr>
      <w:r w:rsidRPr="00751DBB">
        <w:rPr>
          <w:b/>
          <w:u w:val="single"/>
          <w:lang w:val="en-GB"/>
        </w:rPr>
        <w:t>Configuring software token usage</w:t>
      </w:r>
    </w:p>
    <w:p w14:paraId="6070702F" w14:textId="087CA121" w:rsidR="00483E44" w:rsidRPr="00F134F5" w:rsidRDefault="00AE26CB" w:rsidP="00F134F5">
      <w:pPr>
        <w:rPr>
          <w:lang w:val="en-GB"/>
        </w:rPr>
      </w:pPr>
      <w:r w:rsidRPr="00751DBB">
        <w:rPr>
          <w:lang w:val="en-GB"/>
        </w:rPr>
        <w:t>CDigiDoc supports using s</w:t>
      </w:r>
      <w:r w:rsidR="009E3372" w:rsidRPr="00751DBB">
        <w:rPr>
          <w:lang w:val="en-GB"/>
        </w:rPr>
        <w:t xml:space="preserve">oftware tokens (PKCS#12 files) for creating technical signatures and decrypting files. </w:t>
      </w:r>
    </w:p>
    <w:p w14:paraId="548C99B5" w14:textId="58AC18B2" w:rsidR="00483E44" w:rsidRPr="00F134F5" w:rsidRDefault="00D0137C" w:rsidP="00F134F5">
      <w:pPr>
        <w:pStyle w:val="ListParagraph"/>
        <w:numPr>
          <w:ilvl w:val="0"/>
          <w:numId w:val="24"/>
        </w:numPr>
        <w:rPr>
          <w:lang w:val="en-GB"/>
        </w:rPr>
      </w:pPr>
      <w:r w:rsidRPr="00F134F5">
        <w:rPr>
          <w:lang w:val="en-GB"/>
        </w:rPr>
        <w:t>No additional confi</w:t>
      </w:r>
      <w:r w:rsidR="004F1F94" w:rsidRPr="00F134F5">
        <w:rPr>
          <w:lang w:val="en-GB"/>
        </w:rPr>
        <w:t>guration settings have to be applied</w:t>
      </w:r>
      <w:r w:rsidRPr="00F134F5">
        <w:rPr>
          <w:lang w:val="en-GB"/>
        </w:rPr>
        <w:t xml:space="preserve"> </w:t>
      </w:r>
      <w:r w:rsidR="00F70E70" w:rsidRPr="00F134F5">
        <w:rPr>
          <w:lang w:val="en-GB"/>
        </w:rPr>
        <w:t>in case of decrypting</w:t>
      </w:r>
      <w:r w:rsidRPr="00F134F5">
        <w:rPr>
          <w:lang w:val="en-GB"/>
        </w:rPr>
        <w:t xml:space="preserve"> with </w:t>
      </w:r>
      <w:r w:rsidR="00F70E70" w:rsidRPr="00F134F5">
        <w:rPr>
          <w:lang w:val="en-GB"/>
        </w:rPr>
        <w:t>software token</w:t>
      </w:r>
      <w:r w:rsidRPr="00F134F5">
        <w:rPr>
          <w:lang w:val="en-GB"/>
        </w:rPr>
        <w:t>.</w:t>
      </w:r>
    </w:p>
    <w:p w14:paraId="30F19E67" w14:textId="055F6890" w:rsidR="00D0137C" w:rsidRPr="00F134F5" w:rsidRDefault="00D0137C" w:rsidP="00F134F5">
      <w:pPr>
        <w:pStyle w:val="ListParagraph"/>
        <w:numPr>
          <w:ilvl w:val="0"/>
          <w:numId w:val="24"/>
        </w:numPr>
        <w:rPr>
          <w:lang w:val="en-GB"/>
        </w:rPr>
      </w:pPr>
      <w:r w:rsidRPr="00F134F5">
        <w:rPr>
          <w:lang w:val="en-GB"/>
        </w:rPr>
        <w:t>In case of digital signing</w:t>
      </w:r>
      <w:r w:rsidR="006E1727" w:rsidRPr="00F134F5">
        <w:rPr>
          <w:lang w:val="en-GB"/>
        </w:rPr>
        <w:t xml:space="preserve"> with software token</w:t>
      </w:r>
      <w:r w:rsidRPr="00F134F5">
        <w:rPr>
          <w:lang w:val="en-GB"/>
        </w:rPr>
        <w:t>, apply the following settings in CDigiDoc configuration file:</w:t>
      </w:r>
    </w:p>
    <w:p w14:paraId="4056B39A" w14:textId="77777777" w:rsidR="00D0137C" w:rsidRPr="00751DBB" w:rsidRDefault="00D0137C" w:rsidP="00390C21">
      <w:pPr>
        <w:pStyle w:val="config"/>
        <w:ind w:left="360"/>
        <w:rPr>
          <w:lang w:val="en-GB"/>
        </w:rPr>
      </w:pPr>
      <w:r w:rsidRPr="00751DBB">
        <w:rPr>
          <w:lang w:val="en-GB"/>
        </w:rPr>
        <w:t>DIGIDOC_SIGNATURE_SLOT=0</w:t>
      </w:r>
    </w:p>
    <w:p w14:paraId="59350125" w14:textId="77777777" w:rsidR="00D0137C" w:rsidRPr="00751DBB" w:rsidRDefault="00D0137C" w:rsidP="00390C21">
      <w:pPr>
        <w:pStyle w:val="config"/>
        <w:ind w:left="360"/>
        <w:rPr>
          <w:lang w:val="en-GB"/>
        </w:rPr>
      </w:pPr>
      <w:r w:rsidRPr="00751DBB">
        <w:rPr>
          <w:lang w:val="en-GB"/>
        </w:rPr>
        <w:t>KEY_USAGE_CHECK=</w:t>
      </w:r>
      <w:r>
        <w:rPr>
          <w:lang w:val="en-GB"/>
        </w:rPr>
        <w:t>0</w:t>
      </w:r>
    </w:p>
    <w:p w14:paraId="6179DF5A" w14:textId="77777777" w:rsidR="000F4075" w:rsidRPr="00D0137C" w:rsidRDefault="00D0137C" w:rsidP="00F134F5">
      <w:pPr>
        <w:rPr>
          <w:szCs w:val="20"/>
          <w:lang w:val="en-GB"/>
        </w:rPr>
      </w:pPr>
      <w:r>
        <w:rPr>
          <w:lang w:val="en-GB"/>
        </w:rPr>
        <w:lastRenderedPageBreak/>
        <w:t>N</w:t>
      </w:r>
      <w:r w:rsidRPr="00751DBB">
        <w:rPr>
          <w:lang w:val="en-GB"/>
        </w:rPr>
        <w:t>ote that when verifying signatures that are created with the parameter value “</w:t>
      </w:r>
      <w:r w:rsidRPr="00751DBB">
        <w:rPr>
          <w:sz w:val="18"/>
          <w:szCs w:val="18"/>
          <w:lang w:val="en-GB"/>
        </w:rPr>
        <w:t>KEY_USAGE_CHECK=</w:t>
      </w:r>
      <w:r>
        <w:rPr>
          <w:sz w:val="18"/>
          <w:szCs w:val="18"/>
          <w:lang w:val="en-GB"/>
        </w:rPr>
        <w:t>0</w:t>
      </w:r>
      <w:r w:rsidRPr="00751DBB">
        <w:rPr>
          <w:sz w:val="18"/>
          <w:szCs w:val="18"/>
          <w:lang w:val="en-GB"/>
        </w:rPr>
        <w:t xml:space="preserve">”, </w:t>
      </w:r>
      <w:r w:rsidRPr="00751DBB">
        <w:rPr>
          <w:szCs w:val="20"/>
          <w:lang w:val="en-GB"/>
        </w:rPr>
        <w:t>an error message “Error: 39 - Signer’s cert does not have non-repudiation bit set!” is produced.</w:t>
      </w:r>
    </w:p>
    <w:p w14:paraId="6A964CE7" w14:textId="77777777" w:rsidR="00C813B3" w:rsidRDefault="00C813B3" w:rsidP="00C813B3">
      <w:pPr>
        <w:rPr>
          <w:lang w:val="en-GB"/>
        </w:rPr>
      </w:pPr>
    </w:p>
    <w:p w14:paraId="20F1E266" w14:textId="77777777" w:rsidR="007D485B" w:rsidRDefault="007D485B">
      <w:pPr>
        <w:spacing w:after="0"/>
        <w:jc w:val="left"/>
        <w:rPr>
          <w:rFonts w:ascii="Arial" w:hAnsi="Arial" w:cs="Arial"/>
          <w:bCs/>
          <w:kern w:val="32"/>
          <w:sz w:val="32"/>
          <w:szCs w:val="32"/>
        </w:rPr>
      </w:pPr>
      <w:bookmarkStart w:id="42" w:name="_Toc374110744"/>
      <w:r>
        <w:br w:type="page"/>
      </w:r>
    </w:p>
    <w:p w14:paraId="2311345A" w14:textId="5D304C74" w:rsidR="00C813B3" w:rsidRPr="00C813B3" w:rsidRDefault="00C813B3" w:rsidP="00C813B3">
      <w:pPr>
        <w:pStyle w:val="Heading1"/>
      </w:pPr>
      <w:bookmarkStart w:id="43" w:name="_Toc410733906"/>
      <w:r w:rsidRPr="00C813B3">
        <w:lastRenderedPageBreak/>
        <w:t>Using CDigiDoc API</w:t>
      </w:r>
      <w:bookmarkEnd w:id="42"/>
      <w:bookmarkEnd w:id="43"/>
    </w:p>
    <w:p w14:paraId="7E155FBD" w14:textId="77777777" w:rsidR="00BE2749" w:rsidRPr="00D56B07" w:rsidRDefault="00BE2749" w:rsidP="00D56B07">
      <w:pPr>
        <w:pStyle w:val="Heading2"/>
      </w:pPr>
      <w:bookmarkStart w:id="44" w:name="_Toc410733907"/>
      <w:r w:rsidRPr="00D56B07">
        <w:t>Digital signing</w:t>
      </w:r>
      <w:bookmarkEnd w:id="44"/>
    </w:p>
    <w:p w14:paraId="1506C562" w14:textId="77777777" w:rsidR="00663865" w:rsidRPr="00751DBB" w:rsidRDefault="003C5E5C" w:rsidP="00663865">
      <w:pPr>
        <w:rPr>
          <w:lang w:val="en-GB"/>
        </w:rPr>
      </w:pPr>
      <w:r w:rsidRPr="00751DBB">
        <w:rPr>
          <w:lang w:val="en-GB"/>
        </w:rPr>
        <w:t>C</w:t>
      </w:r>
      <w:r w:rsidR="00663865" w:rsidRPr="00751DBB">
        <w:rPr>
          <w:lang w:val="en-GB"/>
        </w:rPr>
        <w:t xml:space="preserve">DigiDoc library offers creating, signing and verification of digitally signed documents, according to XAdES (ETSI TS101903) and XML-DSIG standards. In </w:t>
      </w:r>
      <w:r w:rsidR="00613508" w:rsidRPr="00751DBB">
        <w:rPr>
          <w:lang w:val="en-GB"/>
        </w:rPr>
        <w:t xml:space="preserve">the </w:t>
      </w:r>
      <w:r w:rsidR="00663865" w:rsidRPr="00751DBB">
        <w:rPr>
          <w:lang w:val="en-GB"/>
        </w:rPr>
        <w:t>next chapters a short introduction is given on the main API calls used to accomplish the above mentioned.</w:t>
      </w:r>
    </w:p>
    <w:p w14:paraId="00798053" w14:textId="6CA49513" w:rsidR="00C813B3" w:rsidRPr="00D9141C" w:rsidRDefault="00663865" w:rsidP="00C813B3">
      <w:pPr>
        <w:pStyle w:val="Heading3"/>
      </w:pPr>
      <w:bookmarkStart w:id="45" w:name="_Toc410733908"/>
      <w:r w:rsidRPr="00C813B3">
        <w:t>Initialization</w:t>
      </w:r>
      <w:bookmarkEnd w:id="45"/>
    </w:p>
    <w:p w14:paraId="503C8E33" w14:textId="77777777" w:rsidR="003C5E5C" w:rsidRPr="00751DBB" w:rsidRDefault="007E46EA" w:rsidP="003C5E5C">
      <w:pPr>
        <w:rPr>
          <w:lang w:val="en-GB"/>
        </w:rPr>
      </w:pPr>
      <w:r w:rsidRPr="00751DBB">
        <w:rPr>
          <w:lang w:val="en-GB"/>
        </w:rPr>
        <w:t>Firstly,</w:t>
      </w:r>
      <w:r w:rsidR="003C5E5C" w:rsidRPr="00751DBB">
        <w:rPr>
          <w:lang w:val="en-GB"/>
        </w:rPr>
        <w:t xml:space="preserve"> define </w:t>
      </w:r>
      <w:r w:rsidRPr="00751DBB">
        <w:rPr>
          <w:lang w:val="en-GB"/>
        </w:rPr>
        <w:t xml:space="preserve">the </w:t>
      </w:r>
      <w:r w:rsidR="003C5E5C" w:rsidRPr="00751DBB">
        <w:rPr>
          <w:lang w:val="en-GB"/>
        </w:rPr>
        <w:t>required structures:</w:t>
      </w:r>
    </w:p>
    <w:p w14:paraId="3E280E26" w14:textId="77777777" w:rsidR="003C5E5C" w:rsidRPr="00751DBB" w:rsidRDefault="003C5E5C" w:rsidP="003C5E5C">
      <w:pPr>
        <w:pStyle w:val="eclipse"/>
        <w:rPr>
          <w:lang w:val="en-GB"/>
        </w:rPr>
      </w:pPr>
      <w:r w:rsidRPr="00751DBB">
        <w:rPr>
          <w:lang w:val="en-GB"/>
        </w:rPr>
        <w:t xml:space="preserve">SignedDoc* pSigDoc; </w:t>
      </w:r>
    </w:p>
    <w:p w14:paraId="21B3A205" w14:textId="77777777" w:rsidR="003C5E5C" w:rsidRPr="00751DBB" w:rsidRDefault="003C5E5C" w:rsidP="003C5E5C">
      <w:pPr>
        <w:rPr>
          <w:lang w:val="en-GB"/>
        </w:rPr>
      </w:pPr>
      <w:r w:rsidRPr="00751DBB">
        <w:rPr>
          <w:lang w:val="en-GB"/>
        </w:rPr>
        <w:t>This structure reflects the file format of DigiDoc. All other relevant structures are part of this basic structure.</w:t>
      </w:r>
    </w:p>
    <w:p w14:paraId="035B67F8" w14:textId="77777777" w:rsidR="003C5E5C" w:rsidRPr="00751DBB" w:rsidRDefault="003C5E5C" w:rsidP="003C5E5C">
      <w:pPr>
        <w:pStyle w:val="eclipse"/>
        <w:rPr>
          <w:lang w:val="en-GB"/>
        </w:rPr>
      </w:pPr>
      <w:r w:rsidRPr="00751DBB">
        <w:rPr>
          <w:lang w:val="en-GB"/>
        </w:rPr>
        <w:t xml:space="preserve">DataFile* pDataFile; </w:t>
      </w:r>
    </w:p>
    <w:p w14:paraId="64B059E0" w14:textId="77777777" w:rsidR="006D203F" w:rsidRPr="00751DBB" w:rsidRDefault="006D203F" w:rsidP="003C5E5C">
      <w:pPr>
        <w:rPr>
          <w:lang w:val="en-GB"/>
        </w:rPr>
      </w:pPr>
      <w:r w:rsidRPr="00751DBB">
        <w:rPr>
          <w:lang w:val="en-GB"/>
        </w:rPr>
        <w:t xml:space="preserve">One DataFile structure corresponds to </w:t>
      </w:r>
      <w:r w:rsidR="00430379" w:rsidRPr="00751DBB">
        <w:rPr>
          <w:lang w:val="en-GB"/>
        </w:rPr>
        <w:t>one</w:t>
      </w:r>
      <w:r w:rsidRPr="00751DBB">
        <w:rPr>
          <w:lang w:val="en-GB"/>
        </w:rPr>
        <w:t xml:space="preserve"> original </w:t>
      </w:r>
      <w:r w:rsidR="00430379" w:rsidRPr="00751DBB">
        <w:rPr>
          <w:lang w:val="en-GB"/>
        </w:rPr>
        <w:t xml:space="preserve">data </w:t>
      </w:r>
      <w:r w:rsidRPr="00751DBB">
        <w:rPr>
          <w:lang w:val="en-GB"/>
        </w:rPr>
        <w:t>file (file-to-be-signed) in DigiDoc container. One DigiDoc container can incorpor</w:t>
      </w:r>
      <w:r w:rsidR="00430379" w:rsidRPr="00751DBB">
        <w:rPr>
          <w:lang w:val="en-GB"/>
        </w:rPr>
        <w:t xml:space="preserve">ate multiple </w:t>
      </w:r>
      <w:r w:rsidR="00A00864" w:rsidRPr="00751DBB">
        <w:rPr>
          <w:lang w:val="en-GB"/>
        </w:rPr>
        <w:t>data</w:t>
      </w:r>
      <w:r w:rsidR="00430379" w:rsidRPr="00751DBB">
        <w:rPr>
          <w:lang w:val="en-GB"/>
        </w:rPr>
        <w:t xml:space="preserve"> files. The</w:t>
      </w:r>
      <w:r w:rsidRPr="00751DBB">
        <w:rPr>
          <w:lang w:val="en-GB"/>
        </w:rPr>
        <w:t xml:space="preserve"> </w:t>
      </w:r>
      <w:r w:rsidR="00A00864" w:rsidRPr="00751DBB">
        <w:rPr>
          <w:lang w:val="en-GB"/>
        </w:rPr>
        <w:t>data</w:t>
      </w:r>
      <w:r w:rsidRPr="00751DBB">
        <w:rPr>
          <w:lang w:val="en-GB"/>
        </w:rPr>
        <w:t xml:space="preserve"> file</w:t>
      </w:r>
      <w:r w:rsidR="00430379" w:rsidRPr="00751DBB">
        <w:rPr>
          <w:lang w:val="en-GB"/>
        </w:rPr>
        <w:t>s are</w:t>
      </w:r>
      <w:r w:rsidRPr="00751DBB">
        <w:rPr>
          <w:lang w:val="en-GB"/>
        </w:rPr>
        <w:t xml:space="preserve"> embedded in the DigiDoc container. </w:t>
      </w:r>
    </w:p>
    <w:p w14:paraId="5C74DCD6" w14:textId="77777777" w:rsidR="003C5E5C" w:rsidRPr="00751DBB" w:rsidRDefault="00430379" w:rsidP="003C5E5C">
      <w:pPr>
        <w:rPr>
          <w:lang w:val="en-GB"/>
        </w:rPr>
      </w:pPr>
      <w:r w:rsidRPr="00751DBB">
        <w:rPr>
          <w:lang w:val="en-GB"/>
        </w:rPr>
        <w:t>I</w:t>
      </w:r>
      <w:r w:rsidR="006D203F" w:rsidRPr="00751DBB">
        <w:rPr>
          <w:lang w:val="en-GB"/>
        </w:rPr>
        <w:t>nitializ</w:t>
      </w:r>
      <w:r w:rsidRPr="00751DBB">
        <w:rPr>
          <w:lang w:val="en-GB"/>
        </w:rPr>
        <w:t>e the library with the following function:</w:t>
      </w:r>
    </w:p>
    <w:p w14:paraId="0A48DE41" w14:textId="77777777" w:rsidR="003C5E5C" w:rsidRPr="00751DBB" w:rsidRDefault="003C5E5C" w:rsidP="003C5E5C">
      <w:pPr>
        <w:pStyle w:val="eclipse"/>
        <w:rPr>
          <w:lang w:val="en-GB"/>
        </w:rPr>
      </w:pPr>
      <w:r w:rsidRPr="00751DBB">
        <w:rPr>
          <w:lang w:val="en-GB"/>
        </w:rPr>
        <w:t>initDigiDocLib();</w:t>
      </w:r>
    </w:p>
    <w:p w14:paraId="2883154B" w14:textId="77777777" w:rsidR="003C5E5C" w:rsidRPr="00751DBB" w:rsidRDefault="003C5E5C" w:rsidP="003C5E5C">
      <w:pPr>
        <w:rPr>
          <w:lang w:val="en-GB"/>
        </w:rPr>
      </w:pPr>
      <w:r w:rsidRPr="00751DBB">
        <w:rPr>
          <w:lang w:val="en-GB"/>
        </w:rPr>
        <w:t>This ensures all OpenSSL library p</w:t>
      </w:r>
      <w:r w:rsidR="006D203F" w:rsidRPr="00751DBB">
        <w:rPr>
          <w:lang w:val="en-GB"/>
        </w:rPr>
        <w:t>arameters are properly initializ</w:t>
      </w:r>
      <w:r w:rsidRPr="00751DBB">
        <w:rPr>
          <w:lang w:val="en-GB"/>
        </w:rPr>
        <w:t>ed.</w:t>
      </w:r>
    </w:p>
    <w:p w14:paraId="47D4A222" w14:textId="77777777" w:rsidR="00663865" w:rsidRPr="00751DBB" w:rsidRDefault="006D203F" w:rsidP="00C813B3">
      <w:pPr>
        <w:pStyle w:val="Heading3"/>
      </w:pPr>
      <w:bookmarkStart w:id="46" w:name="_Toc410733909"/>
      <w:r w:rsidRPr="00751DBB">
        <w:t>Creating a DigiD</w:t>
      </w:r>
      <w:r w:rsidR="00663865" w:rsidRPr="00751DBB">
        <w:t>oc document</w:t>
      </w:r>
      <w:bookmarkEnd w:id="46"/>
    </w:p>
    <w:p w14:paraId="435CBB8E" w14:textId="77777777" w:rsidR="003C5E5C" w:rsidRPr="00751DBB" w:rsidRDefault="003C5E5C" w:rsidP="003C5E5C">
      <w:pPr>
        <w:rPr>
          <w:lang w:val="en-GB"/>
        </w:rPr>
      </w:pPr>
      <w:r w:rsidRPr="00751DBB">
        <w:rPr>
          <w:lang w:val="en-GB"/>
        </w:rPr>
        <w:t xml:space="preserve">DigiDoc structure </w:t>
      </w:r>
      <w:r w:rsidR="00430379" w:rsidRPr="00751DBB">
        <w:rPr>
          <w:lang w:val="en-GB"/>
        </w:rPr>
        <w:t>should first be created in memory</w:t>
      </w:r>
      <w:r w:rsidR="00D7722D" w:rsidRPr="00751DBB">
        <w:rPr>
          <w:lang w:val="en-GB"/>
        </w:rPr>
        <w:t>:</w:t>
      </w:r>
      <w:r w:rsidR="00430379" w:rsidRPr="00751DBB">
        <w:rPr>
          <w:lang w:val="en-GB"/>
        </w:rPr>
        <w:t xml:space="preserve"> </w:t>
      </w:r>
    </w:p>
    <w:p w14:paraId="5794222F" w14:textId="77777777" w:rsidR="00430379" w:rsidRPr="00751DBB" w:rsidRDefault="003C5E5C" w:rsidP="003C5E5C">
      <w:pPr>
        <w:pStyle w:val="eclipse"/>
        <w:rPr>
          <w:lang w:val="en-GB"/>
        </w:rPr>
      </w:pPr>
      <w:r w:rsidRPr="00751DBB">
        <w:rPr>
          <w:lang w:val="en-GB"/>
        </w:rPr>
        <w:t xml:space="preserve">SignedDoc_new(&amp;pSigDoc, </w:t>
      </w:r>
    </w:p>
    <w:p w14:paraId="68F0389E" w14:textId="77777777" w:rsidR="00430379" w:rsidRPr="00751DBB" w:rsidRDefault="003C5E5C" w:rsidP="00430379">
      <w:pPr>
        <w:pStyle w:val="eclipse"/>
        <w:ind w:firstLine="589"/>
        <w:rPr>
          <w:rStyle w:val="ecl-commentChar"/>
          <w:lang w:val="en-GB"/>
        </w:rPr>
      </w:pPr>
      <w:r w:rsidRPr="00751DBB">
        <w:rPr>
          <w:rStyle w:val="Ecl-paramChar"/>
          <w:lang w:val="en-GB"/>
        </w:rPr>
        <w:t>DIGIDOC_XML_1</w:t>
      </w:r>
      <w:r w:rsidR="00BC32C1" w:rsidRPr="00751DBB">
        <w:rPr>
          <w:rStyle w:val="Ecl-paramChar"/>
          <w:lang w:val="en-GB"/>
        </w:rPr>
        <w:t>_1</w:t>
      </w:r>
      <w:r w:rsidRPr="00751DBB">
        <w:rPr>
          <w:rStyle w:val="Ecl-paramChar"/>
          <w:lang w:val="en-GB"/>
        </w:rPr>
        <w:t>_NAME</w:t>
      </w:r>
      <w:r w:rsidRPr="00751DBB">
        <w:rPr>
          <w:lang w:val="en-GB"/>
        </w:rPr>
        <w:t xml:space="preserve">, </w:t>
      </w:r>
      <w:r w:rsidR="00430379" w:rsidRPr="00751DBB">
        <w:rPr>
          <w:rStyle w:val="ecl-commentChar"/>
          <w:lang w:val="en-GB"/>
        </w:rPr>
        <w:t>// format of the DigiDoc document</w:t>
      </w:r>
    </w:p>
    <w:p w14:paraId="62B8F38B" w14:textId="77777777" w:rsidR="003C5E5C" w:rsidRPr="00751DBB" w:rsidRDefault="003C5E5C" w:rsidP="00430379">
      <w:pPr>
        <w:pStyle w:val="eclipse"/>
        <w:ind w:firstLine="589"/>
        <w:rPr>
          <w:rStyle w:val="ecl-commentChar"/>
          <w:lang w:val="en-GB"/>
        </w:rPr>
      </w:pPr>
      <w:r w:rsidRPr="00751DBB">
        <w:rPr>
          <w:rStyle w:val="Ecl-paramChar"/>
          <w:lang w:val="en-GB"/>
        </w:rPr>
        <w:t>DIGIDOC_XML_1_3_VER</w:t>
      </w:r>
      <w:r w:rsidRPr="00751DBB">
        <w:rPr>
          <w:lang w:val="en-GB"/>
        </w:rPr>
        <w:t>);</w:t>
      </w:r>
      <w:r w:rsidR="00430379" w:rsidRPr="00751DBB">
        <w:rPr>
          <w:lang w:val="en-GB"/>
        </w:rPr>
        <w:t xml:space="preserve"> </w:t>
      </w:r>
      <w:r w:rsidR="00430379" w:rsidRPr="00751DBB">
        <w:rPr>
          <w:rStyle w:val="ecl-commentChar"/>
          <w:lang w:val="en-GB"/>
        </w:rPr>
        <w:t xml:space="preserve">// </w:t>
      </w:r>
      <w:r w:rsidR="00DE3539" w:rsidRPr="00751DBB">
        <w:rPr>
          <w:rStyle w:val="ecl-commentChar"/>
          <w:lang w:val="en-GB"/>
        </w:rPr>
        <w:t xml:space="preserve">default </w:t>
      </w:r>
      <w:r w:rsidR="00430379" w:rsidRPr="00751DBB">
        <w:rPr>
          <w:rStyle w:val="ecl-commentChar"/>
          <w:lang w:val="en-GB"/>
        </w:rPr>
        <w:t>version number</w:t>
      </w:r>
    </w:p>
    <w:p w14:paraId="6C63F5C8" w14:textId="77777777" w:rsidR="00DE3539" w:rsidRPr="00751DBB" w:rsidRDefault="00430379" w:rsidP="00DE3539">
      <w:pPr>
        <w:rPr>
          <w:lang w:val="en-GB"/>
        </w:rPr>
      </w:pPr>
      <w:r w:rsidRPr="00751DBB">
        <w:rPr>
          <w:lang w:val="en-GB"/>
        </w:rPr>
        <w:t>Values of the</w:t>
      </w:r>
      <w:r w:rsidR="003C5E5C" w:rsidRPr="00751DBB">
        <w:rPr>
          <w:lang w:val="en-GB"/>
        </w:rPr>
        <w:t xml:space="preserve"> constant</w:t>
      </w:r>
      <w:r w:rsidRPr="00751DBB">
        <w:rPr>
          <w:lang w:val="en-GB"/>
        </w:rPr>
        <w:t>s</w:t>
      </w:r>
      <w:r w:rsidR="003C5E5C" w:rsidRPr="00751DBB">
        <w:rPr>
          <w:lang w:val="en-GB"/>
        </w:rPr>
        <w:t xml:space="preserve"> above are defined as “DIGIDOC-XML” and “1.3” (</w:t>
      </w:r>
      <w:r w:rsidR="00120489" w:rsidRPr="00751DBB">
        <w:rPr>
          <w:lang w:val="en-GB"/>
        </w:rPr>
        <w:t xml:space="preserve">in </w:t>
      </w:r>
      <w:r w:rsidR="003C5E5C" w:rsidRPr="00751DBB">
        <w:rPr>
          <w:lang w:val="en-GB"/>
        </w:rPr>
        <w:t>DigiDocLib.h</w:t>
      </w:r>
      <w:r w:rsidR="00120489" w:rsidRPr="00751DBB">
        <w:rPr>
          <w:lang w:val="en-GB"/>
        </w:rPr>
        <w:t xml:space="preserve"> source file</w:t>
      </w:r>
      <w:r w:rsidR="003C5E5C" w:rsidRPr="00751DBB">
        <w:rPr>
          <w:lang w:val="en-GB"/>
        </w:rPr>
        <w:t xml:space="preserve">). </w:t>
      </w:r>
      <w:r w:rsidR="00EC2516" w:rsidRPr="00751DBB">
        <w:rPr>
          <w:lang w:val="en-GB"/>
        </w:rPr>
        <w:t xml:space="preserve"> </w:t>
      </w:r>
    </w:p>
    <w:p w14:paraId="51D8F523" w14:textId="77777777" w:rsidR="00907680" w:rsidRPr="00290ADE" w:rsidRDefault="00907680" w:rsidP="00907680">
      <w:pPr>
        <w:rPr>
          <w:lang w:val="en-GB"/>
        </w:rPr>
      </w:pPr>
      <w:r w:rsidRPr="001231C6">
        <w:rPr>
          <w:b/>
          <w:lang w:val="en-GB"/>
        </w:rPr>
        <w:t>Note</w:t>
      </w:r>
      <w:r>
        <w:rPr>
          <w:lang w:val="en-GB"/>
        </w:rPr>
        <w:t xml:space="preserve">: the functionality of creating new files </w:t>
      </w:r>
      <w:r w:rsidR="00000F79">
        <w:rPr>
          <w:lang w:val="en-GB"/>
        </w:rPr>
        <w:t xml:space="preserve">in </w:t>
      </w:r>
      <w:r>
        <w:rPr>
          <w:lang w:val="en-GB"/>
        </w:rPr>
        <w:t>older DigiDoc file formats SK-XML, DIGIDOC-XML 1.1 and DIGIDOC-XML 1.2</w:t>
      </w:r>
      <w:r w:rsidR="00000F79" w:rsidRPr="00000F79">
        <w:rPr>
          <w:lang w:val="en-GB"/>
        </w:rPr>
        <w:t xml:space="preserve"> </w:t>
      </w:r>
      <w:r w:rsidR="00000F79">
        <w:rPr>
          <w:lang w:val="en-GB"/>
        </w:rPr>
        <w:t>is no longer supported</w:t>
      </w:r>
      <w:r>
        <w:rPr>
          <w:lang w:val="en-GB"/>
        </w:rPr>
        <w:t>.</w:t>
      </w:r>
    </w:p>
    <w:p w14:paraId="0B4126BF" w14:textId="77777777" w:rsidR="00A00864" w:rsidRPr="00751DBB" w:rsidRDefault="00A00864" w:rsidP="003C5E5C">
      <w:pPr>
        <w:rPr>
          <w:lang w:val="en-GB"/>
        </w:rPr>
      </w:pPr>
      <w:r w:rsidRPr="00751DBB">
        <w:rPr>
          <w:lang w:val="en-GB"/>
        </w:rPr>
        <w:t xml:space="preserve">In the following </w:t>
      </w:r>
      <w:r w:rsidR="00C53D24" w:rsidRPr="00751DBB">
        <w:rPr>
          <w:lang w:val="en-GB"/>
        </w:rPr>
        <w:t>sections</w:t>
      </w:r>
      <w:r w:rsidRPr="00751DBB">
        <w:rPr>
          <w:lang w:val="en-GB"/>
        </w:rPr>
        <w:t xml:space="preserve">, we add </w:t>
      </w:r>
      <w:r w:rsidR="00C53D24" w:rsidRPr="00751DBB">
        <w:rPr>
          <w:lang w:val="en-GB"/>
        </w:rPr>
        <w:t>a</w:t>
      </w:r>
      <w:r w:rsidRPr="00751DBB">
        <w:rPr>
          <w:lang w:val="en-GB"/>
        </w:rPr>
        <w:t xml:space="preserve"> data file and </w:t>
      </w:r>
      <w:r w:rsidR="00C53D24" w:rsidRPr="00751DBB">
        <w:rPr>
          <w:lang w:val="en-GB"/>
        </w:rPr>
        <w:t xml:space="preserve">a </w:t>
      </w:r>
      <w:r w:rsidRPr="00751DBB">
        <w:rPr>
          <w:lang w:val="en-GB"/>
        </w:rPr>
        <w:t>signature to the DigiDoc structure before writing it in</w:t>
      </w:r>
      <w:r w:rsidR="00C53D24" w:rsidRPr="00751DBB">
        <w:rPr>
          <w:lang w:val="en-GB"/>
        </w:rPr>
        <w:t xml:space="preserve">to an output </w:t>
      </w:r>
      <w:r w:rsidRPr="00751DBB">
        <w:rPr>
          <w:lang w:val="en-GB"/>
        </w:rPr>
        <w:t>file.</w:t>
      </w:r>
      <w:r w:rsidR="00C53D24" w:rsidRPr="00751DBB">
        <w:rPr>
          <w:lang w:val="en-GB"/>
        </w:rPr>
        <w:t xml:space="preserve"> </w:t>
      </w:r>
    </w:p>
    <w:p w14:paraId="5D78177F" w14:textId="77777777" w:rsidR="00663865" w:rsidRPr="00751DBB" w:rsidRDefault="00663865" w:rsidP="00C813B3">
      <w:pPr>
        <w:pStyle w:val="Heading3"/>
      </w:pPr>
      <w:bookmarkStart w:id="47" w:name="_Toc410733910"/>
      <w:r w:rsidRPr="00751DBB">
        <w:t>Adding data files</w:t>
      </w:r>
      <w:bookmarkEnd w:id="47"/>
    </w:p>
    <w:p w14:paraId="18E71B45" w14:textId="311FE6FF" w:rsidR="00895790" w:rsidRPr="00895790" w:rsidRDefault="00895790" w:rsidP="0012791C">
      <w:r w:rsidRPr="005E05FF">
        <w:t>In order to add a data file to a container, the container has to be unsigned and there shouldn’t be an existing data file with the same name in the container.</w:t>
      </w:r>
      <w:r>
        <w:t xml:space="preserve"> Note that only the data file name without path is saved in the document (‘/’ and ‘\’ characters are not allowed in the data file’s name).</w:t>
      </w:r>
    </w:p>
    <w:p w14:paraId="632A401F" w14:textId="77777777" w:rsidR="009D76BC" w:rsidRDefault="00A91ECE" w:rsidP="0012791C">
      <w:pPr>
        <w:rPr>
          <w:lang w:val="en-GB"/>
        </w:rPr>
      </w:pPr>
      <w:r>
        <w:rPr>
          <w:lang w:val="en-GB"/>
        </w:rPr>
        <w:t xml:space="preserve">Data files can be added to a DigiDoc container in two alternative ways: </w:t>
      </w:r>
    </w:p>
    <w:p w14:paraId="66EACF0F" w14:textId="77777777" w:rsidR="009D76BC" w:rsidRDefault="00A91ECE" w:rsidP="00AC5E92">
      <w:pPr>
        <w:pStyle w:val="ListParagraph"/>
        <w:numPr>
          <w:ilvl w:val="0"/>
          <w:numId w:val="28"/>
        </w:numPr>
        <w:rPr>
          <w:lang w:val="en-GB"/>
        </w:rPr>
      </w:pPr>
      <w:r w:rsidRPr="009D76BC">
        <w:rPr>
          <w:lang w:val="en-GB"/>
        </w:rPr>
        <w:t>by reading the data from a file on the disk and using temporary files to store any</w:t>
      </w:r>
      <w:r w:rsidR="009D76BC">
        <w:rPr>
          <w:lang w:val="en-GB"/>
        </w:rPr>
        <w:t xml:space="preserve"> intermediary data;</w:t>
      </w:r>
      <w:r w:rsidRPr="009D76BC">
        <w:rPr>
          <w:lang w:val="en-GB"/>
        </w:rPr>
        <w:t xml:space="preserve"> </w:t>
      </w:r>
    </w:p>
    <w:p w14:paraId="59165E92" w14:textId="77777777" w:rsidR="00A91ECE" w:rsidRPr="009D76BC" w:rsidRDefault="00A91ECE" w:rsidP="00AC5E92">
      <w:pPr>
        <w:pStyle w:val="ListParagraph"/>
        <w:numPr>
          <w:ilvl w:val="0"/>
          <w:numId w:val="28"/>
        </w:numPr>
        <w:rPr>
          <w:lang w:val="en-GB"/>
        </w:rPr>
      </w:pPr>
      <w:r w:rsidRPr="009D76BC">
        <w:rPr>
          <w:lang w:val="en-GB"/>
        </w:rPr>
        <w:t xml:space="preserve">by using only internal memory buffers (e.g. data to be added has been generated dynamically or </w:t>
      </w:r>
      <w:r w:rsidR="009D76BC">
        <w:rPr>
          <w:lang w:val="en-GB"/>
        </w:rPr>
        <w:t xml:space="preserve">has been </w:t>
      </w:r>
      <w:r w:rsidRPr="009D76BC">
        <w:rPr>
          <w:lang w:val="en-GB"/>
        </w:rPr>
        <w:t>read from a database).</w:t>
      </w:r>
    </w:p>
    <w:p w14:paraId="4A36E500" w14:textId="77777777" w:rsidR="00A91ECE" w:rsidRDefault="007B7F4A" w:rsidP="00AC5E92">
      <w:pPr>
        <w:pStyle w:val="ListParagraph"/>
        <w:numPr>
          <w:ilvl w:val="0"/>
          <w:numId w:val="41"/>
        </w:numPr>
        <w:ind w:left="284" w:hanging="284"/>
        <w:rPr>
          <w:lang w:val="en-GB"/>
        </w:rPr>
      </w:pPr>
      <w:r>
        <w:rPr>
          <w:lang w:val="en-GB"/>
        </w:rPr>
        <w:t>Adding a data file by r</w:t>
      </w:r>
      <w:r w:rsidR="00A91ECE">
        <w:rPr>
          <w:lang w:val="en-GB"/>
        </w:rPr>
        <w:t xml:space="preserve">eading </w:t>
      </w:r>
      <w:r>
        <w:rPr>
          <w:lang w:val="en-GB"/>
        </w:rPr>
        <w:t>the</w:t>
      </w:r>
      <w:r w:rsidR="00A91ECE">
        <w:rPr>
          <w:lang w:val="en-GB"/>
        </w:rPr>
        <w:t xml:space="preserve"> file from disk and storing intermediary data in temporary files</w:t>
      </w:r>
    </w:p>
    <w:p w14:paraId="36FC024C" w14:textId="77777777" w:rsidR="003C5E5C" w:rsidRPr="00A91ECE" w:rsidRDefault="005A577B" w:rsidP="007B7F4A">
      <w:pPr>
        <w:ind w:left="284"/>
        <w:rPr>
          <w:lang w:val="en-GB"/>
        </w:rPr>
      </w:pPr>
      <w:r>
        <w:rPr>
          <w:lang w:val="en-GB"/>
        </w:rPr>
        <w:lastRenderedPageBreak/>
        <w:t>Firstly,</w:t>
      </w:r>
      <w:r w:rsidR="007F64D9" w:rsidRPr="00A91ECE">
        <w:rPr>
          <w:lang w:val="en-GB"/>
        </w:rPr>
        <w:t xml:space="preserve"> c</w:t>
      </w:r>
      <w:r w:rsidR="003F5C7B" w:rsidRPr="00A91ECE">
        <w:rPr>
          <w:lang w:val="en-GB"/>
        </w:rPr>
        <w:t>all the function Datafile_new()</w:t>
      </w:r>
      <w:r w:rsidR="007F64D9" w:rsidRPr="00A91ECE">
        <w:rPr>
          <w:lang w:val="en-GB"/>
        </w:rPr>
        <w:t>. The function</w:t>
      </w:r>
      <w:r w:rsidR="003F5C7B" w:rsidRPr="00A91ECE">
        <w:rPr>
          <w:lang w:val="en-GB"/>
        </w:rPr>
        <w:t xml:space="preserve"> creates a new DataFile element and saves the original data file in DigiDoc container:</w:t>
      </w:r>
    </w:p>
    <w:p w14:paraId="7CF0FA84" w14:textId="77777777" w:rsidR="0060179F" w:rsidRPr="00751DBB" w:rsidRDefault="003C5E5C" w:rsidP="007B7F4A">
      <w:pPr>
        <w:pStyle w:val="eclipse"/>
        <w:ind w:left="360"/>
        <w:rPr>
          <w:lang w:val="en-GB"/>
        </w:rPr>
      </w:pPr>
      <w:r w:rsidRPr="00751DBB">
        <w:rPr>
          <w:lang w:val="en-GB"/>
        </w:rPr>
        <w:t xml:space="preserve">DataFile_new(&amp;pDataFile, </w:t>
      </w:r>
      <w:r w:rsidR="0060179F" w:rsidRPr="00751DBB">
        <w:rPr>
          <w:rStyle w:val="ecl-commentChar"/>
          <w:lang w:val="en-GB"/>
        </w:rPr>
        <w:t>// data file to be added</w:t>
      </w:r>
    </w:p>
    <w:p w14:paraId="43C7A326" w14:textId="77777777" w:rsidR="0060179F" w:rsidRPr="00751DBB" w:rsidRDefault="003C5E5C" w:rsidP="007B7F4A">
      <w:pPr>
        <w:pStyle w:val="eclipse"/>
        <w:ind w:left="360" w:firstLine="589"/>
        <w:rPr>
          <w:rStyle w:val="ecl-commentChar"/>
          <w:lang w:val="en-GB"/>
        </w:rPr>
      </w:pPr>
      <w:r w:rsidRPr="00751DBB">
        <w:rPr>
          <w:lang w:val="en-GB"/>
        </w:rPr>
        <w:t>p</w:t>
      </w:r>
      <w:r w:rsidR="00E36E2A" w:rsidRPr="00751DBB">
        <w:rPr>
          <w:lang w:val="en-GB"/>
        </w:rPr>
        <w:t xml:space="preserve">SigDoc, </w:t>
      </w:r>
      <w:r w:rsidR="0060179F" w:rsidRPr="00751DBB">
        <w:rPr>
          <w:rStyle w:val="ecl-commentChar"/>
          <w:lang w:val="en-GB"/>
        </w:rPr>
        <w:t xml:space="preserve">// DigiDoc structure </w:t>
      </w:r>
      <w:r w:rsidR="0051590D" w:rsidRPr="00751DBB">
        <w:rPr>
          <w:rStyle w:val="ecl-commentChar"/>
          <w:lang w:val="en-GB"/>
        </w:rPr>
        <w:t>to which</w:t>
      </w:r>
      <w:r w:rsidR="0060179F" w:rsidRPr="00751DBB">
        <w:rPr>
          <w:rStyle w:val="ecl-commentChar"/>
          <w:lang w:val="en-GB"/>
        </w:rPr>
        <w:t xml:space="preserve"> the data file is added</w:t>
      </w:r>
    </w:p>
    <w:p w14:paraId="5CCAB2C2" w14:textId="77777777" w:rsidR="0060179F" w:rsidRPr="00751DBB" w:rsidRDefault="00E36E2A" w:rsidP="007B7F4A">
      <w:pPr>
        <w:pStyle w:val="eclipse"/>
        <w:ind w:left="360" w:firstLine="589"/>
        <w:rPr>
          <w:lang w:val="en-GB"/>
        </w:rPr>
      </w:pPr>
      <w:r w:rsidRPr="00751DBB">
        <w:rPr>
          <w:rStyle w:val="Ecl-paramChar"/>
          <w:lang w:val="en-GB"/>
        </w:rPr>
        <w:t>NULL</w:t>
      </w:r>
      <w:r w:rsidRPr="00751DBB">
        <w:rPr>
          <w:lang w:val="en-GB"/>
        </w:rPr>
        <w:t xml:space="preserve">, </w:t>
      </w:r>
      <w:r w:rsidR="0060179F" w:rsidRPr="00751DBB">
        <w:rPr>
          <w:rStyle w:val="ecl-commentChar"/>
          <w:lang w:val="en-GB"/>
        </w:rPr>
        <w:t>// data file’s id</w:t>
      </w:r>
    </w:p>
    <w:p w14:paraId="6738A107" w14:textId="77777777" w:rsidR="0060179F" w:rsidRPr="00751DBB" w:rsidRDefault="00E36E2A" w:rsidP="007B7F4A">
      <w:pPr>
        <w:pStyle w:val="eclipse"/>
        <w:ind w:left="360" w:firstLine="589"/>
        <w:rPr>
          <w:lang w:val="en-GB"/>
        </w:rPr>
      </w:pPr>
      <w:r w:rsidRPr="00751DBB">
        <w:rPr>
          <w:lang w:val="en-GB"/>
        </w:rPr>
        <w:t xml:space="preserve">infile, </w:t>
      </w:r>
      <w:r w:rsidR="0060179F" w:rsidRPr="00751DBB">
        <w:rPr>
          <w:rStyle w:val="ecl-commentChar"/>
          <w:lang w:val="en-GB"/>
        </w:rPr>
        <w:t>// data</w:t>
      </w:r>
      <w:r w:rsidR="003F36BC" w:rsidRPr="00751DBB">
        <w:rPr>
          <w:rStyle w:val="ecl-commentChar"/>
          <w:lang w:val="en-GB"/>
        </w:rPr>
        <w:t xml:space="preserve"> </w:t>
      </w:r>
      <w:r w:rsidR="0060179F" w:rsidRPr="00751DBB">
        <w:rPr>
          <w:rStyle w:val="ecl-commentChar"/>
          <w:lang w:val="en-GB"/>
        </w:rPr>
        <w:t>file</w:t>
      </w:r>
      <w:r w:rsidR="003F36BC" w:rsidRPr="00751DBB">
        <w:rPr>
          <w:rStyle w:val="ecl-commentChar"/>
          <w:lang w:val="en-GB"/>
        </w:rPr>
        <w:t xml:space="preserve"> name</w:t>
      </w:r>
      <w:r w:rsidR="00202CC4" w:rsidRPr="00751DBB">
        <w:rPr>
          <w:rStyle w:val="ecl-commentChar"/>
          <w:lang w:val="en-GB"/>
        </w:rPr>
        <w:t xml:space="preserve"> and path</w:t>
      </w:r>
    </w:p>
    <w:p w14:paraId="0286809C" w14:textId="77777777" w:rsidR="0060179F" w:rsidRPr="00751DBB" w:rsidRDefault="0060179F" w:rsidP="007B7F4A">
      <w:pPr>
        <w:pStyle w:val="eclipse"/>
        <w:ind w:left="360"/>
        <w:rPr>
          <w:lang w:val="en-GB"/>
        </w:rPr>
      </w:pPr>
      <w:r w:rsidRPr="00751DBB">
        <w:rPr>
          <w:lang w:val="en-GB"/>
        </w:rPr>
        <w:tab/>
      </w:r>
      <w:r w:rsidR="003C5E5C" w:rsidRPr="00751DBB">
        <w:rPr>
          <w:rStyle w:val="Ecl-paramChar"/>
          <w:lang w:val="en-GB"/>
        </w:rPr>
        <w:t>CONTENT_EMBEDDED_BASE64</w:t>
      </w:r>
      <w:r w:rsidR="003C5E5C" w:rsidRPr="00751DBB">
        <w:rPr>
          <w:lang w:val="en-GB"/>
        </w:rPr>
        <w:t xml:space="preserve">, </w:t>
      </w:r>
      <w:r w:rsidRPr="00751DBB">
        <w:rPr>
          <w:rStyle w:val="ecl-commentChar"/>
          <w:lang w:val="en-GB"/>
        </w:rPr>
        <w:t xml:space="preserve">// </w:t>
      </w:r>
      <w:r w:rsidR="003F36BC" w:rsidRPr="00751DBB">
        <w:rPr>
          <w:rStyle w:val="ecl-commentChar"/>
          <w:lang w:val="en-GB"/>
        </w:rPr>
        <w:t>file</w:t>
      </w:r>
      <w:r w:rsidRPr="00751DBB">
        <w:rPr>
          <w:rStyle w:val="ecl-commentChar"/>
          <w:lang w:val="en-GB"/>
        </w:rPr>
        <w:t xml:space="preserve"> embedding option</w:t>
      </w:r>
    </w:p>
    <w:p w14:paraId="7D0085D5" w14:textId="77777777" w:rsidR="001F47EB" w:rsidRPr="00751DBB" w:rsidRDefault="003C5E5C" w:rsidP="007B7F4A">
      <w:pPr>
        <w:pStyle w:val="eclipse"/>
        <w:ind w:left="360" w:firstLine="589"/>
        <w:rPr>
          <w:lang w:val="en-GB"/>
        </w:rPr>
      </w:pPr>
      <w:r w:rsidRPr="00751DBB">
        <w:rPr>
          <w:lang w:val="en-GB"/>
        </w:rPr>
        <w:t xml:space="preserve">mime, </w:t>
      </w:r>
      <w:r w:rsidR="001F47EB" w:rsidRPr="00751DBB">
        <w:rPr>
          <w:rStyle w:val="ecl-commentChar"/>
          <w:lang w:val="en-GB"/>
        </w:rPr>
        <w:t xml:space="preserve">// mime type of the </w:t>
      </w:r>
      <w:r w:rsidR="003F36BC" w:rsidRPr="00751DBB">
        <w:rPr>
          <w:rStyle w:val="ecl-commentChar"/>
          <w:lang w:val="en-GB"/>
        </w:rPr>
        <w:t>data</w:t>
      </w:r>
      <w:r w:rsidR="001F47EB" w:rsidRPr="00751DBB">
        <w:rPr>
          <w:rStyle w:val="ecl-commentChar"/>
          <w:lang w:val="en-GB"/>
        </w:rPr>
        <w:t xml:space="preserve"> file</w:t>
      </w:r>
    </w:p>
    <w:p w14:paraId="181B402F" w14:textId="77777777" w:rsidR="0060179F" w:rsidRPr="00751DBB" w:rsidRDefault="003C5E5C" w:rsidP="007B7F4A">
      <w:pPr>
        <w:pStyle w:val="eclipse"/>
        <w:ind w:left="360" w:firstLine="589"/>
        <w:rPr>
          <w:lang w:val="en-GB"/>
        </w:rPr>
      </w:pPr>
      <w:r w:rsidRPr="00751DBB">
        <w:rPr>
          <w:lang w:val="en-GB"/>
        </w:rPr>
        <w:t xml:space="preserve">0, </w:t>
      </w:r>
      <w:r w:rsidRPr="00751DBB">
        <w:rPr>
          <w:rStyle w:val="Ecl-paramChar"/>
          <w:lang w:val="en-GB"/>
        </w:rPr>
        <w:t>NULL</w:t>
      </w:r>
      <w:r w:rsidRPr="00751DBB">
        <w:rPr>
          <w:lang w:val="en-GB"/>
        </w:rPr>
        <w:t xml:space="preserve">, 0, </w:t>
      </w:r>
      <w:r w:rsidRPr="00751DBB">
        <w:rPr>
          <w:rStyle w:val="Ecl-paramChar"/>
          <w:lang w:val="en-GB"/>
        </w:rPr>
        <w:t>NULL</w:t>
      </w:r>
      <w:r w:rsidRPr="00751DBB">
        <w:rPr>
          <w:lang w:val="en-GB"/>
        </w:rPr>
        <w:t xml:space="preserve">, </w:t>
      </w:r>
      <w:r w:rsidR="00613508" w:rsidRPr="00751DBB">
        <w:rPr>
          <w:rStyle w:val="ecl-commentChar"/>
          <w:lang w:val="en-GB"/>
        </w:rPr>
        <w:t>// optional parameters</w:t>
      </w:r>
    </w:p>
    <w:p w14:paraId="687A0298" w14:textId="77777777" w:rsidR="003C5E5C" w:rsidRPr="00751DBB" w:rsidRDefault="003C5E5C" w:rsidP="007B7F4A">
      <w:pPr>
        <w:pStyle w:val="eclipse"/>
        <w:ind w:left="360" w:firstLine="589"/>
        <w:rPr>
          <w:lang w:val="en-GB"/>
        </w:rPr>
      </w:pPr>
      <w:r w:rsidRPr="00751DBB">
        <w:rPr>
          <w:rStyle w:val="Ecl-paramChar"/>
          <w:lang w:val="en-GB"/>
        </w:rPr>
        <w:t>CHARSET_UTF_8</w:t>
      </w:r>
      <w:r w:rsidRPr="00751DBB">
        <w:rPr>
          <w:lang w:val="en-GB"/>
        </w:rPr>
        <w:t>);</w:t>
      </w:r>
      <w:r w:rsidR="0051590D" w:rsidRPr="00751DBB">
        <w:rPr>
          <w:lang w:val="en-GB"/>
        </w:rPr>
        <w:t xml:space="preserve"> </w:t>
      </w:r>
      <w:r w:rsidR="0051590D" w:rsidRPr="00751DBB">
        <w:rPr>
          <w:rStyle w:val="ecl-commentChar"/>
          <w:lang w:val="en-GB"/>
        </w:rPr>
        <w:t xml:space="preserve">// fixed constant for </w:t>
      </w:r>
      <w:r w:rsidR="00D7722D" w:rsidRPr="00751DBB">
        <w:rPr>
          <w:rStyle w:val="ecl-commentChar"/>
          <w:lang w:val="en-GB"/>
        </w:rPr>
        <w:t xml:space="preserve">DigiDoc </w:t>
      </w:r>
      <w:r w:rsidR="0051590D" w:rsidRPr="00751DBB">
        <w:rPr>
          <w:rStyle w:val="ecl-commentChar"/>
          <w:lang w:val="en-GB"/>
        </w:rPr>
        <w:t>character encoding</w:t>
      </w:r>
    </w:p>
    <w:p w14:paraId="2BC271EA" w14:textId="77777777" w:rsidR="003C5E5C" w:rsidRPr="00751DBB" w:rsidRDefault="001F47EB" w:rsidP="005A577B">
      <w:pPr>
        <w:ind w:left="294"/>
        <w:rPr>
          <w:lang w:val="en-GB"/>
        </w:rPr>
      </w:pPr>
      <w:r w:rsidRPr="00751DBB">
        <w:rPr>
          <w:lang w:val="en-GB"/>
        </w:rPr>
        <w:t>T</w:t>
      </w:r>
      <w:r w:rsidR="00266171" w:rsidRPr="00751DBB">
        <w:rPr>
          <w:lang w:val="en-GB"/>
        </w:rPr>
        <w:t xml:space="preserve">hird </w:t>
      </w:r>
      <w:r w:rsidR="0060179F" w:rsidRPr="00751DBB">
        <w:rPr>
          <w:lang w:val="en-GB"/>
        </w:rPr>
        <w:t>parameter</w:t>
      </w:r>
      <w:r w:rsidR="00266171" w:rsidRPr="00751DBB">
        <w:rPr>
          <w:lang w:val="en-GB"/>
        </w:rPr>
        <w:t xml:space="preserve"> </w:t>
      </w:r>
      <w:r w:rsidRPr="00751DBB">
        <w:rPr>
          <w:lang w:val="en-GB"/>
        </w:rPr>
        <w:t xml:space="preserve">in the abovementioned function </w:t>
      </w:r>
      <w:r w:rsidR="00266171" w:rsidRPr="00751DBB">
        <w:rPr>
          <w:lang w:val="en-GB"/>
        </w:rPr>
        <w:t>is a</w:t>
      </w:r>
      <w:r w:rsidR="003C5E5C" w:rsidRPr="00751DBB">
        <w:rPr>
          <w:lang w:val="en-GB"/>
        </w:rPr>
        <w:t xml:space="preserve"> unique </w:t>
      </w:r>
      <w:r w:rsidR="00BC32C1" w:rsidRPr="00751DBB">
        <w:rPr>
          <w:lang w:val="en-GB"/>
        </w:rPr>
        <w:t>identification</w:t>
      </w:r>
      <w:r w:rsidR="003C5E5C" w:rsidRPr="00751DBB">
        <w:rPr>
          <w:lang w:val="en-GB"/>
        </w:rPr>
        <w:t xml:space="preserve"> </w:t>
      </w:r>
      <w:r w:rsidR="008418B3">
        <w:rPr>
          <w:lang w:val="en-GB"/>
        </w:rPr>
        <w:t>of</w:t>
      </w:r>
      <w:r w:rsidR="008418B3" w:rsidRPr="00751DBB">
        <w:rPr>
          <w:lang w:val="en-GB"/>
        </w:rPr>
        <w:t xml:space="preserve"> </w:t>
      </w:r>
      <w:r w:rsidR="003C5E5C" w:rsidRPr="00751DBB">
        <w:rPr>
          <w:lang w:val="en-GB"/>
        </w:rPr>
        <w:t xml:space="preserve">the </w:t>
      </w:r>
      <w:r w:rsidRPr="00751DBB">
        <w:rPr>
          <w:lang w:val="en-GB"/>
        </w:rPr>
        <w:t>data file in the DigiDoc document</w:t>
      </w:r>
      <w:r w:rsidR="003C5E5C" w:rsidRPr="00751DBB">
        <w:rPr>
          <w:lang w:val="en-GB"/>
        </w:rPr>
        <w:t xml:space="preserve">. If </w:t>
      </w:r>
      <w:r w:rsidR="0060179F" w:rsidRPr="00751DBB">
        <w:rPr>
          <w:lang w:val="en-GB"/>
        </w:rPr>
        <w:t>value</w:t>
      </w:r>
      <w:r w:rsidR="003C5E5C" w:rsidRPr="00751DBB">
        <w:rPr>
          <w:lang w:val="en-GB"/>
        </w:rPr>
        <w:t xml:space="preserve"> NULL </w:t>
      </w:r>
      <w:r w:rsidR="0060179F" w:rsidRPr="00751DBB">
        <w:rPr>
          <w:lang w:val="en-GB"/>
        </w:rPr>
        <w:t xml:space="preserve">is used </w:t>
      </w:r>
      <w:r w:rsidR="003C5E5C" w:rsidRPr="00751DBB">
        <w:rPr>
          <w:lang w:val="en-GB"/>
        </w:rPr>
        <w:t xml:space="preserve">then the library </w:t>
      </w:r>
      <w:r w:rsidR="0060179F" w:rsidRPr="00751DBB">
        <w:rPr>
          <w:lang w:val="en-GB"/>
        </w:rPr>
        <w:t xml:space="preserve">generates it automatically. </w:t>
      </w:r>
    </w:p>
    <w:p w14:paraId="5D98D8AD" w14:textId="77777777" w:rsidR="003C5E5C" w:rsidRPr="00751DBB" w:rsidRDefault="001F47EB" w:rsidP="005A577B">
      <w:pPr>
        <w:ind w:left="294"/>
        <w:rPr>
          <w:lang w:val="en-GB"/>
        </w:rPr>
      </w:pPr>
      <w:r w:rsidRPr="00751DBB">
        <w:rPr>
          <w:lang w:val="en-GB"/>
        </w:rPr>
        <w:t>F</w:t>
      </w:r>
      <w:r w:rsidR="0060179F" w:rsidRPr="00751DBB">
        <w:rPr>
          <w:lang w:val="en-GB"/>
        </w:rPr>
        <w:t>ourth parameter is the</w:t>
      </w:r>
      <w:r w:rsidR="003C5E5C" w:rsidRPr="00751DBB">
        <w:rPr>
          <w:lang w:val="en-GB"/>
        </w:rPr>
        <w:t xml:space="preserve"> name of the </w:t>
      </w:r>
      <w:r w:rsidR="003F36BC" w:rsidRPr="00751DBB">
        <w:rPr>
          <w:lang w:val="en-GB"/>
        </w:rPr>
        <w:t>data</w:t>
      </w:r>
      <w:r w:rsidR="00266171" w:rsidRPr="00751DBB">
        <w:rPr>
          <w:lang w:val="en-GB"/>
        </w:rPr>
        <w:t xml:space="preserve"> file. It is recommended to </w:t>
      </w:r>
      <w:r w:rsidR="003C5E5C" w:rsidRPr="00751DBB">
        <w:rPr>
          <w:lang w:val="en-GB"/>
        </w:rPr>
        <w:t>include full path in this parameter; the path is removed when writ</w:t>
      </w:r>
      <w:r w:rsidR="0060179F" w:rsidRPr="00751DBB">
        <w:rPr>
          <w:lang w:val="en-GB"/>
        </w:rPr>
        <w:t>ing the file to DigiDoc container</w:t>
      </w:r>
      <w:r w:rsidR="003C5E5C" w:rsidRPr="00751DBB">
        <w:rPr>
          <w:lang w:val="en-GB"/>
        </w:rPr>
        <w:t>.</w:t>
      </w:r>
    </w:p>
    <w:p w14:paraId="4BBD474E" w14:textId="77777777" w:rsidR="001F47EB" w:rsidRPr="000B3B51" w:rsidRDefault="003C5E5C" w:rsidP="005A577B">
      <w:pPr>
        <w:ind w:left="294"/>
        <w:rPr>
          <w:lang w:val="en-GB"/>
        </w:rPr>
      </w:pPr>
      <w:r w:rsidRPr="00751DBB">
        <w:rPr>
          <w:lang w:val="en-GB"/>
        </w:rPr>
        <w:t xml:space="preserve">Fifth parameter reflects how </w:t>
      </w:r>
      <w:r w:rsidR="003F36BC" w:rsidRPr="00751DBB">
        <w:rPr>
          <w:lang w:val="en-GB"/>
        </w:rPr>
        <w:t>data</w:t>
      </w:r>
      <w:r w:rsidRPr="00751DBB">
        <w:rPr>
          <w:lang w:val="en-GB"/>
        </w:rPr>
        <w:t xml:space="preserve"> fil</w:t>
      </w:r>
      <w:r w:rsidR="00266171" w:rsidRPr="00751DBB">
        <w:rPr>
          <w:lang w:val="en-GB"/>
        </w:rPr>
        <w:t xml:space="preserve">es are embedded in the DigiDoc </w:t>
      </w:r>
      <w:r w:rsidRPr="00751DBB">
        <w:rPr>
          <w:lang w:val="en-GB"/>
        </w:rPr>
        <w:t xml:space="preserve">container. </w:t>
      </w:r>
      <w:r w:rsidR="00A91ECE">
        <w:rPr>
          <w:lang w:val="en-GB"/>
        </w:rPr>
        <w:t xml:space="preserve">The supported </w:t>
      </w:r>
      <w:r w:rsidR="000B3B51">
        <w:rPr>
          <w:lang w:val="en-GB"/>
        </w:rPr>
        <w:t xml:space="preserve">embedding </w:t>
      </w:r>
      <w:r w:rsidR="00A91ECE">
        <w:rPr>
          <w:lang w:val="en-GB"/>
        </w:rPr>
        <w:t>option is</w:t>
      </w:r>
      <w:r w:rsidRPr="00751DBB">
        <w:rPr>
          <w:lang w:val="en-GB"/>
        </w:rPr>
        <w:t xml:space="preserve"> </w:t>
      </w:r>
      <w:r w:rsidR="000B3B51" w:rsidRPr="00751DBB">
        <w:rPr>
          <w:rFonts w:ascii="Consolas" w:hAnsi="Consolas" w:cs="Consolas"/>
          <w:sz w:val="18"/>
          <w:szCs w:val="18"/>
          <w:lang w:val="en-GB"/>
        </w:rPr>
        <w:t>CONTENT_EMBEDDED_BASE64</w:t>
      </w:r>
      <w:r w:rsidR="000B3B51" w:rsidRPr="00751DBB">
        <w:rPr>
          <w:lang w:val="en-GB"/>
        </w:rPr>
        <w:t xml:space="preserve"> </w:t>
      </w:r>
      <w:r w:rsidRPr="00751DBB">
        <w:rPr>
          <w:lang w:val="en-GB"/>
        </w:rPr>
        <w:t>(</w:t>
      </w:r>
      <w:r w:rsidR="001F47EB" w:rsidRPr="00751DBB">
        <w:rPr>
          <w:lang w:val="en-GB"/>
        </w:rPr>
        <w:t xml:space="preserve">defined in </w:t>
      </w:r>
      <w:r w:rsidRPr="00751DBB">
        <w:rPr>
          <w:lang w:val="en-GB"/>
        </w:rPr>
        <w:t>DigiDocLib.h)</w:t>
      </w:r>
      <w:r w:rsidR="000B3B51">
        <w:rPr>
          <w:rFonts w:ascii="Consolas" w:hAnsi="Consolas" w:cs="Consolas"/>
          <w:sz w:val="18"/>
          <w:szCs w:val="18"/>
          <w:lang w:val="en-GB"/>
        </w:rPr>
        <w:t xml:space="preserve"> </w:t>
      </w:r>
      <w:r w:rsidR="001F47EB" w:rsidRPr="000B3B51">
        <w:rPr>
          <w:lang w:val="en-GB"/>
        </w:rPr>
        <w:t xml:space="preserve">– </w:t>
      </w:r>
      <w:r w:rsidR="000B3B51">
        <w:rPr>
          <w:lang w:val="en-GB"/>
        </w:rPr>
        <w:t>c</w:t>
      </w:r>
      <w:r w:rsidR="001F47EB" w:rsidRPr="000B3B51">
        <w:rPr>
          <w:lang w:val="en-GB"/>
        </w:rPr>
        <w:t xml:space="preserve">ontents of the </w:t>
      </w:r>
      <w:r w:rsidR="003F36BC" w:rsidRPr="000B3B51">
        <w:rPr>
          <w:lang w:val="en-GB"/>
        </w:rPr>
        <w:t>data</w:t>
      </w:r>
      <w:r w:rsidR="001F47EB" w:rsidRPr="000B3B51">
        <w:rPr>
          <w:lang w:val="en-GB"/>
        </w:rPr>
        <w:t xml:space="preserve"> file are encoded using base64-encoding before merging it into DigiDoc container.</w:t>
      </w:r>
    </w:p>
    <w:p w14:paraId="376548BD" w14:textId="77777777" w:rsidR="00BF5D42" w:rsidRPr="00751DBB" w:rsidRDefault="00DB3F48" w:rsidP="005A577B">
      <w:pPr>
        <w:ind w:left="294"/>
        <w:rPr>
          <w:lang w:val="en-GB"/>
        </w:rPr>
      </w:pPr>
      <w:r w:rsidRPr="00751DBB">
        <w:rPr>
          <w:lang w:val="en-GB"/>
        </w:rPr>
        <w:t xml:space="preserve">Sixth </w:t>
      </w:r>
      <w:r w:rsidR="00BF5D42" w:rsidRPr="00751DBB">
        <w:rPr>
          <w:lang w:val="en-GB"/>
        </w:rPr>
        <w:t xml:space="preserve">parameter is a MIME type of the </w:t>
      </w:r>
      <w:r w:rsidR="003F36BC" w:rsidRPr="00751DBB">
        <w:rPr>
          <w:lang w:val="en-GB"/>
        </w:rPr>
        <w:t>data</w:t>
      </w:r>
      <w:r w:rsidR="00BF5D42" w:rsidRPr="00751DBB">
        <w:rPr>
          <w:lang w:val="en-GB"/>
        </w:rPr>
        <w:t xml:space="preserve"> file</w:t>
      </w:r>
      <w:r w:rsidR="003F36BC" w:rsidRPr="00751DBB">
        <w:rPr>
          <w:lang w:val="en-GB"/>
        </w:rPr>
        <w:t>. F</w:t>
      </w:r>
      <w:r w:rsidRPr="00751DBB">
        <w:rPr>
          <w:lang w:val="en-GB"/>
        </w:rPr>
        <w:t>or example "</w:t>
      </w:r>
      <w:r w:rsidR="00952FA4" w:rsidRPr="00751DBB">
        <w:rPr>
          <w:lang w:val="en-GB"/>
        </w:rPr>
        <w:t>application/msword” or “application</w:t>
      </w:r>
      <w:r w:rsidRPr="00751DBB">
        <w:rPr>
          <w:lang w:val="en-GB"/>
        </w:rPr>
        <w:t>/p</w:t>
      </w:r>
      <w:r w:rsidR="00952FA4" w:rsidRPr="00751DBB">
        <w:rPr>
          <w:lang w:val="en-GB"/>
        </w:rPr>
        <w:t>df</w:t>
      </w:r>
      <w:r w:rsidRPr="00751DBB">
        <w:rPr>
          <w:lang w:val="en-GB"/>
        </w:rPr>
        <w:t>”,</w:t>
      </w:r>
      <w:r w:rsidR="00BF5D42" w:rsidRPr="00751DBB">
        <w:rPr>
          <w:lang w:val="en-GB"/>
        </w:rPr>
        <w:t xml:space="preserve"> depending on the type of </w:t>
      </w:r>
      <w:r w:rsidRPr="00751DBB">
        <w:rPr>
          <w:lang w:val="en-GB"/>
        </w:rPr>
        <w:t xml:space="preserve">the </w:t>
      </w:r>
      <w:r w:rsidR="003F36BC" w:rsidRPr="00751DBB">
        <w:rPr>
          <w:lang w:val="en-GB"/>
        </w:rPr>
        <w:t>data</w:t>
      </w:r>
      <w:r w:rsidR="00BF5D42" w:rsidRPr="00751DBB">
        <w:rPr>
          <w:lang w:val="en-GB"/>
        </w:rPr>
        <w:t xml:space="preserve"> file.</w:t>
      </w:r>
    </w:p>
    <w:p w14:paraId="43A4467D" w14:textId="77777777" w:rsidR="00BF5D42" w:rsidRPr="00751DBB" w:rsidRDefault="00BF5D42" w:rsidP="005A577B">
      <w:pPr>
        <w:ind w:left="294"/>
        <w:rPr>
          <w:lang w:val="en-GB"/>
        </w:rPr>
      </w:pPr>
      <w:r w:rsidRPr="00751DBB">
        <w:rPr>
          <w:lang w:val="en-GB"/>
        </w:rPr>
        <w:t>In most cases</w:t>
      </w:r>
      <w:r w:rsidR="001F47EB" w:rsidRPr="00751DBB">
        <w:rPr>
          <w:lang w:val="en-GB"/>
        </w:rPr>
        <w:t>, the</w:t>
      </w:r>
      <w:r w:rsidRPr="00751DBB">
        <w:rPr>
          <w:lang w:val="en-GB"/>
        </w:rPr>
        <w:t xml:space="preserve"> next four parameters </w:t>
      </w:r>
      <w:r w:rsidR="001F47EB" w:rsidRPr="00751DBB">
        <w:rPr>
          <w:lang w:val="en-GB"/>
        </w:rPr>
        <w:t>should</w:t>
      </w:r>
      <w:r w:rsidRPr="00751DBB">
        <w:rPr>
          <w:lang w:val="en-GB"/>
        </w:rPr>
        <w:t xml:space="preserve"> be left to the library to </w:t>
      </w:r>
      <w:r w:rsidR="001F47EB" w:rsidRPr="00751DBB">
        <w:rPr>
          <w:lang w:val="en-GB"/>
        </w:rPr>
        <w:t>determine</w:t>
      </w:r>
      <w:r w:rsidRPr="00751DBB">
        <w:rPr>
          <w:lang w:val="en-GB"/>
        </w:rPr>
        <w:t xml:space="preserve">. </w:t>
      </w:r>
      <w:r w:rsidR="00D7722D" w:rsidRPr="00751DBB">
        <w:rPr>
          <w:lang w:val="en-GB"/>
        </w:rPr>
        <w:t>The parameters determine</w:t>
      </w:r>
      <w:r w:rsidRPr="00751DBB">
        <w:rPr>
          <w:lang w:val="en-GB"/>
        </w:rPr>
        <w:t>:</w:t>
      </w:r>
    </w:p>
    <w:p w14:paraId="1030FC5C" w14:textId="77777777" w:rsidR="00BF5D42" w:rsidRPr="00751DBB" w:rsidRDefault="00BC1450" w:rsidP="00AC5E92">
      <w:pPr>
        <w:pStyle w:val="ListParagraph"/>
        <w:numPr>
          <w:ilvl w:val="0"/>
          <w:numId w:val="27"/>
        </w:numPr>
        <w:ind w:left="1014"/>
        <w:rPr>
          <w:lang w:val="en-GB"/>
        </w:rPr>
      </w:pPr>
      <w:r w:rsidRPr="00751DBB">
        <w:rPr>
          <w:lang w:val="en-GB"/>
        </w:rPr>
        <w:t>s</w:t>
      </w:r>
      <w:r w:rsidR="00BF5D42" w:rsidRPr="00751DBB">
        <w:rPr>
          <w:lang w:val="en-GB"/>
        </w:rPr>
        <w:t>ize of the original file in bytes</w:t>
      </w:r>
      <w:r w:rsidRPr="00751DBB">
        <w:rPr>
          <w:lang w:val="en-GB"/>
        </w:rPr>
        <w:t>,</w:t>
      </w:r>
    </w:p>
    <w:p w14:paraId="424E0BD2" w14:textId="77777777" w:rsidR="00BF5D42" w:rsidRPr="00751DBB" w:rsidRDefault="00BC1450" w:rsidP="00AC5E92">
      <w:pPr>
        <w:pStyle w:val="ListParagraph"/>
        <w:numPr>
          <w:ilvl w:val="0"/>
          <w:numId w:val="27"/>
        </w:numPr>
        <w:ind w:left="1014"/>
        <w:rPr>
          <w:lang w:val="en-GB"/>
        </w:rPr>
      </w:pPr>
      <w:r w:rsidRPr="00751DBB">
        <w:rPr>
          <w:lang w:val="en-GB"/>
        </w:rPr>
        <w:t>h</w:t>
      </w:r>
      <w:r w:rsidR="00BF5D42" w:rsidRPr="00751DBB">
        <w:rPr>
          <w:lang w:val="en-GB"/>
        </w:rPr>
        <w:t>ash of the original file</w:t>
      </w:r>
      <w:r w:rsidRPr="00751DBB">
        <w:rPr>
          <w:lang w:val="en-GB"/>
        </w:rPr>
        <w:t>,</w:t>
      </w:r>
    </w:p>
    <w:p w14:paraId="47284C2F" w14:textId="77777777" w:rsidR="00BF5D42" w:rsidRPr="00751DBB" w:rsidRDefault="00BC1450" w:rsidP="00AC5E92">
      <w:pPr>
        <w:pStyle w:val="ListParagraph"/>
        <w:numPr>
          <w:ilvl w:val="0"/>
          <w:numId w:val="27"/>
        </w:numPr>
        <w:ind w:left="1014"/>
        <w:rPr>
          <w:lang w:val="en-GB"/>
        </w:rPr>
      </w:pPr>
      <w:r w:rsidRPr="00751DBB">
        <w:rPr>
          <w:lang w:val="en-GB"/>
        </w:rPr>
        <w:t>s</w:t>
      </w:r>
      <w:r w:rsidR="00BF5D42" w:rsidRPr="00751DBB">
        <w:rPr>
          <w:lang w:val="en-GB"/>
        </w:rPr>
        <w:t>ize of the hash of the original file</w:t>
      </w:r>
      <w:r w:rsidRPr="00751DBB">
        <w:rPr>
          <w:lang w:val="en-GB"/>
        </w:rPr>
        <w:t>,</w:t>
      </w:r>
    </w:p>
    <w:p w14:paraId="6FFF7931" w14:textId="77777777" w:rsidR="00BF5D42" w:rsidRPr="00751DBB" w:rsidRDefault="00BC1450" w:rsidP="00AC5E92">
      <w:pPr>
        <w:pStyle w:val="ListParagraph"/>
        <w:numPr>
          <w:ilvl w:val="0"/>
          <w:numId w:val="27"/>
        </w:numPr>
        <w:ind w:left="1014"/>
        <w:rPr>
          <w:lang w:val="en-GB"/>
        </w:rPr>
      </w:pPr>
      <w:r w:rsidRPr="00751DBB">
        <w:rPr>
          <w:lang w:val="en-GB"/>
        </w:rPr>
        <w:t>t</w:t>
      </w:r>
      <w:r w:rsidR="00BF5D42" w:rsidRPr="00751DBB">
        <w:rPr>
          <w:lang w:val="en-GB"/>
        </w:rPr>
        <w:t xml:space="preserve">ype of hash algorithm (only </w:t>
      </w:r>
      <w:r w:rsidR="00A6404F">
        <w:rPr>
          <w:lang w:val="en-GB"/>
        </w:rPr>
        <w:t>SHA-</w:t>
      </w:r>
      <w:r w:rsidR="00A6404F" w:rsidRPr="00751DBB">
        <w:rPr>
          <w:lang w:val="en-GB"/>
        </w:rPr>
        <w:t xml:space="preserve">1 </w:t>
      </w:r>
      <w:r w:rsidR="00BF5D42" w:rsidRPr="00751DBB">
        <w:rPr>
          <w:lang w:val="en-GB"/>
        </w:rPr>
        <w:t>is supported)</w:t>
      </w:r>
      <w:r w:rsidRPr="00751DBB">
        <w:rPr>
          <w:lang w:val="en-GB"/>
        </w:rPr>
        <w:t>.</w:t>
      </w:r>
    </w:p>
    <w:p w14:paraId="36D95000" w14:textId="77777777" w:rsidR="00BF5D42" w:rsidRPr="00751DBB" w:rsidRDefault="003F5C7B" w:rsidP="005A577B">
      <w:pPr>
        <w:ind w:left="294"/>
        <w:rPr>
          <w:lang w:val="en-GB"/>
        </w:rPr>
      </w:pPr>
      <w:r w:rsidRPr="00751DBB">
        <w:rPr>
          <w:lang w:val="en-GB"/>
        </w:rPr>
        <w:t xml:space="preserve">To calculate the values of these four parameters, </w:t>
      </w:r>
      <w:r w:rsidR="007B7F4A">
        <w:rPr>
          <w:lang w:val="en-GB"/>
        </w:rPr>
        <w:t>call the following function</w:t>
      </w:r>
      <w:r w:rsidRPr="00751DBB">
        <w:rPr>
          <w:lang w:val="en-GB"/>
        </w:rPr>
        <w:t>:</w:t>
      </w:r>
    </w:p>
    <w:p w14:paraId="49DEEBF0" w14:textId="77777777" w:rsidR="00BF5D42" w:rsidRPr="00751DBB" w:rsidRDefault="00BF5D42" w:rsidP="005A577B">
      <w:pPr>
        <w:pStyle w:val="eclipse"/>
        <w:ind w:left="588"/>
        <w:rPr>
          <w:lang w:val="en-GB"/>
        </w:rPr>
      </w:pPr>
      <w:r w:rsidRPr="00751DBB">
        <w:rPr>
          <w:lang w:val="en-GB"/>
        </w:rPr>
        <w:t xml:space="preserve">calculateDataFileSizeAndDigest(pSigDoc, pDataFile-&gt;szId, infile, </w:t>
      </w:r>
      <w:r w:rsidRPr="00751DBB">
        <w:rPr>
          <w:rStyle w:val="Ecl-paramChar"/>
          <w:lang w:val="en-GB"/>
        </w:rPr>
        <w:t>DIGEST_SHA1</w:t>
      </w:r>
      <w:r w:rsidRPr="00751DBB">
        <w:rPr>
          <w:lang w:val="en-GB"/>
        </w:rPr>
        <w:t>);</w:t>
      </w:r>
    </w:p>
    <w:p w14:paraId="080E2B29" w14:textId="77777777" w:rsidR="00BF5D42" w:rsidRDefault="00BF5D42" w:rsidP="005A577B">
      <w:pPr>
        <w:ind w:left="294"/>
        <w:rPr>
          <w:lang w:val="en-GB"/>
        </w:rPr>
      </w:pPr>
      <w:r w:rsidRPr="00751DBB">
        <w:rPr>
          <w:lang w:val="en-GB"/>
        </w:rPr>
        <w:t xml:space="preserve">This function </w:t>
      </w:r>
      <w:r w:rsidR="007B7F4A">
        <w:rPr>
          <w:lang w:val="en-GB"/>
        </w:rPr>
        <w:t xml:space="preserve">reads the data file from disk, </w:t>
      </w:r>
      <w:r w:rsidRPr="00751DBB">
        <w:rPr>
          <w:lang w:val="en-GB"/>
        </w:rPr>
        <w:t xml:space="preserve">calculates and adds these four values to section pDataFile-&gt;szId based on file name given in </w:t>
      </w:r>
      <w:r w:rsidR="003F5C7B" w:rsidRPr="00751DBB">
        <w:rPr>
          <w:lang w:val="en-GB"/>
        </w:rPr>
        <w:t xml:space="preserve">the </w:t>
      </w:r>
      <w:r w:rsidRPr="00751DBB">
        <w:rPr>
          <w:lang w:val="en-GB"/>
        </w:rPr>
        <w:t xml:space="preserve">third parameter. </w:t>
      </w:r>
      <w:r w:rsidRPr="00751DBB">
        <w:rPr>
          <w:rFonts w:ascii="Consolas" w:hAnsi="Consolas" w:cs="Consolas"/>
          <w:sz w:val="18"/>
          <w:szCs w:val="18"/>
          <w:lang w:val="en-GB"/>
        </w:rPr>
        <w:t>DIGEST_SHA1</w:t>
      </w:r>
      <w:r w:rsidRPr="00751DBB">
        <w:rPr>
          <w:lang w:val="en-GB"/>
        </w:rPr>
        <w:t xml:space="preserve"> is the only supported hash algorithm. </w:t>
      </w:r>
    </w:p>
    <w:p w14:paraId="229A76A0" w14:textId="77777777" w:rsidR="00B65C9A" w:rsidRPr="00751DBB" w:rsidRDefault="00B65C9A" w:rsidP="00B65C9A">
      <w:pPr>
        <w:ind w:left="294"/>
        <w:rPr>
          <w:lang w:val="en-GB"/>
        </w:rPr>
      </w:pPr>
      <w:r w:rsidRPr="00751DBB">
        <w:rPr>
          <w:lang w:val="en-GB"/>
        </w:rPr>
        <w:t>It is possible to add additional extra XML attributes to the data file, function addDataFileAttribute() is used for that. For example:</w:t>
      </w:r>
    </w:p>
    <w:p w14:paraId="1AC58A7B" w14:textId="77777777" w:rsidR="00B65C9A" w:rsidRPr="00751DBB" w:rsidRDefault="00B65C9A" w:rsidP="00B65C9A">
      <w:pPr>
        <w:pStyle w:val="eclipse"/>
        <w:ind w:left="588"/>
        <w:rPr>
          <w:lang w:val="en-GB"/>
        </w:rPr>
      </w:pPr>
      <w:r w:rsidRPr="00751DBB">
        <w:rPr>
          <w:lang w:val="en-GB"/>
        </w:rPr>
        <w:t>addDataFileAttribute(pDataFile, "</w:t>
      </w:r>
      <w:r w:rsidRPr="00751DBB">
        <w:rPr>
          <w:rStyle w:val="ecl-stringChar"/>
          <w:lang w:val="en-GB"/>
        </w:rPr>
        <w:t>ISBN</w:t>
      </w:r>
      <w:r w:rsidRPr="00751DBB">
        <w:rPr>
          <w:lang w:val="en-GB"/>
        </w:rPr>
        <w:t>", "</w:t>
      </w:r>
      <w:r w:rsidRPr="00751DBB">
        <w:rPr>
          <w:rStyle w:val="ecl-stringChar"/>
          <w:lang w:val="en-GB"/>
        </w:rPr>
        <w:t>000012345235623465</w:t>
      </w:r>
      <w:r w:rsidRPr="00751DBB">
        <w:rPr>
          <w:lang w:val="en-GB"/>
        </w:rPr>
        <w:t>");</w:t>
      </w:r>
    </w:p>
    <w:p w14:paraId="275E468F" w14:textId="77777777" w:rsidR="00B65C9A" w:rsidRPr="00751DBB" w:rsidRDefault="00B65C9A" w:rsidP="00B65C9A">
      <w:pPr>
        <w:pStyle w:val="eclipse"/>
        <w:ind w:left="588"/>
        <w:rPr>
          <w:lang w:val="en-GB"/>
        </w:rPr>
      </w:pPr>
      <w:r w:rsidRPr="00751DBB">
        <w:rPr>
          <w:lang w:val="en-GB"/>
        </w:rPr>
        <w:t>addDataFileAttribute(pDataFile, "</w:t>
      </w:r>
      <w:r w:rsidRPr="00751DBB">
        <w:rPr>
          <w:rStyle w:val="ecl-stringChar"/>
          <w:lang w:val="en-GB"/>
        </w:rPr>
        <w:t>Owner</w:t>
      </w:r>
      <w:r w:rsidRPr="00751DBB">
        <w:rPr>
          <w:lang w:val="en-GB"/>
        </w:rPr>
        <w:t>", "</w:t>
      </w:r>
      <w:r w:rsidRPr="00751DBB">
        <w:rPr>
          <w:rStyle w:val="ecl-stringChar"/>
          <w:lang w:val="en-GB"/>
        </w:rPr>
        <w:t>CEO</w:t>
      </w:r>
      <w:r w:rsidRPr="00751DBB">
        <w:rPr>
          <w:lang w:val="en-GB"/>
        </w:rPr>
        <w:t>");</w:t>
      </w:r>
    </w:p>
    <w:p w14:paraId="66C5A66D" w14:textId="77777777" w:rsidR="00B65C9A" w:rsidRPr="008752CF" w:rsidRDefault="00B65C9A" w:rsidP="00B65C9A">
      <w:pPr>
        <w:ind w:left="294"/>
        <w:rPr>
          <w:lang w:val="en-GB"/>
        </w:rPr>
      </w:pPr>
      <w:r w:rsidRPr="00751DBB">
        <w:rPr>
          <w:lang w:val="en-GB"/>
        </w:rPr>
        <w:t>The first parameter is a pointer to original file structure, followed by the attribute’s name and value. The data is going to be added in UTF-8 encoding.</w:t>
      </w:r>
    </w:p>
    <w:p w14:paraId="478E9291" w14:textId="77777777" w:rsidR="005A577B" w:rsidRPr="005A577B" w:rsidRDefault="007B7F4A" w:rsidP="00AC5E92">
      <w:pPr>
        <w:pStyle w:val="ListParagraph"/>
        <w:numPr>
          <w:ilvl w:val="0"/>
          <w:numId w:val="41"/>
        </w:numPr>
        <w:ind w:left="284" w:hanging="284"/>
        <w:rPr>
          <w:lang w:val="en-GB"/>
        </w:rPr>
      </w:pPr>
      <w:r>
        <w:rPr>
          <w:lang w:val="en-GB"/>
        </w:rPr>
        <w:t>A</w:t>
      </w:r>
      <w:r w:rsidR="00B65C9A">
        <w:rPr>
          <w:lang w:val="en-GB"/>
        </w:rPr>
        <w:t xml:space="preserve">dding </w:t>
      </w:r>
      <w:r>
        <w:rPr>
          <w:lang w:val="en-GB"/>
        </w:rPr>
        <w:t>data by using internal memory buffers (no data is stored on the disk)</w:t>
      </w:r>
    </w:p>
    <w:p w14:paraId="43999EE4" w14:textId="77777777" w:rsidR="00B65C9A" w:rsidRDefault="00A02E4B" w:rsidP="007B7F4A">
      <w:pPr>
        <w:ind w:left="360"/>
        <w:rPr>
          <w:rStyle w:val="Strong"/>
          <w:b w:val="0"/>
          <w:lang w:val="en-GB"/>
        </w:rPr>
      </w:pPr>
      <w:r>
        <w:rPr>
          <w:rStyle w:val="Strong"/>
          <w:b w:val="0"/>
          <w:lang w:val="en-GB"/>
        </w:rPr>
        <w:t>U</w:t>
      </w:r>
      <w:r w:rsidR="00B65C9A">
        <w:rPr>
          <w:rStyle w:val="Strong"/>
          <w:b w:val="0"/>
          <w:lang w:val="en-GB"/>
        </w:rPr>
        <w:t>se the DigiDocMemBuf structure to hold the data</w:t>
      </w:r>
      <w:r>
        <w:rPr>
          <w:rStyle w:val="Strong"/>
          <w:b w:val="0"/>
          <w:lang w:val="en-GB"/>
        </w:rPr>
        <w:t xml:space="preserve"> to be added</w:t>
      </w:r>
      <w:r w:rsidR="002151E2">
        <w:rPr>
          <w:rStyle w:val="Strong"/>
          <w:b w:val="0"/>
          <w:lang w:val="en-GB"/>
        </w:rPr>
        <w:t xml:space="preserve">. Note that the fields of DigiDocMemBuf structure should be initialised with </w:t>
      </w:r>
      <w:r w:rsidR="004E0237">
        <w:rPr>
          <w:rStyle w:val="Strong"/>
          <w:b w:val="0"/>
          <w:lang w:val="en-GB"/>
        </w:rPr>
        <w:t>value 0:</w:t>
      </w:r>
    </w:p>
    <w:p w14:paraId="77715EFA" w14:textId="77777777" w:rsidR="00B65C9A" w:rsidRDefault="00B03837" w:rsidP="00B65C9A">
      <w:pPr>
        <w:pStyle w:val="eclipse"/>
        <w:ind w:left="360"/>
        <w:rPr>
          <w:rStyle w:val="ecl-commentChar"/>
        </w:rPr>
      </w:pPr>
      <w:r>
        <w:rPr>
          <w:lang w:val="et-EE"/>
        </w:rPr>
        <w:t>DigiDocMemBuf mbuf</w:t>
      </w:r>
      <w:r w:rsidR="00B65C9A" w:rsidRPr="00B82E3F">
        <w:rPr>
          <w:lang w:val="et-EE"/>
        </w:rPr>
        <w:t>;</w:t>
      </w:r>
      <w:r w:rsidR="00B65C9A">
        <w:rPr>
          <w:lang w:val="et-EE"/>
        </w:rPr>
        <w:t xml:space="preserve"> </w:t>
      </w:r>
      <w:r w:rsidR="00B65C9A" w:rsidRPr="00B82E3F">
        <w:rPr>
          <w:rStyle w:val="ecl-commentChar"/>
        </w:rPr>
        <w:t>//</w:t>
      </w:r>
      <w:r w:rsidR="00B65C9A">
        <w:rPr>
          <w:rStyle w:val="ecl-commentChar"/>
        </w:rPr>
        <w:t xml:space="preserve"> </w:t>
      </w:r>
      <w:r w:rsidR="00B65C9A" w:rsidRPr="00B82E3F">
        <w:rPr>
          <w:rStyle w:val="ecl-commentChar"/>
        </w:rPr>
        <w:t>memory buffer to hold the data</w:t>
      </w:r>
    </w:p>
    <w:p w14:paraId="535587F8" w14:textId="77777777" w:rsidR="002151E2" w:rsidRPr="002151E2" w:rsidRDefault="002151E2" w:rsidP="002151E2">
      <w:pPr>
        <w:pStyle w:val="eclipse"/>
        <w:ind w:left="360"/>
        <w:rPr>
          <w:lang w:val="et-EE"/>
        </w:rPr>
      </w:pPr>
      <w:r>
        <w:rPr>
          <w:lang w:val="et-EE"/>
        </w:rPr>
        <w:t>mbuf</w:t>
      </w:r>
      <w:r w:rsidRPr="002151E2">
        <w:rPr>
          <w:lang w:val="et-EE"/>
        </w:rPr>
        <w:t>.</w:t>
      </w:r>
      <w:r w:rsidRPr="006C68F9">
        <w:rPr>
          <w:rStyle w:val="Ecl-paramChar"/>
          <w:lang w:val="et-EE"/>
        </w:rPr>
        <w:t>pMem</w:t>
      </w:r>
      <w:r w:rsidRPr="002151E2">
        <w:rPr>
          <w:lang w:val="et-EE"/>
        </w:rPr>
        <w:t xml:space="preserve"> = 0;</w:t>
      </w:r>
      <w:r>
        <w:rPr>
          <w:lang w:val="et-EE"/>
        </w:rPr>
        <w:t xml:space="preserve"> </w:t>
      </w:r>
      <w:r w:rsidRPr="002151E2">
        <w:rPr>
          <w:rStyle w:val="ecl-commentChar"/>
          <w:lang w:val="et-EE"/>
        </w:rPr>
        <w:t>// functions will assign allocated memory address here</w:t>
      </w:r>
    </w:p>
    <w:p w14:paraId="134E0558" w14:textId="77777777" w:rsidR="002151E2" w:rsidRDefault="002151E2" w:rsidP="002151E2">
      <w:pPr>
        <w:pStyle w:val="eclipse"/>
        <w:ind w:left="360"/>
        <w:rPr>
          <w:lang w:val="et-EE"/>
        </w:rPr>
      </w:pPr>
      <w:r w:rsidRPr="002151E2">
        <w:rPr>
          <w:lang w:val="et-EE"/>
        </w:rPr>
        <w:t>mbuf.</w:t>
      </w:r>
      <w:r w:rsidRPr="006C68F9">
        <w:rPr>
          <w:rStyle w:val="Ecl-paramChar"/>
          <w:lang w:val="et-EE"/>
        </w:rPr>
        <w:t>nLen</w:t>
      </w:r>
      <w:r w:rsidRPr="002151E2">
        <w:rPr>
          <w:lang w:val="et-EE"/>
        </w:rPr>
        <w:t xml:space="preserve"> = 0;</w:t>
      </w:r>
      <w:r>
        <w:rPr>
          <w:lang w:val="et-EE"/>
        </w:rPr>
        <w:t xml:space="preserve"> </w:t>
      </w:r>
      <w:r w:rsidRPr="002151E2">
        <w:rPr>
          <w:rStyle w:val="ecl-commentChar"/>
          <w:lang w:val="et-EE"/>
        </w:rPr>
        <w:t>// length of data in number of bytes</w:t>
      </w:r>
    </w:p>
    <w:p w14:paraId="332FC90D" w14:textId="77777777" w:rsidR="00336F9B" w:rsidRDefault="00474EF5" w:rsidP="007B7F4A">
      <w:pPr>
        <w:ind w:left="360"/>
        <w:rPr>
          <w:rStyle w:val="Strong"/>
          <w:b w:val="0"/>
          <w:lang w:val="en-GB"/>
        </w:rPr>
      </w:pPr>
      <w:r>
        <w:rPr>
          <w:rStyle w:val="Strong"/>
          <w:b w:val="0"/>
          <w:lang w:val="en-GB"/>
        </w:rPr>
        <w:t>It is possible to assign</w:t>
      </w:r>
      <w:r w:rsidR="00336F9B">
        <w:rPr>
          <w:rStyle w:val="Strong"/>
          <w:b w:val="0"/>
          <w:lang w:val="en-GB"/>
        </w:rPr>
        <w:t xml:space="preserve"> data to DigiDocMemBuf as follows:</w:t>
      </w:r>
    </w:p>
    <w:p w14:paraId="4B40C785" w14:textId="77777777" w:rsidR="00B102F7" w:rsidRDefault="00293A8B" w:rsidP="00AC5E92">
      <w:pPr>
        <w:pStyle w:val="ListParagraph"/>
        <w:numPr>
          <w:ilvl w:val="1"/>
          <w:numId w:val="31"/>
        </w:numPr>
        <w:ind w:left="851" w:hanging="284"/>
        <w:rPr>
          <w:rStyle w:val="Strong"/>
          <w:b w:val="0"/>
          <w:lang w:val="en-GB"/>
        </w:rPr>
      </w:pPr>
      <w:r w:rsidRPr="00336F9B">
        <w:rPr>
          <w:rStyle w:val="Strong"/>
          <w:b w:val="0"/>
          <w:lang w:val="en-GB"/>
        </w:rPr>
        <w:lastRenderedPageBreak/>
        <w:t xml:space="preserve">ddocMemAssignData() </w:t>
      </w:r>
      <w:r w:rsidR="00070398" w:rsidRPr="00336F9B">
        <w:rPr>
          <w:rStyle w:val="Strong"/>
          <w:b w:val="0"/>
          <w:lang w:val="en-GB"/>
        </w:rPr>
        <w:t>–</w:t>
      </w:r>
      <w:r w:rsidRPr="00336F9B">
        <w:rPr>
          <w:rStyle w:val="Strong"/>
          <w:b w:val="0"/>
          <w:lang w:val="en-GB"/>
        </w:rPr>
        <w:t xml:space="preserve"> </w:t>
      </w:r>
      <w:r w:rsidR="00070398" w:rsidRPr="00336F9B">
        <w:rPr>
          <w:rStyle w:val="Strong"/>
          <w:b w:val="0"/>
          <w:lang w:val="en-GB"/>
        </w:rPr>
        <w:t xml:space="preserve">assigns data to </w:t>
      </w:r>
      <w:r w:rsidR="009E21E4">
        <w:rPr>
          <w:rStyle w:val="Strong"/>
          <w:b w:val="0"/>
          <w:lang w:val="en-GB"/>
        </w:rPr>
        <w:t xml:space="preserve">DigiDocMemBuf </w:t>
      </w:r>
      <w:r w:rsidR="00070398" w:rsidRPr="00336F9B">
        <w:rPr>
          <w:rStyle w:val="Strong"/>
          <w:b w:val="0"/>
          <w:lang w:val="en-GB"/>
        </w:rPr>
        <w:t>memory buffer and releases previous data</w:t>
      </w:r>
      <w:r w:rsidR="009B0E89" w:rsidRPr="00336F9B">
        <w:rPr>
          <w:rStyle w:val="Strong"/>
          <w:b w:val="0"/>
          <w:lang w:val="en-GB"/>
        </w:rPr>
        <w:t xml:space="preserve"> content if necessary</w:t>
      </w:r>
      <w:r w:rsidR="00070398" w:rsidRPr="00336F9B">
        <w:rPr>
          <w:rStyle w:val="Strong"/>
          <w:b w:val="0"/>
          <w:lang w:val="en-GB"/>
        </w:rPr>
        <w:t xml:space="preserve">; </w:t>
      </w:r>
      <w:r w:rsidR="00AD7353" w:rsidRPr="00336F9B">
        <w:rPr>
          <w:rStyle w:val="Strong"/>
          <w:b w:val="0"/>
          <w:lang w:val="en-GB"/>
        </w:rPr>
        <w:t xml:space="preserve">ddocMemAppendData() </w:t>
      </w:r>
      <w:r w:rsidR="009B0E89" w:rsidRPr="00336F9B">
        <w:rPr>
          <w:rStyle w:val="Strong"/>
          <w:b w:val="0"/>
          <w:lang w:val="en-GB"/>
        </w:rPr>
        <w:t>–</w:t>
      </w:r>
      <w:r w:rsidR="00070398" w:rsidRPr="00336F9B">
        <w:rPr>
          <w:rStyle w:val="Strong"/>
          <w:b w:val="0"/>
          <w:lang w:val="en-GB"/>
        </w:rPr>
        <w:t xml:space="preserve"> </w:t>
      </w:r>
      <w:r w:rsidR="009B0E89" w:rsidRPr="00336F9B">
        <w:rPr>
          <w:rStyle w:val="Strong"/>
          <w:b w:val="0"/>
          <w:lang w:val="en-GB"/>
        </w:rPr>
        <w:t>appends data to memory buffer and increases its length accordingly</w:t>
      </w:r>
      <w:r w:rsidR="009E21E4">
        <w:rPr>
          <w:rStyle w:val="Strong"/>
          <w:b w:val="0"/>
          <w:lang w:val="en-GB"/>
        </w:rPr>
        <w:t xml:space="preserve">. </w:t>
      </w:r>
    </w:p>
    <w:p w14:paraId="0F332451" w14:textId="77777777" w:rsidR="009E21E4" w:rsidRDefault="009E21E4" w:rsidP="00B102F7">
      <w:pPr>
        <w:pStyle w:val="ListParagraph"/>
        <w:ind w:left="851"/>
        <w:rPr>
          <w:rStyle w:val="Strong"/>
          <w:b w:val="0"/>
          <w:lang w:val="en-GB"/>
        </w:rPr>
      </w:pPr>
      <w:r>
        <w:rPr>
          <w:rStyle w:val="Strong"/>
          <w:b w:val="0"/>
          <w:lang w:val="en-GB"/>
        </w:rPr>
        <w:t xml:space="preserve">The functions </w:t>
      </w:r>
      <w:r w:rsidR="00E73231">
        <w:rPr>
          <w:rStyle w:val="Strong"/>
          <w:b w:val="0"/>
          <w:lang w:val="en-GB"/>
        </w:rPr>
        <w:t xml:space="preserve">are </w:t>
      </w:r>
      <w:r w:rsidR="00E73231" w:rsidRPr="00336F9B">
        <w:rPr>
          <w:rStyle w:val="Strong"/>
          <w:b w:val="0"/>
          <w:lang w:val="en-GB"/>
        </w:rPr>
        <w:t xml:space="preserve">defined in </w:t>
      </w:r>
      <w:r w:rsidR="00E73231">
        <w:rPr>
          <w:rStyle w:val="Strong"/>
          <w:b w:val="0"/>
          <w:lang w:val="en-GB"/>
        </w:rPr>
        <w:t xml:space="preserve">source file </w:t>
      </w:r>
      <w:r w:rsidR="00E73231" w:rsidRPr="00336F9B">
        <w:rPr>
          <w:rStyle w:val="Strong"/>
          <w:b w:val="0"/>
          <w:lang w:val="en-GB"/>
        </w:rPr>
        <w:t xml:space="preserve">DigiDocMem.h </w:t>
      </w:r>
      <w:r w:rsidR="00E73231">
        <w:rPr>
          <w:rStyle w:val="Strong"/>
          <w:b w:val="0"/>
          <w:lang w:val="en-GB"/>
        </w:rPr>
        <w:t xml:space="preserve">and </w:t>
      </w:r>
      <w:r>
        <w:rPr>
          <w:rStyle w:val="Strong"/>
          <w:b w:val="0"/>
          <w:lang w:val="en-GB"/>
        </w:rPr>
        <w:t xml:space="preserve">can be used, for example, </w:t>
      </w:r>
      <w:r w:rsidR="008418B3">
        <w:rPr>
          <w:rStyle w:val="Strong"/>
          <w:b w:val="0"/>
          <w:lang w:val="en-GB"/>
        </w:rPr>
        <w:t xml:space="preserve">to assign data that </w:t>
      </w:r>
      <w:r>
        <w:rPr>
          <w:rStyle w:val="Strong"/>
          <w:b w:val="0"/>
          <w:lang w:val="en-GB"/>
        </w:rPr>
        <w:t>has been</w:t>
      </w:r>
      <w:r w:rsidR="00D32E9A" w:rsidRPr="00336F9B">
        <w:rPr>
          <w:rStyle w:val="Strong"/>
          <w:b w:val="0"/>
          <w:lang w:val="en-GB"/>
        </w:rPr>
        <w:t xml:space="preserve"> </w:t>
      </w:r>
      <w:r>
        <w:rPr>
          <w:rStyle w:val="Strong"/>
          <w:b w:val="0"/>
          <w:lang w:val="en-GB"/>
        </w:rPr>
        <w:t>read from</w:t>
      </w:r>
      <w:r w:rsidR="00E73231">
        <w:rPr>
          <w:rStyle w:val="Strong"/>
          <w:b w:val="0"/>
          <w:lang w:val="en-GB"/>
        </w:rPr>
        <w:t xml:space="preserve"> database</w:t>
      </w:r>
      <w:r w:rsidR="008418B3">
        <w:rPr>
          <w:rStyle w:val="Strong"/>
          <w:b w:val="0"/>
          <w:lang w:val="en-GB"/>
        </w:rPr>
        <w:t xml:space="preserve"> or generated dynamically.</w:t>
      </w:r>
    </w:p>
    <w:p w14:paraId="3804F997" w14:textId="77777777" w:rsidR="00474EF5" w:rsidRPr="00336F9B" w:rsidRDefault="00D32E9A" w:rsidP="00AC5E92">
      <w:pPr>
        <w:pStyle w:val="ListParagraph"/>
        <w:numPr>
          <w:ilvl w:val="1"/>
          <w:numId w:val="31"/>
        </w:numPr>
        <w:ind w:left="851" w:hanging="284"/>
        <w:rPr>
          <w:rStyle w:val="Strong"/>
          <w:b w:val="0"/>
          <w:lang w:val="en-GB"/>
        </w:rPr>
      </w:pPr>
      <w:r w:rsidRPr="00336F9B">
        <w:rPr>
          <w:rStyle w:val="Strong"/>
          <w:b w:val="0"/>
          <w:lang w:val="en-GB"/>
        </w:rPr>
        <w:t>function ddocReadFile() defined in</w:t>
      </w:r>
      <w:r w:rsidR="00B102F7">
        <w:rPr>
          <w:rStyle w:val="Strong"/>
          <w:b w:val="0"/>
          <w:lang w:val="en-GB"/>
        </w:rPr>
        <w:t xml:space="preserve"> DigiDocConfig.h</w:t>
      </w:r>
      <w:r w:rsidR="00232EFE">
        <w:rPr>
          <w:rStyle w:val="Strong"/>
          <w:b w:val="0"/>
          <w:lang w:val="en-GB"/>
        </w:rPr>
        <w:t xml:space="preserve"> – </w:t>
      </w:r>
      <w:r w:rsidR="00514F97">
        <w:rPr>
          <w:rStyle w:val="Strong"/>
          <w:b w:val="0"/>
          <w:lang w:val="en-GB"/>
        </w:rPr>
        <w:t>reads data from a</w:t>
      </w:r>
      <w:r w:rsidR="008418B3">
        <w:rPr>
          <w:rStyle w:val="Strong"/>
          <w:b w:val="0"/>
          <w:lang w:val="en-GB"/>
        </w:rPr>
        <w:t xml:space="preserve">n </w:t>
      </w:r>
      <w:r w:rsidR="00232EFE">
        <w:rPr>
          <w:rStyle w:val="Strong"/>
          <w:b w:val="0"/>
          <w:lang w:val="en-GB"/>
        </w:rPr>
        <w:t>input file and assigns it to DigiDocMemBuf memory buffer.</w:t>
      </w:r>
    </w:p>
    <w:p w14:paraId="31E7D83E" w14:textId="77777777" w:rsidR="007B7F4A" w:rsidRPr="007B7F4A" w:rsidRDefault="007B7F4A" w:rsidP="007B7F4A">
      <w:pPr>
        <w:ind w:left="360"/>
        <w:rPr>
          <w:rStyle w:val="Strong"/>
          <w:b w:val="0"/>
          <w:lang w:val="en-GB"/>
        </w:rPr>
      </w:pPr>
      <w:r w:rsidRPr="007B7F4A">
        <w:rPr>
          <w:rStyle w:val="Strong"/>
          <w:b w:val="0"/>
          <w:lang w:val="en-GB"/>
        </w:rPr>
        <w:t xml:space="preserve">Add the data </w:t>
      </w:r>
      <w:r w:rsidR="008418B3">
        <w:rPr>
          <w:rStyle w:val="Strong"/>
          <w:b w:val="0"/>
          <w:lang w:val="en-GB"/>
        </w:rPr>
        <w:t xml:space="preserve">in memory buffer </w:t>
      </w:r>
      <w:r w:rsidRPr="007B7F4A">
        <w:rPr>
          <w:rStyle w:val="Strong"/>
          <w:b w:val="0"/>
          <w:lang w:val="en-GB"/>
        </w:rPr>
        <w:t>to DigiDoc container with the following function (defined in DigiDocObj.h):</w:t>
      </w:r>
    </w:p>
    <w:p w14:paraId="265F99D1" w14:textId="77777777" w:rsidR="007B7F4A" w:rsidRDefault="007B7F4A" w:rsidP="007B7F4A">
      <w:pPr>
        <w:pStyle w:val="eclipse"/>
        <w:ind w:left="360"/>
        <w:rPr>
          <w:lang w:val="et-EE"/>
        </w:rPr>
      </w:pPr>
      <w:r w:rsidRPr="00EA65BE">
        <w:rPr>
          <w:lang w:val="et-EE"/>
        </w:rPr>
        <w:t>createDataFileInMemory(&amp;pD</w:t>
      </w:r>
      <w:r>
        <w:rPr>
          <w:lang w:val="et-EE"/>
        </w:rPr>
        <w:t>ataFile</w:t>
      </w:r>
      <w:r w:rsidRPr="00EA65BE">
        <w:rPr>
          <w:lang w:val="et-EE"/>
        </w:rPr>
        <w:t xml:space="preserve">, </w:t>
      </w:r>
      <w:r w:rsidRPr="00751DBB">
        <w:rPr>
          <w:rStyle w:val="ecl-commentChar"/>
          <w:lang w:val="en-GB"/>
        </w:rPr>
        <w:t xml:space="preserve">// </w:t>
      </w:r>
      <w:r>
        <w:rPr>
          <w:rStyle w:val="ecl-commentChar"/>
          <w:lang w:val="en-GB"/>
        </w:rPr>
        <w:t xml:space="preserve">structure of the </w:t>
      </w:r>
      <w:r w:rsidRPr="00751DBB">
        <w:rPr>
          <w:rStyle w:val="ecl-commentChar"/>
          <w:lang w:val="en-GB"/>
        </w:rPr>
        <w:t>data file to be added</w:t>
      </w:r>
    </w:p>
    <w:p w14:paraId="3C9CB1DB" w14:textId="77777777" w:rsidR="007B7F4A" w:rsidRDefault="007B7F4A" w:rsidP="00E33F59">
      <w:pPr>
        <w:pStyle w:val="eclipse"/>
        <w:ind w:left="360" w:firstLine="360"/>
        <w:rPr>
          <w:lang w:val="et-EE"/>
        </w:rPr>
      </w:pPr>
      <w:r w:rsidRPr="00EA65BE">
        <w:rPr>
          <w:lang w:val="et-EE"/>
        </w:rPr>
        <w:t xml:space="preserve">*ppSigDoc, </w:t>
      </w:r>
      <w:r w:rsidRPr="00751DBB">
        <w:rPr>
          <w:rStyle w:val="ecl-commentChar"/>
          <w:lang w:val="en-GB"/>
        </w:rPr>
        <w:t>// DigiDoc structure to which the data file is added</w:t>
      </w:r>
    </w:p>
    <w:p w14:paraId="625FEA9C" w14:textId="77777777" w:rsidR="007B7F4A" w:rsidRDefault="007B7F4A" w:rsidP="00E33F59">
      <w:pPr>
        <w:pStyle w:val="eclipse"/>
        <w:ind w:left="360" w:firstLine="360"/>
        <w:rPr>
          <w:lang w:val="et-EE"/>
        </w:rPr>
      </w:pPr>
      <w:r w:rsidRPr="00137F8F">
        <w:rPr>
          <w:rStyle w:val="Ecl-paramChar"/>
          <w:lang w:val="et-EE"/>
        </w:rPr>
        <w:t>NULL</w:t>
      </w:r>
      <w:r w:rsidRPr="00EA65BE">
        <w:rPr>
          <w:lang w:val="et-EE"/>
        </w:rPr>
        <w:t xml:space="preserve">, </w:t>
      </w:r>
      <w:r w:rsidRPr="00751DBB">
        <w:rPr>
          <w:rStyle w:val="ecl-commentChar"/>
          <w:lang w:val="en-GB"/>
        </w:rPr>
        <w:t>// data file’s id</w:t>
      </w:r>
    </w:p>
    <w:p w14:paraId="14B84A87" w14:textId="77777777" w:rsidR="007B7F4A" w:rsidRDefault="007B7F4A" w:rsidP="00E33F59">
      <w:pPr>
        <w:pStyle w:val="eclipse"/>
        <w:ind w:left="360" w:firstLine="360"/>
        <w:rPr>
          <w:lang w:val="et-EE"/>
        </w:rPr>
      </w:pPr>
      <w:r>
        <w:rPr>
          <w:lang w:val="et-EE"/>
        </w:rPr>
        <w:t>in</w:t>
      </w:r>
      <w:r w:rsidRPr="00EA65BE">
        <w:rPr>
          <w:lang w:val="et-EE"/>
        </w:rPr>
        <w:t xml:space="preserve">file, </w:t>
      </w:r>
      <w:r w:rsidRPr="00751DBB">
        <w:rPr>
          <w:rStyle w:val="ecl-commentChar"/>
          <w:lang w:val="en-GB"/>
        </w:rPr>
        <w:t>// data file name and path</w:t>
      </w:r>
    </w:p>
    <w:p w14:paraId="7D0FC713" w14:textId="77777777" w:rsidR="007B7F4A" w:rsidRDefault="007B7F4A" w:rsidP="00E33F59">
      <w:pPr>
        <w:pStyle w:val="eclipse"/>
        <w:ind w:left="360" w:firstLine="360"/>
        <w:rPr>
          <w:lang w:val="et-EE"/>
        </w:rPr>
      </w:pPr>
      <w:r w:rsidRPr="00751DBB">
        <w:rPr>
          <w:rStyle w:val="Ecl-paramChar"/>
          <w:lang w:val="en-GB"/>
        </w:rPr>
        <w:t>CONTENT_EMBEDDED_BASE64</w:t>
      </w:r>
      <w:r w:rsidRPr="00EA65BE">
        <w:rPr>
          <w:lang w:val="et-EE"/>
        </w:rPr>
        <w:t>,</w:t>
      </w:r>
      <w:r>
        <w:rPr>
          <w:lang w:val="et-EE"/>
        </w:rPr>
        <w:t xml:space="preserve"> </w:t>
      </w:r>
      <w:r w:rsidRPr="00751DBB">
        <w:rPr>
          <w:rStyle w:val="ecl-commentChar"/>
          <w:lang w:val="en-GB"/>
        </w:rPr>
        <w:t>// file embedding option</w:t>
      </w:r>
      <w:r w:rsidRPr="00EA65BE">
        <w:rPr>
          <w:lang w:val="et-EE"/>
        </w:rPr>
        <w:t xml:space="preserve"> </w:t>
      </w:r>
    </w:p>
    <w:p w14:paraId="61552048" w14:textId="77777777" w:rsidR="007B7F4A" w:rsidRDefault="007B7F4A" w:rsidP="00E33F59">
      <w:pPr>
        <w:pStyle w:val="eclipse"/>
        <w:ind w:left="360" w:firstLine="360"/>
        <w:rPr>
          <w:lang w:val="et-EE"/>
        </w:rPr>
      </w:pPr>
      <w:r w:rsidRPr="00EA65BE">
        <w:rPr>
          <w:lang w:val="et-EE"/>
        </w:rPr>
        <w:t xml:space="preserve">mime, </w:t>
      </w:r>
      <w:r w:rsidRPr="00751DBB">
        <w:rPr>
          <w:rStyle w:val="ecl-commentChar"/>
          <w:lang w:val="en-GB"/>
        </w:rPr>
        <w:t>// mime type of the data file</w:t>
      </w:r>
    </w:p>
    <w:p w14:paraId="19C45814" w14:textId="77777777" w:rsidR="007B7F4A" w:rsidRDefault="00B03837" w:rsidP="00E33F59">
      <w:pPr>
        <w:pStyle w:val="eclipse"/>
        <w:ind w:left="360" w:firstLine="360"/>
        <w:rPr>
          <w:lang w:val="et-EE"/>
        </w:rPr>
      </w:pPr>
      <w:r>
        <w:rPr>
          <w:lang w:val="et-EE"/>
        </w:rPr>
        <w:t>mbuf</w:t>
      </w:r>
      <w:r w:rsidR="007B7F4A" w:rsidRPr="00EA65BE">
        <w:rPr>
          <w:lang w:val="et-EE"/>
        </w:rPr>
        <w:t>.</w:t>
      </w:r>
      <w:r w:rsidR="007B7F4A" w:rsidRPr="00137F8F">
        <w:rPr>
          <w:rStyle w:val="Ecl-paramChar"/>
          <w:lang w:val="et-EE"/>
        </w:rPr>
        <w:t>pMem</w:t>
      </w:r>
      <w:r w:rsidR="007B7F4A" w:rsidRPr="00EA65BE">
        <w:rPr>
          <w:lang w:val="et-EE"/>
        </w:rPr>
        <w:t xml:space="preserve">, </w:t>
      </w:r>
      <w:r w:rsidR="007B7F4A" w:rsidRPr="00501439">
        <w:rPr>
          <w:rStyle w:val="ecl-commentChar"/>
        </w:rPr>
        <w:t>//</w:t>
      </w:r>
      <w:r w:rsidR="007B7F4A">
        <w:rPr>
          <w:rStyle w:val="ecl-commentChar"/>
        </w:rPr>
        <w:t xml:space="preserve"> </w:t>
      </w:r>
      <w:r>
        <w:rPr>
          <w:rStyle w:val="ecl-commentChar"/>
        </w:rPr>
        <w:t>memory</w:t>
      </w:r>
      <w:r w:rsidR="007B7F4A">
        <w:rPr>
          <w:rStyle w:val="ecl-commentChar"/>
        </w:rPr>
        <w:t xml:space="preserve"> buffe</w:t>
      </w:r>
      <w:r>
        <w:rPr>
          <w:rStyle w:val="ecl-commentChar"/>
        </w:rPr>
        <w:t>r’s data</w:t>
      </w:r>
    </w:p>
    <w:p w14:paraId="1C73BCA7" w14:textId="77777777" w:rsidR="007B7F4A" w:rsidRDefault="007B7F4A" w:rsidP="00E33F59">
      <w:pPr>
        <w:pStyle w:val="eclipse"/>
        <w:ind w:left="360" w:firstLine="360"/>
        <w:rPr>
          <w:lang w:val="et-EE"/>
        </w:rPr>
      </w:pPr>
      <w:r w:rsidRPr="00EA65BE">
        <w:rPr>
          <w:lang w:val="et-EE"/>
        </w:rPr>
        <w:t>mbuf.</w:t>
      </w:r>
      <w:r w:rsidRPr="00137F8F">
        <w:rPr>
          <w:rStyle w:val="Ecl-paramChar"/>
          <w:lang w:val="et-EE"/>
        </w:rPr>
        <w:t>nLen</w:t>
      </w:r>
      <w:r w:rsidRPr="00EA65BE">
        <w:rPr>
          <w:lang w:val="et-EE"/>
        </w:rPr>
        <w:t>);</w:t>
      </w:r>
      <w:r>
        <w:rPr>
          <w:lang w:val="et-EE"/>
        </w:rPr>
        <w:t xml:space="preserve"> </w:t>
      </w:r>
      <w:r w:rsidRPr="00501439">
        <w:rPr>
          <w:rStyle w:val="ecl-commentChar"/>
        </w:rPr>
        <w:t>//</w:t>
      </w:r>
      <w:r>
        <w:rPr>
          <w:rStyle w:val="ecl-commentChar"/>
        </w:rPr>
        <w:t xml:space="preserve"> memory buffer’s size</w:t>
      </w:r>
    </w:p>
    <w:p w14:paraId="1F190DCA" w14:textId="77777777" w:rsidR="00374C0B" w:rsidRDefault="00374C0B" w:rsidP="007B7F4A">
      <w:pPr>
        <w:ind w:left="360"/>
        <w:rPr>
          <w:rStyle w:val="Strong"/>
          <w:b w:val="0"/>
          <w:lang w:val="en-GB"/>
        </w:rPr>
      </w:pPr>
      <w:r>
        <w:rPr>
          <w:rStyle w:val="Strong"/>
          <w:b w:val="0"/>
          <w:lang w:val="en-GB"/>
        </w:rPr>
        <w:t xml:space="preserve">The function creates a new DataFile element, adds the data and its hash value (SHA-1 is supported) to DigiDoc container. </w:t>
      </w:r>
    </w:p>
    <w:p w14:paraId="1F32BDED" w14:textId="77777777" w:rsidR="00B65C9A" w:rsidRDefault="00B65C9A" w:rsidP="007B7F4A">
      <w:pPr>
        <w:ind w:left="360"/>
        <w:rPr>
          <w:rStyle w:val="Strong"/>
          <w:b w:val="0"/>
          <w:lang w:val="en-GB"/>
        </w:rPr>
      </w:pPr>
      <w:r>
        <w:rPr>
          <w:rStyle w:val="Strong"/>
          <w:b w:val="0"/>
          <w:lang w:val="en-GB"/>
        </w:rPr>
        <w:t>The first six parameters of the function above have the same meaning as in function DataFile_new() described in the previous point.</w:t>
      </w:r>
    </w:p>
    <w:p w14:paraId="78ACE1C5" w14:textId="77777777" w:rsidR="00B03837" w:rsidRDefault="00B03837" w:rsidP="007B7F4A">
      <w:pPr>
        <w:ind w:left="360"/>
        <w:rPr>
          <w:rStyle w:val="Strong"/>
          <w:b w:val="0"/>
          <w:lang w:val="en-GB"/>
        </w:rPr>
      </w:pPr>
      <w:r>
        <w:rPr>
          <w:rStyle w:val="Strong"/>
          <w:b w:val="0"/>
          <w:lang w:val="en-GB"/>
        </w:rPr>
        <w:t>The last two input parameters specify the data in memory buffer and the buffer’s size.</w:t>
      </w:r>
    </w:p>
    <w:p w14:paraId="1B5E3702" w14:textId="77777777" w:rsidR="007B7F4A" w:rsidRPr="007B7F4A" w:rsidRDefault="007B7F4A" w:rsidP="007B7F4A">
      <w:pPr>
        <w:ind w:left="360"/>
        <w:rPr>
          <w:lang w:val="en-GB"/>
        </w:rPr>
      </w:pPr>
      <w:r w:rsidRPr="007B7F4A">
        <w:rPr>
          <w:rStyle w:val="Strong"/>
          <w:b w:val="0"/>
          <w:lang w:val="en-GB"/>
        </w:rPr>
        <w:t xml:space="preserve">After </w:t>
      </w:r>
      <w:r w:rsidR="00B03837">
        <w:rPr>
          <w:rStyle w:val="Strong"/>
          <w:b w:val="0"/>
          <w:lang w:val="en-GB"/>
        </w:rPr>
        <w:t>the new DataFile element has been created and added to the DigiDoc container</w:t>
      </w:r>
      <w:r w:rsidRPr="007B7F4A">
        <w:rPr>
          <w:rStyle w:val="Strong"/>
          <w:b w:val="0"/>
          <w:lang w:val="en-GB"/>
        </w:rPr>
        <w:t xml:space="preserve">, you can add additional attributes to it with function </w:t>
      </w:r>
      <w:r w:rsidRPr="007B7F4A">
        <w:rPr>
          <w:lang w:val="en-GB"/>
        </w:rPr>
        <w:t>addDataFileAttribute() (described in the previous point).</w:t>
      </w:r>
    </w:p>
    <w:p w14:paraId="087105B2" w14:textId="77777777" w:rsidR="007B7F4A" w:rsidRPr="007B7F4A" w:rsidRDefault="007B7F4A" w:rsidP="007B7F4A">
      <w:pPr>
        <w:ind w:left="360"/>
        <w:rPr>
          <w:rStyle w:val="Strong"/>
          <w:b w:val="0"/>
          <w:lang w:val="en-GB"/>
        </w:rPr>
      </w:pPr>
      <w:r w:rsidRPr="007B7F4A">
        <w:rPr>
          <w:rStyle w:val="Strong"/>
          <w:b w:val="0"/>
          <w:lang w:val="en-GB"/>
        </w:rPr>
        <w:t>Memory</w:t>
      </w:r>
      <w:r w:rsidR="00B03837">
        <w:rPr>
          <w:rStyle w:val="Strong"/>
          <w:b w:val="0"/>
          <w:lang w:val="en-GB"/>
        </w:rPr>
        <w:t xml:space="preserve"> of the data buffer</w:t>
      </w:r>
      <w:r w:rsidRPr="007B7F4A">
        <w:rPr>
          <w:rStyle w:val="Strong"/>
          <w:b w:val="0"/>
          <w:lang w:val="en-GB"/>
        </w:rPr>
        <w:t xml:space="preserve"> should be freed after the data has been </w:t>
      </w:r>
      <w:r w:rsidR="00B03837">
        <w:rPr>
          <w:rStyle w:val="Strong"/>
          <w:b w:val="0"/>
          <w:lang w:val="en-GB"/>
        </w:rPr>
        <w:t>added</w:t>
      </w:r>
      <w:r w:rsidRPr="007B7F4A">
        <w:rPr>
          <w:rStyle w:val="Strong"/>
          <w:b w:val="0"/>
          <w:lang w:val="en-GB"/>
        </w:rPr>
        <w:t>:</w:t>
      </w:r>
    </w:p>
    <w:p w14:paraId="72F43974" w14:textId="77777777" w:rsidR="007B7F4A" w:rsidRPr="00B03837" w:rsidRDefault="007B7F4A" w:rsidP="00B03837">
      <w:pPr>
        <w:pStyle w:val="eclipse"/>
        <w:ind w:left="360"/>
        <w:rPr>
          <w:bCs/>
          <w:lang w:val="en-GB"/>
        </w:rPr>
      </w:pPr>
      <w:r w:rsidRPr="0023291B">
        <w:rPr>
          <w:rStyle w:val="Strong"/>
          <w:b w:val="0"/>
          <w:lang w:val="en-GB"/>
        </w:rPr>
        <w:t>ddocMemBuf_free(&amp;</w:t>
      </w:r>
      <w:r w:rsidR="00B03837">
        <w:rPr>
          <w:rStyle w:val="Strong"/>
          <w:b w:val="0"/>
          <w:lang w:val="en-GB"/>
        </w:rPr>
        <w:t>mbuf</w:t>
      </w:r>
      <w:r w:rsidRPr="0023291B">
        <w:rPr>
          <w:rStyle w:val="Strong"/>
          <w:b w:val="0"/>
          <w:lang w:val="en-GB"/>
        </w:rPr>
        <w:t>);</w:t>
      </w:r>
    </w:p>
    <w:p w14:paraId="1E4D1566" w14:textId="77777777" w:rsidR="0009633D" w:rsidRPr="00751DBB" w:rsidRDefault="0009633D" w:rsidP="00C813B3">
      <w:pPr>
        <w:pStyle w:val="Heading3"/>
      </w:pPr>
      <w:bookmarkStart w:id="48" w:name="_Toc410733911"/>
      <w:r w:rsidRPr="00751DBB">
        <w:t>Adding signatures</w:t>
      </w:r>
      <w:bookmarkEnd w:id="48"/>
    </w:p>
    <w:p w14:paraId="0E3AA015" w14:textId="77777777" w:rsidR="009434FC" w:rsidRPr="00751DBB" w:rsidRDefault="009434FC" w:rsidP="009434FC">
      <w:pPr>
        <w:rPr>
          <w:lang w:val="en-GB"/>
        </w:rPr>
      </w:pPr>
      <w:r w:rsidRPr="00751DBB">
        <w:rPr>
          <w:lang w:val="en-GB"/>
        </w:rPr>
        <w:t>You can sign either by:</w:t>
      </w:r>
    </w:p>
    <w:p w14:paraId="7A1BF7AE" w14:textId="77777777" w:rsidR="009434FC" w:rsidRPr="00751DBB" w:rsidRDefault="009434FC" w:rsidP="00602608">
      <w:pPr>
        <w:pStyle w:val="ListParagraph"/>
        <w:numPr>
          <w:ilvl w:val="0"/>
          <w:numId w:val="4"/>
        </w:numPr>
        <w:rPr>
          <w:lang w:val="en-GB"/>
        </w:rPr>
      </w:pPr>
      <w:r w:rsidRPr="00751DBB">
        <w:rPr>
          <w:lang w:val="en-GB"/>
        </w:rPr>
        <w:t>using an Estonian ID card or</w:t>
      </w:r>
    </w:p>
    <w:p w14:paraId="1DF9B4F1" w14:textId="77777777" w:rsidR="009434FC" w:rsidRPr="00751DBB" w:rsidRDefault="009434FC" w:rsidP="00602608">
      <w:pPr>
        <w:pStyle w:val="ListParagraph"/>
        <w:numPr>
          <w:ilvl w:val="0"/>
          <w:numId w:val="4"/>
        </w:numPr>
        <w:rPr>
          <w:lang w:val="en-GB"/>
        </w:rPr>
      </w:pPr>
      <w:r w:rsidRPr="00751DBB">
        <w:rPr>
          <w:lang w:val="en-GB"/>
        </w:rPr>
        <w:t xml:space="preserve">any other smartcard provided that you have the external native language PKCS#11 driver for it </w:t>
      </w:r>
    </w:p>
    <w:p w14:paraId="0F9F363B" w14:textId="77777777" w:rsidR="009434FC" w:rsidRPr="00751DBB" w:rsidRDefault="009434FC" w:rsidP="00602608">
      <w:pPr>
        <w:pStyle w:val="ListParagraph"/>
        <w:numPr>
          <w:ilvl w:val="0"/>
          <w:numId w:val="4"/>
        </w:numPr>
        <w:rPr>
          <w:lang w:val="en-GB"/>
        </w:rPr>
      </w:pPr>
      <w:r w:rsidRPr="00751DBB">
        <w:rPr>
          <w:lang w:val="en-GB"/>
        </w:rPr>
        <w:t xml:space="preserve">using a software token (PKCS#12 file) </w:t>
      </w:r>
    </w:p>
    <w:p w14:paraId="69F01D25" w14:textId="77777777" w:rsidR="009434FC" w:rsidRDefault="009434FC" w:rsidP="00602608">
      <w:pPr>
        <w:pStyle w:val="ListParagraph"/>
        <w:numPr>
          <w:ilvl w:val="0"/>
          <w:numId w:val="4"/>
        </w:numPr>
        <w:rPr>
          <w:lang w:val="en-GB"/>
        </w:rPr>
      </w:pPr>
      <w:r w:rsidRPr="00751DBB">
        <w:rPr>
          <w:lang w:val="en-GB"/>
        </w:rPr>
        <w:t xml:space="preserve">calculate the signature in some external program (web-application?) and then add the signature value to digidoc document. </w:t>
      </w:r>
    </w:p>
    <w:p w14:paraId="3B9AF89F" w14:textId="77777777" w:rsidR="00907680" w:rsidRPr="00907680" w:rsidRDefault="00907680" w:rsidP="00907680">
      <w:pPr>
        <w:rPr>
          <w:lang w:val="en-GB"/>
        </w:rPr>
      </w:pPr>
      <w:r w:rsidRPr="00907680">
        <w:rPr>
          <w:b/>
          <w:lang w:val="en-GB"/>
        </w:rPr>
        <w:t>Note</w:t>
      </w:r>
      <w:r w:rsidRPr="00907680">
        <w:rPr>
          <w:lang w:val="en-GB"/>
        </w:rPr>
        <w:t>: the functionality of adding signatures is no longer supported in case of older DigiDoc file formats SK-XML, DIGIDOC-XML 1.1 and DIGIDOC-XML 1.2.</w:t>
      </w:r>
    </w:p>
    <w:p w14:paraId="4340BFFB" w14:textId="77777777" w:rsidR="0009633D" w:rsidRPr="00751DBB" w:rsidRDefault="00C07346" w:rsidP="0009633D">
      <w:pPr>
        <w:rPr>
          <w:lang w:val="en-GB"/>
        </w:rPr>
      </w:pPr>
      <w:r w:rsidRPr="00751DBB">
        <w:rPr>
          <w:lang w:val="en-GB"/>
        </w:rPr>
        <w:t>SignatureInfo structure</w:t>
      </w:r>
      <w:r w:rsidR="00EF5B55" w:rsidRPr="00751DBB">
        <w:rPr>
          <w:lang w:val="en-GB"/>
        </w:rPr>
        <w:t xml:space="preserve"> is needed to </w:t>
      </w:r>
      <w:r w:rsidR="00664EA6" w:rsidRPr="00751DBB">
        <w:rPr>
          <w:lang w:val="en-GB"/>
        </w:rPr>
        <w:t>incorporate</w:t>
      </w:r>
      <w:r w:rsidR="00EF5B55" w:rsidRPr="00751DBB">
        <w:rPr>
          <w:lang w:val="en-GB"/>
        </w:rPr>
        <w:t xml:space="preserve"> the necessary information about the signature</w:t>
      </w:r>
      <w:r w:rsidR="0016238A" w:rsidRPr="00751DBB">
        <w:rPr>
          <w:lang w:val="en-GB"/>
        </w:rPr>
        <w:t xml:space="preserve"> before it can be created</w:t>
      </w:r>
      <w:r w:rsidR="00EF5B55" w:rsidRPr="00751DBB">
        <w:rPr>
          <w:lang w:val="en-GB"/>
        </w:rPr>
        <w:t>:</w:t>
      </w:r>
    </w:p>
    <w:p w14:paraId="2611E052" w14:textId="77777777" w:rsidR="00636086" w:rsidRPr="00751DBB" w:rsidRDefault="0009633D" w:rsidP="00EF5B55">
      <w:pPr>
        <w:pStyle w:val="eclipse"/>
        <w:pBdr>
          <w:bottom w:val="single" w:sz="4" w:space="2" w:color="auto"/>
        </w:pBdr>
        <w:spacing w:before="0"/>
        <w:rPr>
          <w:lang w:val="en-GB"/>
        </w:rPr>
      </w:pPr>
      <w:r w:rsidRPr="00751DBB">
        <w:rPr>
          <w:lang w:val="en-GB"/>
        </w:rPr>
        <w:t>SignatureInfo* pSigInfo;</w:t>
      </w:r>
    </w:p>
    <w:p w14:paraId="16D75EFE" w14:textId="77777777" w:rsidR="00BE466D" w:rsidRPr="00751DBB" w:rsidRDefault="00BE466D" w:rsidP="00E84D24">
      <w:pPr>
        <w:rPr>
          <w:lang w:val="en-GB"/>
        </w:rPr>
      </w:pPr>
      <w:r w:rsidRPr="00751DBB">
        <w:rPr>
          <w:lang w:val="en-GB"/>
        </w:rPr>
        <w:t>Signing can be done by using the function:</w:t>
      </w:r>
    </w:p>
    <w:p w14:paraId="5F63E866" w14:textId="77777777" w:rsidR="00016842" w:rsidRDefault="00BE466D" w:rsidP="00016842">
      <w:pPr>
        <w:pStyle w:val="eclipse"/>
        <w:rPr>
          <w:rStyle w:val="ecl-commentChar"/>
          <w:lang w:val="en-GB"/>
        </w:rPr>
      </w:pPr>
      <w:r w:rsidRPr="00751DBB">
        <w:rPr>
          <w:lang w:val="en-GB"/>
        </w:rPr>
        <w:t>signDocumentWithSlot</w:t>
      </w:r>
      <w:r w:rsidR="00912E31">
        <w:rPr>
          <w:lang w:val="en-GB"/>
        </w:rPr>
        <w:t>AndSigner</w:t>
      </w:r>
      <w:r w:rsidRPr="00751DBB">
        <w:rPr>
          <w:lang w:val="en-GB"/>
        </w:rPr>
        <w:t xml:space="preserve">(SignedDoc* pSigDoc, </w:t>
      </w:r>
      <w:r w:rsidR="00EF5B55" w:rsidRPr="00751DBB">
        <w:rPr>
          <w:rStyle w:val="ecl-commentChar"/>
          <w:lang w:val="en-GB"/>
        </w:rPr>
        <w:t>// SignedDoc structure</w:t>
      </w:r>
    </w:p>
    <w:p w14:paraId="16D77EC1" w14:textId="77777777" w:rsidR="00EF5B55" w:rsidRPr="00751DBB" w:rsidRDefault="00016842" w:rsidP="00016842">
      <w:pPr>
        <w:pStyle w:val="eclipse"/>
        <w:ind w:firstLine="589"/>
        <w:rPr>
          <w:lang w:val="en-GB"/>
        </w:rPr>
      </w:pPr>
      <w:r>
        <w:rPr>
          <w:rStyle w:val="ecl-commentChar"/>
          <w:lang w:val="en-GB"/>
        </w:rPr>
        <w:t xml:space="preserve">                                // </w:t>
      </w:r>
      <w:r w:rsidR="00EF5B55" w:rsidRPr="00751DBB">
        <w:rPr>
          <w:rStyle w:val="ecl-commentChar"/>
          <w:lang w:val="en-GB"/>
        </w:rPr>
        <w:t>to which the signature is added</w:t>
      </w:r>
    </w:p>
    <w:p w14:paraId="64266297" w14:textId="77777777" w:rsidR="00BE466D" w:rsidRPr="00F2796A" w:rsidRDefault="00BE466D" w:rsidP="00EF5B55">
      <w:pPr>
        <w:pStyle w:val="eclipse"/>
        <w:ind w:firstLine="589"/>
        <w:rPr>
          <w:rStyle w:val="ecl-commentChar"/>
        </w:rPr>
      </w:pPr>
      <w:r w:rsidRPr="00751DBB">
        <w:rPr>
          <w:lang w:val="en-GB"/>
        </w:rPr>
        <w:t>SignatureInfo** ppSigInfo,</w:t>
      </w:r>
      <w:r w:rsidR="00EF5B55" w:rsidRPr="00751DBB">
        <w:rPr>
          <w:lang w:val="en-GB"/>
        </w:rPr>
        <w:t xml:space="preserve"> </w:t>
      </w:r>
      <w:r w:rsidR="00D11B8A" w:rsidRPr="00F2796A">
        <w:rPr>
          <w:rStyle w:val="ecl-commentChar"/>
        </w:rPr>
        <w:t>// Sign</w:t>
      </w:r>
      <w:r w:rsidR="00F2796A">
        <w:rPr>
          <w:rStyle w:val="ecl-commentChar"/>
        </w:rPr>
        <w:t>ature</w:t>
      </w:r>
      <w:r w:rsidR="00D11B8A" w:rsidRPr="00F2796A">
        <w:rPr>
          <w:rStyle w:val="ecl-commentChar"/>
        </w:rPr>
        <w:t>Info structure</w:t>
      </w:r>
    </w:p>
    <w:p w14:paraId="2FA128B4" w14:textId="77777777" w:rsidR="00211278" w:rsidRPr="00751DBB" w:rsidRDefault="00211278" w:rsidP="00BE466D">
      <w:pPr>
        <w:pStyle w:val="eclipse"/>
        <w:rPr>
          <w:lang w:val="en-GB"/>
        </w:rPr>
      </w:pPr>
      <w:r w:rsidRPr="00751DBB">
        <w:rPr>
          <w:lang w:val="en-GB"/>
        </w:rPr>
        <w:tab/>
      </w:r>
      <w:r w:rsidR="00BE466D" w:rsidRPr="00751DBB">
        <w:rPr>
          <w:lang w:val="en-GB"/>
        </w:rPr>
        <w:t xml:space="preserve">const char* pin, </w:t>
      </w:r>
      <w:r w:rsidR="00EF5B55" w:rsidRPr="00751DBB">
        <w:rPr>
          <w:rStyle w:val="ecl-commentChar"/>
          <w:lang w:val="en-GB"/>
        </w:rPr>
        <w:t>// pin2 in case of Estonian ID cards</w:t>
      </w:r>
    </w:p>
    <w:p w14:paraId="54A33FCE" w14:textId="511954E3" w:rsidR="00BE466D" w:rsidRPr="000F1DEC" w:rsidRDefault="00BE466D" w:rsidP="00211278">
      <w:pPr>
        <w:pStyle w:val="eclipse"/>
        <w:ind w:firstLine="589"/>
        <w:rPr>
          <w:lang w:val="fr-FR"/>
        </w:rPr>
      </w:pPr>
      <w:r w:rsidRPr="000F1DEC">
        <w:rPr>
          <w:lang w:val="fr-FR"/>
        </w:rPr>
        <w:lastRenderedPageBreak/>
        <w:t>const char* manifest,</w:t>
      </w:r>
      <w:r w:rsidR="00211278" w:rsidRPr="000F1DEC">
        <w:rPr>
          <w:lang w:val="fr-FR"/>
        </w:rPr>
        <w:t xml:space="preserve"> </w:t>
      </w:r>
      <w:r w:rsidR="00211278" w:rsidRPr="000F1DEC">
        <w:rPr>
          <w:rStyle w:val="ecl-commentChar"/>
          <w:lang w:val="fr-FR"/>
        </w:rPr>
        <w:t>// signer’s role</w:t>
      </w:r>
      <w:r w:rsidR="006B0FA1">
        <w:rPr>
          <w:rStyle w:val="ecl-commentChar"/>
          <w:lang w:val="fr-FR"/>
        </w:rPr>
        <w:t xml:space="preserve"> / resolution</w:t>
      </w:r>
      <w:r w:rsidR="00EF5B55" w:rsidRPr="000F1DEC">
        <w:rPr>
          <w:rStyle w:val="ecl-commentChar"/>
          <w:lang w:val="fr-FR"/>
        </w:rPr>
        <w:t xml:space="preserve"> (optional)</w:t>
      </w:r>
    </w:p>
    <w:p w14:paraId="15D3A771" w14:textId="77777777" w:rsidR="00EF5B55" w:rsidRPr="00751DBB" w:rsidRDefault="00211278" w:rsidP="00BE466D">
      <w:pPr>
        <w:pStyle w:val="eclipse"/>
        <w:rPr>
          <w:lang w:val="en-GB"/>
        </w:rPr>
      </w:pPr>
      <w:r w:rsidRPr="000F1DEC">
        <w:rPr>
          <w:lang w:val="fr-FR"/>
        </w:rPr>
        <w:tab/>
      </w:r>
      <w:r w:rsidR="00BE466D" w:rsidRPr="00751DBB">
        <w:rPr>
          <w:lang w:val="en-GB"/>
        </w:rPr>
        <w:t xml:space="preserve">const char* city, </w:t>
      </w:r>
      <w:r w:rsidR="00EF5B55" w:rsidRPr="00751DBB">
        <w:rPr>
          <w:rStyle w:val="ecl-commentChar"/>
          <w:lang w:val="en-GB"/>
        </w:rPr>
        <w:t>// signature production place (optional)</w:t>
      </w:r>
    </w:p>
    <w:p w14:paraId="73CB5936" w14:textId="77777777" w:rsidR="00BE466D" w:rsidRPr="00751DBB" w:rsidRDefault="00BE466D" w:rsidP="00EF5B55">
      <w:pPr>
        <w:pStyle w:val="eclipse"/>
        <w:ind w:firstLine="589"/>
        <w:rPr>
          <w:lang w:val="en-GB"/>
        </w:rPr>
      </w:pPr>
      <w:r w:rsidRPr="00751DBB">
        <w:rPr>
          <w:lang w:val="en-GB"/>
        </w:rPr>
        <w:t>const char* state,</w:t>
      </w:r>
      <w:r w:rsidR="00EF5B55" w:rsidRPr="00751DBB">
        <w:rPr>
          <w:lang w:val="en-GB"/>
        </w:rPr>
        <w:t xml:space="preserve"> </w:t>
      </w:r>
      <w:r w:rsidRPr="00751DBB">
        <w:rPr>
          <w:lang w:val="en-GB"/>
        </w:rPr>
        <w:t xml:space="preserve">const char* zip, const char* country, </w:t>
      </w:r>
    </w:p>
    <w:p w14:paraId="5B2A718A" w14:textId="77777777" w:rsidR="00211278" w:rsidRPr="00751DBB" w:rsidRDefault="00211278" w:rsidP="00BE466D">
      <w:pPr>
        <w:pStyle w:val="eclipse"/>
        <w:rPr>
          <w:lang w:val="en-GB"/>
        </w:rPr>
      </w:pPr>
      <w:r w:rsidRPr="00751DBB">
        <w:rPr>
          <w:lang w:val="en-GB"/>
        </w:rPr>
        <w:tab/>
      </w:r>
      <w:r w:rsidR="00BE466D" w:rsidRPr="00751DBB">
        <w:rPr>
          <w:lang w:val="en-GB"/>
        </w:rPr>
        <w:t xml:space="preserve">int nSlot, </w:t>
      </w:r>
      <w:r w:rsidR="00EF5B55" w:rsidRPr="00751DBB">
        <w:rPr>
          <w:rStyle w:val="ecl-commentChar"/>
          <w:lang w:val="en-GB"/>
        </w:rPr>
        <w:t xml:space="preserve">// </w:t>
      </w:r>
      <w:r w:rsidR="000B54E4" w:rsidRPr="00751DBB">
        <w:rPr>
          <w:rStyle w:val="ecl-commentChar"/>
          <w:lang w:val="en-GB"/>
        </w:rPr>
        <w:t>specifies the signer’s private key’s slot</w:t>
      </w:r>
    </w:p>
    <w:p w14:paraId="06529DF8" w14:textId="77777777" w:rsidR="00E36CCC" w:rsidRPr="00E36CCC" w:rsidRDefault="00BE466D" w:rsidP="00EF5B55">
      <w:pPr>
        <w:pStyle w:val="eclipse"/>
        <w:ind w:firstLine="589"/>
        <w:rPr>
          <w:rStyle w:val="ecl-commentChar"/>
        </w:rPr>
      </w:pPr>
      <w:r w:rsidRPr="00E36CCC">
        <w:t>int nOcsp</w:t>
      </w:r>
      <w:r w:rsidR="00E36CCC" w:rsidRPr="00E36CCC">
        <w:t xml:space="preserve">, </w:t>
      </w:r>
      <w:r w:rsidR="00E36CCC" w:rsidRPr="00E36CCC">
        <w:rPr>
          <w:rStyle w:val="ecl-commentChar"/>
        </w:rPr>
        <w:t>// add OCSP confirmation or not</w:t>
      </w:r>
    </w:p>
    <w:p w14:paraId="2A82D69D" w14:textId="77777777" w:rsidR="00E36CCC" w:rsidRPr="00E36CCC" w:rsidRDefault="00E36CCC" w:rsidP="00EF5B55">
      <w:pPr>
        <w:pStyle w:val="eclipse"/>
        <w:ind w:firstLine="589"/>
      </w:pPr>
      <w:r w:rsidRPr="00E36CCC">
        <w:t xml:space="preserve">int nSigner, </w:t>
      </w:r>
      <w:r w:rsidRPr="00E36CCC">
        <w:rPr>
          <w:rStyle w:val="ecl-commentChar"/>
        </w:rPr>
        <w:t xml:space="preserve">// </w:t>
      </w:r>
      <w:r w:rsidR="008D0A06">
        <w:rPr>
          <w:rStyle w:val="ecl-commentChar"/>
        </w:rPr>
        <w:t>signing module: 1</w:t>
      </w:r>
      <w:r w:rsidR="00F86621">
        <w:rPr>
          <w:rStyle w:val="ecl-commentChar"/>
        </w:rPr>
        <w:t>-&gt;PKCS11</w:t>
      </w:r>
      <w:r w:rsidR="008D0A06">
        <w:rPr>
          <w:rStyle w:val="ecl-commentChar"/>
        </w:rPr>
        <w:t>, 2</w:t>
      </w:r>
      <w:r w:rsidR="00F86621">
        <w:rPr>
          <w:rStyle w:val="ecl-commentChar"/>
        </w:rPr>
        <w:t>-&gt;CNG</w:t>
      </w:r>
      <w:r w:rsidR="008D0A06">
        <w:rPr>
          <w:rStyle w:val="ecl-commentChar"/>
        </w:rPr>
        <w:t>, 3</w:t>
      </w:r>
      <w:r w:rsidR="00F86621">
        <w:rPr>
          <w:rStyle w:val="ecl-commentChar"/>
        </w:rPr>
        <w:t>-&gt;PKCS12</w:t>
      </w:r>
    </w:p>
    <w:p w14:paraId="786FFC41" w14:textId="77777777" w:rsidR="00EF5B55" w:rsidRPr="00751DBB" w:rsidRDefault="00E36CCC" w:rsidP="00EF5B55">
      <w:pPr>
        <w:pStyle w:val="eclipse"/>
        <w:ind w:firstLine="589"/>
        <w:rPr>
          <w:lang w:val="en-GB"/>
        </w:rPr>
      </w:pPr>
      <w:r w:rsidRPr="00E36CCC">
        <w:rPr>
          <w:lang w:val="en-GB"/>
        </w:rPr>
        <w:t>const char* szPkcs12FileName</w:t>
      </w:r>
      <w:r w:rsidR="00BE466D" w:rsidRPr="00751DBB">
        <w:rPr>
          <w:lang w:val="en-GB"/>
        </w:rPr>
        <w:t>);</w:t>
      </w:r>
      <w:r w:rsidR="00EF5B55" w:rsidRPr="00751DBB">
        <w:rPr>
          <w:lang w:val="en-GB"/>
        </w:rPr>
        <w:t xml:space="preserve"> </w:t>
      </w:r>
      <w:r w:rsidRPr="00E61596">
        <w:rPr>
          <w:rStyle w:val="ecl-commentChar"/>
        </w:rPr>
        <w:t xml:space="preserve">// </w:t>
      </w:r>
      <w:r w:rsidR="00E61596" w:rsidRPr="00E61596">
        <w:rPr>
          <w:rStyle w:val="ecl-commentChar"/>
        </w:rPr>
        <w:t>PKCS#12 file name</w:t>
      </w:r>
    </w:p>
    <w:p w14:paraId="7D7B4AAD" w14:textId="280B1769" w:rsidR="006B0FA1" w:rsidRPr="006B0FA1" w:rsidRDefault="001306B6" w:rsidP="00BC4DED">
      <w:r>
        <w:rPr>
          <w:lang w:val="en-GB"/>
        </w:rPr>
        <w:t xml:space="preserve">Optional parameter </w:t>
      </w:r>
      <w:r w:rsidRPr="001306B6">
        <w:rPr>
          <w:b/>
          <w:lang w:val="en-GB"/>
        </w:rPr>
        <w:t>manifest</w:t>
      </w:r>
      <w:r>
        <w:rPr>
          <w:lang w:val="en-GB"/>
        </w:rPr>
        <w:t xml:space="preserve"> may be used to define the signer’s role</w:t>
      </w:r>
      <w:r w:rsidR="006B0FA1">
        <w:rPr>
          <w:lang w:val="en-GB"/>
        </w:rPr>
        <w:t xml:space="preserve"> and resolution</w:t>
      </w:r>
      <w:r>
        <w:rPr>
          <w:lang w:val="en-GB"/>
        </w:rPr>
        <w:t xml:space="preserve">. </w:t>
      </w:r>
      <w:r w:rsidR="006B0FA1" w:rsidRPr="005E05FF">
        <w:t xml:space="preserve">The </w:t>
      </w:r>
      <w:r w:rsidR="006B0FA1">
        <w:t>string</w:t>
      </w:r>
      <w:r w:rsidR="006B0FA1" w:rsidRPr="005E05FF">
        <w:t xml:space="preserve"> can contain only the signer’s role or role along with the signer’s resolution, separated with a slash character, i.e. </w:t>
      </w:r>
      <w:r w:rsidR="006B0FA1" w:rsidRPr="005E05FF">
        <w:rPr>
          <w:b/>
        </w:rPr>
        <w:t>“role / resolution”</w:t>
      </w:r>
      <w:r w:rsidR="006B0FA1" w:rsidRPr="005E05FF">
        <w:t xml:space="preserve">. The value will be written to a single &lt;ClaimedRole&gt; xml element in the file. </w:t>
      </w:r>
      <w:r w:rsidR="006B0FA1">
        <w:t>When adding the signer’s resolution then role must also be added.</w:t>
      </w:r>
      <w:r w:rsidR="00C95286">
        <w:t xml:space="preserve"> Note that during signature validation, at most two &lt;ClaimedRole elements are allowed due to historical reasons.</w:t>
      </w:r>
    </w:p>
    <w:p w14:paraId="7B2D44CB" w14:textId="7DECBF76" w:rsidR="001306B6" w:rsidRDefault="001306B6" w:rsidP="00BC4DED">
      <w:pPr>
        <w:rPr>
          <w:lang w:val="en-GB"/>
        </w:rPr>
      </w:pPr>
      <w:r>
        <w:rPr>
          <w:lang w:val="en-GB"/>
        </w:rPr>
        <w:t xml:space="preserve">Optional parameters </w:t>
      </w:r>
      <w:r w:rsidRPr="001306B6">
        <w:rPr>
          <w:b/>
          <w:lang w:val="en-GB"/>
        </w:rPr>
        <w:t>city</w:t>
      </w:r>
      <w:r>
        <w:rPr>
          <w:lang w:val="en-GB"/>
        </w:rPr>
        <w:t xml:space="preserve">, </w:t>
      </w:r>
      <w:r w:rsidRPr="001306B6">
        <w:rPr>
          <w:b/>
          <w:lang w:val="en-GB"/>
        </w:rPr>
        <w:t>state</w:t>
      </w:r>
      <w:r>
        <w:rPr>
          <w:lang w:val="en-GB"/>
        </w:rPr>
        <w:t xml:space="preserve">, </w:t>
      </w:r>
      <w:r w:rsidRPr="001306B6">
        <w:rPr>
          <w:b/>
          <w:lang w:val="en-GB"/>
        </w:rPr>
        <w:t>zip</w:t>
      </w:r>
      <w:r>
        <w:rPr>
          <w:lang w:val="en-GB"/>
        </w:rPr>
        <w:t xml:space="preserve"> and </w:t>
      </w:r>
      <w:r w:rsidRPr="001306B6">
        <w:rPr>
          <w:b/>
          <w:lang w:val="en-GB"/>
        </w:rPr>
        <w:t>country</w:t>
      </w:r>
      <w:r>
        <w:rPr>
          <w:lang w:val="en-GB"/>
        </w:rPr>
        <w:t xml:space="preserve"> may be used to specify the signature creation</w:t>
      </w:r>
      <w:r w:rsidR="003B2BB3" w:rsidRPr="003B2BB3">
        <w:rPr>
          <w:lang w:val="en-GB"/>
        </w:rPr>
        <w:t xml:space="preserve"> </w:t>
      </w:r>
      <w:r w:rsidR="003B2BB3">
        <w:rPr>
          <w:lang w:val="en-GB"/>
        </w:rPr>
        <w:t>location</w:t>
      </w:r>
      <w:r>
        <w:rPr>
          <w:lang w:val="en-GB"/>
        </w:rPr>
        <w:t>.</w:t>
      </w:r>
    </w:p>
    <w:p w14:paraId="12B51144" w14:textId="77777777" w:rsidR="00EF5B55" w:rsidRDefault="00EF5B55" w:rsidP="00BC4DED">
      <w:pPr>
        <w:rPr>
          <w:lang w:val="en-GB"/>
        </w:rPr>
      </w:pPr>
      <w:r w:rsidRPr="00751DBB">
        <w:rPr>
          <w:lang w:val="en-GB"/>
        </w:rPr>
        <w:t xml:space="preserve">Parameter </w:t>
      </w:r>
      <w:r w:rsidRPr="00E36CCC">
        <w:rPr>
          <w:b/>
          <w:lang w:val="en-GB"/>
        </w:rPr>
        <w:t>nSlot</w:t>
      </w:r>
      <w:r w:rsidR="008876C6" w:rsidRPr="00751DBB">
        <w:rPr>
          <w:lang w:val="en-GB"/>
        </w:rPr>
        <w:t xml:space="preserve"> indicates the </w:t>
      </w:r>
      <w:r w:rsidR="001D6D19">
        <w:rPr>
          <w:lang w:val="en-GB"/>
        </w:rPr>
        <w:t xml:space="preserve">sequence number </w:t>
      </w:r>
      <w:r w:rsidR="00D91CE6">
        <w:rPr>
          <w:lang w:val="en-GB"/>
        </w:rPr>
        <w:t xml:space="preserve">(counting from zero) </w:t>
      </w:r>
      <w:r w:rsidR="001D6D19">
        <w:rPr>
          <w:lang w:val="en-GB"/>
        </w:rPr>
        <w:t xml:space="preserve">of the </w:t>
      </w:r>
      <w:r w:rsidR="002353AB">
        <w:rPr>
          <w:lang w:val="en-GB"/>
        </w:rPr>
        <w:t xml:space="preserve">current </w:t>
      </w:r>
      <w:r w:rsidR="001D6D19">
        <w:rPr>
          <w:lang w:val="en-GB"/>
        </w:rPr>
        <w:t>signing certificate</w:t>
      </w:r>
      <w:r w:rsidR="008876C6" w:rsidRPr="00751DBB">
        <w:rPr>
          <w:lang w:val="en-GB"/>
        </w:rPr>
        <w:t xml:space="preserve"> </w:t>
      </w:r>
      <w:r w:rsidR="002353AB">
        <w:rPr>
          <w:lang w:val="en-GB"/>
        </w:rPr>
        <w:t xml:space="preserve">among all signature certificates </w:t>
      </w:r>
      <w:r w:rsidR="008876C6" w:rsidRPr="00751DBB">
        <w:rPr>
          <w:lang w:val="en-GB"/>
        </w:rPr>
        <w:t xml:space="preserve">on the </w:t>
      </w:r>
      <w:r w:rsidR="00620C03">
        <w:rPr>
          <w:lang w:val="en-GB"/>
        </w:rPr>
        <w:t>identity token</w:t>
      </w:r>
      <w:r w:rsidR="00F03A37" w:rsidRPr="00751DBB">
        <w:rPr>
          <w:lang w:val="en-GB"/>
        </w:rPr>
        <w:t xml:space="preserve">. </w:t>
      </w:r>
      <w:r w:rsidR="001E7596">
        <w:rPr>
          <w:lang w:val="en-GB"/>
        </w:rPr>
        <w:t xml:space="preserve">In case of Estonian ID cards, </w:t>
      </w:r>
      <w:r w:rsidR="002353AB">
        <w:rPr>
          <w:lang w:val="en-GB"/>
        </w:rPr>
        <w:t xml:space="preserve">there is one signature certificate and </w:t>
      </w:r>
      <w:r w:rsidR="001E7596">
        <w:rPr>
          <w:lang w:val="en-GB"/>
        </w:rPr>
        <w:t xml:space="preserve">the signature slot </w:t>
      </w:r>
      <w:r w:rsidR="00F03A37" w:rsidRPr="00751DBB">
        <w:rPr>
          <w:lang w:val="en-GB"/>
        </w:rPr>
        <w:t>value is 0</w:t>
      </w:r>
      <w:r w:rsidR="002353AB">
        <w:rPr>
          <w:lang w:val="en-GB"/>
        </w:rPr>
        <w:t xml:space="preserve"> (which is also the default slot value)</w:t>
      </w:r>
      <w:r w:rsidR="00F03A37" w:rsidRPr="00751DBB">
        <w:rPr>
          <w:lang w:val="en-GB"/>
        </w:rPr>
        <w:t>.</w:t>
      </w:r>
      <w:r w:rsidR="00737915" w:rsidRPr="00751DBB">
        <w:rPr>
          <w:lang w:val="en-GB"/>
        </w:rPr>
        <w:t xml:space="preserve"> </w:t>
      </w:r>
      <w:r w:rsidR="001E7596">
        <w:rPr>
          <w:lang w:val="en-GB"/>
        </w:rPr>
        <w:t>When operating with multiple smartcards on the same system then you may need to specify a different slot. By default, in this case, the signature slots are numbered as follows:</w:t>
      </w:r>
    </w:p>
    <w:p w14:paraId="4764185F" w14:textId="77777777" w:rsidR="001E7596" w:rsidRDefault="001E7596" w:rsidP="001E7596">
      <w:pPr>
        <w:ind w:firstLine="720"/>
        <w:rPr>
          <w:lang w:val="en-GB"/>
        </w:rPr>
      </w:pPr>
      <w:r>
        <w:rPr>
          <w:lang w:val="en-GB"/>
        </w:rPr>
        <w:t>slot 0 – signature slot of the 1</w:t>
      </w:r>
      <w:r w:rsidRPr="001E7596">
        <w:rPr>
          <w:vertAlign w:val="superscript"/>
          <w:lang w:val="en-GB"/>
        </w:rPr>
        <w:t>st</w:t>
      </w:r>
      <w:r>
        <w:rPr>
          <w:lang w:val="en-GB"/>
        </w:rPr>
        <w:t xml:space="preserve"> smartcard</w:t>
      </w:r>
    </w:p>
    <w:p w14:paraId="6607D6F7" w14:textId="77777777" w:rsidR="001E7596" w:rsidRDefault="001E7596" w:rsidP="001E7596">
      <w:pPr>
        <w:ind w:firstLine="720"/>
        <w:rPr>
          <w:lang w:val="en-GB"/>
        </w:rPr>
      </w:pPr>
      <w:r>
        <w:rPr>
          <w:lang w:val="en-GB"/>
        </w:rPr>
        <w:t>slot 1 – signature slot of the 2</w:t>
      </w:r>
      <w:r w:rsidRPr="001E7596">
        <w:rPr>
          <w:vertAlign w:val="superscript"/>
          <w:lang w:val="en-GB"/>
        </w:rPr>
        <w:t>nd</w:t>
      </w:r>
      <w:r>
        <w:rPr>
          <w:lang w:val="en-GB"/>
        </w:rPr>
        <w:t xml:space="preserve"> smartcard</w:t>
      </w:r>
    </w:p>
    <w:p w14:paraId="55CEB57E" w14:textId="77777777" w:rsidR="00EB39F8" w:rsidRPr="00751DBB" w:rsidRDefault="00EB39F8" w:rsidP="00EB39F8">
      <w:pPr>
        <w:rPr>
          <w:lang w:val="en-GB"/>
        </w:rPr>
      </w:pPr>
      <w:r>
        <w:rPr>
          <w:lang w:val="en-GB"/>
        </w:rPr>
        <w:t xml:space="preserve">In case of signing with a software token </w:t>
      </w:r>
      <w:r w:rsidR="00595E48">
        <w:rPr>
          <w:lang w:val="en-GB"/>
        </w:rPr>
        <w:t xml:space="preserve">(PKCS#12 file) </w:t>
      </w:r>
      <w:r>
        <w:rPr>
          <w:lang w:val="en-GB"/>
        </w:rPr>
        <w:t>then firstly the appropriate configuration settings should be applied (see section</w:t>
      </w:r>
      <w:r w:rsidR="00516ED4">
        <w:rPr>
          <w:lang w:val="en-GB"/>
        </w:rPr>
        <w:t xml:space="preserve"> </w:t>
      </w:r>
      <w:r w:rsidR="00516ED4" w:rsidRPr="00751DBB">
        <w:rPr>
          <w:lang w:val="en-GB"/>
        </w:rPr>
        <w:t>3.4, subsection “Configuring software token usage”)</w:t>
      </w:r>
      <w:r>
        <w:rPr>
          <w:lang w:val="en-GB"/>
        </w:rPr>
        <w:t xml:space="preserve"> and slot value 0 should be used.</w:t>
      </w:r>
    </w:p>
    <w:p w14:paraId="761594F6" w14:textId="77777777" w:rsidR="00F03A37" w:rsidRPr="00751DBB" w:rsidRDefault="00737915" w:rsidP="00BC4DED">
      <w:pPr>
        <w:rPr>
          <w:lang w:val="en-GB"/>
        </w:rPr>
      </w:pPr>
      <w:r w:rsidRPr="00751DBB">
        <w:rPr>
          <w:lang w:val="en-GB"/>
        </w:rPr>
        <w:t xml:space="preserve">Parameter </w:t>
      </w:r>
      <w:r w:rsidRPr="00E36CCC">
        <w:rPr>
          <w:b/>
          <w:lang w:val="en-GB"/>
        </w:rPr>
        <w:t>nOcsp</w:t>
      </w:r>
      <w:r w:rsidRPr="00751DBB">
        <w:rPr>
          <w:lang w:val="en-GB"/>
        </w:rPr>
        <w:t xml:space="preserve"> can be used to specify whether an OCSP confirmation is added to the signature or not. The default value is 1, meaning that OCSP confirmation is automatically added to the signature after its creation. Value 0 indicates that the confirmation is not added.</w:t>
      </w:r>
    </w:p>
    <w:p w14:paraId="35009AAD" w14:textId="77777777" w:rsidR="00D712D3" w:rsidRDefault="00D712D3" w:rsidP="00BC4DED">
      <w:pPr>
        <w:rPr>
          <w:lang w:val="en-GB"/>
        </w:rPr>
      </w:pPr>
      <w:r w:rsidRPr="00D712D3">
        <w:rPr>
          <w:lang w:val="en-GB"/>
        </w:rPr>
        <w:t>Parameter</w:t>
      </w:r>
      <w:r>
        <w:rPr>
          <w:b/>
          <w:lang w:val="en-GB"/>
        </w:rPr>
        <w:t xml:space="preserve"> </w:t>
      </w:r>
      <w:r w:rsidR="00E36CCC" w:rsidRPr="00D712D3">
        <w:rPr>
          <w:b/>
          <w:lang w:val="en-GB"/>
        </w:rPr>
        <w:t>nSigner</w:t>
      </w:r>
      <w:r w:rsidR="00DD200F">
        <w:rPr>
          <w:lang w:val="en-GB"/>
        </w:rPr>
        <w:t xml:space="preserve"> specifies the module that is used for accessing the signature token.</w:t>
      </w:r>
      <w:r>
        <w:rPr>
          <w:lang w:val="en-GB"/>
        </w:rPr>
        <w:t xml:space="preserve"> </w:t>
      </w:r>
      <w:r w:rsidR="003E6892">
        <w:rPr>
          <w:lang w:val="en-GB"/>
        </w:rPr>
        <w:t>Possible values for the parameter are as follows:</w:t>
      </w:r>
      <w:r>
        <w:rPr>
          <w:lang w:val="en-GB"/>
        </w:rPr>
        <w:t xml:space="preserve"> </w:t>
      </w:r>
    </w:p>
    <w:p w14:paraId="733ABBAE" w14:textId="77777777" w:rsidR="00D712D3" w:rsidRPr="00BF6C3B" w:rsidRDefault="003E6892" w:rsidP="00BF6C3B">
      <w:pPr>
        <w:pStyle w:val="ListParagraph"/>
        <w:numPr>
          <w:ilvl w:val="0"/>
          <w:numId w:val="4"/>
        </w:numPr>
        <w:rPr>
          <w:lang w:val="en-GB"/>
        </w:rPr>
      </w:pPr>
      <w:r>
        <w:rPr>
          <w:lang w:val="en-GB"/>
        </w:rPr>
        <w:t>int nSigner =</w:t>
      </w:r>
      <w:r w:rsidRPr="003E6892">
        <w:rPr>
          <w:lang w:val="en-GB"/>
        </w:rPr>
        <w:t xml:space="preserve"> 1</w:t>
      </w:r>
      <w:r w:rsidR="00CD5103">
        <w:rPr>
          <w:lang w:val="en-GB"/>
        </w:rPr>
        <w:t xml:space="preserve"> -</w:t>
      </w:r>
      <w:r w:rsidR="00BF6C3B">
        <w:rPr>
          <w:lang w:val="en-GB"/>
        </w:rPr>
        <w:t xml:space="preserve"> s</w:t>
      </w:r>
      <w:r w:rsidRPr="00BF6C3B">
        <w:rPr>
          <w:lang w:val="en-GB"/>
        </w:rPr>
        <w:t xml:space="preserve">igning is done via </w:t>
      </w:r>
      <w:r w:rsidR="00453E92" w:rsidRPr="00BF6C3B">
        <w:rPr>
          <w:lang w:val="en-GB"/>
        </w:rPr>
        <w:t>PKCS</w:t>
      </w:r>
      <w:r w:rsidR="001E762C" w:rsidRPr="00BF6C3B">
        <w:rPr>
          <w:lang w:val="en-GB"/>
        </w:rPr>
        <w:t>#</w:t>
      </w:r>
      <w:r w:rsidR="00453E92" w:rsidRPr="00BF6C3B">
        <w:rPr>
          <w:lang w:val="en-GB"/>
        </w:rPr>
        <w:t>11</w:t>
      </w:r>
      <w:r w:rsidRPr="00BF6C3B">
        <w:rPr>
          <w:lang w:val="en-GB"/>
        </w:rPr>
        <w:t xml:space="preserve"> module </w:t>
      </w:r>
      <w:r w:rsidR="00CD5103">
        <w:rPr>
          <w:lang w:val="en-GB"/>
        </w:rPr>
        <w:t>which is</w:t>
      </w:r>
      <w:r w:rsidRPr="00BF6C3B">
        <w:rPr>
          <w:lang w:val="en-GB"/>
        </w:rPr>
        <w:t xml:space="preserve"> </w:t>
      </w:r>
      <w:r w:rsidR="00453E92" w:rsidRPr="00BF6C3B">
        <w:rPr>
          <w:lang w:val="en-GB"/>
        </w:rPr>
        <w:t>the default module for singing with smart card</w:t>
      </w:r>
      <w:r w:rsidRPr="00BF6C3B">
        <w:rPr>
          <w:lang w:val="en-GB"/>
        </w:rPr>
        <w:t xml:space="preserve">. </w:t>
      </w:r>
    </w:p>
    <w:p w14:paraId="2F3F0470" w14:textId="77777777" w:rsidR="00453E92" w:rsidRPr="00BF6C3B" w:rsidRDefault="003E6892" w:rsidP="00BF6C3B">
      <w:pPr>
        <w:pStyle w:val="ListParagraph"/>
        <w:numPr>
          <w:ilvl w:val="0"/>
          <w:numId w:val="4"/>
        </w:numPr>
        <w:rPr>
          <w:lang w:val="en-GB"/>
        </w:rPr>
      </w:pPr>
      <w:r>
        <w:rPr>
          <w:lang w:val="en-GB"/>
        </w:rPr>
        <w:t>int nSigner =</w:t>
      </w:r>
      <w:r w:rsidRPr="003E6892">
        <w:rPr>
          <w:lang w:val="en-GB"/>
        </w:rPr>
        <w:t xml:space="preserve"> 2</w:t>
      </w:r>
      <w:r w:rsidR="00CD5103">
        <w:rPr>
          <w:lang w:val="en-GB"/>
        </w:rPr>
        <w:t xml:space="preserve"> </w:t>
      </w:r>
      <w:r w:rsidR="0012791C">
        <w:rPr>
          <w:lang w:val="en-GB"/>
        </w:rPr>
        <w:t>–</w:t>
      </w:r>
      <w:r w:rsidR="00BF6C3B">
        <w:rPr>
          <w:lang w:val="en-GB"/>
        </w:rPr>
        <w:t xml:space="preserve"> </w:t>
      </w:r>
      <w:r w:rsidR="0012791C">
        <w:rPr>
          <w:lang w:val="en-GB"/>
        </w:rPr>
        <w:t xml:space="preserve">Microsoft </w:t>
      </w:r>
      <w:r w:rsidR="001E762C" w:rsidRPr="00BF6C3B">
        <w:rPr>
          <w:lang w:val="en-GB"/>
        </w:rPr>
        <w:t xml:space="preserve">CNG </w:t>
      </w:r>
      <w:r w:rsidR="0012791C">
        <w:rPr>
          <w:lang w:val="en-GB"/>
        </w:rPr>
        <w:t>API</w:t>
      </w:r>
      <w:r w:rsidR="001E762C" w:rsidRPr="00BF6C3B">
        <w:rPr>
          <w:lang w:val="en-GB"/>
        </w:rPr>
        <w:t xml:space="preserve"> </w:t>
      </w:r>
      <w:r w:rsidR="00445D90">
        <w:rPr>
          <w:lang w:val="en-GB"/>
        </w:rPr>
        <w:t xml:space="preserve">and minidriver </w:t>
      </w:r>
      <w:r w:rsidR="001E762C" w:rsidRPr="00BF6C3B">
        <w:rPr>
          <w:lang w:val="en-GB"/>
        </w:rPr>
        <w:t>for signing with smart card in Windows environment.</w:t>
      </w:r>
      <w:r w:rsidR="00DB3BEB" w:rsidRPr="00BF6C3B">
        <w:rPr>
          <w:lang w:val="en-GB"/>
        </w:rPr>
        <w:t xml:space="preserve"> A dialog window is opened for the user to choose the </w:t>
      </w:r>
      <w:r w:rsidR="00445D90" w:rsidRPr="00BF6C3B">
        <w:rPr>
          <w:lang w:val="en-GB"/>
        </w:rPr>
        <w:t xml:space="preserve">signing </w:t>
      </w:r>
      <w:r w:rsidR="00445D90">
        <w:rPr>
          <w:lang w:val="en-GB"/>
        </w:rPr>
        <w:t>certificate</w:t>
      </w:r>
      <w:r w:rsidR="00DB3BEB" w:rsidRPr="00BF6C3B">
        <w:rPr>
          <w:lang w:val="en-GB"/>
        </w:rPr>
        <w:t xml:space="preserve"> and enter PIN code.</w:t>
      </w:r>
      <w:r w:rsidR="001E762C" w:rsidRPr="00BF6C3B">
        <w:rPr>
          <w:lang w:val="en-GB"/>
        </w:rPr>
        <w:t xml:space="preserve"> </w:t>
      </w:r>
    </w:p>
    <w:p w14:paraId="1F9A0AD7" w14:textId="77777777" w:rsidR="00E36CCC" w:rsidRPr="00BF6C3B" w:rsidRDefault="003E6892" w:rsidP="00BF6C3B">
      <w:pPr>
        <w:pStyle w:val="ListParagraph"/>
        <w:numPr>
          <w:ilvl w:val="0"/>
          <w:numId w:val="4"/>
        </w:numPr>
        <w:rPr>
          <w:lang w:val="en-GB"/>
        </w:rPr>
      </w:pPr>
      <w:r>
        <w:rPr>
          <w:lang w:val="en-GB"/>
        </w:rPr>
        <w:t>int nSigner = 3</w:t>
      </w:r>
      <w:r w:rsidR="00CD5103">
        <w:rPr>
          <w:lang w:val="en-GB"/>
        </w:rPr>
        <w:t xml:space="preserve"> -</w:t>
      </w:r>
      <w:r w:rsidR="00BF6C3B">
        <w:rPr>
          <w:lang w:val="en-GB"/>
        </w:rPr>
        <w:t xml:space="preserve"> s</w:t>
      </w:r>
      <w:r w:rsidRPr="00BF6C3B">
        <w:rPr>
          <w:lang w:val="en-GB"/>
        </w:rPr>
        <w:t xml:space="preserve">igning is done via </w:t>
      </w:r>
      <w:r w:rsidR="00D712D3" w:rsidRPr="00BF6C3B">
        <w:rPr>
          <w:lang w:val="en-GB"/>
        </w:rPr>
        <w:t>PKCS</w:t>
      </w:r>
      <w:r w:rsidR="001E762C" w:rsidRPr="00BF6C3B">
        <w:rPr>
          <w:lang w:val="en-GB"/>
        </w:rPr>
        <w:t>#</w:t>
      </w:r>
      <w:r w:rsidR="00D712D3" w:rsidRPr="00BF6C3B">
        <w:rPr>
          <w:lang w:val="en-GB"/>
        </w:rPr>
        <w:t xml:space="preserve">12 </w:t>
      </w:r>
      <w:r w:rsidRPr="00BF6C3B">
        <w:rPr>
          <w:lang w:val="en-GB"/>
        </w:rPr>
        <w:t>module</w:t>
      </w:r>
      <w:r w:rsidR="00A65532">
        <w:rPr>
          <w:lang w:val="en-GB"/>
        </w:rPr>
        <w:t>, to be</w:t>
      </w:r>
      <w:r w:rsidRPr="00BF6C3B">
        <w:rPr>
          <w:lang w:val="en-GB"/>
        </w:rPr>
        <w:t xml:space="preserve"> used in case of creating signatures with software tokens (PKCS#12 files).</w:t>
      </w:r>
    </w:p>
    <w:p w14:paraId="739E9EE3" w14:textId="77777777" w:rsidR="00E36CCC" w:rsidRDefault="00D712D3" w:rsidP="00BC4DED">
      <w:pPr>
        <w:rPr>
          <w:lang w:val="en-GB"/>
        </w:rPr>
      </w:pPr>
      <w:r>
        <w:rPr>
          <w:lang w:val="en-GB"/>
        </w:rPr>
        <w:t xml:space="preserve">Parameter </w:t>
      </w:r>
      <w:r w:rsidR="00E36CCC" w:rsidRPr="001047F9">
        <w:rPr>
          <w:b/>
          <w:lang w:val="en-GB"/>
        </w:rPr>
        <w:t>szPkcs12FileName</w:t>
      </w:r>
      <w:r>
        <w:rPr>
          <w:lang w:val="en-GB"/>
        </w:rPr>
        <w:t xml:space="preserve"> should be specified </w:t>
      </w:r>
      <w:r w:rsidR="001047F9">
        <w:rPr>
          <w:lang w:val="en-GB"/>
        </w:rPr>
        <w:t xml:space="preserve">only </w:t>
      </w:r>
      <w:r>
        <w:rPr>
          <w:lang w:val="en-GB"/>
        </w:rPr>
        <w:t>when signing with a software token via PKCS#12 m</w:t>
      </w:r>
      <w:r w:rsidR="001047F9">
        <w:rPr>
          <w:lang w:val="en-GB"/>
        </w:rPr>
        <w:t>odule (i.e. the nSigner parameter has been set to</w:t>
      </w:r>
      <w:r w:rsidR="00876C24">
        <w:rPr>
          <w:lang w:val="en-GB"/>
        </w:rPr>
        <w:t xml:space="preserve"> 3</w:t>
      </w:r>
      <w:r w:rsidR="001047F9">
        <w:rPr>
          <w:lang w:val="en-GB"/>
        </w:rPr>
        <w:t>).</w:t>
      </w:r>
    </w:p>
    <w:p w14:paraId="274260EE" w14:textId="77777777" w:rsidR="00BC4DED" w:rsidRPr="00751DBB" w:rsidRDefault="00BC4DED" w:rsidP="00BC4DED">
      <w:pPr>
        <w:rPr>
          <w:lang w:val="en-GB"/>
        </w:rPr>
      </w:pPr>
      <w:r w:rsidRPr="00751DBB">
        <w:rPr>
          <w:lang w:val="en-GB"/>
        </w:rPr>
        <w:t xml:space="preserve">The function </w:t>
      </w:r>
      <w:r w:rsidR="004F0ED2" w:rsidRPr="00751DBB">
        <w:rPr>
          <w:lang w:val="en-GB"/>
        </w:rPr>
        <w:t>signDocumentWithSlot</w:t>
      </w:r>
      <w:r w:rsidR="00E36CCC">
        <w:rPr>
          <w:lang w:val="en-GB"/>
        </w:rPr>
        <w:t>AndSigner</w:t>
      </w:r>
      <w:r w:rsidR="004F0ED2" w:rsidRPr="00751DBB">
        <w:rPr>
          <w:lang w:val="en-GB"/>
        </w:rPr>
        <w:t xml:space="preserve">() </w:t>
      </w:r>
      <w:r w:rsidR="00211278" w:rsidRPr="00751DBB">
        <w:rPr>
          <w:lang w:val="en-GB"/>
        </w:rPr>
        <w:t xml:space="preserve">creates a new SignatureInfo structure and adds information about the data files to be signed and optional </w:t>
      </w:r>
      <w:r w:rsidRPr="00751DBB">
        <w:rPr>
          <w:lang w:val="en-GB"/>
        </w:rPr>
        <w:t>metadata of the signature (role of the signer</w:t>
      </w:r>
      <w:r w:rsidR="000B54E4" w:rsidRPr="00751DBB">
        <w:rPr>
          <w:lang w:val="en-GB"/>
        </w:rPr>
        <w:t xml:space="preserve"> and</w:t>
      </w:r>
      <w:r w:rsidRPr="00751DBB">
        <w:rPr>
          <w:lang w:val="en-GB"/>
        </w:rPr>
        <w:t xml:space="preserve"> signature production place)</w:t>
      </w:r>
      <w:r w:rsidR="00211278" w:rsidRPr="00751DBB">
        <w:rPr>
          <w:lang w:val="en-GB"/>
        </w:rPr>
        <w:t xml:space="preserve"> to the structure.</w:t>
      </w:r>
      <w:r w:rsidR="004F0ED2" w:rsidRPr="00751DBB">
        <w:rPr>
          <w:lang w:val="en-GB"/>
        </w:rPr>
        <w:t xml:space="preserve"> Then</w:t>
      </w:r>
      <w:r w:rsidRPr="00751DBB">
        <w:rPr>
          <w:lang w:val="en-GB"/>
        </w:rPr>
        <w:t xml:space="preserve"> </w:t>
      </w:r>
      <w:r w:rsidR="004F0ED2" w:rsidRPr="00751DBB">
        <w:rPr>
          <w:lang w:val="en-GB"/>
        </w:rPr>
        <w:t xml:space="preserve">the signature value is calculated and stored. </w:t>
      </w:r>
      <w:r w:rsidR="0016238A" w:rsidRPr="00751DBB">
        <w:rPr>
          <w:lang w:val="en-GB"/>
        </w:rPr>
        <w:t>Finally, a</w:t>
      </w:r>
      <w:r w:rsidRPr="00751DBB">
        <w:rPr>
          <w:lang w:val="en-GB"/>
        </w:rPr>
        <w:t xml:space="preserve">n OCSP confirmation </w:t>
      </w:r>
      <w:r w:rsidR="004F0ED2" w:rsidRPr="00751DBB">
        <w:rPr>
          <w:lang w:val="en-GB"/>
        </w:rPr>
        <w:t>is added to the signature if the value of nOcsp parameter indicates it.</w:t>
      </w:r>
    </w:p>
    <w:p w14:paraId="388D44AE" w14:textId="77777777" w:rsidR="0009633D" w:rsidRPr="00751DBB" w:rsidRDefault="0009633D" w:rsidP="00C813B3">
      <w:pPr>
        <w:pStyle w:val="Heading3"/>
      </w:pPr>
      <w:bookmarkStart w:id="49" w:name="_Toc410733912"/>
      <w:r w:rsidRPr="00751DBB">
        <w:t>Adding an OCSP confirmation</w:t>
      </w:r>
      <w:bookmarkEnd w:id="49"/>
    </w:p>
    <w:p w14:paraId="1E90A639" w14:textId="77777777" w:rsidR="0009633D" w:rsidRPr="00751DBB" w:rsidRDefault="0009633D" w:rsidP="0009633D">
      <w:pPr>
        <w:rPr>
          <w:lang w:val="en-GB"/>
        </w:rPr>
      </w:pPr>
      <w:r w:rsidRPr="00751DBB">
        <w:rPr>
          <w:lang w:val="en-GB"/>
        </w:rPr>
        <w:t xml:space="preserve">OCSP </w:t>
      </w:r>
      <w:r w:rsidR="00630353" w:rsidRPr="00751DBB">
        <w:rPr>
          <w:lang w:val="en-GB"/>
        </w:rPr>
        <w:t xml:space="preserve">protocol </w:t>
      </w:r>
      <w:r w:rsidRPr="00751DBB">
        <w:rPr>
          <w:lang w:val="en-GB"/>
        </w:rPr>
        <w:t xml:space="preserve">is used to get validity confirmation from OCSP Responder to prove that certificate was valid at the time of signing. </w:t>
      </w:r>
    </w:p>
    <w:p w14:paraId="2E459879" w14:textId="77777777" w:rsidR="00630353" w:rsidRPr="00751DBB" w:rsidRDefault="00630353" w:rsidP="0009633D">
      <w:pPr>
        <w:rPr>
          <w:lang w:val="en-GB"/>
        </w:rPr>
      </w:pPr>
      <w:r w:rsidRPr="00751DBB">
        <w:rPr>
          <w:lang w:val="en-GB"/>
        </w:rPr>
        <w:lastRenderedPageBreak/>
        <w:t xml:space="preserve">It is possible to add an OCSP confirmation to a signature </w:t>
      </w:r>
      <w:r w:rsidR="00FD24E8" w:rsidRPr="00751DBB">
        <w:rPr>
          <w:lang w:val="en-GB"/>
        </w:rPr>
        <w:t>during its creation</w:t>
      </w:r>
      <w:r w:rsidRPr="00751DBB">
        <w:rPr>
          <w:lang w:val="en-GB"/>
        </w:rPr>
        <w:t xml:space="preserve"> with function signDocumentWithSlot</w:t>
      </w:r>
      <w:r w:rsidR="00E36CCC">
        <w:rPr>
          <w:lang w:val="en-GB"/>
        </w:rPr>
        <w:t>AndSigner</w:t>
      </w:r>
      <w:r w:rsidRPr="00751DBB">
        <w:rPr>
          <w:lang w:val="en-GB"/>
        </w:rPr>
        <w:t>() -  value of parameter nOcsp has to be set to “1”</w:t>
      </w:r>
      <w:r w:rsidR="00FD24E8" w:rsidRPr="00751DBB">
        <w:rPr>
          <w:lang w:val="en-GB"/>
        </w:rPr>
        <w:t xml:space="preserve"> (as described in the previous section)</w:t>
      </w:r>
      <w:r w:rsidRPr="00751DBB">
        <w:rPr>
          <w:lang w:val="en-GB"/>
        </w:rPr>
        <w:t>.</w:t>
      </w:r>
    </w:p>
    <w:p w14:paraId="3EF72389" w14:textId="77777777" w:rsidR="00630353" w:rsidRPr="00751DBB" w:rsidRDefault="004633B5" w:rsidP="0009633D">
      <w:pPr>
        <w:rPr>
          <w:lang w:val="en-GB"/>
        </w:rPr>
      </w:pPr>
      <w:r w:rsidRPr="00751DBB">
        <w:rPr>
          <w:lang w:val="en-GB"/>
        </w:rPr>
        <w:t>Alternatively, you can add the confirmation by calling out the appropriate function yourself:</w:t>
      </w:r>
    </w:p>
    <w:p w14:paraId="2A1B26D9" w14:textId="77777777" w:rsidR="004633B5" w:rsidRPr="00751DBB" w:rsidRDefault="006507F4" w:rsidP="006507F4">
      <w:pPr>
        <w:pStyle w:val="ecl-comment"/>
        <w:rPr>
          <w:lang w:val="en-GB"/>
        </w:rPr>
      </w:pPr>
      <w:r w:rsidRPr="00751DBB">
        <w:rPr>
          <w:lang w:val="en-GB"/>
        </w:rPr>
        <w:t>// Get the SignatureInfo element of the signature to be confirmed        // according to the signature’s identificator</w:t>
      </w:r>
    </w:p>
    <w:p w14:paraId="6EAE11C5" w14:textId="77777777" w:rsidR="004633B5" w:rsidRPr="00751DBB" w:rsidRDefault="004633B5" w:rsidP="004633B5">
      <w:pPr>
        <w:pStyle w:val="eclipse"/>
        <w:rPr>
          <w:lang w:val="en-GB"/>
        </w:rPr>
      </w:pPr>
      <w:r w:rsidRPr="00751DBB">
        <w:rPr>
          <w:lang w:val="en-GB"/>
        </w:rPr>
        <w:t>pSignInfo = getSignatureWithId(pSigDoc, szSignId);</w:t>
      </w:r>
    </w:p>
    <w:p w14:paraId="26ECA296" w14:textId="77777777" w:rsidR="006507F4" w:rsidRPr="00751DBB" w:rsidRDefault="006507F4" w:rsidP="006507F4">
      <w:pPr>
        <w:pStyle w:val="ecl-comment"/>
        <w:rPr>
          <w:lang w:val="en-GB"/>
        </w:rPr>
      </w:pPr>
      <w:r w:rsidRPr="00751DBB">
        <w:rPr>
          <w:lang w:val="en-GB"/>
        </w:rPr>
        <w:t>// Get the OCSP confirmation</w:t>
      </w:r>
    </w:p>
    <w:p w14:paraId="5F261D3F" w14:textId="77777777" w:rsidR="004633B5" w:rsidRPr="00751DBB" w:rsidRDefault="004633B5" w:rsidP="004633B5">
      <w:pPr>
        <w:pStyle w:val="eclipse"/>
        <w:rPr>
          <w:lang w:val="en-GB"/>
        </w:rPr>
      </w:pPr>
      <w:r w:rsidRPr="00751DBB">
        <w:rPr>
          <w:lang w:val="en-GB"/>
        </w:rPr>
        <w:t>notarizeSignature(pSigDoc, pSignInfo);</w:t>
      </w:r>
    </w:p>
    <w:p w14:paraId="543CE209" w14:textId="77777777" w:rsidR="004633B5" w:rsidRDefault="00067809" w:rsidP="0009633D">
      <w:pPr>
        <w:rPr>
          <w:lang w:val="en-GB"/>
        </w:rPr>
      </w:pPr>
      <w:r w:rsidRPr="00751DBB">
        <w:rPr>
          <w:lang w:val="en-GB"/>
        </w:rPr>
        <w:t>Information about the signer’s certificate CA and its respective OCSP responder is retrieved from CDigiDoc’s configuration file.</w:t>
      </w:r>
      <w:r w:rsidR="00FD24E8" w:rsidRPr="00751DBB">
        <w:rPr>
          <w:lang w:val="en-GB"/>
        </w:rPr>
        <w:t xml:space="preserve"> CA and OCSP Responder data have to be registered in the configuration file and the respective certificates have to be stored in the file system.</w:t>
      </w:r>
    </w:p>
    <w:p w14:paraId="3EB85F8B" w14:textId="77777777" w:rsidR="00EA1462" w:rsidRPr="00751DBB" w:rsidRDefault="00EA1462" w:rsidP="0009633D">
      <w:pPr>
        <w:rPr>
          <w:lang w:val="en-GB"/>
        </w:rPr>
      </w:pPr>
      <w:r w:rsidRPr="00EA1462">
        <w:rPr>
          <w:b/>
          <w:lang w:val="en-GB"/>
        </w:rPr>
        <w:t>Note</w:t>
      </w:r>
      <w:r>
        <w:rPr>
          <w:lang w:val="en-GB"/>
        </w:rPr>
        <w:t xml:space="preserve">: there are also alternative functions for adding an OCSP confirmation to a signature but it is recommended to use the notarizeSignature() function described above. The function enables handling cases when </w:t>
      </w:r>
      <w:r w:rsidR="00572AE0">
        <w:rPr>
          <w:lang w:val="en-GB"/>
        </w:rPr>
        <w:t>the signer’s certificate and OCSP responder’s certificate are issued by different CAs and if there are several CA certificates with matching CN names.</w:t>
      </w:r>
    </w:p>
    <w:p w14:paraId="42361D08" w14:textId="77777777" w:rsidR="00EA1462" w:rsidRPr="00751DBB" w:rsidRDefault="00C91286" w:rsidP="00C91286">
      <w:pPr>
        <w:rPr>
          <w:lang w:val="en-GB"/>
        </w:rPr>
      </w:pPr>
      <w:r w:rsidRPr="00572AE0">
        <w:rPr>
          <w:b/>
          <w:lang w:val="en-GB"/>
        </w:rPr>
        <w:t>Note</w:t>
      </w:r>
      <w:r w:rsidR="00572AE0">
        <w:rPr>
          <w:lang w:val="en-GB"/>
        </w:rPr>
        <w:t>:</w:t>
      </w:r>
      <w:r w:rsidRPr="00751DBB">
        <w:rPr>
          <w:lang w:val="en-GB"/>
        </w:rPr>
        <w:t xml:space="preserve"> when verifying a signature that has no OCSP confirmation, an error message “Error: 128 - Signature has no OCSP confirmation!” is produced.</w:t>
      </w:r>
    </w:p>
    <w:p w14:paraId="310484F6" w14:textId="77777777" w:rsidR="00D2585A" w:rsidRPr="00751DBB" w:rsidRDefault="0009633D" w:rsidP="00C813B3">
      <w:pPr>
        <w:pStyle w:val="Heading3"/>
      </w:pPr>
      <w:bookmarkStart w:id="50" w:name="_Toc314582357"/>
      <w:bookmarkStart w:id="51" w:name="_Toc410733913"/>
      <w:r w:rsidRPr="00751DBB">
        <w:t>Reading and writing DigiDoc documents</w:t>
      </w:r>
      <w:bookmarkEnd w:id="50"/>
      <w:bookmarkEnd w:id="51"/>
    </w:p>
    <w:p w14:paraId="156DAF08" w14:textId="77777777" w:rsidR="005D1D54" w:rsidRDefault="005D1D54" w:rsidP="00791349">
      <w:pPr>
        <w:ind w:left="11"/>
        <w:rPr>
          <w:b/>
          <w:lang w:val="en-GB"/>
        </w:rPr>
      </w:pPr>
      <w:r w:rsidRPr="005D1D54">
        <w:rPr>
          <w:b/>
          <w:lang w:val="en-GB"/>
        </w:rPr>
        <w:t>Reading DigiDoc documents</w:t>
      </w:r>
    </w:p>
    <w:p w14:paraId="2BE07B55" w14:textId="77777777" w:rsidR="005D4CF0" w:rsidRPr="005D4CF0" w:rsidRDefault="005D4CF0" w:rsidP="00791349">
      <w:pPr>
        <w:ind w:left="11"/>
        <w:rPr>
          <w:lang w:val="en-GB"/>
        </w:rPr>
      </w:pPr>
      <w:r w:rsidRPr="005D4CF0">
        <w:rPr>
          <w:lang w:val="en-GB"/>
        </w:rPr>
        <w:t>It is possible to r</w:t>
      </w:r>
      <w:r>
        <w:rPr>
          <w:lang w:val="en-GB"/>
        </w:rPr>
        <w:t>ead an existing DigiDoc document from a file stored in the file system or from an internal memory buffer (e.g. buffer that stores DigiDoc document’s data fetched from a database).</w:t>
      </w:r>
    </w:p>
    <w:p w14:paraId="5DE832E9" w14:textId="77777777" w:rsidR="003F0696" w:rsidRDefault="003F0696" w:rsidP="00AC5E92">
      <w:pPr>
        <w:pStyle w:val="ListParagraph"/>
        <w:numPr>
          <w:ilvl w:val="0"/>
          <w:numId w:val="43"/>
        </w:numPr>
        <w:rPr>
          <w:lang w:val="en-GB"/>
        </w:rPr>
      </w:pPr>
      <w:r>
        <w:rPr>
          <w:lang w:val="en-GB"/>
        </w:rPr>
        <w:t>O</w:t>
      </w:r>
      <w:r w:rsidR="00791349" w:rsidRPr="00CA2754">
        <w:rPr>
          <w:lang w:val="en-GB"/>
        </w:rPr>
        <w:t xml:space="preserve">pening and reading a DigiDoc document </w:t>
      </w:r>
      <w:r w:rsidR="00501082">
        <w:rPr>
          <w:lang w:val="en-GB"/>
        </w:rPr>
        <w:t>from disk</w:t>
      </w:r>
    </w:p>
    <w:p w14:paraId="2FF5F5FA" w14:textId="77777777" w:rsidR="00791349" w:rsidRPr="00CA2754" w:rsidRDefault="003F0696" w:rsidP="003F0696">
      <w:pPr>
        <w:pStyle w:val="ListParagraph"/>
        <w:ind w:left="371"/>
        <w:rPr>
          <w:lang w:val="en-GB"/>
        </w:rPr>
      </w:pPr>
      <w:r>
        <w:rPr>
          <w:lang w:val="en-GB"/>
        </w:rPr>
        <w:t>U</w:t>
      </w:r>
      <w:r w:rsidR="00791349" w:rsidRPr="00CA2754">
        <w:rPr>
          <w:lang w:val="en-GB"/>
        </w:rPr>
        <w:t>se the function:</w:t>
      </w:r>
    </w:p>
    <w:p w14:paraId="09EA4FCA" w14:textId="77777777" w:rsidR="00791349" w:rsidRPr="00751DBB" w:rsidRDefault="00791349" w:rsidP="00791349">
      <w:pPr>
        <w:pStyle w:val="eclipse"/>
        <w:ind w:left="862"/>
        <w:rPr>
          <w:lang w:val="en-GB"/>
        </w:rPr>
      </w:pPr>
      <w:r w:rsidRPr="00751DBB">
        <w:rPr>
          <w:lang w:val="en-GB"/>
        </w:rPr>
        <w:t>int ddocSaxReadSignedDocFromFile(SignedDoc** ppSigDoc,</w:t>
      </w:r>
      <w:r w:rsidRPr="00751DBB">
        <w:rPr>
          <w:rStyle w:val="ecl-commentChar"/>
          <w:lang w:val="en-GB"/>
        </w:rPr>
        <w:t>// DigiDoc structure</w:t>
      </w:r>
    </w:p>
    <w:p w14:paraId="7D03B54C" w14:textId="77777777" w:rsidR="00791349" w:rsidRPr="00751DBB" w:rsidRDefault="00791349" w:rsidP="00791349">
      <w:pPr>
        <w:pStyle w:val="eclipse"/>
        <w:ind w:left="862" w:firstLine="589"/>
        <w:rPr>
          <w:lang w:val="en-GB"/>
        </w:rPr>
      </w:pPr>
      <w:r w:rsidRPr="00751DBB">
        <w:rPr>
          <w:lang w:val="en-GB"/>
        </w:rPr>
        <w:t xml:space="preserve">const char* szFileName, </w:t>
      </w:r>
      <w:r w:rsidRPr="00751DBB">
        <w:rPr>
          <w:rStyle w:val="ecl-commentChar"/>
          <w:lang w:val="en-GB"/>
        </w:rPr>
        <w:t>// input file</w:t>
      </w:r>
    </w:p>
    <w:p w14:paraId="124F184D" w14:textId="77777777" w:rsidR="00791349" w:rsidRPr="00751DBB" w:rsidRDefault="00791349" w:rsidP="00791349">
      <w:pPr>
        <w:pStyle w:val="eclipse"/>
        <w:ind w:left="862" w:firstLine="589"/>
        <w:rPr>
          <w:lang w:val="en-GB"/>
        </w:rPr>
      </w:pPr>
      <w:r w:rsidRPr="00751DBB">
        <w:rPr>
          <w:lang w:val="en-GB"/>
        </w:rPr>
        <w:t xml:space="preserve">int checkFileDigest, </w:t>
      </w:r>
    </w:p>
    <w:p w14:paraId="7F6406D4" w14:textId="77777777" w:rsidR="00791349" w:rsidRPr="00751DBB" w:rsidRDefault="00791349" w:rsidP="00791349">
      <w:pPr>
        <w:pStyle w:val="eclipse"/>
        <w:ind w:left="862" w:firstLine="589"/>
        <w:rPr>
          <w:lang w:val="en-GB"/>
        </w:rPr>
      </w:pPr>
      <w:r w:rsidRPr="00751DBB">
        <w:rPr>
          <w:lang w:val="en-GB"/>
        </w:rPr>
        <w:t>long lMaxDFLen);</w:t>
      </w:r>
    </w:p>
    <w:p w14:paraId="3B66F072" w14:textId="77777777" w:rsidR="00791349" w:rsidRDefault="00791349" w:rsidP="00501082">
      <w:pPr>
        <w:ind w:left="426"/>
        <w:rPr>
          <w:lang w:val="en-GB"/>
        </w:rPr>
      </w:pPr>
      <w:r w:rsidRPr="00751DBB">
        <w:rPr>
          <w:lang w:val="en-GB"/>
        </w:rPr>
        <w:t>Parameter checkFileDigest is a flag indicating whether checking hash value(s) of original file(s) is required at the time of opening. Parameter lMaxDFLen can be used to specify the maximum size of DataFile content to be cached in memory.</w:t>
      </w:r>
    </w:p>
    <w:p w14:paraId="772321F3" w14:textId="77777777" w:rsidR="005D1D54" w:rsidRDefault="003F0696" w:rsidP="00AC5E92">
      <w:pPr>
        <w:pStyle w:val="ListParagraph"/>
        <w:numPr>
          <w:ilvl w:val="0"/>
          <w:numId w:val="43"/>
        </w:numPr>
        <w:rPr>
          <w:lang w:val="en-GB"/>
        </w:rPr>
      </w:pPr>
      <w:r>
        <w:rPr>
          <w:lang w:val="en-GB"/>
        </w:rPr>
        <w:t>Opening and reading DigiDoc document from a memory buffer</w:t>
      </w:r>
    </w:p>
    <w:p w14:paraId="19DA4DA2" w14:textId="77777777" w:rsidR="00AB3847" w:rsidRPr="00AB3847" w:rsidRDefault="00AB3847" w:rsidP="00AB3847">
      <w:pPr>
        <w:ind w:left="371"/>
        <w:rPr>
          <w:rStyle w:val="Strong"/>
          <w:b w:val="0"/>
          <w:lang w:val="en-GB"/>
        </w:rPr>
      </w:pPr>
      <w:r w:rsidRPr="00AB3847">
        <w:rPr>
          <w:rStyle w:val="Strong"/>
          <w:b w:val="0"/>
          <w:lang w:val="en-GB"/>
        </w:rPr>
        <w:t xml:space="preserve">Use the DigiDocMemBuf structure to hold </w:t>
      </w:r>
      <w:r>
        <w:rPr>
          <w:rStyle w:val="Strong"/>
          <w:b w:val="0"/>
          <w:lang w:val="en-GB"/>
        </w:rPr>
        <w:t xml:space="preserve">the </w:t>
      </w:r>
      <w:r w:rsidR="007719EE">
        <w:rPr>
          <w:rStyle w:val="Strong"/>
          <w:b w:val="0"/>
          <w:lang w:val="en-GB"/>
        </w:rPr>
        <w:t>initial data</w:t>
      </w:r>
      <w:r w:rsidR="004670F9">
        <w:rPr>
          <w:rStyle w:val="Strong"/>
          <w:b w:val="0"/>
          <w:lang w:val="en-GB"/>
        </w:rPr>
        <w:t xml:space="preserve"> (see also section “3.6.3 Adding data files”, under the second point for</w:t>
      </w:r>
      <w:r w:rsidR="003276D5">
        <w:rPr>
          <w:rStyle w:val="Strong"/>
          <w:b w:val="0"/>
          <w:lang w:val="en-GB"/>
        </w:rPr>
        <w:t xml:space="preserve"> additional information about</w:t>
      </w:r>
      <w:r w:rsidR="004670F9">
        <w:rPr>
          <w:rStyle w:val="Strong"/>
          <w:b w:val="0"/>
          <w:lang w:val="en-GB"/>
        </w:rPr>
        <w:t xml:space="preserve"> initialising and using DigiDocMemBuf)</w:t>
      </w:r>
      <w:r w:rsidR="007719EE">
        <w:rPr>
          <w:rStyle w:val="Strong"/>
          <w:b w:val="0"/>
          <w:lang w:val="en-GB"/>
        </w:rPr>
        <w:t>:</w:t>
      </w:r>
    </w:p>
    <w:p w14:paraId="66E0F81F" w14:textId="77777777" w:rsidR="00AB3847" w:rsidRDefault="00AB3847" w:rsidP="00AB3847">
      <w:pPr>
        <w:pStyle w:val="eclipse"/>
        <w:ind w:left="1091"/>
        <w:rPr>
          <w:lang w:val="et-EE"/>
        </w:rPr>
      </w:pPr>
      <w:r>
        <w:rPr>
          <w:lang w:val="et-EE"/>
        </w:rPr>
        <w:t>DigiDocMemBuf mbuf</w:t>
      </w:r>
      <w:r w:rsidRPr="00B82E3F">
        <w:rPr>
          <w:lang w:val="et-EE"/>
        </w:rPr>
        <w:t>;</w:t>
      </w:r>
      <w:r>
        <w:rPr>
          <w:lang w:val="et-EE"/>
        </w:rPr>
        <w:t xml:space="preserve"> </w:t>
      </w:r>
      <w:r w:rsidRPr="00B82E3F">
        <w:rPr>
          <w:rStyle w:val="ecl-commentChar"/>
        </w:rPr>
        <w:t>//</w:t>
      </w:r>
      <w:r>
        <w:rPr>
          <w:rStyle w:val="ecl-commentChar"/>
        </w:rPr>
        <w:t xml:space="preserve"> </w:t>
      </w:r>
      <w:r w:rsidRPr="00B82E3F">
        <w:rPr>
          <w:rStyle w:val="ecl-commentChar"/>
        </w:rPr>
        <w:t>memory buffer to hold the data</w:t>
      </w:r>
    </w:p>
    <w:p w14:paraId="5F9BA6E9" w14:textId="77777777" w:rsidR="003F0696" w:rsidRDefault="00AB3847" w:rsidP="003F0696">
      <w:pPr>
        <w:pStyle w:val="ListParagraph"/>
        <w:ind w:left="371"/>
        <w:rPr>
          <w:lang w:val="en-GB"/>
        </w:rPr>
      </w:pPr>
      <w:r>
        <w:rPr>
          <w:lang w:val="en-GB"/>
        </w:rPr>
        <w:t xml:space="preserve">Define a </w:t>
      </w:r>
      <w:r w:rsidR="000457BB">
        <w:rPr>
          <w:lang w:val="en-GB"/>
        </w:rPr>
        <w:t xml:space="preserve">SignedDoc </w:t>
      </w:r>
      <w:r>
        <w:rPr>
          <w:lang w:val="en-GB"/>
        </w:rPr>
        <w:t xml:space="preserve">structure for </w:t>
      </w:r>
      <w:r w:rsidR="000457BB">
        <w:rPr>
          <w:lang w:val="en-GB"/>
        </w:rPr>
        <w:t>holding</w:t>
      </w:r>
      <w:r>
        <w:rPr>
          <w:lang w:val="en-GB"/>
        </w:rPr>
        <w:t xml:space="preserve"> the DigiDoc document</w:t>
      </w:r>
      <w:r w:rsidR="000457BB">
        <w:rPr>
          <w:lang w:val="en-GB"/>
        </w:rPr>
        <w:t>’s data that is read</w:t>
      </w:r>
      <w:r>
        <w:rPr>
          <w:lang w:val="en-GB"/>
        </w:rPr>
        <w:t xml:space="preserve"> from buffer:</w:t>
      </w:r>
    </w:p>
    <w:p w14:paraId="715F16D4" w14:textId="77777777" w:rsidR="00AB3847" w:rsidRPr="00751DBB" w:rsidRDefault="00AB3847" w:rsidP="00AB3847">
      <w:pPr>
        <w:pStyle w:val="eclipse"/>
        <w:rPr>
          <w:lang w:val="en-GB"/>
        </w:rPr>
      </w:pPr>
      <w:r w:rsidRPr="00751DBB">
        <w:rPr>
          <w:lang w:val="en-GB"/>
        </w:rPr>
        <w:t xml:space="preserve">SignedDoc* pSigDoc; </w:t>
      </w:r>
    </w:p>
    <w:p w14:paraId="67FBA937" w14:textId="77777777" w:rsidR="00AB3847" w:rsidRDefault="00AC79DF" w:rsidP="003F0696">
      <w:pPr>
        <w:pStyle w:val="ListParagraph"/>
        <w:ind w:left="371"/>
        <w:rPr>
          <w:lang w:val="en-GB"/>
        </w:rPr>
      </w:pPr>
      <w:r>
        <w:rPr>
          <w:lang w:val="en-GB"/>
        </w:rPr>
        <w:t xml:space="preserve">Read the DigiDoc document from </w:t>
      </w:r>
      <w:r w:rsidR="004670F9">
        <w:rPr>
          <w:lang w:val="en-GB"/>
        </w:rPr>
        <w:t xml:space="preserve">DigiDocMemBuf </w:t>
      </w:r>
      <w:r>
        <w:rPr>
          <w:lang w:val="en-GB"/>
        </w:rPr>
        <w:t>buffer by using the following function:</w:t>
      </w:r>
    </w:p>
    <w:p w14:paraId="3C9799E4" w14:textId="77777777" w:rsidR="00AC79DF" w:rsidRDefault="00AC79DF" w:rsidP="00AC79DF">
      <w:pPr>
        <w:pStyle w:val="eclipse"/>
        <w:rPr>
          <w:lang w:val="en-GB"/>
        </w:rPr>
      </w:pPr>
      <w:r>
        <w:rPr>
          <w:lang w:val="en-GB"/>
        </w:rPr>
        <w:t>ddocSaxReadSignedDocFromMemory(&amp;</w:t>
      </w:r>
      <w:r w:rsidRPr="00AC79DF">
        <w:rPr>
          <w:lang w:val="en-GB"/>
        </w:rPr>
        <w:t xml:space="preserve">pSigDoc, </w:t>
      </w:r>
      <w:r w:rsidRPr="00AC79DF">
        <w:rPr>
          <w:rStyle w:val="ecl-commentChar"/>
        </w:rPr>
        <w:t>// structure representing the</w:t>
      </w:r>
      <w:r>
        <w:rPr>
          <w:lang w:val="en-GB"/>
        </w:rPr>
        <w:t xml:space="preserve"> </w:t>
      </w:r>
    </w:p>
    <w:p w14:paraId="1EF7A3C9" w14:textId="77777777" w:rsidR="00AC79DF" w:rsidRDefault="00AC79DF" w:rsidP="00AC79DF">
      <w:pPr>
        <w:pStyle w:val="eclipse"/>
        <w:ind w:firstLine="589"/>
        <w:rPr>
          <w:lang w:val="en-GB"/>
        </w:rPr>
      </w:pPr>
      <w:r>
        <w:rPr>
          <w:lang w:val="en-GB"/>
        </w:rPr>
        <w:t xml:space="preserve">  </w:t>
      </w:r>
      <w:r>
        <w:rPr>
          <w:lang w:val="en-GB"/>
        </w:rPr>
        <w:tab/>
      </w:r>
      <w:r>
        <w:rPr>
          <w:lang w:val="en-GB"/>
        </w:rPr>
        <w:tab/>
      </w:r>
      <w:r>
        <w:rPr>
          <w:lang w:val="en-GB"/>
        </w:rPr>
        <w:tab/>
      </w:r>
      <w:r>
        <w:rPr>
          <w:lang w:val="en-GB"/>
        </w:rPr>
        <w:tab/>
      </w:r>
      <w:r>
        <w:rPr>
          <w:lang w:val="en-GB"/>
        </w:rPr>
        <w:tab/>
      </w:r>
      <w:r w:rsidRPr="00AC79DF">
        <w:rPr>
          <w:rStyle w:val="ecl-commentChar"/>
        </w:rPr>
        <w:t>//DigiDoc document</w:t>
      </w:r>
    </w:p>
    <w:p w14:paraId="1D531556" w14:textId="77777777" w:rsidR="00AC79DF" w:rsidRDefault="009E3284" w:rsidP="008418B3">
      <w:pPr>
        <w:pStyle w:val="eclipse"/>
        <w:ind w:firstLine="589"/>
        <w:rPr>
          <w:lang w:val="en-GB"/>
        </w:rPr>
      </w:pPr>
      <w:r>
        <w:rPr>
          <w:lang w:val="en-GB"/>
        </w:rPr>
        <w:t>mbuf</w:t>
      </w:r>
      <w:r w:rsidR="00AC79DF" w:rsidRPr="00AC79DF">
        <w:rPr>
          <w:lang w:val="en-GB"/>
        </w:rPr>
        <w:t>.</w:t>
      </w:r>
      <w:r w:rsidR="00AC79DF" w:rsidRPr="009F1FC9">
        <w:rPr>
          <w:rStyle w:val="Ecl-paramChar"/>
        </w:rPr>
        <w:t>pMem</w:t>
      </w:r>
      <w:r w:rsidR="00AC79DF" w:rsidRPr="00AC79DF">
        <w:rPr>
          <w:lang w:val="en-GB"/>
        </w:rPr>
        <w:t xml:space="preserve">, </w:t>
      </w:r>
      <w:r w:rsidRPr="00501439">
        <w:rPr>
          <w:rStyle w:val="ecl-commentChar"/>
        </w:rPr>
        <w:t>//</w:t>
      </w:r>
      <w:r>
        <w:rPr>
          <w:rStyle w:val="ecl-commentChar"/>
        </w:rPr>
        <w:t xml:space="preserve"> memory buffer’s data</w:t>
      </w:r>
      <w:r w:rsidR="00AC79DF">
        <w:rPr>
          <w:lang w:val="en-GB"/>
        </w:rPr>
        <w:t xml:space="preserve"> </w:t>
      </w:r>
    </w:p>
    <w:p w14:paraId="17664A61" w14:textId="77777777" w:rsidR="00AC79DF" w:rsidRDefault="00AC79DF" w:rsidP="00AC79DF">
      <w:pPr>
        <w:pStyle w:val="eclipse"/>
        <w:ind w:firstLine="589"/>
        <w:rPr>
          <w:lang w:val="en-GB"/>
        </w:rPr>
      </w:pPr>
      <w:r w:rsidRPr="00AC79DF">
        <w:rPr>
          <w:lang w:val="en-GB"/>
        </w:rPr>
        <w:t>mbuf.</w:t>
      </w:r>
      <w:r w:rsidRPr="009F1FC9">
        <w:rPr>
          <w:rStyle w:val="Ecl-paramChar"/>
        </w:rPr>
        <w:t>nLen</w:t>
      </w:r>
      <w:r w:rsidRPr="00AC79DF">
        <w:rPr>
          <w:lang w:val="en-GB"/>
        </w:rPr>
        <w:t xml:space="preserve">, </w:t>
      </w:r>
      <w:r w:rsidR="009E3284" w:rsidRPr="00501439">
        <w:rPr>
          <w:rStyle w:val="ecl-commentChar"/>
        </w:rPr>
        <w:t>//</w:t>
      </w:r>
      <w:r w:rsidR="009E3284">
        <w:rPr>
          <w:rStyle w:val="ecl-commentChar"/>
        </w:rPr>
        <w:t xml:space="preserve"> memory buffer’s size</w:t>
      </w:r>
    </w:p>
    <w:p w14:paraId="4A401F50" w14:textId="77777777" w:rsidR="00AC79DF" w:rsidRPr="00CA2754" w:rsidRDefault="00AC79DF" w:rsidP="003C0415">
      <w:pPr>
        <w:pStyle w:val="eclipse"/>
        <w:ind w:firstLine="589"/>
        <w:rPr>
          <w:lang w:val="en-GB"/>
        </w:rPr>
      </w:pPr>
      <w:r w:rsidRPr="00AC79DF">
        <w:rPr>
          <w:lang w:val="en-GB"/>
        </w:rPr>
        <w:lastRenderedPageBreak/>
        <w:t>mbuf.</w:t>
      </w:r>
      <w:r w:rsidRPr="009F1FC9">
        <w:rPr>
          <w:rStyle w:val="Ecl-paramChar"/>
        </w:rPr>
        <w:t>nLen</w:t>
      </w:r>
      <w:r w:rsidRPr="00AC79DF">
        <w:rPr>
          <w:lang w:val="en-GB"/>
        </w:rPr>
        <w:t xml:space="preserve"> + 1);</w:t>
      </w:r>
      <w:r w:rsidR="00FC61E1" w:rsidRPr="00FC61E1">
        <w:rPr>
          <w:rStyle w:val="ecl-commentChar"/>
        </w:rPr>
        <w:t>//max size of DataFile content to be cached in</w:t>
      </w:r>
      <w:r w:rsidR="003C0415">
        <w:rPr>
          <w:rStyle w:val="ecl-commentChar"/>
        </w:rPr>
        <w:t xml:space="preserve"> m</w:t>
      </w:r>
      <w:r w:rsidR="00FC61E1" w:rsidRPr="00FC61E1">
        <w:rPr>
          <w:rStyle w:val="ecl-commentChar"/>
        </w:rPr>
        <w:t>emory</w:t>
      </w:r>
    </w:p>
    <w:p w14:paraId="18FE231F" w14:textId="77777777" w:rsidR="005D1D54" w:rsidRPr="005D1D54" w:rsidRDefault="005D1D54" w:rsidP="00D2585A">
      <w:pPr>
        <w:rPr>
          <w:b/>
          <w:lang w:val="en-GB"/>
        </w:rPr>
      </w:pPr>
      <w:r w:rsidRPr="005D1D54">
        <w:rPr>
          <w:b/>
          <w:lang w:val="en-GB"/>
        </w:rPr>
        <w:t>Writing DigiDoc documents</w:t>
      </w:r>
    </w:p>
    <w:p w14:paraId="689614AE" w14:textId="77777777" w:rsidR="009D76BC" w:rsidRDefault="009D76BC" w:rsidP="00D2585A">
      <w:pPr>
        <w:rPr>
          <w:lang w:val="en-GB"/>
        </w:rPr>
      </w:pPr>
      <w:r>
        <w:rPr>
          <w:lang w:val="en-GB"/>
        </w:rPr>
        <w:t xml:space="preserve">DigiDoc </w:t>
      </w:r>
      <w:r w:rsidR="00A90B80">
        <w:rPr>
          <w:lang w:val="en-GB"/>
        </w:rPr>
        <w:t>documents</w:t>
      </w:r>
      <w:r>
        <w:rPr>
          <w:lang w:val="en-GB"/>
        </w:rPr>
        <w:t xml:space="preserve"> can be created in two alternative ways:</w:t>
      </w:r>
    </w:p>
    <w:p w14:paraId="60A44ECB" w14:textId="77777777" w:rsidR="009D76BC" w:rsidRDefault="009D76BC" w:rsidP="009D76BC">
      <w:pPr>
        <w:pStyle w:val="ListParagraph"/>
        <w:numPr>
          <w:ilvl w:val="0"/>
          <w:numId w:val="4"/>
        </w:numPr>
        <w:rPr>
          <w:lang w:val="en-GB"/>
        </w:rPr>
      </w:pPr>
      <w:r>
        <w:rPr>
          <w:lang w:val="en-GB"/>
        </w:rPr>
        <w:t xml:space="preserve">creating the output (new or modified) DigiDoc </w:t>
      </w:r>
      <w:r w:rsidR="00A90B80">
        <w:rPr>
          <w:lang w:val="en-GB"/>
        </w:rPr>
        <w:t>document</w:t>
      </w:r>
      <w:r>
        <w:rPr>
          <w:lang w:val="en-GB"/>
        </w:rPr>
        <w:t xml:space="preserve"> and writing it to a file on disk; </w:t>
      </w:r>
    </w:p>
    <w:p w14:paraId="1A6FBE0E" w14:textId="77777777" w:rsidR="009D76BC" w:rsidRPr="009D76BC" w:rsidRDefault="009D76BC" w:rsidP="009D76BC">
      <w:pPr>
        <w:pStyle w:val="ListParagraph"/>
        <w:numPr>
          <w:ilvl w:val="0"/>
          <w:numId w:val="4"/>
        </w:numPr>
        <w:rPr>
          <w:lang w:val="en-GB"/>
        </w:rPr>
      </w:pPr>
      <w:r>
        <w:rPr>
          <w:lang w:val="en-GB"/>
        </w:rPr>
        <w:t xml:space="preserve">creating the output (new or modified) DigiDoc </w:t>
      </w:r>
      <w:r w:rsidR="00A90B80">
        <w:rPr>
          <w:lang w:val="en-GB"/>
        </w:rPr>
        <w:t>document</w:t>
      </w:r>
      <w:r>
        <w:rPr>
          <w:lang w:val="en-GB"/>
        </w:rPr>
        <w:t xml:space="preserve"> and storing it in internal memory buffer (no data is written to disk). </w:t>
      </w:r>
    </w:p>
    <w:p w14:paraId="4BDADFAC" w14:textId="77777777" w:rsidR="0012685E" w:rsidRDefault="0012685E" w:rsidP="00AC5E92">
      <w:pPr>
        <w:pStyle w:val="ListParagraph"/>
        <w:numPr>
          <w:ilvl w:val="0"/>
          <w:numId w:val="42"/>
        </w:numPr>
        <w:ind w:left="284" w:hanging="284"/>
        <w:rPr>
          <w:lang w:val="en-GB"/>
        </w:rPr>
      </w:pPr>
      <w:r>
        <w:rPr>
          <w:lang w:val="en-GB"/>
        </w:rPr>
        <w:t xml:space="preserve">Writing the output DigiDoc </w:t>
      </w:r>
      <w:r w:rsidR="00E22A8E">
        <w:rPr>
          <w:lang w:val="en-GB"/>
        </w:rPr>
        <w:t>document to a file on</w:t>
      </w:r>
      <w:r>
        <w:rPr>
          <w:lang w:val="en-GB"/>
        </w:rPr>
        <w:t xml:space="preserve"> disk</w:t>
      </w:r>
    </w:p>
    <w:p w14:paraId="26C3B95B" w14:textId="77777777" w:rsidR="00D2585A" w:rsidRPr="0012685E" w:rsidRDefault="00D2585A" w:rsidP="0012685E">
      <w:pPr>
        <w:pStyle w:val="ListParagraph"/>
        <w:ind w:left="284"/>
        <w:rPr>
          <w:lang w:val="en-GB"/>
        </w:rPr>
      </w:pPr>
      <w:r w:rsidRPr="0012685E">
        <w:rPr>
          <w:lang w:val="en-GB"/>
        </w:rPr>
        <w:t xml:space="preserve">For creating </w:t>
      </w:r>
      <w:r w:rsidR="00C53D24" w:rsidRPr="0012685E">
        <w:rPr>
          <w:lang w:val="en-GB"/>
        </w:rPr>
        <w:t xml:space="preserve">a </w:t>
      </w:r>
      <w:r w:rsidRPr="0012685E">
        <w:rPr>
          <w:lang w:val="en-GB"/>
        </w:rPr>
        <w:t>file in DigiDoc format</w:t>
      </w:r>
      <w:r w:rsidR="0012685E">
        <w:rPr>
          <w:lang w:val="en-GB"/>
        </w:rPr>
        <w:t xml:space="preserve"> and writing it to a file,</w:t>
      </w:r>
      <w:r w:rsidRPr="0012685E">
        <w:rPr>
          <w:lang w:val="en-GB"/>
        </w:rPr>
        <w:t xml:space="preserve"> the following function </w:t>
      </w:r>
      <w:r w:rsidR="00DA0C45">
        <w:rPr>
          <w:lang w:val="en-GB"/>
        </w:rPr>
        <w:t xml:space="preserve">should be </w:t>
      </w:r>
      <w:r w:rsidRPr="0012685E">
        <w:rPr>
          <w:lang w:val="en-GB"/>
        </w:rPr>
        <w:t xml:space="preserve"> used:</w:t>
      </w:r>
    </w:p>
    <w:p w14:paraId="3DAA92CE" w14:textId="77777777" w:rsidR="00C53D24" w:rsidRPr="00751DBB" w:rsidRDefault="00D2585A" w:rsidP="0012685E">
      <w:pPr>
        <w:pStyle w:val="eclipse"/>
        <w:ind w:left="720"/>
        <w:rPr>
          <w:lang w:val="en-GB"/>
        </w:rPr>
      </w:pPr>
      <w:r w:rsidRPr="00751DBB">
        <w:rPr>
          <w:lang w:val="en-GB"/>
        </w:rPr>
        <w:t xml:space="preserve">createSignedDoc(pSigDoc, </w:t>
      </w:r>
      <w:r w:rsidR="00C53D24" w:rsidRPr="00751DBB">
        <w:rPr>
          <w:rStyle w:val="ecl-commentChar"/>
          <w:lang w:val="en-GB"/>
        </w:rPr>
        <w:t>// structure representing the DigiDoc document</w:t>
      </w:r>
    </w:p>
    <w:p w14:paraId="53CEABE5" w14:textId="77777777" w:rsidR="00C53D24" w:rsidRPr="00751DBB" w:rsidRDefault="00D2585A" w:rsidP="0012685E">
      <w:pPr>
        <w:pStyle w:val="eclipse"/>
        <w:ind w:left="720" w:firstLine="589"/>
        <w:rPr>
          <w:lang w:val="en-GB"/>
        </w:rPr>
      </w:pPr>
      <w:r w:rsidRPr="00751DBB">
        <w:rPr>
          <w:lang w:val="en-GB"/>
        </w:rPr>
        <w:t xml:space="preserve">oldfile, </w:t>
      </w:r>
      <w:r w:rsidR="00C53D24" w:rsidRPr="00751DBB">
        <w:rPr>
          <w:rStyle w:val="ecl-commentChar"/>
          <w:lang w:val="en-GB"/>
        </w:rPr>
        <w:t>/</w:t>
      </w:r>
      <w:r w:rsidR="00640630" w:rsidRPr="00751DBB">
        <w:rPr>
          <w:rStyle w:val="ecl-commentChar"/>
          <w:lang w:val="en-GB"/>
        </w:rPr>
        <w:t xml:space="preserve">/ </w:t>
      </w:r>
      <w:r w:rsidR="00800457">
        <w:rPr>
          <w:rStyle w:val="ecl-commentChar"/>
          <w:lang w:val="en-GB"/>
        </w:rPr>
        <w:t>specifies existing DigiDoc file, if necessary</w:t>
      </w:r>
      <w:r w:rsidR="00E43804" w:rsidRPr="00751DBB">
        <w:rPr>
          <w:rStyle w:val="ecl-commentChar"/>
          <w:lang w:val="en-GB"/>
        </w:rPr>
        <w:t xml:space="preserve"> </w:t>
      </w:r>
    </w:p>
    <w:p w14:paraId="3AA55FD6" w14:textId="77777777" w:rsidR="00D2585A" w:rsidRPr="00751DBB" w:rsidRDefault="00D2585A" w:rsidP="0012685E">
      <w:pPr>
        <w:pStyle w:val="eclipse"/>
        <w:ind w:left="720" w:firstLine="589"/>
        <w:rPr>
          <w:lang w:val="en-GB"/>
        </w:rPr>
      </w:pPr>
      <w:r w:rsidRPr="00751DBB">
        <w:rPr>
          <w:lang w:val="en-GB"/>
        </w:rPr>
        <w:t>outfile);</w:t>
      </w:r>
      <w:r w:rsidR="00C53D24" w:rsidRPr="00751DBB">
        <w:rPr>
          <w:lang w:val="en-GB"/>
        </w:rPr>
        <w:t xml:space="preserve"> </w:t>
      </w:r>
      <w:r w:rsidR="00C53D24" w:rsidRPr="00751DBB">
        <w:rPr>
          <w:rStyle w:val="ecl-commentChar"/>
          <w:lang w:val="en-GB"/>
        </w:rPr>
        <w:t>// output file’s name</w:t>
      </w:r>
    </w:p>
    <w:p w14:paraId="755A60F1" w14:textId="77777777" w:rsidR="00D2585A" w:rsidRPr="00751DBB" w:rsidRDefault="00D2585A" w:rsidP="0012685E">
      <w:pPr>
        <w:ind w:left="284"/>
        <w:rPr>
          <w:lang w:val="en-GB"/>
        </w:rPr>
      </w:pPr>
      <w:r w:rsidRPr="00751DBB">
        <w:rPr>
          <w:lang w:val="en-GB"/>
        </w:rPr>
        <w:t>The “oldfil</w:t>
      </w:r>
      <w:r w:rsidR="00640630" w:rsidRPr="00751DBB">
        <w:rPr>
          <w:lang w:val="en-GB"/>
        </w:rPr>
        <w:t xml:space="preserve">e” parameter </w:t>
      </w:r>
      <w:r w:rsidR="00E43804">
        <w:rPr>
          <w:lang w:val="en-GB"/>
        </w:rPr>
        <w:t xml:space="preserve">value </w:t>
      </w:r>
      <w:r w:rsidR="00640630" w:rsidRPr="00751DBB">
        <w:rPr>
          <w:lang w:val="en-GB"/>
        </w:rPr>
        <w:t xml:space="preserve">can be </w:t>
      </w:r>
      <w:r w:rsidR="00E43804">
        <w:rPr>
          <w:lang w:val="en-GB"/>
        </w:rPr>
        <w:t>set to NULL if you are creating a new DigiDoc document from scratch</w:t>
      </w:r>
      <w:r w:rsidR="00640630" w:rsidRPr="00751DBB">
        <w:rPr>
          <w:lang w:val="en-GB"/>
        </w:rPr>
        <w:t xml:space="preserve">. </w:t>
      </w:r>
      <w:r w:rsidR="00E43804">
        <w:rPr>
          <w:lang w:val="en-GB"/>
        </w:rPr>
        <w:t xml:space="preserve">If you have read in an existing DigiDoc document to modify it (e.g. add signature(s) or data file(s)) and now try to write it to an output file then you have to specify the existing </w:t>
      </w:r>
      <w:r w:rsidR="00717592">
        <w:rPr>
          <w:lang w:val="en-GB"/>
        </w:rPr>
        <w:t xml:space="preserve">DigiDoc </w:t>
      </w:r>
      <w:r w:rsidR="00E43804">
        <w:rPr>
          <w:lang w:val="en-GB"/>
        </w:rPr>
        <w:t xml:space="preserve">file’s path and filename in the “oldfile” parameter. </w:t>
      </w:r>
      <w:r w:rsidR="00717592">
        <w:rPr>
          <w:lang w:val="en-GB"/>
        </w:rPr>
        <w:t>Otherwise the data file contents</w:t>
      </w:r>
      <w:r w:rsidR="00E43804">
        <w:rPr>
          <w:lang w:val="en-GB"/>
        </w:rPr>
        <w:t xml:space="preserve"> from the existing DigiDoc file </w:t>
      </w:r>
      <w:r w:rsidR="00717592">
        <w:rPr>
          <w:lang w:val="en-GB"/>
        </w:rPr>
        <w:t>might</w:t>
      </w:r>
      <w:r w:rsidR="00E43804">
        <w:rPr>
          <w:lang w:val="en-GB"/>
        </w:rPr>
        <w:t xml:space="preserve"> not be copied to the new container. </w:t>
      </w:r>
    </w:p>
    <w:p w14:paraId="2745F357" w14:textId="77777777" w:rsidR="0012685E" w:rsidRDefault="0012685E" w:rsidP="00AC5E92">
      <w:pPr>
        <w:pStyle w:val="ListParagraph"/>
        <w:numPr>
          <w:ilvl w:val="0"/>
          <w:numId w:val="42"/>
        </w:numPr>
        <w:ind w:left="284" w:hanging="284"/>
        <w:rPr>
          <w:lang w:val="en-GB"/>
        </w:rPr>
      </w:pPr>
      <w:r>
        <w:rPr>
          <w:lang w:val="en-GB"/>
        </w:rPr>
        <w:t xml:space="preserve">Writing the output DigiDoc </w:t>
      </w:r>
      <w:r w:rsidR="00E22A8E">
        <w:rPr>
          <w:lang w:val="en-GB"/>
        </w:rPr>
        <w:t>document</w:t>
      </w:r>
      <w:r>
        <w:rPr>
          <w:lang w:val="en-GB"/>
        </w:rPr>
        <w:t xml:space="preserve"> to an internal memory buffer</w:t>
      </w:r>
    </w:p>
    <w:p w14:paraId="419518C3" w14:textId="77777777" w:rsidR="0012685E" w:rsidRPr="0012685E" w:rsidRDefault="00A02E4B" w:rsidP="0012685E">
      <w:pPr>
        <w:ind w:left="284"/>
        <w:rPr>
          <w:rStyle w:val="Strong"/>
          <w:b w:val="0"/>
          <w:lang w:val="en-GB"/>
        </w:rPr>
      </w:pPr>
      <w:r>
        <w:rPr>
          <w:rStyle w:val="Strong"/>
          <w:b w:val="0"/>
          <w:lang w:val="en-GB"/>
        </w:rPr>
        <w:t>U</w:t>
      </w:r>
      <w:r w:rsidR="0012685E" w:rsidRPr="0012685E">
        <w:rPr>
          <w:rStyle w:val="Strong"/>
          <w:b w:val="0"/>
          <w:lang w:val="en-GB"/>
        </w:rPr>
        <w:t xml:space="preserve">se the DigiDocMemBuf structure </w:t>
      </w:r>
      <w:r w:rsidR="004721CF">
        <w:rPr>
          <w:rStyle w:val="Strong"/>
          <w:b w:val="0"/>
          <w:lang w:val="en-GB"/>
        </w:rPr>
        <w:t>for storing the output DigiDoc document’s data</w:t>
      </w:r>
      <w:r w:rsidR="004670F9">
        <w:rPr>
          <w:rStyle w:val="Strong"/>
          <w:b w:val="0"/>
          <w:lang w:val="en-GB"/>
        </w:rPr>
        <w:t xml:space="preserve"> (see also section “3.6.3 Adding data files”, under the second point for additional information on initialising and using DigiDocMemBuf)</w:t>
      </w:r>
      <w:r w:rsidR="0012685E" w:rsidRPr="0012685E">
        <w:rPr>
          <w:rStyle w:val="Strong"/>
          <w:b w:val="0"/>
          <w:lang w:val="en-GB"/>
        </w:rPr>
        <w:t>:</w:t>
      </w:r>
    </w:p>
    <w:p w14:paraId="0FE3C79C" w14:textId="77777777" w:rsidR="0012685E" w:rsidRPr="004721CF" w:rsidRDefault="0012685E" w:rsidP="004670F9">
      <w:pPr>
        <w:pStyle w:val="eclipse"/>
        <w:ind w:left="720"/>
        <w:rPr>
          <w:lang w:val="et-EE"/>
        </w:rPr>
      </w:pPr>
      <w:r>
        <w:rPr>
          <w:lang w:val="et-EE"/>
        </w:rPr>
        <w:t>DigiDocMemBuf</w:t>
      </w:r>
      <w:r w:rsidR="004721CF">
        <w:rPr>
          <w:lang w:val="et-EE"/>
        </w:rPr>
        <w:t>*</w:t>
      </w:r>
      <w:r>
        <w:rPr>
          <w:lang w:val="et-EE"/>
        </w:rPr>
        <w:t xml:space="preserve"> </w:t>
      </w:r>
      <w:r w:rsidR="004721CF">
        <w:rPr>
          <w:lang w:val="et-EE"/>
        </w:rPr>
        <w:t>pMBuf</w:t>
      </w:r>
      <w:r w:rsidRPr="00B82E3F">
        <w:rPr>
          <w:lang w:val="et-EE"/>
        </w:rPr>
        <w:t>;</w:t>
      </w:r>
      <w:r>
        <w:rPr>
          <w:lang w:val="et-EE"/>
        </w:rPr>
        <w:t xml:space="preserve"> </w:t>
      </w:r>
      <w:r w:rsidR="004721CF" w:rsidRPr="004721CF">
        <w:rPr>
          <w:rStyle w:val="ecl-commentChar"/>
        </w:rPr>
        <w:t>// output buffer</w:t>
      </w:r>
    </w:p>
    <w:p w14:paraId="306D6C30" w14:textId="77777777" w:rsidR="0012685E" w:rsidRPr="0012685E" w:rsidRDefault="00195DC6" w:rsidP="0012685E">
      <w:pPr>
        <w:ind w:left="360"/>
        <w:rPr>
          <w:rStyle w:val="Strong"/>
          <w:b w:val="0"/>
          <w:lang w:val="en-GB"/>
        </w:rPr>
      </w:pPr>
      <w:r>
        <w:rPr>
          <w:rStyle w:val="Strong"/>
          <w:b w:val="0"/>
          <w:lang w:val="en-GB"/>
        </w:rPr>
        <w:t>Write the created or modified DigiDoc container to a memory buffer by using the following function:</w:t>
      </w:r>
    </w:p>
    <w:p w14:paraId="70DC2FF9" w14:textId="77777777" w:rsidR="001A3BA4" w:rsidRDefault="0012685E" w:rsidP="00195DC6">
      <w:pPr>
        <w:pStyle w:val="eclipse"/>
        <w:ind w:left="720"/>
        <w:rPr>
          <w:rStyle w:val="ecl-commentChar"/>
        </w:rPr>
      </w:pPr>
      <w:r>
        <w:rPr>
          <w:lang w:val="et-EE"/>
        </w:rPr>
        <w:t xml:space="preserve">createSignedDocInMemory(SignedDoc* pSigDoc, </w:t>
      </w:r>
      <w:r w:rsidR="00A90E9F">
        <w:rPr>
          <w:rStyle w:val="ecl-commentChar"/>
        </w:rPr>
        <w:t xml:space="preserve">// </w:t>
      </w:r>
      <w:r w:rsidR="001A3BA4">
        <w:rPr>
          <w:rStyle w:val="ecl-commentChar"/>
        </w:rPr>
        <w:t xml:space="preserve">structure representing </w:t>
      </w:r>
    </w:p>
    <w:p w14:paraId="4A2948AF" w14:textId="77777777" w:rsidR="004721CF" w:rsidRDefault="001A3BA4" w:rsidP="001A3BA4">
      <w:pPr>
        <w:pStyle w:val="eclipse"/>
        <w:ind w:left="720" w:firstLine="720"/>
        <w:rPr>
          <w:lang w:val="et-EE"/>
        </w:rPr>
      </w:pPr>
      <w:r>
        <w:rPr>
          <w:rStyle w:val="ecl-commentChar"/>
        </w:rPr>
        <w:t xml:space="preserve">  </w:t>
      </w:r>
      <w:r>
        <w:rPr>
          <w:rStyle w:val="ecl-commentChar"/>
        </w:rPr>
        <w:tab/>
      </w:r>
      <w:r>
        <w:rPr>
          <w:rStyle w:val="ecl-commentChar"/>
        </w:rPr>
        <w:tab/>
      </w:r>
      <w:r>
        <w:rPr>
          <w:rStyle w:val="ecl-commentChar"/>
        </w:rPr>
        <w:tab/>
      </w:r>
      <w:r>
        <w:rPr>
          <w:rStyle w:val="ecl-commentChar"/>
        </w:rPr>
        <w:tab/>
      </w:r>
      <w:r>
        <w:rPr>
          <w:rStyle w:val="ecl-commentChar"/>
        </w:rPr>
        <w:tab/>
        <w:t>// the DigiDoc document</w:t>
      </w:r>
    </w:p>
    <w:p w14:paraId="2CD64AB3" w14:textId="77777777" w:rsidR="004721CF" w:rsidRDefault="0012685E" w:rsidP="00195DC6">
      <w:pPr>
        <w:pStyle w:val="eclipse"/>
        <w:ind w:left="720" w:firstLine="360"/>
        <w:rPr>
          <w:lang w:val="et-EE"/>
        </w:rPr>
      </w:pPr>
      <w:r>
        <w:rPr>
          <w:b/>
          <w:bCs/>
          <w:color w:val="7F0055"/>
          <w:lang w:val="et-EE"/>
        </w:rPr>
        <w:t>const</w:t>
      </w:r>
      <w:r>
        <w:rPr>
          <w:lang w:val="et-EE"/>
        </w:rPr>
        <w:t xml:space="preserve"> </w:t>
      </w:r>
      <w:r>
        <w:rPr>
          <w:b/>
          <w:bCs/>
          <w:color w:val="7F0055"/>
          <w:lang w:val="et-EE"/>
        </w:rPr>
        <w:t>char</w:t>
      </w:r>
      <w:r w:rsidR="00A90E9F">
        <w:rPr>
          <w:lang w:val="et-EE"/>
        </w:rPr>
        <w:t>* oldf</w:t>
      </w:r>
      <w:r>
        <w:rPr>
          <w:lang w:val="et-EE"/>
        </w:rPr>
        <w:t xml:space="preserve">ile, </w:t>
      </w:r>
      <w:r w:rsidR="00195DC6" w:rsidRPr="00751DBB">
        <w:rPr>
          <w:rStyle w:val="ecl-commentChar"/>
          <w:lang w:val="en-GB"/>
        </w:rPr>
        <w:t xml:space="preserve">// </w:t>
      </w:r>
      <w:r w:rsidR="00195DC6">
        <w:rPr>
          <w:rStyle w:val="ecl-commentChar"/>
          <w:lang w:val="en-GB"/>
        </w:rPr>
        <w:t>specifies existing DigiDoc file, if necessary</w:t>
      </w:r>
    </w:p>
    <w:p w14:paraId="33FC88CC" w14:textId="77777777" w:rsidR="0012685E" w:rsidRDefault="0012685E" w:rsidP="00195DC6">
      <w:pPr>
        <w:pStyle w:val="eclipse"/>
        <w:ind w:left="720" w:firstLine="360"/>
        <w:rPr>
          <w:lang w:val="et-EE"/>
        </w:rPr>
      </w:pPr>
      <w:r>
        <w:rPr>
          <w:lang w:val="et-EE"/>
        </w:rPr>
        <w:t>DigiDocMemBuf* pMBuf);</w:t>
      </w:r>
      <w:r w:rsidR="00195DC6">
        <w:rPr>
          <w:lang w:val="et-EE"/>
        </w:rPr>
        <w:t xml:space="preserve"> </w:t>
      </w:r>
      <w:r w:rsidR="00195DC6" w:rsidRPr="00751DBB">
        <w:rPr>
          <w:rStyle w:val="ecl-commentChar"/>
          <w:lang w:val="en-GB"/>
        </w:rPr>
        <w:t xml:space="preserve">// </w:t>
      </w:r>
      <w:r w:rsidR="00195DC6">
        <w:rPr>
          <w:rStyle w:val="ecl-commentChar"/>
          <w:lang w:val="en-GB"/>
        </w:rPr>
        <w:t>memory buffer for storing the output</w:t>
      </w:r>
      <w:r w:rsidR="0078755B">
        <w:rPr>
          <w:rStyle w:val="ecl-commentChar"/>
          <w:lang w:val="en-GB"/>
        </w:rPr>
        <w:t xml:space="preserve"> data</w:t>
      </w:r>
    </w:p>
    <w:p w14:paraId="7A18D6CB" w14:textId="77777777" w:rsidR="0078755B" w:rsidRPr="0078755B" w:rsidRDefault="00A90E9F" w:rsidP="0078755B">
      <w:pPr>
        <w:pStyle w:val="ListParagraph"/>
        <w:ind w:left="284"/>
        <w:rPr>
          <w:lang w:val="en-GB"/>
        </w:rPr>
      </w:pPr>
      <w:r>
        <w:rPr>
          <w:lang w:val="en-GB"/>
        </w:rPr>
        <w:t xml:space="preserve">The </w:t>
      </w:r>
      <w:r w:rsidR="001A3BA4">
        <w:rPr>
          <w:lang w:val="en-GB"/>
        </w:rPr>
        <w:t xml:space="preserve">“oldfile” parameter in the abovementioned function </w:t>
      </w:r>
      <w:r w:rsidR="000028EE">
        <w:rPr>
          <w:lang w:val="en-GB"/>
        </w:rPr>
        <w:t>should be used according to the analogous parameter in createSignedDoc() function (described in the previous point).</w:t>
      </w:r>
    </w:p>
    <w:p w14:paraId="25F51E09" w14:textId="77777777" w:rsidR="004670F9" w:rsidRDefault="004670F9" w:rsidP="004670F9">
      <w:pPr>
        <w:rPr>
          <w:lang w:val="en-GB"/>
        </w:rPr>
      </w:pPr>
    </w:p>
    <w:p w14:paraId="478E1583" w14:textId="77777777" w:rsidR="004670F9" w:rsidRPr="00751DBB" w:rsidRDefault="004670F9" w:rsidP="004670F9">
      <w:pPr>
        <w:rPr>
          <w:lang w:val="en-GB"/>
        </w:rPr>
      </w:pPr>
      <w:r w:rsidRPr="00751DBB">
        <w:rPr>
          <w:lang w:val="en-GB"/>
        </w:rPr>
        <w:t>Memory should be released after end of working with DigiDoc structure:</w:t>
      </w:r>
    </w:p>
    <w:p w14:paraId="30DC1F0D" w14:textId="77777777" w:rsidR="004670F9" w:rsidRPr="00751DBB" w:rsidRDefault="004670F9" w:rsidP="004670F9">
      <w:pPr>
        <w:pStyle w:val="eclipse"/>
        <w:ind w:left="0"/>
        <w:rPr>
          <w:lang w:val="en-GB"/>
        </w:rPr>
      </w:pPr>
      <w:r w:rsidRPr="00751DBB">
        <w:rPr>
          <w:lang w:val="en-GB"/>
        </w:rPr>
        <w:t>SignedDoc_free(pSigDoc);</w:t>
      </w:r>
    </w:p>
    <w:p w14:paraId="07A0151C" w14:textId="77777777" w:rsidR="00CF76A0" w:rsidRDefault="004670F9" w:rsidP="004670F9">
      <w:pPr>
        <w:rPr>
          <w:lang w:val="en-GB"/>
        </w:rPr>
      </w:pPr>
      <w:r w:rsidRPr="00751DBB">
        <w:rPr>
          <w:lang w:val="en-GB"/>
        </w:rPr>
        <w:t>This also releases memory that is used for keeping the data files.</w:t>
      </w:r>
    </w:p>
    <w:p w14:paraId="23568F6B" w14:textId="77777777" w:rsidR="00D2585A" w:rsidRPr="00751DBB" w:rsidRDefault="00791349" w:rsidP="0012685E">
      <w:pPr>
        <w:ind w:left="11"/>
        <w:rPr>
          <w:lang w:val="en-GB"/>
        </w:rPr>
      </w:pPr>
      <w:r>
        <w:rPr>
          <w:lang w:val="en-GB"/>
        </w:rPr>
        <w:t>After finishing work</w:t>
      </w:r>
      <w:r w:rsidR="00CF76A0">
        <w:rPr>
          <w:lang w:val="en-GB"/>
        </w:rPr>
        <w:t xml:space="preserve"> with CDigiDoc</w:t>
      </w:r>
      <w:r>
        <w:rPr>
          <w:lang w:val="en-GB"/>
        </w:rPr>
        <w:t>, then t</w:t>
      </w:r>
      <w:r w:rsidR="00D2585A" w:rsidRPr="00751DBB">
        <w:rPr>
          <w:lang w:val="en-GB"/>
        </w:rPr>
        <w:t>he last task is to shut down the library:</w:t>
      </w:r>
    </w:p>
    <w:p w14:paraId="4AC8B0D8" w14:textId="77777777" w:rsidR="00D2585A" w:rsidRPr="00751DBB" w:rsidRDefault="00D2585A" w:rsidP="00B102F7">
      <w:pPr>
        <w:pStyle w:val="eclipse"/>
        <w:ind w:left="11"/>
        <w:rPr>
          <w:lang w:val="en-GB"/>
        </w:rPr>
      </w:pPr>
      <w:r w:rsidRPr="00751DBB">
        <w:rPr>
          <w:lang w:val="en-GB"/>
        </w:rPr>
        <w:t>finalizeDigiDocLib();</w:t>
      </w:r>
    </w:p>
    <w:p w14:paraId="1035386C" w14:textId="78B767BA" w:rsidR="00D2585A" w:rsidRPr="003F37F6" w:rsidRDefault="001E7770" w:rsidP="00D56B07">
      <w:pPr>
        <w:pStyle w:val="Heading2"/>
      </w:pPr>
      <w:bookmarkStart w:id="52" w:name="_Toc410733914"/>
      <w:r w:rsidRPr="003F37F6">
        <w:t>Validating signed documents</w:t>
      </w:r>
      <w:bookmarkEnd w:id="52"/>
    </w:p>
    <w:p w14:paraId="54C7A444" w14:textId="77777777" w:rsidR="001E7770" w:rsidRDefault="001E7770" w:rsidP="001E7770">
      <w:r>
        <w:t>Validation of a signed DigiDoc document consists of three main steps:</w:t>
      </w:r>
    </w:p>
    <w:p w14:paraId="747F96BD" w14:textId="77777777" w:rsidR="005E530C" w:rsidRDefault="001E7770" w:rsidP="00AC5E92">
      <w:pPr>
        <w:pStyle w:val="ListParagraph"/>
        <w:numPr>
          <w:ilvl w:val="0"/>
          <w:numId w:val="49"/>
        </w:numPr>
      </w:pPr>
      <w:r>
        <w:t>Call out the main validation method of the library</w:t>
      </w:r>
      <w:r w:rsidR="00D902FE">
        <w:t xml:space="preserve">. </w:t>
      </w:r>
    </w:p>
    <w:p w14:paraId="09F5A78A" w14:textId="5DC6C060" w:rsidR="001E7770" w:rsidRDefault="00D902FE" w:rsidP="005E530C">
      <w:pPr>
        <w:pStyle w:val="ListParagraph"/>
        <w:numPr>
          <w:ilvl w:val="1"/>
          <w:numId w:val="49"/>
        </w:numPr>
      </w:pPr>
      <w:r>
        <w:t>If there are multiple validation errors then get the errors list.</w:t>
      </w:r>
    </w:p>
    <w:p w14:paraId="2F7149E4" w14:textId="2F13362B" w:rsidR="001E7770" w:rsidRDefault="001E7770" w:rsidP="00AC5E92">
      <w:pPr>
        <w:pStyle w:val="ListParagraph"/>
        <w:numPr>
          <w:ilvl w:val="0"/>
          <w:numId w:val="49"/>
        </w:numPr>
      </w:pPr>
      <w:r>
        <w:t xml:space="preserve">Check for additional errors/warnings (separate </w:t>
      </w:r>
      <w:r w:rsidR="005E530C">
        <w:t>implementation</w:t>
      </w:r>
      <w:r>
        <w:t>);</w:t>
      </w:r>
    </w:p>
    <w:p w14:paraId="282C84A6" w14:textId="77777777" w:rsidR="001E7770" w:rsidRDefault="001E7770" w:rsidP="00AC5E92">
      <w:pPr>
        <w:pStyle w:val="ListParagraph"/>
        <w:numPr>
          <w:ilvl w:val="0"/>
          <w:numId w:val="49"/>
        </w:numPr>
      </w:pPr>
      <w:r>
        <w:lastRenderedPageBreak/>
        <w:t>Determine the validation status of the document (according to the returned error codes and validation status priorities).</w:t>
      </w:r>
    </w:p>
    <w:p w14:paraId="11C2F58F" w14:textId="25C9C9D8" w:rsidR="005E530C" w:rsidRDefault="005E530C" w:rsidP="005E530C">
      <w:r w:rsidRPr="005E530C">
        <w:rPr>
          <w:b/>
        </w:rPr>
        <w:t>Note</w:t>
      </w:r>
      <w:r>
        <w:t>: steps 1a, 2 and 3 are additions to the validation process since the library’s version v3.8.</w:t>
      </w:r>
    </w:p>
    <w:p w14:paraId="7546F70F" w14:textId="77777777" w:rsidR="003F37F6" w:rsidRDefault="003F37F6" w:rsidP="003F37F6">
      <w:pPr>
        <w:pStyle w:val="Heading3"/>
        <w:spacing w:before="220" w:after="160"/>
      </w:pPr>
      <w:bookmarkStart w:id="53" w:name="_Toc374110753"/>
      <w:bookmarkStart w:id="54" w:name="_Toc410733915"/>
      <w:r>
        <w:t>Using the main validation method</w:t>
      </w:r>
      <w:bookmarkEnd w:id="53"/>
      <w:bookmarkEnd w:id="54"/>
    </w:p>
    <w:p w14:paraId="64C23490" w14:textId="3449C584" w:rsidR="00C65EDD" w:rsidRPr="00751DBB" w:rsidRDefault="00381A86" w:rsidP="0009633D">
      <w:pPr>
        <w:rPr>
          <w:lang w:val="en-GB"/>
        </w:rPr>
      </w:pPr>
      <w:r>
        <w:rPr>
          <w:lang w:val="en-GB"/>
        </w:rPr>
        <w:t>Firstly, v</w:t>
      </w:r>
      <w:r w:rsidR="001E7770">
        <w:rPr>
          <w:lang w:val="en-GB"/>
        </w:rPr>
        <w:t>alidate</w:t>
      </w:r>
      <w:r w:rsidR="001E7770" w:rsidRPr="00751DBB">
        <w:rPr>
          <w:lang w:val="en-GB"/>
        </w:rPr>
        <w:t xml:space="preserve"> </w:t>
      </w:r>
      <w:r>
        <w:rPr>
          <w:lang w:val="en-GB"/>
        </w:rPr>
        <w:t>the DigiDoc document</w:t>
      </w:r>
      <w:r w:rsidR="00C65EDD" w:rsidRPr="00751DBB">
        <w:rPr>
          <w:lang w:val="en-GB"/>
        </w:rPr>
        <w:t xml:space="preserve"> </w:t>
      </w:r>
      <w:r w:rsidR="00136F13" w:rsidRPr="00751DBB">
        <w:rPr>
          <w:lang w:val="en-GB"/>
        </w:rPr>
        <w:t xml:space="preserve">and its OCSP confirmation </w:t>
      </w:r>
      <w:r w:rsidR="00C65EDD" w:rsidRPr="00751DBB">
        <w:rPr>
          <w:lang w:val="en-GB"/>
        </w:rPr>
        <w:t>with the function:</w:t>
      </w:r>
    </w:p>
    <w:p w14:paraId="09677466" w14:textId="77777777" w:rsidR="00C65EDD" w:rsidRPr="00751DBB" w:rsidRDefault="00C65EDD" w:rsidP="00C65EDD">
      <w:pPr>
        <w:pStyle w:val="eclipse"/>
        <w:rPr>
          <w:lang w:val="en-GB"/>
        </w:rPr>
      </w:pPr>
      <w:r w:rsidRPr="00751DBB">
        <w:rPr>
          <w:lang w:val="en-GB"/>
        </w:rPr>
        <w:t>int verifySignatureAndNotary(SignedDoc* pSigDoc,</w:t>
      </w:r>
    </w:p>
    <w:p w14:paraId="60E918BC" w14:textId="77777777" w:rsidR="00C65EDD" w:rsidRPr="00751DBB" w:rsidRDefault="00C65EDD" w:rsidP="00C65EDD">
      <w:pPr>
        <w:pStyle w:val="eclipse"/>
        <w:rPr>
          <w:lang w:val="en-GB"/>
        </w:rPr>
      </w:pPr>
      <w:r w:rsidRPr="00751DBB">
        <w:rPr>
          <w:lang w:val="en-GB"/>
        </w:rPr>
        <w:tab/>
      </w:r>
      <w:r w:rsidRPr="00751DBB">
        <w:rPr>
          <w:lang w:val="en-GB"/>
        </w:rPr>
        <w:tab/>
        <w:t>SignatureInfo* pSigInfo, const char* szFileName);</w:t>
      </w:r>
    </w:p>
    <w:p w14:paraId="03DF9F75" w14:textId="77777777" w:rsidR="004832C2" w:rsidRDefault="004832C2" w:rsidP="003F37F6">
      <w:pPr>
        <w:rPr>
          <w:lang w:val="en-GB"/>
        </w:rPr>
      </w:pPr>
      <w:r>
        <w:rPr>
          <w:lang w:val="en-GB"/>
        </w:rPr>
        <w:t xml:space="preserve">If the main validation method returns </w:t>
      </w:r>
      <w:r w:rsidRPr="004832C2">
        <w:rPr>
          <w:b/>
          <w:lang w:val="en-GB"/>
        </w:rPr>
        <w:t>error code 173</w:t>
      </w:r>
      <w:r>
        <w:rPr>
          <w:b/>
          <w:lang w:val="en-GB"/>
        </w:rPr>
        <w:t xml:space="preserve"> </w:t>
      </w:r>
      <w:r w:rsidRPr="004832C2">
        <w:rPr>
          <w:lang w:val="en-GB"/>
        </w:rPr>
        <w:t>(ERR_UNKNOWN_ERROR</w:t>
      </w:r>
      <w:r>
        <w:rPr>
          <w:lang w:val="en-GB"/>
        </w:rPr>
        <w:t>, DigiDocError.h)</w:t>
      </w:r>
      <w:r>
        <w:rPr>
          <w:b/>
          <w:lang w:val="en-GB"/>
        </w:rPr>
        <w:t xml:space="preserve"> </w:t>
      </w:r>
      <w:r>
        <w:rPr>
          <w:lang w:val="en-GB"/>
        </w:rPr>
        <w:t xml:space="preserve">then multiple errors were found by the validation process. </w:t>
      </w:r>
    </w:p>
    <w:p w14:paraId="464DB00E" w14:textId="0E6A034F" w:rsidR="001F7432" w:rsidRDefault="004832C2" w:rsidP="003F37F6">
      <w:pPr>
        <w:rPr>
          <w:lang w:val="en-GB"/>
        </w:rPr>
      </w:pPr>
      <w:r>
        <w:rPr>
          <w:lang w:val="en-GB"/>
        </w:rPr>
        <w:t xml:space="preserve">To get the list of all </w:t>
      </w:r>
      <w:r w:rsidR="005E530C">
        <w:rPr>
          <w:lang w:val="en-GB"/>
        </w:rPr>
        <w:t>error codes</w:t>
      </w:r>
      <w:r>
        <w:rPr>
          <w:lang w:val="en-GB"/>
        </w:rPr>
        <w:t xml:space="preserve">, </w:t>
      </w:r>
      <w:r w:rsidR="005E530C">
        <w:rPr>
          <w:lang w:val="en-GB"/>
        </w:rPr>
        <w:t xml:space="preserve">you can use functions </w:t>
      </w:r>
      <w:r w:rsidR="00A117C3">
        <w:t xml:space="preserve">getLastErrorsIdx(), </w:t>
      </w:r>
      <w:r w:rsidR="005E530C" w:rsidRPr="005E530C">
        <w:t>getErrorsInfo()</w:t>
      </w:r>
      <w:r w:rsidR="00A117C3">
        <w:t xml:space="preserve"> and getErrorString()</w:t>
      </w:r>
      <w:r w:rsidR="005E530C" w:rsidRPr="005E530C">
        <w:t xml:space="preserve"> (in source file DigiDocError.c)</w:t>
      </w:r>
      <w:r w:rsidR="00A117C3">
        <w:rPr>
          <w:lang w:val="en-GB"/>
        </w:rPr>
        <w:t>. For example, you can print out the error list with details as follows:</w:t>
      </w:r>
    </w:p>
    <w:p w14:paraId="1B100777" w14:textId="6C23538A" w:rsidR="004832C2" w:rsidRPr="004832C2" w:rsidRDefault="004832C2" w:rsidP="00A117C3">
      <w:pPr>
        <w:pStyle w:val="eclipse"/>
        <w:rPr>
          <w:lang w:val="en-GB"/>
        </w:rPr>
      </w:pPr>
      <w:r w:rsidRPr="004832C2">
        <w:rPr>
          <w:lang w:val="en-GB"/>
        </w:rPr>
        <w:t xml:space="preserve">ErrorInfo* pErr;     </w:t>
      </w:r>
    </w:p>
    <w:p w14:paraId="50FB1701" w14:textId="7D2B8803" w:rsidR="004832C2" w:rsidRPr="004832C2" w:rsidRDefault="004832C2" w:rsidP="004832C2">
      <w:pPr>
        <w:pStyle w:val="eclipse"/>
        <w:rPr>
          <w:lang w:val="en-GB"/>
        </w:rPr>
      </w:pPr>
      <w:r w:rsidRPr="004832C2">
        <w:rPr>
          <w:lang w:val="en-GB"/>
        </w:rPr>
        <w:t>for(n = getLastErrorsIdx(); n &gt;= 0; n--) {</w:t>
      </w:r>
    </w:p>
    <w:p w14:paraId="4BAE52BC" w14:textId="2492F55A" w:rsidR="004832C2" w:rsidRPr="004832C2" w:rsidRDefault="004832C2" w:rsidP="004832C2">
      <w:pPr>
        <w:pStyle w:val="eclipse"/>
        <w:rPr>
          <w:lang w:val="en-GB"/>
        </w:rPr>
      </w:pPr>
      <w:r w:rsidRPr="004832C2">
        <w:rPr>
          <w:lang w:val="en-GB"/>
        </w:rPr>
        <w:t xml:space="preserve">   pErr = getErrorsInfo(n);</w:t>
      </w:r>
    </w:p>
    <w:p w14:paraId="21175E57" w14:textId="296E4109" w:rsidR="00A117C3" w:rsidRDefault="00A117C3" w:rsidP="00E67CCC">
      <w:pPr>
        <w:pStyle w:val="eclipse"/>
        <w:rPr>
          <w:lang w:val="en-GB"/>
        </w:rPr>
      </w:pPr>
      <w:r>
        <w:rPr>
          <w:lang w:val="en-GB"/>
        </w:rPr>
        <w:t xml:space="preserve">   </w:t>
      </w:r>
      <w:r w:rsidR="00E67CCC" w:rsidRPr="00E67CCC">
        <w:rPr>
          <w:lang w:val="en-GB"/>
        </w:rPr>
        <w:t>pErrStr = getErrorString(pErr-&gt;code);</w:t>
      </w:r>
      <w:r w:rsidR="004832C2" w:rsidRPr="004832C2">
        <w:rPr>
          <w:lang w:val="en-GB"/>
        </w:rPr>
        <w:t xml:space="preserve">  </w:t>
      </w:r>
    </w:p>
    <w:p w14:paraId="12863AF6" w14:textId="3BFE6128" w:rsidR="00A117C3" w:rsidRPr="00A117C3" w:rsidRDefault="00A117C3" w:rsidP="00A117C3">
      <w:pPr>
        <w:pStyle w:val="eclipse"/>
        <w:rPr>
          <w:lang w:val="en-GB"/>
        </w:rPr>
      </w:pPr>
      <w:r>
        <w:rPr>
          <w:lang w:val="en-GB"/>
        </w:rPr>
        <w:t xml:space="preserve">   </w:t>
      </w:r>
      <w:r w:rsidR="00394008">
        <w:rPr>
          <w:lang w:val="en-GB"/>
        </w:rPr>
        <w:t xml:space="preserve">fprintf(stdout, "\nWARNING: </w:t>
      </w:r>
      <w:r w:rsidRPr="00A117C3">
        <w:rPr>
          <w:lang w:val="en-GB"/>
        </w:rPr>
        <w:t>%d</w:t>
      </w:r>
      <w:r w:rsidR="00394008">
        <w:rPr>
          <w:lang w:val="en-GB"/>
        </w:rPr>
        <w:t xml:space="preserve"> |</w:t>
      </w:r>
      <w:r>
        <w:rPr>
          <w:lang w:val="en-GB"/>
        </w:rPr>
        <w:t xml:space="preserve"> </w:t>
      </w:r>
      <w:r w:rsidRPr="00A117C3">
        <w:rPr>
          <w:lang w:val="en-GB"/>
        </w:rPr>
        <w:t>%s</w:t>
      </w:r>
      <w:r w:rsidR="00394008">
        <w:rPr>
          <w:lang w:val="en-GB"/>
        </w:rPr>
        <w:t xml:space="preserve"> | </w:t>
      </w:r>
      <w:r w:rsidRPr="00A117C3">
        <w:rPr>
          <w:lang w:val="en-GB"/>
        </w:rPr>
        <w:t>%s</w:t>
      </w:r>
      <w:r w:rsidR="00394008">
        <w:rPr>
          <w:lang w:val="en-GB"/>
        </w:rPr>
        <w:t xml:space="preserve"> | </w:t>
      </w:r>
      <w:r w:rsidRPr="00A117C3">
        <w:rPr>
          <w:lang w:val="en-GB"/>
        </w:rPr>
        <w:t>%d</w:t>
      </w:r>
      <w:r w:rsidR="00394008">
        <w:rPr>
          <w:lang w:val="en-GB"/>
        </w:rPr>
        <w:t xml:space="preserve"> | </w:t>
      </w:r>
      <w:r w:rsidRPr="00A117C3">
        <w:rPr>
          <w:lang w:val="en-GB"/>
        </w:rPr>
        <w:t>%s</w:t>
      </w:r>
      <w:r w:rsidR="00394008">
        <w:rPr>
          <w:lang w:val="en-GB"/>
        </w:rPr>
        <w:t xml:space="preserve"> | </w:t>
      </w:r>
      <w:r w:rsidRPr="00A117C3">
        <w:rPr>
          <w:lang w:val="en-GB"/>
        </w:rPr>
        <w:t>%s</w:t>
      </w:r>
      <w:r w:rsidR="004B64C5">
        <w:rPr>
          <w:lang w:val="en-GB"/>
        </w:rPr>
        <w:t>”</w:t>
      </w:r>
      <w:r w:rsidRPr="00A117C3">
        <w:rPr>
          <w:lang w:val="en-GB"/>
        </w:rPr>
        <w:t>,</w:t>
      </w:r>
    </w:p>
    <w:p w14:paraId="5A48136D" w14:textId="046ECE48" w:rsidR="00A117C3" w:rsidRDefault="00A117C3" w:rsidP="00A117C3">
      <w:pPr>
        <w:pStyle w:val="eclipse"/>
        <w:rPr>
          <w:lang w:val="en-GB"/>
        </w:rPr>
      </w:pPr>
      <w:r>
        <w:rPr>
          <w:lang w:val="en-GB"/>
        </w:rPr>
        <w:t xml:space="preserve">      </w:t>
      </w:r>
      <w:r w:rsidRPr="00A117C3">
        <w:rPr>
          <w:lang w:val="en-GB"/>
        </w:rPr>
        <w:t>pErr-&gt;code,</w:t>
      </w:r>
      <w:r>
        <w:rPr>
          <w:lang w:val="en-GB"/>
        </w:rPr>
        <w:t xml:space="preserve"> </w:t>
      </w:r>
      <w:r w:rsidRPr="00A117C3">
        <w:rPr>
          <w:lang w:val="en-GB"/>
        </w:rPr>
        <w:t>pErrStr,</w:t>
      </w:r>
      <w:r>
        <w:rPr>
          <w:lang w:val="en-GB"/>
        </w:rPr>
        <w:t xml:space="preserve"> pErr-&gt;</w:t>
      </w:r>
      <w:r w:rsidR="004B64C5">
        <w:rPr>
          <w:lang w:val="en-GB"/>
        </w:rPr>
        <w:pgNum/>
      </w:r>
      <w:r w:rsidR="004B64C5">
        <w:rPr>
          <w:lang w:val="en-GB"/>
        </w:rPr>
        <w:t>ilename</w:t>
      </w:r>
      <w:r w:rsidRPr="00A117C3">
        <w:rPr>
          <w:lang w:val="en-GB"/>
        </w:rPr>
        <w:t>, pErr-&gt;line,</w:t>
      </w:r>
      <w:r>
        <w:rPr>
          <w:lang w:val="en-GB"/>
        </w:rPr>
        <w:t xml:space="preserve"> </w:t>
      </w:r>
    </w:p>
    <w:p w14:paraId="6822AC4F" w14:textId="05C1CA0B" w:rsidR="00A117C3" w:rsidRDefault="00A117C3" w:rsidP="00A117C3">
      <w:pPr>
        <w:pStyle w:val="eclipse"/>
        <w:ind w:firstLine="589"/>
        <w:rPr>
          <w:lang w:val="en-GB"/>
        </w:rPr>
      </w:pPr>
      <w:r>
        <w:rPr>
          <w:lang w:val="en-GB"/>
        </w:rPr>
        <w:t>pErr-&gt;assertion</w:t>
      </w:r>
      <w:r w:rsidRPr="00A117C3">
        <w:rPr>
          <w:lang w:val="en-GB"/>
        </w:rPr>
        <w:t>, errorClass[getErrorClass(pErr-&gt;code)]);</w:t>
      </w:r>
    </w:p>
    <w:p w14:paraId="3AB304FF" w14:textId="15394B90" w:rsidR="004832C2" w:rsidRDefault="004832C2" w:rsidP="00E67CCC">
      <w:pPr>
        <w:pStyle w:val="eclipse"/>
        <w:rPr>
          <w:lang w:val="en-GB"/>
        </w:rPr>
      </w:pPr>
      <w:r w:rsidRPr="004832C2">
        <w:rPr>
          <w:lang w:val="en-GB"/>
        </w:rPr>
        <w:t>}</w:t>
      </w:r>
    </w:p>
    <w:p w14:paraId="2FA9CCF0" w14:textId="77777777" w:rsidR="003F37F6" w:rsidRDefault="003F37F6" w:rsidP="003F37F6">
      <w:pPr>
        <w:pStyle w:val="Heading3"/>
        <w:spacing w:before="220" w:after="160"/>
      </w:pPr>
      <w:bookmarkStart w:id="55" w:name="_Toc374530689"/>
      <w:bookmarkStart w:id="56" w:name="_Toc374530888"/>
      <w:bookmarkStart w:id="57" w:name="_Toc374531086"/>
      <w:bookmarkStart w:id="58" w:name="_Toc374530690"/>
      <w:bookmarkStart w:id="59" w:name="_Toc374530889"/>
      <w:bookmarkStart w:id="60" w:name="_Toc374531087"/>
      <w:bookmarkStart w:id="61" w:name="_Toc374530691"/>
      <w:bookmarkStart w:id="62" w:name="_Toc374530890"/>
      <w:bookmarkStart w:id="63" w:name="_Toc374531088"/>
      <w:bookmarkStart w:id="64" w:name="_Toc374110754"/>
      <w:bookmarkStart w:id="65" w:name="_Toc410733916"/>
      <w:bookmarkEnd w:id="55"/>
      <w:bookmarkEnd w:id="56"/>
      <w:bookmarkEnd w:id="57"/>
      <w:bookmarkEnd w:id="58"/>
      <w:bookmarkEnd w:id="59"/>
      <w:bookmarkEnd w:id="60"/>
      <w:bookmarkEnd w:id="61"/>
      <w:bookmarkEnd w:id="62"/>
      <w:bookmarkEnd w:id="63"/>
      <w:r>
        <w:t>Checking for additional errors/warnings</w:t>
      </w:r>
      <w:bookmarkEnd w:id="64"/>
      <w:bookmarkEnd w:id="65"/>
    </w:p>
    <w:p w14:paraId="3E3FAD1E" w14:textId="6BAD0FDF" w:rsidR="002D755B" w:rsidRPr="005E05FF" w:rsidRDefault="002D755B" w:rsidP="002D755B">
      <w:r w:rsidRPr="00BC2814">
        <w:t xml:space="preserve">There are validation cases that are not checked </w:t>
      </w:r>
      <w:r>
        <w:t>in</w:t>
      </w:r>
      <w:r w:rsidRPr="00BC2814">
        <w:t xml:space="preserve"> the </w:t>
      </w:r>
      <w:r>
        <w:t>default validation method of the library, instead, separate</w:t>
      </w:r>
      <w:r w:rsidRPr="00BC2814">
        <w:t xml:space="preserve"> methods</w:t>
      </w:r>
      <w:r>
        <w:t xml:space="preserve"> for checking the specific situations</w:t>
      </w:r>
      <w:r w:rsidRPr="00BC2814">
        <w:t xml:space="preserve"> have to be called out</w:t>
      </w:r>
      <w:r>
        <w:t xml:space="preserve"> by the library’s user</w:t>
      </w:r>
      <w:r w:rsidRPr="00BC2814">
        <w:t>.</w:t>
      </w:r>
      <w:r>
        <w:t xml:space="preserve"> </w:t>
      </w:r>
      <w:r>
        <w:rPr>
          <w:lang w:val="en-GB"/>
        </w:rPr>
        <w:t>In C</w:t>
      </w:r>
      <w:r w:rsidR="004B64C5">
        <w:rPr>
          <w:lang w:val="en-GB"/>
        </w:rPr>
        <w:t>d</w:t>
      </w:r>
      <w:r>
        <w:rPr>
          <w:lang w:val="en-GB"/>
        </w:rPr>
        <w:t xml:space="preserve">igiDoc library, checking for a </w:t>
      </w:r>
      <w:r w:rsidRPr="00BE58D9">
        <w:rPr>
          <w:b/>
          <w:lang w:val="en-GB"/>
        </w:rPr>
        <w:t>test signature</w:t>
      </w:r>
      <w:r w:rsidR="00BE58D9">
        <w:rPr>
          <w:b/>
          <w:lang w:val="en-GB"/>
        </w:rPr>
        <w:t xml:space="preserve"> </w:t>
      </w:r>
      <w:r w:rsidR="00BE58D9" w:rsidRPr="00BE58D9">
        <w:rPr>
          <w:lang w:val="en-GB"/>
        </w:rPr>
        <w:t>and</w:t>
      </w:r>
      <w:r w:rsidR="00BE58D9">
        <w:rPr>
          <w:b/>
          <w:lang w:val="en-GB"/>
        </w:rPr>
        <w:t xml:space="preserve"> old file format</w:t>
      </w:r>
      <w:r>
        <w:rPr>
          <w:lang w:val="en-GB"/>
        </w:rPr>
        <w:t xml:space="preserve"> must be done separately.</w:t>
      </w:r>
    </w:p>
    <w:p w14:paraId="2BE11B8F" w14:textId="1E7CCC8F" w:rsidR="002D755B" w:rsidRPr="00C046F1" w:rsidRDefault="00C046F1" w:rsidP="002D755B">
      <w:r>
        <w:rPr>
          <w:lang w:val="en-GB"/>
        </w:rPr>
        <w:t>The following subchapters describe how these checks can be implemented.</w:t>
      </w:r>
      <w:r>
        <w:t xml:space="preserve"> </w:t>
      </w:r>
      <w:r>
        <w:rPr>
          <w:lang w:val="en-GB"/>
        </w:rPr>
        <w:t>A</w:t>
      </w:r>
      <w:r w:rsidR="002D755B" w:rsidRPr="005E05FF">
        <w:rPr>
          <w:lang w:val="en-GB"/>
        </w:rPr>
        <w:t xml:space="preserve">fter checking for additional errors/warnings, </w:t>
      </w:r>
      <w:r w:rsidR="002D755B">
        <w:rPr>
          <w:lang w:val="en-GB"/>
        </w:rPr>
        <w:t xml:space="preserve">collect all of the error codes and </w:t>
      </w:r>
      <w:r w:rsidR="002D755B" w:rsidRPr="005E05FF">
        <w:rPr>
          <w:lang w:val="en-GB"/>
        </w:rPr>
        <w:t>continue with determining the validation status as described in the next chapter.</w:t>
      </w:r>
    </w:p>
    <w:p w14:paraId="5B6B2964" w14:textId="77777777" w:rsidR="002D755B" w:rsidRDefault="002D755B" w:rsidP="002D755B">
      <w:pPr>
        <w:pStyle w:val="Heading4"/>
      </w:pPr>
      <w:bookmarkStart w:id="66" w:name="_Toc410733917"/>
      <w:r>
        <w:t>Checking for test signature</w:t>
      </w:r>
      <w:bookmarkEnd w:id="66"/>
    </w:p>
    <w:p w14:paraId="391FDB76" w14:textId="77777777" w:rsidR="002D755B" w:rsidRDefault="002D755B" w:rsidP="002D755B">
      <w:pPr>
        <w:rPr>
          <w:color w:val="000000" w:themeColor="text1"/>
          <w:szCs w:val="18"/>
        </w:rPr>
      </w:pPr>
      <w:r>
        <w:rPr>
          <w:color w:val="000000" w:themeColor="text1"/>
          <w:szCs w:val="18"/>
        </w:rPr>
        <w:t>Test signature is a signature that has been created by using test certificates</w:t>
      </w:r>
      <w:r w:rsidRPr="00BC2814">
        <w:rPr>
          <w:color w:val="000000" w:themeColor="text1"/>
          <w:szCs w:val="18"/>
        </w:rPr>
        <w:t xml:space="preserve"> (e.g. signer’s certificate and/or OCSP responder server’s certificate have</w:t>
      </w:r>
      <w:r>
        <w:rPr>
          <w:color w:val="000000" w:themeColor="text1"/>
          <w:szCs w:val="18"/>
        </w:rPr>
        <w:t xml:space="preserve"> been issued for</w:t>
      </w:r>
      <w:r w:rsidRPr="00BC2814">
        <w:rPr>
          <w:color w:val="000000" w:themeColor="text1"/>
          <w:szCs w:val="18"/>
        </w:rPr>
        <w:t xml:space="preserve"> testing purposes).</w:t>
      </w:r>
    </w:p>
    <w:p w14:paraId="1E45B211" w14:textId="77777777" w:rsidR="007F428F" w:rsidRDefault="007F428F" w:rsidP="007F428F">
      <w:r>
        <w:t xml:space="preserve">Sample code for checking for test signature can be found from </w:t>
      </w:r>
      <w:r w:rsidRPr="008055F7">
        <w:t>cdigidoc.c</w:t>
      </w:r>
      <w:r>
        <w:t xml:space="preserve"> source file, method: </w:t>
      </w:r>
    </w:p>
    <w:p w14:paraId="72CCFD81" w14:textId="13086190" w:rsidR="007F428F" w:rsidRPr="00C4106D" w:rsidRDefault="007F428F" w:rsidP="007F428F">
      <w:pPr>
        <w:pStyle w:val="eclipse"/>
        <w:ind w:left="0"/>
      </w:pPr>
      <w:r w:rsidRPr="00C4106D">
        <w:rPr>
          <w:rStyle w:val="CodeChar"/>
          <w:rFonts w:ascii="Consolas" w:hAnsi="Consolas" w:cs="Consolas"/>
          <w:szCs w:val="20"/>
        </w:rPr>
        <w:t xml:space="preserve">cmdVerify(SignedDoc* pSigDoc); </w:t>
      </w:r>
      <w:r w:rsidRPr="00FA527E">
        <w:rPr>
          <w:rStyle w:val="CodeChar"/>
          <w:rFonts w:ascii="Consolas" w:hAnsi="Consolas" w:cs="Consolas"/>
          <w:color w:val="00B050"/>
          <w:szCs w:val="20"/>
        </w:rPr>
        <w:t>//</w:t>
      </w:r>
      <w:r w:rsidRPr="00FA527E">
        <w:rPr>
          <w:color w:val="00B050"/>
        </w:rPr>
        <w:t xml:space="preserve">utility program’s command </w:t>
      </w:r>
      <w:r w:rsidR="004B64C5">
        <w:rPr>
          <w:color w:val="00B050"/>
        </w:rPr>
        <w:t>–</w:t>
      </w:r>
      <w:r w:rsidRPr="00FA527E">
        <w:rPr>
          <w:color w:val="00B050"/>
        </w:rPr>
        <w:t>verify</w:t>
      </w:r>
    </w:p>
    <w:p w14:paraId="16331A8E" w14:textId="50B88FAC" w:rsidR="002D755B" w:rsidRDefault="002D755B" w:rsidP="002D755B">
      <w:r>
        <w:t>F</w:t>
      </w:r>
      <w:r w:rsidRPr="00A0651E">
        <w:t xml:space="preserve">or identifying if a certificate is </w:t>
      </w:r>
      <w:r>
        <w:t xml:space="preserve">a </w:t>
      </w:r>
      <w:r w:rsidRPr="00A0651E">
        <w:t>SK issued test certificate</w:t>
      </w:r>
      <w:r>
        <w:t xml:space="preserve">, </w:t>
      </w:r>
      <w:r w:rsidR="00D0280F">
        <w:t xml:space="preserve">you can </w:t>
      </w:r>
      <w:r>
        <w:t>use the following method</w:t>
      </w:r>
      <w:r w:rsidR="00D0280F">
        <w:t xml:space="preserve"> as a sample code</w:t>
      </w:r>
      <w:r>
        <w:t>:</w:t>
      </w:r>
    </w:p>
    <w:p w14:paraId="7D9F9F88" w14:textId="77777777" w:rsidR="007F428F" w:rsidRPr="007F428F" w:rsidRDefault="007F428F" w:rsidP="007F428F">
      <w:pPr>
        <w:pStyle w:val="eclipse"/>
        <w:ind w:left="0"/>
      </w:pPr>
      <w:r w:rsidRPr="007F428F">
        <w:t>checkTestCert(X509* pCert);</w:t>
      </w:r>
    </w:p>
    <w:p w14:paraId="13F182D6" w14:textId="77777777" w:rsidR="002D755B" w:rsidRDefault="002D755B" w:rsidP="002D755B">
      <w:r w:rsidRPr="00A0651E">
        <w:t>The identification is done with comparing certificate policy OID values.</w:t>
      </w:r>
    </w:p>
    <w:p w14:paraId="55FA781B" w14:textId="37E0526D" w:rsidR="00FA527E" w:rsidRDefault="00FA527E" w:rsidP="00AC5E92">
      <w:pPr>
        <w:pStyle w:val="Heading4"/>
        <w:numPr>
          <w:ilvl w:val="3"/>
          <w:numId w:val="54"/>
        </w:numPr>
      </w:pPr>
      <w:bookmarkStart w:id="67" w:name="_Toc374530694"/>
      <w:bookmarkStart w:id="68" w:name="_Toc374530893"/>
      <w:bookmarkStart w:id="69" w:name="_Toc374531091"/>
      <w:bookmarkStart w:id="70" w:name="_Toc410733918"/>
      <w:bookmarkEnd w:id="67"/>
      <w:bookmarkEnd w:id="68"/>
      <w:bookmarkEnd w:id="69"/>
      <w:r>
        <w:t>Checking for old file formats</w:t>
      </w:r>
      <w:bookmarkEnd w:id="70"/>
    </w:p>
    <w:p w14:paraId="63B3B958" w14:textId="3097F87D" w:rsidR="00FA527E" w:rsidRDefault="000D177B" w:rsidP="00FA527E">
      <w:r>
        <w:t xml:space="preserve">You can use the sample code for checking for old formats that is </w:t>
      </w:r>
      <w:r w:rsidR="00FA527E">
        <w:t xml:space="preserve">implemented in </w:t>
      </w:r>
      <w:r>
        <w:t xml:space="preserve">cdigidoc.c utility program’s </w:t>
      </w:r>
      <w:r w:rsidR="00FA527E">
        <w:t>method:</w:t>
      </w:r>
    </w:p>
    <w:p w14:paraId="00DA5537" w14:textId="77777777" w:rsidR="00FA527E" w:rsidRPr="00FA527E" w:rsidRDefault="00FA527E" w:rsidP="00FA527E">
      <w:pPr>
        <w:pStyle w:val="eclipse"/>
        <w:ind w:left="0"/>
      </w:pPr>
      <w:r w:rsidRPr="00FA527E">
        <w:t xml:space="preserve"> </w:t>
      </w:r>
      <w:r w:rsidRPr="00FA527E">
        <w:rPr>
          <w:rStyle w:val="CodeChar"/>
          <w:rFonts w:ascii="Consolas" w:hAnsi="Consolas" w:cs="Consolas"/>
          <w:szCs w:val="20"/>
        </w:rPr>
        <w:t>checkOldFormatVer(SignedDoc* pSigDoc)</w:t>
      </w:r>
      <w:r w:rsidRPr="00FA527E">
        <w:t>;</w:t>
      </w:r>
    </w:p>
    <w:p w14:paraId="0CB6FDB6" w14:textId="2EF627CE" w:rsidR="00FA527E" w:rsidRDefault="000D177B" w:rsidP="00FA527E">
      <w:r>
        <w:t>Error handling sample code can be found from cdigidoc.c utility program’s method:</w:t>
      </w:r>
    </w:p>
    <w:p w14:paraId="632FEC2F" w14:textId="7F54EB69" w:rsidR="00FA527E" w:rsidRPr="00FA527E" w:rsidRDefault="00FA527E" w:rsidP="00FA527E">
      <w:pPr>
        <w:pStyle w:val="eclipse"/>
        <w:ind w:left="0"/>
      </w:pPr>
      <w:r w:rsidRPr="00FA527E">
        <w:rPr>
          <w:rStyle w:val="CodeChar"/>
          <w:rFonts w:ascii="Consolas" w:hAnsi="Consolas" w:cs="Consolas"/>
          <w:szCs w:val="20"/>
        </w:rPr>
        <w:lastRenderedPageBreak/>
        <w:t>cmdReadDigiDoc(SignedDoc** ppSigDoc, D</w:t>
      </w:r>
      <w:r w:rsidR="004B64C5" w:rsidRPr="00FA527E">
        <w:rPr>
          <w:rStyle w:val="CodeChar"/>
          <w:rFonts w:ascii="Consolas" w:hAnsi="Consolas" w:cs="Consolas"/>
          <w:szCs w:val="20"/>
        </w:rPr>
        <w:t>e</w:t>
      </w:r>
      <w:r w:rsidRPr="00FA527E">
        <w:rPr>
          <w:rStyle w:val="CodeChar"/>
          <w:rFonts w:ascii="Consolas" w:hAnsi="Consolas" w:cs="Consolas"/>
          <w:szCs w:val="20"/>
        </w:rPr>
        <w:t>ncEncryptedData** ppEncData, int nMode);</w:t>
      </w:r>
      <w:r w:rsidRPr="00FA527E">
        <w:t xml:space="preserve"> </w:t>
      </w:r>
      <w:r w:rsidRPr="00FA527E">
        <w:rPr>
          <w:color w:val="00B050"/>
        </w:rPr>
        <w:t xml:space="preserve">//utility program’s command </w:t>
      </w:r>
      <w:r w:rsidR="004B64C5">
        <w:rPr>
          <w:color w:val="00B050"/>
        </w:rPr>
        <w:t>–</w:t>
      </w:r>
      <w:r w:rsidRPr="00FA527E">
        <w:rPr>
          <w:color w:val="00B050"/>
        </w:rPr>
        <w:t>in</w:t>
      </w:r>
    </w:p>
    <w:p w14:paraId="6548FC4D" w14:textId="77777777" w:rsidR="003F37F6" w:rsidRPr="002F255B" w:rsidRDefault="003F37F6" w:rsidP="003F37F6">
      <w:pPr>
        <w:pStyle w:val="Heading3"/>
        <w:spacing w:before="220" w:after="160"/>
      </w:pPr>
      <w:bookmarkStart w:id="71" w:name="_Toc374110755"/>
      <w:bookmarkStart w:id="72" w:name="_Toc410733919"/>
      <w:r>
        <w:t>Determining the validation status</w:t>
      </w:r>
      <w:bookmarkEnd w:id="71"/>
      <w:bookmarkEnd w:id="72"/>
    </w:p>
    <w:p w14:paraId="730D778C" w14:textId="77777777" w:rsidR="003F37F6" w:rsidRDefault="003F37F6" w:rsidP="003F37F6">
      <w:r>
        <w:t xml:space="preserve">After validating the signed DigiDoc document, the validation result must be determined by the library’s user. Final validation result must be one of the possible validation statuses that are </w:t>
      </w:r>
      <w:r w:rsidRPr="00BC2814">
        <w:t>described in the table below</w:t>
      </w:r>
      <w:r>
        <w:t>, the status must be chosen according to its priority</w:t>
      </w:r>
      <w:r w:rsidRPr="00BC2814">
        <w:t>.</w:t>
      </w:r>
    </w:p>
    <w:p w14:paraId="66B02ECB" w14:textId="77777777" w:rsidR="003F37F6" w:rsidRPr="00BC2814" w:rsidRDefault="003F37F6" w:rsidP="003F37F6">
      <w:r>
        <w:t xml:space="preserve">The validation status priorities have to be applied in two cases: </w:t>
      </w:r>
    </w:p>
    <w:p w14:paraId="1000022F" w14:textId="77777777" w:rsidR="003F37F6" w:rsidRDefault="003F37F6" w:rsidP="00AC5E92">
      <w:pPr>
        <w:pStyle w:val="ListParagraph"/>
        <w:numPr>
          <w:ilvl w:val="0"/>
          <w:numId w:val="50"/>
        </w:numPr>
        <w:spacing w:after="160" w:line="259" w:lineRule="auto"/>
        <w:contextualSpacing/>
        <w:jc w:val="both"/>
        <w:rPr>
          <w:b/>
        </w:rPr>
      </w:pPr>
      <w:r w:rsidRPr="00BC2814">
        <w:rPr>
          <w:b/>
        </w:rPr>
        <w:t xml:space="preserve">Returning a validation </w:t>
      </w:r>
      <w:r>
        <w:rPr>
          <w:b/>
        </w:rPr>
        <w:t>result</w:t>
      </w:r>
      <w:r w:rsidRPr="00BC2814">
        <w:rPr>
          <w:b/>
        </w:rPr>
        <w:t xml:space="preserve"> of a single signature</w:t>
      </w:r>
      <w:r>
        <w:rPr>
          <w:b/>
        </w:rPr>
        <w:t>:</w:t>
      </w:r>
    </w:p>
    <w:p w14:paraId="6B606FC8" w14:textId="77777777" w:rsidR="003F37F6" w:rsidRDefault="003F37F6" w:rsidP="003F37F6">
      <w:pPr>
        <w:pStyle w:val="ListParagraph"/>
        <w:spacing w:after="160" w:line="259" w:lineRule="auto"/>
        <w:ind w:left="720"/>
        <w:contextualSpacing/>
        <w:jc w:val="both"/>
      </w:pPr>
      <w:r w:rsidRPr="00BC2814">
        <w:t xml:space="preserve">If there are more than one validation errors that occur when validating a single signature in DigiDoc container then the overall status of the signature should be chosen according to the status priorities. </w:t>
      </w:r>
    </w:p>
    <w:p w14:paraId="6DAD3A06" w14:textId="77777777" w:rsidR="003F37F6" w:rsidRPr="004C30F5" w:rsidRDefault="003F37F6" w:rsidP="003F37F6">
      <w:pPr>
        <w:pStyle w:val="ListParagraph"/>
        <w:spacing w:after="160" w:line="259" w:lineRule="auto"/>
        <w:ind w:left="720"/>
        <w:contextualSpacing/>
        <w:jc w:val="both"/>
        <w:rPr>
          <w:b/>
        </w:rPr>
      </w:pPr>
    </w:p>
    <w:p w14:paraId="2997E773" w14:textId="77777777" w:rsidR="003F37F6" w:rsidRDefault="003F37F6" w:rsidP="00AC5E92">
      <w:pPr>
        <w:pStyle w:val="ListParagraph"/>
        <w:numPr>
          <w:ilvl w:val="0"/>
          <w:numId w:val="50"/>
        </w:numPr>
        <w:spacing w:after="160" w:line="259" w:lineRule="auto"/>
        <w:contextualSpacing/>
        <w:jc w:val="both"/>
        <w:rPr>
          <w:b/>
        </w:rPr>
      </w:pPr>
      <w:bookmarkStart w:id="73" w:name="_Ref373423585"/>
      <w:r w:rsidRPr="00BC2814">
        <w:rPr>
          <w:b/>
        </w:rPr>
        <w:t xml:space="preserve">Returning a validation </w:t>
      </w:r>
      <w:r>
        <w:rPr>
          <w:b/>
        </w:rPr>
        <w:t>result</w:t>
      </w:r>
      <w:r w:rsidRPr="00BC2814">
        <w:rPr>
          <w:b/>
        </w:rPr>
        <w:t xml:space="preserve"> of the whole DigiDoc container</w:t>
      </w:r>
      <w:r>
        <w:rPr>
          <w:b/>
        </w:rPr>
        <w:t>:</w:t>
      </w:r>
      <w:bookmarkEnd w:id="73"/>
      <w:r w:rsidRPr="00BC2814">
        <w:rPr>
          <w:b/>
        </w:rPr>
        <w:t xml:space="preserve"> </w:t>
      </w:r>
    </w:p>
    <w:p w14:paraId="4396F693" w14:textId="77777777" w:rsidR="003F37F6" w:rsidRDefault="003F37F6" w:rsidP="003F37F6">
      <w:pPr>
        <w:pStyle w:val="ListParagraph"/>
        <w:spacing w:after="160" w:line="259" w:lineRule="auto"/>
        <w:ind w:left="720"/>
        <w:contextualSpacing/>
        <w:jc w:val="both"/>
      </w:pPr>
      <w:r w:rsidRPr="00BC2814">
        <w:t>If there are more than one signatures in a DigiDoc container and the signatures have different validation statuses or validation of the container structure returns a different status then the overall status of the DigiDoc file should be chosen according to the status priorities.</w:t>
      </w:r>
    </w:p>
    <w:p w14:paraId="117E5067" w14:textId="77777777" w:rsidR="003F37F6" w:rsidRDefault="003F37F6" w:rsidP="003F37F6">
      <w:pPr>
        <w:spacing w:after="160" w:line="259" w:lineRule="auto"/>
        <w:contextualSpacing/>
        <w:rPr>
          <w:b/>
        </w:rPr>
      </w:pPr>
      <w:r>
        <w:rPr>
          <w:b/>
        </w:rPr>
        <w:t>NB! User of the library has to determine the validation status according to the error code that is returned by the library’s validation method.</w:t>
      </w:r>
    </w:p>
    <w:p w14:paraId="35DF4195" w14:textId="77777777" w:rsidR="003F37F6" w:rsidRDefault="003F37F6" w:rsidP="003F37F6">
      <w:pPr>
        <w:rPr>
          <w:b/>
        </w:rPr>
      </w:pPr>
    </w:p>
    <w:tbl>
      <w:tblPr>
        <w:tblStyle w:val="Param"/>
        <w:tblW w:w="5000" w:type="pct"/>
        <w:tblInd w:w="0" w:type="dxa"/>
        <w:tblLayout w:type="fixed"/>
        <w:tblCellMar>
          <w:left w:w="6" w:type="dxa"/>
        </w:tblCellMar>
        <w:tblLook w:val="04A0" w:firstRow="1" w:lastRow="0" w:firstColumn="1" w:lastColumn="0" w:noHBand="0" w:noVBand="1"/>
      </w:tblPr>
      <w:tblGrid>
        <w:gridCol w:w="745"/>
        <w:gridCol w:w="1522"/>
        <w:gridCol w:w="1562"/>
        <w:gridCol w:w="4391"/>
      </w:tblGrid>
      <w:tr w:rsidR="003F37F6" w:rsidRPr="00BC2814" w14:paraId="514F78BF" w14:textId="77777777" w:rsidTr="0065343F">
        <w:trPr>
          <w:cnfStyle w:val="100000000000" w:firstRow="1" w:lastRow="0" w:firstColumn="0" w:lastColumn="0" w:oddVBand="0" w:evenVBand="0" w:oddHBand="0" w:evenHBand="0" w:firstRowFirstColumn="0" w:firstRowLastColumn="0" w:lastRowFirstColumn="0" w:lastRowLastColumn="0"/>
          <w:cantSplit/>
          <w:trHeight w:val="300"/>
          <w:tblHeader/>
        </w:trPr>
        <w:tc>
          <w:tcPr>
            <w:tcW w:w="453" w:type="pct"/>
            <w:vAlign w:val="center"/>
          </w:tcPr>
          <w:p w14:paraId="50E3B384" w14:textId="77777777" w:rsidR="003F37F6" w:rsidRPr="00BC2814" w:rsidRDefault="003F37F6" w:rsidP="0065343F">
            <w:pPr>
              <w:jc w:val="center"/>
              <w:rPr>
                <w:b/>
                <w:szCs w:val="18"/>
              </w:rPr>
            </w:pPr>
            <w:r w:rsidRPr="00BC2814">
              <w:rPr>
                <w:b/>
                <w:szCs w:val="18"/>
              </w:rPr>
              <w:t>Priority</w:t>
            </w:r>
          </w:p>
        </w:tc>
        <w:tc>
          <w:tcPr>
            <w:tcW w:w="926" w:type="pct"/>
            <w:vAlign w:val="center"/>
          </w:tcPr>
          <w:p w14:paraId="4A6AA63F" w14:textId="77777777" w:rsidR="003F37F6" w:rsidRPr="00BC2814" w:rsidRDefault="003F37F6" w:rsidP="0065343F">
            <w:pPr>
              <w:jc w:val="center"/>
              <w:rPr>
                <w:b/>
                <w:szCs w:val="18"/>
              </w:rPr>
            </w:pPr>
            <w:r w:rsidRPr="00BC2814">
              <w:rPr>
                <w:b/>
                <w:szCs w:val="18"/>
              </w:rPr>
              <w:t xml:space="preserve">Status </w:t>
            </w:r>
          </w:p>
        </w:tc>
        <w:tc>
          <w:tcPr>
            <w:tcW w:w="950" w:type="pct"/>
          </w:tcPr>
          <w:p w14:paraId="787889D0" w14:textId="77777777" w:rsidR="003F37F6" w:rsidRDefault="003F37F6" w:rsidP="0065343F">
            <w:pPr>
              <w:jc w:val="center"/>
              <w:rPr>
                <w:b/>
                <w:szCs w:val="18"/>
              </w:rPr>
            </w:pPr>
            <w:r>
              <w:rPr>
                <w:b/>
                <w:szCs w:val="18"/>
              </w:rPr>
              <w:t>Error code</w:t>
            </w:r>
          </w:p>
        </w:tc>
        <w:tc>
          <w:tcPr>
            <w:tcW w:w="2672" w:type="pct"/>
            <w:vAlign w:val="center"/>
          </w:tcPr>
          <w:p w14:paraId="434BE2FA" w14:textId="77777777" w:rsidR="003F37F6" w:rsidRPr="00BC2814" w:rsidRDefault="003F37F6" w:rsidP="0065343F">
            <w:pPr>
              <w:jc w:val="center"/>
              <w:rPr>
                <w:b/>
                <w:szCs w:val="18"/>
              </w:rPr>
            </w:pPr>
            <w:r>
              <w:rPr>
                <w:b/>
                <w:szCs w:val="18"/>
              </w:rPr>
              <w:t>Description</w:t>
            </w:r>
          </w:p>
        </w:tc>
      </w:tr>
      <w:tr w:rsidR="003F37F6" w:rsidRPr="00BC2814" w14:paraId="2955958E" w14:textId="77777777" w:rsidTr="0065343F">
        <w:trPr>
          <w:cantSplit/>
          <w:trHeight w:val="866"/>
        </w:trPr>
        <w:tc>
          <w:tcPr>
            <w:tcW w:w="453" w:type="pct"/>
            <w:vAlign w:val="center"/>
          </w:tcPr>
          <w:p w14:paraId="70D80EC0" w14:textId="77777777" w:rsidR="003F37F6" w:rsidRDefault="003F37F6" w:rsidP="0065343F">
            <w:pPr>
              <w:ind w:left="101"/>
              <w:jc w:val="center"/>
            </w:pPr>
            <w:r w:rsidRPr="00BC2814">
              <w:rPr>
                <w:color w:val="000000" w:themeColor="text1"/>
                <w:szCs w:val="18"/>
              </w:rPr>
              <w:t>1</w:t>
            </w:r>
          </w:p>
        </w:tc>
        <w:tc>
          <w:tcPr>
            <w:tcW w:w="926" w:type="pct"/>
            <w:vAlign w:val="center"/>
          </w:tcPr>
          <w:p w14:paraId="2BBAD403" w14:textId="77777777" w:rsidR="003F37F6" w:rsidRPr="005E05FF" w:rsidRDefault="003F37F6" w:rsidP="0065343F">
            <w:pPr>
              <w:ind w:left="101"/>
              <w:rPr>
                <w:b/>
                <w:color w:val="000000" w:themeColor="text1"/>
                <w:szCs w:val="18"/>
              </w:rPr>
            </w:pPr>
            <w:r w:rsidRPr="005E05FF">
              <w:rPr>
                <w:b/>
              </w:rPr>
              <w:t>INDETERMINATE/UNKNOWN</w:t>
            </w:r>
          </w:p>
        </w:tc>
        <w:tc>
          <w:tcPr>
            <w:tcW w:w="950" w:type="pct"/>
            <w:vAlign w:val="center"/>
          </w:tcPr>
          <w:p w14:paraId="77735BC3" w14:textId="20EDFD4D" w:rsidR="003F37F6" w:rsidRPr="00E15ED0" w:rsidRDefault="00E15ED0" w:rsidP="00E15ED0">
            <w:pPr>
              <w:jc w:val="left"/>
              <w:rPr>
                <w:b/>
                <w:color w:val="000000" w:themeColor="text1"/>
                <w:szCs w:val="18"/>
              </w:rPr>
            </w:pPr>
            <w:r>
              <w:rPr>
                <w:b/>
                <w:color w:val="000000" w:themeColor="text1"/>
                <w:szCs w:val="18"/>
              </w:rPr>
              <w:t xml:space="preserve">36 </w:t>
            </w:r>
            <w:r w:rsidRPr="003A2725">
              <w:rPr>
                <w:color w:val="000000" w:themeColor="text1"/>
                <w:szCs w:val="18"/>
              </w:rPr>
              <w:t>ERR_SIGNERS_CERT_NOT_TRUSTED</w:t>
            </w:r>
          </w:p>
        </w:tc>
        <w:tc>
          <w:tcPr>
            <w:tcW w:w="2672" w:type="pct"/>
          </w:tcPr>
          <w:p w14:paraId="1F942FFE" w14:textId="77777777" w:rsidR="003F37F6" w:rsidRPr="00BC2814" w:rsidRDefault="003F37F6" w:rsidP="0065343F">
            <w:pPr>
              <w:ind w:left="101"/>
              <w:rPr>
                <w:color w:val="000000" w:themeColor="text1"/>
                <w:szCs w:val="18"/>
              </w:rPr>
            </w:pPr>
            <w:r w:rsidRPr="00BC2814">
              <w:rPr>
                <w:color w:val="000000" w:themeColor="text1"/>
                <w:szCs w:val="18"/>
              </w:rPr>
              <w:t xml:space="preserve">Validation process determines that one or more of the certificates included in the document are unknown or not trusted, i.e. the certificates have been issued by an unknown Certificate Authority (the CA has not been added to trusted list). </w:t>
            </w:r>
          </w:p>
          <w:p w14:paraId="1301E956" w14:textId="77777777" w:rsidR="003F37F6" w:rsidRDefault="003F37F6" w:rsidP="0065343F">
            <w:pPr>
              <w:ind w:left="101"/>
              <w:rPr>
                <w:color w:val="000000" w:themeColor="text1"/>
                <w:szCs w:val="18"/>
              </w:rPr>
            </w:pPr>
            <w:r w:rsidRPr="00BC2814">
              <w:rPr>
                <w:b/>
                <w:color w:val="000000" w:themeColor="text1"/>
                <w:szCs w:val="18"/>
              </w:rPr>
              <w:t>Note</w:t>
            </w:r>
            <w:r>
              <w:rPr>
                <w:b/>
                <w:color w:val="000000" w:themeColor="text1"/>
                <w:szCs w:val="18"/>
              </w:rPr>
              <w:t>s</w:t>
            </w:r>
            <w:r w:rsidRPr="00BC2814">
              <w:rPr>
                <w:color w:val="000000" w:themeColor="text1"/>
                <w:szCs w:val="18"/>
              </w:rPr>
              <w:t xml:space="preserve">: </w:t>
            </w:r>
          </w:p>
          <w:p w14:paraId="4B613559" w14:textId="77777777" w:rsidR="003F37F6" w:rsidRPr="00F97F18" w:rsidRDefault="003F37F6" w:rsidP="00AC5E92">
            <w:pPr>
              <w:pStyle w:val="ListParagraph"/>
              <w:numPr>
                <w:ilvl w:val="0"/>
                <w:numId w:val="53"/>
              </w:numPr>
              <w:spacing w:after="0"/>
              <w:ind w:left="419" w:hanging="283"/>
              <w:contextualSpacing/>
              <w:jc w:val="both"/>
              <w:rPr>
                <w:rFonts w:eastAsiaTheme="minorHAnsi"/>
                <w:color w:val="000000" w:themeColor="text1"/>
                <w:szCs w:val="18"/>
              </w:rPr>
            </w:pPr>
            <w:r w:rsidRPr="00BC2814">
              <w:rPr>
                <w:color w:val="000000" w:themeColor="text1"/>
              </w:rPr>
              <w:t xml:space="preserve">The file and signature(s) are </w:t>
            </w:r>
            <w:r>
              <w:rPr>
                <w:color w:val="000000" w:themeColor="text1"/>
              </w:rPr>
              <w:t>not</w:t>
            </w:r>
            <w:r w:rsidRPr="00BC2814">
              <w:rPr>
                <w:color w:val="000000" w:themeColor="text1"/>
              </w:rPr>
              <w:t xml:space="preserve"> legally valid</w:t>
            </w:r>
            <w:r w:rsidRPr="004B64C5">
              <w:rPr>
                <w:rFonts w:eastAsiaTheme="minorHAnsi"/>
                <w:color w:val="000000" w:themeColor="text1"/>
                <w:szCs w:val="18"/>
              </w:rPr>
              <w:t>.</w:t>
            </w:r>
          </w:p>
          <w:p w14:paraId="6B487E82" w14:textId="77777777" w:rsidR="003F37F6" w:rsidRDefault="003F37F6" w:rsidP="00AC5E92">
            <w:pPr>
              <w:pStyle w:val="ListParagraph"/>
              <w:numPr>
                <w:ilvl w:val="0"/>
                <w:numId w:val="53"/>
              </w:numPr>
              <w:ind w:left="419" w:hanging="283"/>
              <w:rPr>
                <w:color w:val="000000" w:themeColor="text1"/>
                <w:szCs w:val="18"/>
              </w:rPr>
            </w:pPr>
            <w:r>
              <w:rPr>
                <w:color w:val="000000" w:themeColor="text1"/>
                <w:szCs w:val="18"/>
              </w:rPr>
              <w:t>I</w:t>
            </w:r>
            <w:r w:rsidRPr="00F97F18">
              <w:rPr>
                <w:color w:val="000000" w:themeColor="text1"/>
                <w:szCs w:val="18"/>
              </w:rPr>
              <w:t>f the CA will later be added to the trusted list/trust store then the validation status can change to any of the other statuses described in the current table.</w:t>
            </w:r>
          </w:p>
          <w:p w14:paraId="572A1FA3" w14:textId="77777777" w:rsidR="003F37F6" w:rsidRDefault="003F37F6" w:rsidP="0065343F">
            <w:pPr>
              <w:ind w:left="101"/>
              <w:jc w:val="left"/>
              <w:rPr>
                <w:color w:val="000000" w:themeColor="text1"/>
                <w:szCs w:val="18"/>
              </w:rPr>
            </w:pPr>
            <w:r w:rsidRPr="005E05FF">
              <w:rPr>
                <w:b/>
                <w:color w:val="000000" w:themeColor="text1"/>
                <w:szCs w:val="18"/>
              </w:rPr>
              <w:t>Suggested warning message</w:t>
            </w:r>
            <w:r w:rsidRPr="005E05FF">
              <w:rPr>
                <w:color w:val="000000" w:themeColor="text1"/>
                <w:szCs w:val="18"/>
              </w:rPr>
              <w:t xml:space="preserve"> (also displayed in DigiDoc3 Client):</w:t>
            </w:r>
            <w:r>
              <w:rPr>
                <w:color w:val="000000" w:themeColor="text1"/>
                <w:szCs w:val="18"/>
              </w:rPr>
              <w:t xml:space="preserve"> </w:t>
            </w:r>
            <w:r w:rsidRPr="00BC2814">
              <w:rPr>
                <w:color w:val="000000" w:themeColor="text1"/>
                <w:szCs w:val="18"/>
              </w:rPr>
              <w:t>“</w:t>
            </w:r>
            <w:r>
              <w:rPr>
                <w:color w:val="000000" w:themeColor="text1"/>
                <w:szCs w:val="18"/>
              </w:rPr>
              <w:t>Signature status is displayed as unknown if you don’t have all validity confirmation service certificates and/or certificate authority certificates installed into your computer</w:t>
            </w:r>
            <w:r w:rsidRPr="00BC2814">
              <w:rPr>
                <w:color w:val="000000" w:themeColor="text1"/>
                <w:szCs w:val="18"/>
              </w:rPr>
              <w:t xml:space="preserve">”  </w:t>
            </w:r>
          </w:p>
          <w:p w14:paraId="060C84F6" w14:textId="3D2F3386" w:rsidR="005E530C" w:rsidRPr="005E530C" w:rsidRDefault="003F37F6" w:rsidP="005E530C">
            <w:pPr>
              <w:ind w:left="101"/>
              <w:jc w:val="left"/>
              <w:rPr>
                <w:color w:val="0000FF"/>
                <w:u w:val="single"/>
              </w:rPr>
            </w:pPr>
            <w:r w:rsidRPr="005E05FF">
              <w:rPr>
                <w:b/>
                <w:color w:val="000000" w:themeColor="text1"/>
                <w:szCs w:val="18"/>
              </w:rPr>
              <w:t>More info</w:t>
            </w:r>
            <w:r w:rsidRPr="00BC2814">
              <w:rPr>
                <w:color w:val="000000" w:themeColor="text1"/>
                <w:szCs w:val="18"/>
              </w:rPr>
              <w:t xml:space="preserve">: </w:t>
            </w:r>
            <w:hyperlink r:id="rId45" w:history="1">
              <w:r>
                <w:rPr>
                  <w:rStyle w:val="Hyperlink"/>
                </w:rPr>
                <w:t>http://www.id.ee/index.php?id=35941</w:t>
              </w:r>
            </w:hyperlink>
          </w:p>
        </w:tc>
      </w:tr>
      <w:tr w:rsidR="003F37F6" w:rsidRPr="00BC2814" w14:paraId="2B865D97" w14:textId="77777777" w:rsidTr="0065343F">
        <w:trPr>
          <w:cantSplit/>
          <w:trHeight w:val="866"/>
        </w:trPr>
        <w:tc>
          <w:tcPr>
            <w:tcW w:w="453" w:type="pct"/>
            <w:vAlign w:val="center"/>
          </w:tcPr>
          <w:p w14:paraId="5357274D" w14:textId="77777777" w:rsidR="003F37F6" w:rsidRPr="00BC2814" w:rsidRDefault="003F37F6" w:rsidP="0065343F">
            <w:pPr>
              <w:ind w:left="101"/>
              <w:jc w:val="center"/>
              <w:rPr>
                <w:color w:val="000000" w:themeColor="text1"/>
                <w:szCs w:val="18"/>
              </w:rPr>
            </w:pPr>
            <w:r w:rsidRPr="00BC2814">
              <w:rPr>
                <w:color w:val="000000" w:themeColor="text1"/>
                <w:szCs w:val="18"/>
              </w:rPr>
              <w:t>2</w:t>
            </w:r>
          </w:p>
        </w:tc>
        <w:tc>
          <w:tcPr>
            <w:tcW w:w="926" w:type="pct"/>
            <w:vAlign w:val="center"/>
          </w:tcPr>
          <w:p w14:paraId="518B9016" w14:textId="77777777" w:rsidR="003F37F6" w:rsidRPr="005E05FF" w:rsidRDefault="003F37F6" w:rsidP="0065343F">
            <w:pPr>
              <w:ind w:left="101"/>
              <w:rPr>
                <w:b/>
                <w:color w:val="000000" w:themeColor="text1"/>
                <w:szCs w:val="18"/>
              </w:rPr>
            </w:pPr>
            <w:r w:rsidRPr="005E05FF">
              <w:rPr>
                <w:b/>
                <w:color w:val="000000" w:themeColor="text1"/>
                <w:szCs w:val="18"/>
              </w:rPr>
              <w:t>INVALID</w:t>
            </w:r>
          </w:p>
        </w:tc>
        <w:tc>
          <w:tcPr>
            <w:tcW w:w="950" w:type="pct"/>
            <w:vAlign w:val="center"/>
          </w:tcPr>
          <w:p w14:paraId="72237108" w14:textId="77777777" w:rsidR="003F37F6" w:rsidRPr="00BC2814" w:rsidRDefault="003F37F6" w:rsidP="0065343F">
            <w:pPr>
              <w:jc w:val="left"/>
              <w:rPr>
                <w:color w:val="000000" w:themeColor="text1"/>
                <w:szCs w:val="18"/>
              </w:rPr>
            </w:pPr>
            <w:r>
              <w:rPr>
                <w:color w:val="000000" w:themeColor="text1"/>
                <w:szCs w:val="18"/>
              </w:rPr>
              <w:t>All errors except of the ones that are regarded as warnings by the library’s user.</w:t>
            </w:r>
          </w:p>
        </w:tc>
        <w:tc>
          <w:tcPr>
            <w:tcW w:w="2672" w:type="pct"/>
          </w:tcPr>
          <w:p w14:paraId="54B44654" w14:textId="77777777" w:rsidR="003F37F6" w:rsidRPr="00BC2814" w:rsidRDefault="003F37F6" w:rsidP="0065343F">
            <w:pPr>
              <w:ind w:left="101"/>
              <w:rPr>
                <w:color w:val="000000" w:themeColor="text1"/>
                <w:szCs w:val="18"/>
              </w:rPr>
            </w:pPr>
            <w:r w:rsidRPr="00BC2814">
              <w:rPr>
                <w:color w:val="000000" w:themeColor="text1"/>
                <w:szCs w:val="18"/>
              </w:rPr>
              <w:t xml:space="preserve">Validation process returns error(s), the errors have </w:t>
            </w:r>
            <w:r w:rsidRPr="00265DD5">
              <w:rPr>
                <w:color w:val="000000" w:themeColor="text1"/>
                <w:szCs w:val="18"/>
                <w:u w:val="single"/>
              </w:rPr>
              <w:t>not</w:t>
            </w:r>
            <w:r w:rsidRPr="00BC2814">
              <w:rPr>
                <w:color w:val="000000" w:themeColor="text1"/>
                <w:szCs w:val="18"/>
              </w:rPr>
              <w:t xml:space="preserve"> been explicitly determined as minor error(s)</w:t>
            </w:r>
            <w:r>
              <w:rPr>
                <w:color w:val="000000" w:themeColor="text1"/>
                <w:szCs w:val="18"/>
              </w:rPr>
              <w:t xml:space="preserve"> by the library’s user.</w:t>
            </w:r>
          </w:p>
          <w:p w14:paraId="22FAD943" w14:textId="77777777" w:rsidR="003F37F6" w:rsidRDefault="003F37F6" w:rsidP="0065343F">
            <w:pPr>
              <w:ind w:left="101"/>
              <w:rPr>
                <w:b/>
                <w:color w:val="000000" w:themeColor="text1"/>
                <w:szCs w:val="18"/>
              </w:rPr>
            </w:pPr>
            <w:r w:rsidRPr="00BC2814">
              <w:rPr>
                <w:b/>
                <w:color w:val="000000" w:themeColor="text1"/>
                <w:szCs w:val="18"/>
              </w:rPr>
              <w:t xml:space="preserve">Note: </w:t>
            </w:r>
          </w:p>
          <w:p w14:paraId="0C6DA387" w14:textId="77777777" w:rsidR="003F37F6" w:rsidRDefault="003F37F6" w:rsidP="00AC5E92">
            <w:pPr>
              <w:pStyle w:val="ListParagraph"/>
              <w:numPr>
                <w:ilvl w:val="0"/>
                <w:numId w:val="53"/>
              </w:numPr>
              <w:spacing w:after="0"/>
              <w:ind w:left="419" w:hanging="283"/>
              <w:rPr>
                <w:color w:val="000000" w:themeColor="text1"/>
                <w:szCs w:val="18"/>
              </w:rPr>
            </w:pPr>
            <w:r w:rsidRPr="00BC2814">
              <w:rPr>
                <w:color w:val="000000" w:themeColor="text1"/>
              </w:rPr>
              <w:t xml:space="preserve">The file and signature(s) are </w:t>
            </w:r>
            <w:r>
              <w:rPr>
                <w:color w:val="000000" w:themeColor="text1"/>
              </w:rPr>
              <w:t>not</w:t>
            </w:r>
            <w:r w:rsidRPr="00BC2814">
              <w:rPr>
                <w:color w:val="000000" w:themeColor="text1"/>
              </w:rPr>
              <w:t xml:space="preserve"> legally valid</w:t>
            </w:r>
            <w:r w:rsidRPr="00BC2814">
              <w:rPr>
                <w:color w:val="000000" w:themeColor="text1"/>
                <w:szCs w:val="18"/>
              </w:rPr>
              <w:t>.</w:t>
            </w:r>
          </w:p>
          <w:p w14:paraId="652730C2" w14:textId="77777777" w:rsidR="003F37F6" w:rsidRPr="00F97F18" w:rsidRDefault="003F37F6" w:rsidP="00AC5E92">
            <w:pPr>
              <w:pStyle w:val="ListParagraph"/>
              <w:numPr>
                <w:ilvl w:val="0"/>
                <w:numId w:val="53"/>
              </w:numPr>
              <w:ind w:left="419" w:hanging="283"/>
              <w:rPr>
                <w:color w:val="000000" w:themeColor="text1"/>
                <w:szCs w:val="18"/>
              </w:rPr>
            </w:pPr>
            <w:r>
              <w:rPr>
                <w:color w:val="000000" w:themeColor="text1"/>
                <w:szCs w:val="18"/>
              </w:rPr>
              <w:t>N</w:t>
            </w:r>
            <w:r w:rsidRPr="00F97F18">
              <w:rPr>
                <w:color w:val="000000" w:themeColor="text1"/>
                <w:szCs w:val="18"/>
              </w:rPr>
              <w:t>o further alterations should be made to the file, i.e. no signatures should be added or removed.</w:t>
            </w:r>
          </w:p>
        </w:tc>
      </w:tr>
      <w:tr w:rsidR="003F37F6" w:rsidRPr="00BC2814" w14:paraId="5326C10A" w14:textId="77777777" w:rsidTr="0065343F">
        <w:trPr>
          <w:cantSplit/>
          <w:trHeight w:val="866"/>
        </w:trPr>
        <w:tc>
          <w:tcPr>
            <w:tcW w:w="453" w:type="pct"/>
            <w:vAlign w:val="center"/>
          </w:tcPr>
          <w:p w14:paraId="5CC13EE6" w14:textId="77777777" w:rsidR="003F37F6" w:rsidRDefault="003F37F6" w:rsidP="0065343F">
            <w:pPr>
              <w:ind w:left="101"/>
              <w:jc w:val="center"/>
            </w:pPr>
            <w:r w:rsidRPr="00BC2814">
              <w:rPr>
                <w:color w:val="000000" w:themeColor="text1"/>
                <w:szCs w:val="18"/>
              </w:rPr>
              <w:lastRenderedPageBreak/>
              <w:t>3</w:t>
            </w:r>
          </w:p>
        </w:tc>
        <w:tc>
          <w:tcPr>
            <w:tcW w:w="926" w:type="pct"/>
            <w:vAlign w:val="center"/>
          </w:tcPr>
          <w:p w14:paraId="7C96DD9C" w14:textId="77777777" w:rsidR="003F37F6" w:rsidRPr="005E05FF" w:rsidRDefault="003F37F6" w:rsidP="0065343F">
            <w:pPr>
              <w:ind w:left="101"/>
              <w:rPr>
                <w:b/>
                <w:color w:val="000000" w:themeColor="text1"/>
                <w:szCs w:val="18"/>
              </w:rPr>
            </w:pPr>
            <w:r w:rsidRPr="005E05FF">
              <w:rPr>
                <w:b/>
              </w:rPr>
              <w:t>TEST</w:t>
            </w:r>
          </w:p>
        </w:tc>
        <w:tc>
          <w:tcPr>
            <w:tcW w:w="950" w:type="pct"/>
            <w:vAlign w:val="center"/>
          </w:tcPr>
          <w:p w14:paraId="7378912C" w14:textId="0411DA57" w:rsidR="003F37F6" w:rsidRPr="00BC2814" w:rsidRDefault="00E15ED0" w:rsidP="0065343F">
            <w:pPr>
              <w:ind w:left="101"/>
              <w:jc w:val="left"/>
              <w:rPr>
                <w:color w:val="000000" w:themeColor="text1"/>
                <w:szCs w:val="18"/>
              </w:rPr>
            </w:pPr>
            <w:r w:rsidRPr="00BC2814">
              <w:rPr>
                <w:b/>
                <w:color w:val="000000" w:themeColor="text1"/>
                <w:szCs w:val="18"/>
              </w:rPr>
              <w:t>172</w:t>
            </w:r>
            <w:r>
              <w:rPr>
                <w:b/>
                <w:color w:val="000000" w:themeColor="text1"/>
                <w:szCs w:val="18"/>
              </w:rPr>
              <w:t xml:space="preserve"> </w:t>
            </w:r>
            <w:r w:rsidRPr="00BC2814">
              <w:rPr>
                <w:color w:val="000000" w:themeColor="text1"/>
                <w:szCs w:val="18"/>
              </w:rPr>
              <w:t xml:space="preserve">ERR_TEST_SIGNATURE </w:t>
            </w:r>
          </w:p>
        </w:tc>
        <w:tc>
          <w:tcPr>
            <w:tcW w:w="2672" w:type="pct"/>
          </w:tcPr>
          <w:p w14:paraId="73663945" w14:textId="77777777" w:rsidR="003F37F6" w:rsidRPr="00BC2814" w:rsidRDefault="003F37F6" w:rsidP="0065343F">
            <w:pPr>
              <w:ind w:left="101"/>
              <w:rPr>
                <w:color w:val="000000" w:themeColor="text1"/>
                <w:szCs w:val="18"/>
              </w:rPr>
            </w:pPr>
            <w:r w:rsidRPr="00BC2814">
              <w:rPr>
                <w:color w:val="000000" w:themeColor="text1"/>
                <w:szCs w:val="18"/>
              </w:rPr>
              <w:t>Test certificates have been used in the signed file (e.g. signer’s certificate and/or OCSP responder server’s certificate have been issued in testing purposes).</w:t>
            </w:r>
          </w:p>
          <w:p w14:paraId="33B008AC" w14:textId="77777777" w:rsidR="003F37F6" w:rsidRPr="00BC2814" w:rsidRDefault="003F37F6" w:rsidP="0065343F">
            <w:pPr>
              <w:ind w:left="101"/>
              <w:rPr>
                <w:color w:val="000000" w:themeColor="text1"/>
                <w:szCs w:val="18"/>
              </w:rPr>
            </w:pPr>
            <w:r w:rsidRPr="00BC2814">
              <w:rPr>
                <w:b/>
                <w:color w:val="000000" w:themeColor="text1"/>
                <w:szCs w:val="18"/>
              </w:rPr>
              <w:t>Notes</w:t>
            </w:r>
            <w:r w:rsidRPr="00BC2814">
              <w:rPr>
                <w:color w:val="000000" w:themeColor="text1"/>
                <w:szCs w:val="18"/>
              </w:rPr>
              <w:t xml:space="preserve">: </w:t>
            </w:r>
          </w:p>
          <w:p w14:paraId="03498B06" w14:textId="77777777" w:rsidR="003F37F6" w:rsidRDefault="003F37F6" w:rsidP="00AC5E92">
            <w:pPr>
              <w:pStyle w:val="ListParagraph"/>
              <w:numPr>
                <w:ilvl w:val="0"/>
                <w:numId w:val="52"/>
              </w:numPr>
              <w:spacing w:after="0"/>
              <w:contextualSpacing/>
              <w:jc w:val="both"/>
              <w:rPr>
                <w:color w:val="000000" w:themeColor="text1"/>
                <w:szCs w:val="18"/>
              </w:rPr>
            </w:pPr>
            <w:r w:rsidRPr="00BC2814">
              <w:rPr>
                <w:color w:val="000000" w:themeColor="text1"/>
                <w:szCs w:val="18"/>
              </w:rPr>
              <w:t>Test signature is not legall</w:t>
            </w:r>
            <w:r>
              <w:rPr>
                <w:color w:val="000000" w:themeColor="text1"/>
                <w:szCs w:val="18"/>
              </w:rPr>
              <w:t>y binding even if the signature</w:t>
            </w:r>
            <w:r w:rsidRPr="00BC2814">
              <w:rPr>
                <w:color w:val="000000" w:themeColor="text1"/>
                <w:szCs w:val="18"/>
              </w:rPr>
              <w:t xml:space="preserve"> is valid.</w:t>
            </w:r>
          </w:p>
          <w:p w14:paraId="3767252B" w14:textId="77777777" w:rsidR="003F37F6" w:rsidRPr="005E05FF" w:rsidRDefault="003F37F6" w:rsidP="00AC5E92">
            <w:pPr>
              <w:pStyle w:val="ListParagraph"/>
              <w:numPr>
                <w:ilvl w:val="0"/>
                <w:numId w:val="52"/>
              </w:numPr>
              <w:spacing w:after="0"/>
              <w:contextualSpacing/>
              <w:jc w:val="both"/>
              <w:rPr>
                <w:color w:val="000000" w:themeColor="text1"/>
                <w:szCs w:val="18"/>
              </w:rPr>
            </w:pPr>
            <w:r w:rsidRPr="00BC2814">
              <w:rPr>
                <w:color w:val="000000" w:themeColor="text1"/>
                <w:szCs w:val="18"/>
              </w:rPr>
              <w:t xml:space="preserve">This status is used in combination with the other validation statuses described in the current table. </w:t>
            </w:r>
          </w:p>
          <w:p w14:paraId="0B09C11D" w14:textId="77777777" w:rsidR="003F37F6" w:rsidRDefault="003F37F6" w:rsidP="0065343F">
            <w:pPr>
              <w:ind w:left="101"/>
              <w:jc w:val="left"/>
              <w:rPr>
                <w:color w:val="000000" w:themeColor="text1"/>
                <w:szCs w:val="18"/>
              </w:rPr>
            </w:pPr>
            <w:r w:rsidRPr="005E05FF">
              <w:rPr>
                <w:b/>
                <w:color w:val="000000" w:themeColor="text1"/>
                <w:szCs w:val="18"/>
              </w:rPr>
              <w:t>Suggested warning message</w:t>
            </w:r>
            <w:r w:rsidRPr="005E05FF">
              <w:rPr>
                <w:color w:val="000000" w:themeColor="text1"/>
                <w:szCs w:val="18"/>
              </w:rPr>
              <w:t xml:space="preserve"> (also displayed in DigiDoc3 Client):</w:t>
            </w:r>
            <w:r>
              <w:rPr>
                <w:color w:val="000000" w:themeColor="text1"/>
                <w:szCs w:val="18"/>
              </w:rPr>
              <w:t xml:space="preserve"> </w:t>
            </w:r>
            <w:r w:rsidRPr="00BC2814">
              <w:rPr>
                <w:color w:val="000000" w:themeColor="text1"/>
                <w:szCs w:val="18"/>
              </w:rPr>
              <w:t xml:space="preserve">“Test signature”  </w:t>
            </w:r>
          </w:p>
          <w:p w14:paraId="48974732" w14:textId="77777777" w:rsidR="003F37F6" w:rsidRDefault="003F37F6" w:rsidP="0065343F">
            <w:pPr>
              <w:ind w:left="101"/>
              <w:jc w:val="left"/>
              <w:rPr>
                <w:rStyle w:val="Hyperlink"/>
              </w:rPr>
            </w:pPr>
            <w:r w:rsidRPr="005E05FF">
              <w:rPr>
                <w:b/>
                <w:color w:val="000000" w:themeColor="text1"/>
                <w:szCs w:val="18"/>
              </w:rPr>
              <w:t>More info</w:t>
            </w:r>
            <w:r w:rsidRPr="00BC2814">
              <w:rPr>
                <w:color w:val="000000" w:themeColor="text1"/>
                <w:szCs w:val="18"/>
              </w:rPr>
              <w:t xml:space="preserve">: </w:t>
            </w:r>
            <w:hyperlink r:id="rId46" w:history="1">
              <w:r w:rsidRPr="00BC2814">
                <w:rPr>
                  <w:rStyle w:val="Hyperlink"/>
                </w:rPr>
                <w:t>http://www.id.ee/index.php?id=30494</w:t>
              </w:r>
            </w:hyperlink>
          </w:p>
          <w:p w14:paraId="10421B87" w14:textId="0C877339" w:rsidR="005E530C" w:rsidRPr="005E05FF" w:rsidRDefault="005E530C" w:rsidP="004463D6">
            <w:pPr>
              <w:ind w:left="101"/>
              <w:jc w:val="left"/>
              <w:rPr>
                <w:color w:val="000000" w:themeColor="text1"/>
                <w:szCs w:val="18"/>
              </w:rPr>
            </w:pPr>
            <w:r w:rsidRPr="007001CA">
              <w:rPr>
                <w:b/>
                <w:color w:val="000000" w:themeColor="text1"/>
                <w:szCs w:val="18"/>
              </w:rPr>
              <w:t>Sample file</w:t>
            </w:r>
            <w:r w:rsidRPr="0010596E">
              <w:rPr>
                <w:color w:val="000000" w:themeColor="text1"/>
                <w:szCs w:val="18"/>
              </w:rPr>
              <w:t xml:space="preserve">: </w:t>
            </w:r>
            <w:r w:rsidR="004463D6">
              <w:rPr>
                <w:color w:val="000000" w:themeColor="text1"/>
                <w:szCs w:val="18"/>
              </w:rPr>
              <w:t>test_signature</w:t>
            </w:r>
            <w:r w:rsidRPr="0010596E">
              <w:rPr>
                <w:color w:val="000000" w:themeColor="text1"/>
                <w:szCs w:val="18"/>
              </w:rPr>
              <w:t>.ddoc</w:t>
            </w:r>
          </w:p>
        </w:tc>
      </w:tr>
      <w:tr w:rsidR="003F37F6" w:rsidRPr="00BC2814" w14:paraId="02CA8B4E" w14:textId="77777777" w:rsidTr="0065343F">
        <w:trPr>
          <w:cantSplit/>
          <w:trHeight w:val="1573"/>
        </w:trPr>
        <w:tc>
          <w:tcPr>
            <w:tcW w:w="453" w:type="pct"/>
            <w:vAlign w:val="center"/>
          </w:tcPr>
          <w:p w14:paraId="10C882EA" w14:textId="77777777" w:rsidR="003F37F6" w:rsidRDefault="003F37F6" w:rsidP="0065343F">
            <w:pPr>
              <w:ind w:left="101"/>
              <w:jc w:val="center"/>
            </w:pPr>
            <w:r w:rsidRPr="00BC2814">
              <w:t>4</w:t>
            </w:r>
          </w:p>
        </w:tc>
        <w:tc>
          <w:tcPr>
            <w:tcW w:w="926" w:type="pct"/>
            <w:vAlign w:val="center"/>
          </w:tcPr>
          <w:p w14:paraId="7752FC28" w14:textId="77777777" w:rsidR="003F37F6" w:rsidRPr="005E05FF" w:rsidRDefault="003F37F6" w:rsidP="0065343F">
            <w:pPr>
              <w:ind w:left="101"/>
              <w:jc w:val="left"/>
              <w:rPr>
                <w:b/>
                <w:color w:val="000000" w:themeColor="text1"/>
                <w:szCs w:val="18"/>
              </w:rPr>
            </w:pPr>
            <w:r w:rsidRPr="005E05FF">
              <w:rPr>
                <w:b/>
              </w:rPr>
              <w:t>VALID WITH WARNINGS</w:t>
            </w:r>
          </w:p>
        </w:tc>
        <w:tc>
          <w:tcPr>
            <w:tcW w:w="950" w:type="pct"/>
            <w:vAlign w:val="center"/>
          </w:tcPr>
          <w:p w14:paraId="45A090BA" w14:textId="77777777" w:rsidR="003F37F6" w:rsidRPr="00BC2814" w:rsidRDefault="003F37F6" w:rsidP="0065343F">
            <w:pPr>
              <w:jc w:val="left"/>
            </w:pPr>
            <w:r>
              <w:t>See the next section.</w:t>
            </w:r>
          </w:p>
        </w:tc>
        <w:tc>
          <w:tcPr>
            <w:tcW w:w="2672" w:type="pct"/>
          </w:tcPr>
          <w:p w14:paraId="3BDD15B3" w14:textId="77777777" w:rsidR="003F37F6" w:rsidRPr="00BC2814" w:rsidRDefault="003F37F6" w:rsidP="0065343F">
            <w:pPr>
              <w:ind w:left="101"/>
              <w:rPr>
                <w:color w:val="000000" w:themeColor="text1"/>
                <w:szCs w:val="18"/>
              </w:rPr>
            </w:pPr>
            <w:r w:rsidRPr="00BC2814">
              <w:t>Validation</w:t>
            </w:r>
            <w:r w:rsidRPr="00BC2814">
              <w:rPr>
                <w:color w:val="000000" w:themeColor="text1"/>
                <w:szCs w:val="18"/>
              </w:rPr>
              <w:t xml:space="preserve"> process returns error(s) that have been previously explicitly categorized </w:t>
            </w:r>
            <w:r>
              <w:rPr>
                <w:color w:val="000000" w:themeColor="text1"/>
                <w:szCs w:val="18"/>
              </w:rPr>
              <w:t xml:space="preserve">(by the library’s user) </w:t>
            </w:r>
            <w:r w:rsidRPr="00BC2814">
              <w:rPr>
                <w:color w:val="000000" w:themeColor="text1"/>
                <w:szCs w:val="18"/>
              </w:rPr>
              <w:t>as minor technical errors. Note that this status is used only in exceptional cases, more details of which are given in the next chapter.</w:t>
            </w:r>
          </w:p>
          <w:p w14:paraId="2B963D9C" w14:textId="77777777" w:rsidR="003F37F6" w:rsidRPr="00BC2814" w:rsidRDefault="003F37F6" w:rsidP="0065343F">
            <w:pPr>
              <w:ind w:left="101"/>
              <w:rPr>
                <w:color w:val="000000" w:themeColor="text1"/>
                <w:szCs w:val="18"/>
              </w:rPr>
            </w:pPr>
            <w:r w:rsidRPr="00BC2814">
              <w:rPr>
                <w:b/>
                <w:color w:val="000000" w:themeColor="text1"/>
                <w:szCs w:val="18"/>
              </w:rPr>
              <w:t>Notes</w:t>
            </w:r>
            <w:r w:rsidRPr="00BC2814">
              <w:rPr>
                <w:color w:val="000000" w:themeColor="text1"/>
                <w:szCs w:val="18"/>
              </w:rPr>
              <w:t xml:space="preserve">: </w:t>
            </w:r>
          </w:p>
          <w:p w14:paraId="3DC64B62" w14:textId="77777777" w:rsidR="003F37F6" w:rsidRPr="00BC2814" w:rsidRDefault="003F37F6" w:rsidP="00AC5E92">
            <w:pPr>
              <w:pStyle w:val="ListParagraph"/>
              <w:numPr>
                <w:ilvl w:val="0"/>
                <w:numId w:val="51"/>
              </w:numPr>
              <w:spacing w:after="0"/>
              <w:contextualSpacing/>
              <w:jc w:val="both"/>
              <w:rPr>
                <w:rFonts w:eastAsiaTheme="minorHAnsi"/>
                <w:color w:val="000000" w:themeColor="text1"/>
                <w:szCs w:val="18"/>
              </w:rPr>
            </w:pPr>
            <w:r w:rsidRPr="00BC2814">
              <w:rPr>
                <w:color w:val="000000" w:themeColor="text1"/>
              </w:rPr>
              <w:t>The file and signature(s) are handled as legally valid</w:t>
            </w:r>
            <w:r w:rsidRPr="004B64C5">
              <w:rPr>
                <w:rFonts w:eastAsiaTheme="minorHAnsi"/>
                <w:color w:val="000000" w:themeColor="text1"/>
                <w:szCs w:val="18"/>
              </w:rPr>
              <w:t>.</w:t>
            </w:r>
          </w:p>
          <w:p w14:paraId="7B46D3E7" w14:textId="77777777" w:rsidR="003F37F6" w:rsidRPr="00BC2814" w:rsidRDefault="003F37F6" w:rsidP="00AC5E92">
            <w:pPr>
              <w:pStyle w:val="ListParagraph"/>
              <w:numPr>
                <w:ilvl w:val="0"/>
                <w:numId w:val="51"/>
              </w:numPr>
              <w:spacing w:after="0"/>
              <w:contextualSpacing/>
              <w:jc w:val="both"/>
              <w:rPr>
                <w:color w:val="000000" w:themeColor="text1"/>
                <w:szCs w:val="18"/>
              </w:rPr>
            </w:pPr>
            <w:r w:rsidRPr="00BC2814">
              <w:rPr>
                <w:color w:val="000000" w:themeColor="text1"/>
                <w:szCs w:val="18"/>
              </w:rPr>
              <w:t xml:space="preserve">The error(s) are regarded as </w:t>
            </w:r>
            <w:r w:rsidRPr="00BC2814">
              <w:t>validation</w:t>
            </w:r>
            <w:r w:rsidRPr="00BC2814">
              <w:rPr>
                <w:color w:val="000000" w:themeColor="text1"/>
                <w:szCs w:val="18"/>
              </w:rPr>
              <w:t xml:space="preserve"> warnings.</w:t>
            </w:r>
          </w:p>
          <w:p w14:paraId="673C34EF" w14:textId="77777777" w:rsidR="003F37F6" w:rsidRPr="00BC2814" w:rsidRDefault="003F37F6" w:rsidP="00AC5E92">
            <w:pPr>
              <w:pStyle w:val="ListParagraph"/>
              <w:numPr>
                <w:ilvl w:val="0"/>
                <w:numId w:val="51"/>
              </w:numPr>
              <w:spacing w:after="0"/>
              <w:contextualSpacing/>
              <w:jc w:val="both"/>
              <w:rPr>
                <w:color w:val="000000" w:themeColor="text1"/>
                <w:szCs w:val="18"/>
              </w:rPr>
            </w:pPr>
            <w:r w:rsidRPr="00BC2814">
              <w:rPr>
                <w:color w:val="000000" w:themeColor="text1"/>
                <w:szCs w:val="18"/>
              </w:rPr>
              <w:t>Validation warnings should be displayed to the user.</w:t>
            </w:r>
          </w:p>
          <w:p w14:paraId="0BC7A3F2" w14:textId="77777777" w:rsidR="003F37F6" w:rsidRPr="00BC2814" w:rsidRDefault="003F37F6" w:rsidP="00AC5E92">
            <w:pPr>
              <w:pStyle w:val="ListParagraph"/>
              <w:numPr>
                <w:ilvl w:val="0"/>
                <w:numId w:val="51"/>
              </w:numPr>
              <w:spacing w:after="0"/>
              <w:contextualSpacing/>
              <w:jc w:val="both"/>
              <w:rPr>
                <w:color w:val="000000" w:themeColor="text1"/>
                <w:szCs w:val="18"/>
              </w:rPr>
            </w:pPr>
            <w:r w:rsidRPr="00BC2814">
              <w:rPr>
                <w:color w:val="000000" w:themeColor="text1"/>
                <w:szCs w:val="18"/>
              </w:rPr>
              <w:t>No further alterations should be made to the file, i.e. no signatures should be added or removed.</w:t>
            </w:r>
          </w:p>
          <w:p w14:paraId="04E93CB4" w14:textId="77777777" w:rsidR="003F37F6" w:rsidRPr="00475A40" w:rsidRDefault="003F37F6" w:rsidP="00AC5E92">
            <w:pPr>
              <w:pStyle w:val="ListParagraph"/>
              <w:numPr>
                <w:ilvl w:val="0"/>
                <w:numId w:val="51"/>
              </w:numPr>
              <w:spacing w:after="0"/>
              <w:contextualSpacing/>
              <w:jc w:val="both"/>
              <w:rPr>
                <w:color w:val="000000" w:themeColor="text1"/>
                <w:szCs w:val="18"/>
              </w:rPr>
            </w:pPr>
            <w:r w:rsidRPr="00BC2814">
              <w:rPr>
                <w:color w:val="000000" w:themeColor="text1"/>
                <w:szCs w:val="18"/>
              </w:rPr>
              <w:t>Creator of the file should be informed about the error situation.</w:t>
            </w:r>
          </w:p>
        </w:tc>
      </w:tr>
      <w:tr w:rsidR="003F37F6" w:rsidRPr="00BC2814" w14:paraId="792D09D0" w14:textId="77777777" w:rsidTr="0065343F">
        <w:trPr>
          <w:cantSplit/>
          <w:trHeight w:val="300"/>
        </w:trPr>
        <w:tc>
          <w:tcPr>
            <w:tcW w:w="453" w:type="pct"/>
            <w:vAlign w:val="center"/>
          </w:tcPr>
          <w:p w14:paraId="2F4ECE82" w14:textId="77777777" w:rsidR="003F37F6" w:rsidRPr="00BC2814" w:rsidRDefault="003F37F6" w:rsidP="0065343F">
            <w:pPr>
              <w:ind w:left="101"/>
              <w:jc w:val="center"/>
              <w:rPr>
                <w:color w:val="000000" w:themeColor="text1"/>
                <w:szCs w:val="18"/>
              </w:rPr>
            </w:pPr>
            <w:r w:rsidRPr="00BC2814">
              <w:t>5</w:t>
            </w:r>
          </w:p>
        </w:tc>
        <w:tc>
          <w:tcPr>
            <w:tcW w:w="926" w:type="pct"/>
            <w:vAlign w:val="center"/>
          </w:tcPr>
          <w:p w14:paraId="7D551A48" w14:textId="77777777" w:rsidR="003F37F6" w:rsidRPr="005E05FF" w:rsidRDefault="003F37F6" w:rsidP="0065343F">
            <w:pPr>
              <w:ind w:left="101"/>
              <w:rPr>
                <w:b/>
                <w:color w:val="000000" w:themeColor="text1"/>
                <w:szCs w:val="18"/>
              </w:rPr>
            </w:pPr>
            <w:r w:rsidRPr="005E05FF">
              <w:rPr>
                <w:b/>
                <w:color w:val="000000" w:themeColor="text1"/>
                <w:szCs w:val="18"/>
              </w:rPr>
              <w:t>VALID</w:t>
            </w:r>
          </w:p>
        </w:tc>
        <w:tc>
          <w:tcPr>
            <w:tcW w:w="950" w:type="pct"/>
            <w:vAlign w:val="center"/>
          </w:tcPr>
          <w:p w14:paraId="44DE30D2" w14:textId="77777777" w:rsidR="003F37F6" w:rsidRPr="00BC2814" w:rsidRDefault="003F37F6" w:rsidP="0065343F">
            <w:pPr>
              <w:jc w:val="left"/>
            </w:pPr>
            <w:r>
              <w:t>N/A</w:t>
            </w:r>
          </w:p>
        </w:tc>
        <w:tc>
          <w:tcPr>
            <w:tcW w:w="2672" w:type="pct"/>
          </w:tcPr>
          <w:p w14:paraId="1B03BB16" w14:textId="77777777" w:rsidR="003F37F6" w:rsidRPr="00BC2814" w:rsidRDefault="003F37F6" w:rsidP="0065343F">
            <w:pPr>
              <w:ind w:left="101"/>
              <w:rPr>
                <w:color w:val="000000" w:themeColor="text1"/>
                <w:szCs w:val="18"/>
              </w:rPr>
            </w:pPr>
            <w:r w:rsidRPr="00BC2814">
              <w:t>Validation process returns no errors.</w:t>
            </w:r>
            <w:r>
              <w:t xml:space="preserve"> The signature is legally valid.</w:t>
            </w:r>
          </w:p>
        </w:tc>
      </w:tr>
    </w:tbl>
    <w:p w14:paraId="4FDE7410" w14:textId="77777777" w:rsidR="003F37F6" w:rsidRDefault="003F37F6" w:rsidP="003F37F6">
      <w:pPr>
        <w:spacing w:after="0"/>
        <w:rPr>
          <w:b/>
        </w:rPr>
      </w:pPr>
    </w:p>
    <w:p w14:paraId="24175B43" w14:textId="139CD02C" w:rsidR="003F37F6" w:rsidRDefault="003F37F6" w:rsidP="003F37F6">
      <w:pPr>
        <w:rPr>
          <w:color w:val="000000" w:themeColor="text1"/>
          <w:szCs w:val="18"/>
        </w:rPr>
      </w:pPr>
      <w:r w:rsidRPr="005E05FF">
        <w:t xml:space="preserve">The error codes described in the table above are defined in </w:t>
      </w:r>
      <w:r w:rsidR="00E15ED0" w:rsidRPr="00BC2814">
        <w:rPr>
          <w:color w:val="000000" w:themeColor="text1"/>
          <w:szCs w:val="18"/>
        </w:rPr>
        <w:t>DigiDocError.h</w:t>
      </w:r>
      <w:r w:rsidR="00E15ED0" w:rsidRPr="002F255B">
        <w:rPr>
          <w:color w:val="000000" w:themeColor="text1"/>
          <w:szCs w:val="18"/>
        </w:rPr>
        <w:t xml:space="preserve"> </w:t>
      </w:r>
      <w:r w:rsidR="00E15ED0">
        <w:rPr>
          <w:color w:val="000000" w:themeColor="text1"/>
          <w:szCs w:val="18"/>
        </w:rPr>
        <w:t>source file</w:t>
      </w:r>
      <w:r w:rsidRPr="002F255B">
        <w:rPr>
          <w:color w:val="000000" w:themeColor="text1"/>
          <w:szCs w:val="18"/>
        </w:rPr>
        <w:t>.</w:t>
      </w:r>
    </w:p>
    <w:p w14:paraId="4E8EC23D" w14:textId="56E06CBB" w:rsidR="003F37F6" w:rsidRDefault="003F37F6" w:rsidP="003F37F6">
      <w:r>
        <w:t xml:space="preserve">Sample code of DigiDoc file validation can be found </w:t>
      </w:r>
      <w:r w:rsidRPr="008055F7">
        <w:t xml:space="preserve">from </w:t>
      </w:r>
      <w:r w:rsidR="00E40E01">
        <w:t>cdigidoc.c utility program</w:t>
      </w:r>
      <w:r>
        <w:t xml:space="preserve">, from the following method: </w:t>
      </w:r>
    </w:p>
    <w:p w14:paraId="3BF23BF5" w14:textId="2AA1C112" w:rsidR="00E40E01" w:rsidRPr="006D268D" w:rsidRDefault="00E40E01" w:rsidP="006D268D">
      <w:pPr>
        <w:pStyle w:val="eclipse"/>
        <w:ind w:left="0"/>
      </w:pPr>
      <w:r w:rsidRPr="006D268D">
        <w:rPr>
          <w:rStyle w:val="CodeChar"/>
          <w:rFonts w:ascii="Consolas" w:hAnsi="Consolas" w:cs="Consolas"/>
          <w:szCs w:val="20"/>
        </w:rPr>
        <w:t xml:space="preserve">cmdVerify(SignedDoc* pSigDoc); </w:t>
      </w:r>
      <w:r w:rsidRPr="00E03A0F">
        <w:rPr>
          <w:rStyle w:val="CodeChar"/>
          <w:rFonts w:ascii="Consolas" w:hAnsi="Consolas" w:cs="Consolas"/>
          <w:color w:val="00B050"/>
          <w:szCs w:val="20"/>
        </w:rPr>
        <w:t>//</w:t>
      </w:r>
      <w:r w:rsidRPr="00E03A0F">
        <w:rPr>
          <w:color w:val="00B050"/>
        </w:rPr>
        <w:t xml:space="preserve">utility program’s command </w:t>
      </w:r>
      <w:r w:rsidR="004B64C5">
        <w:rPr>
          <w:color w:val="00B050"/>
        </w:rPr>
        <w:t>–</w:t>
      </w:r>
      <w:r w:rsidRPr="00E03A0F">
        <w:rPr>
          <w:color w:val="00B050"/>
        </w:rPr>
        <w:t>verify</w:t>
      </w:r>
    </w:p>
    <w:p w14:paraId="69F69516" w14:textId="77777777" w:rsidR="003F37F6" w:rsidRPr="003F37F6" w:rsidRDefault="003F37F6" w:rsidP="003F37F6">
      <w:pPr>
        <w:pStyle w:val="Heading4"/>
      </w:pPr>
      <w:bookmarkStart w:id="74" w:name="_Ref373423559"/>
      <w:bookmarkStart w:id="75" w:name="_Toc410733920"/>
      <w:r w:rsidRPr="003F37F6">
        <w:t>Validation status VALID WITH WARNINGS</w:t>
      </w:r>
      <w:bookmarkEnd w:id="74"/>
      <w:bookmarkEnd w:id="75"/>
    </w:p>
    <w:p w14:paraId="33C26242" w14:textId="77777777" w:rsidR="003F37F6" w:rsidRDefault="003F37F6" w:rsidP="003F37F6">
      <w:r>
        <w:t>I</w:t>
      </w:r>
      <w:r w:rsidRPr="00BC2814">
        <w:t>n special cases, validation errors can be regarded as minor technical errors and the file’s validation status can be regarded as VALID WITH WARNINGS instead.</w:t>
      </w:r>
    </w:p>
    <w:p w14:paraId="43403BB8" w14:textId="77777777" w:rsidR="003F37F6" w:rsidRDefault="003F37F6" w:rsidP="003F37F6">
      <w:r w:rsidRPr="00F97F18">
        <w:rPr>
          <w:b/>
        </w:rPr>
        <w:t>NB!</w:t>
      </w:r>
      <w:r>
        <w:t xml:space="preserve"> User of the DigiDoc library </w:t>
      </w:r>
      <w:r w:rsidRPr="00891221">
        <w:rPr>
          <w:u w:val="single"/>
        </w:rPr>
        <w:t>has to decide on his/her own</w:t>
      </w:r>
      <w:r>
        <w:t xml:space="preserve"> when to use VALID WITH WARNINGS status instead of INVALID: there may be different interpretations of the severity of validation errors in different information systems then the final decision when to use this status has to be made by the library’s user according to the requirements of the specific information system.</w:t>
      </w:r>
    </w:p>
    <w:p w14:paraId="123FCF19" w14:textId="6BAB32A5" w:rsidR="003F37F6" w:rsidRPr="00BC2814" w:rsidRDefault="003F37F6" w:rsidP="003F37F6">
      <w:r w:rsidRPr="00BC2814">
        <w:t>It is recommended to use the validation status VALID WITH WARNINGS in case of the error situations that are included in the table</w:t>
      </w:r>
      <w:r>
        <w:t xml:space="preserve"> below </w:t>
      </w:r>
      <w:r w:rsidR="004B64C5">
        <w:t>–</w:t>
      </w:r>
      <w:r w:rsidRPr="00BC2814">
        <w:t xml:space="preserve"> </w:t>
      </w:r>
      <w:r>
        <w:t>t</w:t>
      </w:r>
      <w:r w:rsidRPr="00BC2814">
        <w:t>he</w:t>
      </w:r>
      <w:r>
        <w:t>se</w:t>
      </w:r>
      <w:r w:rsidRPr="00BC2814">
        <w:t xml:space="preserve"> error situations are regarded as VALID WITH WARNINGS in DigiDoc applications and software libraries, including: </w:t>
      </w:r>
    </w:p>
    <w:p w14:paraId="34F8AFF9" w14:textId="77777777" w:rsidR="003F37F6" w:rsidRPr="00BC2814" w:rsidRDefault="003F37F6" w:rsidP="00AC5E92">
      <w:pPr>
        <w:pStyle w:val="ListParagraph"/>
        <w:numPr>
          <w:ilvl w:val="0"/>
          <w:numId w:val="51"/>
        </w:numPr>
        <w:spacing w:after="160" w:line="259" w:lineRule="auto"/>
        <w:contextualSpacing/>
        <w:jc w:val="both"/>
      </w:pPr>
      <w:r w:rsidRPr="00BC2814">
        <w:t xml:space="preserve">DigiDoc3 Client desktop application, </w:t>
      </w:r>
    </w:p>
    <w:p w14:paraId="4383BEA5" w14:textId="1C5C45AC" w:rsidR="003F37F6" w:rsidRPr="00BC2814" w:rsidRDefault="003F37F6" w:rsidP="00AC5E92">
      <w:pPr>
        <w:pStyle w:val="ListParagraph"/>
        <w:numPr>
          <w:ilvl w:val="0"/>
          <w:numId w:val="51"/>
        </w:numPr>
        <w:spacing w:after="160" w:line="259" w:lineRule="auto"/>
        <w:contextualSpacing/>
        <w:jc w:val="both"/>
      </w:pPr>
      <w:r w:rsidRPr="00BC2814">
        <w:t>J</w:t>
      </w:r>
      <w:r w:rsidR="004B64C5" w:rsidRPr="00BC2814">
        <w:t>d</w:t>
      </w:r>
      <w:r w:rsidRPr="00BC2814">
        <w:t>igiDoc, Libdigidocpp and C</w:t>
      </w:r>
      <w:r w:rsidR="004B64C5" w:rsidRPr="00BC2814">
        <w:t>d</w:t>
      </w:r>
      <w:r w:rsidRPr="00BC2814">
        <w:t xml:space="preserve">igiDoc software libraries’ utility programs. </w:t>
      </w:r>
    </w:p>
    <w:p w14:paraId="30359BF4" w14:textId="77777777" w:rsidR="003F37F6" w:rsidRPr="00BC2814" w:rsidRDefault="003F37F6" w:rsidP="003F37F6">
      <w:pPr>
        <w:pStyle w:val="Caption"/>
        <w:keepNext/>
      </w:pPr>
      <w:r w:rsidRPr="00BC2814">
        <w:lastRenderedPageBreak/>
        <w:t xml:space="preserve">Table </w:t>
      </w:r>
      <w:r w:rsidR="00326BF5">
        <w:fldChar w:fldCharType="begin"/>
      </w:r>
      <w:r w:rsidR="00326BF5">
        <w:instrText xml:space="preserve"> SEQ Table \* ARABIC </w:instrText>
      </w:r>
      <w:r w:rsidR="00326BF5">
        <w:fldChar w:fldCharType="separate"/>
      </w:r>
      <w:r w:rsidR="00E0723E">
        <w:rPr>
          <w:noProof/>
        </w:rPr>
        <w:t>1</w:t>
      </w:r>
      <w:r w:rsidR="00326BF5">
        <w:rPr>
          <w:noProof/>
        </w:rPr>
        <w:fldChar w:fldCharType="end"/>
      </w:r>
      <w:r w:rsidRPr="00BC2814">
        <w:t xml:space="preserve">. </w:t>
      </w:r>
      <w:r>
        <w:t>Validation e</w:t>
      </w:r>
      <w:r w:rsidRPr="00BC2814">
        <w:t>rror codes recommended to be handled as VALID WITH WARNINGS</w:t>
      </w:r>
    </w:p>
    <w:tbl>
      <w:tblPr>
        <w:tblStyle w:val="Param"/>
        <w:tblW w:w="4829" w:type="pct"/>
        <w:tblInd w:w="0" w:type="dxa"/>
        <w:tblLayout w:type="fixed"/>
        <w:tblCellMar>
          <w:left w:w="6" w:type="dxa"/>
        </w:tblCellMar>
        <w:tblLook w:val="04A0" w:firstRow="1" w:lastRow="0" w:firstColumn="1" w:lastColumn="0" w:noHBand="0" w:noVBand="1"/>
      </w:tblPr>
      <w:tblGrid>
        <w:gridCol w:w="1276"/>
        <w:gridCol w:w="1701"/>
        <w:gridCol w:w="992"/>
        <w:gridCol w:w="3970"/>
      </w:tblGrid>
      <w:tr w:rsidR="003F37F6" w:rsidRPr="00BC2814" w14:paraId="5D6FC772" w14:textId="77777777" w:rsidTr="00A05B1F">
        <w:trPr>
          <w:cnfStyle w:val="100000000000" w:firstRow="1" w:lastRow="0" w:firstColumn="0" w:lastColumn="0" w:oddVBand="0" w:evenVBand="0" w:oddHBand="0" w:evenHBand="0" w:firstRowFirstColumn="0" w:firstRowLastColumn="0" w:lastRowFirstColumn="0" w:lastRowLastColumn="0"/>
          <w:cantSplit/>
          <w:trHeight w:val="300"/>
          <w:tblHeader/>
        </w:trPr>
        <w:tc>
          <w:tcPr>
            <w:tcW w:w="804" w:type="pct"/>
            <w:vAlign w:val="center"/>
          </w:tcPr>
          <w:p w14:paraId="13ACBB95" w14:textId="77777777" w:rsidR="003F37F6" w:rsidRPr="00BC2814" w:rsidRDefault="003F37F6" w:rsidP="0065343F">
            <w:pPr>
              <w:jc w:val="center"/>
              <w:rPr>
                <w:b/>
                <w:szCs w:val="18"/>
              </w:rPr>
            </w:pPr>
            <w:r>
              <w:rPr>
                <w:b/>
                <w:szCs w:val="18"/>
              </w:rPr>
              <w:t>Status</w:t>
            </w:r>
          </w:p>
        </w:tc>
        <w:tc>
          <w:tcPr>
            <w:tcW w:w="1071" w:type="pct"/>
            <w:vAlign w:val="center"/>
          </w:tcPr>
          <w:p w14:paraId="64A4F1BB" w14:textId="77777777" w:rsidR="003F37F6" w:rsidRPr="00BC2814" w:rsidRDefault="003F37F6" w:rsidP="0065343F">
            <w:pPr>
              <w:jc w:val="center"/>
              <w:rPr>
                <w:b/>
                <w:szCs w:val="18"/>
              </w:rPr>
            </w:pPr>
            <w:r w:rsidRPr="00BC2814">
              <w:rPr>
                <w:b/>
                <w:szCs w:val="18"/>
              </w:rPr>
              <w:t>Error code</w:t>
            </w:r>
          </w:p>
        </w:tc>
        <w:tc>
          <w:tcPr>
            <w:tcW w:w="625" w:type="pct"/>
            <w:vAlign w:val="center"/>
          </w:tcPr>
          <w:p w14:paraId="26DA9263" w14:textId="77777777" w:rsidR="003F37F6" w:rsidRPr="00BC2814" w:rsidRDefault="003F37F6" w:rsidP="0065343F">
            <w:pPr>
              <w:jc w:val="center"/>
              <w:rPr>
                <w:b/>
                <w:szCs w:val="18"/>
              </w:rPr>
            </w:pPr>
            <w:r w:rsidRPr="00BC2814">
              <w:rPr>
                <w:b/>
                <w:szCs w:val="18"/>
              </w:rPr>
              <w:t>Related DigiDoc file format</w:t>
            </w:r>
          </w:p>
        </w:tc>
        <w:tc>
          <w:tcPr>
            <w:tcW w:w="2500" w:type="pct"/>
            <w:noWrap/>
            <w:vAlign w:val="center"/>
          </w:tcPr>
          <w:p w14:paraId="2A2EB8AE" w14:textId="77777777" w:rsidR="003F37F6" w:rsidRPr="00BC2814" w:rsidRDefault="003F37F6" w:rsidP="0065343F">
            <w:pPr>
              <w:jc w:val="center"/>
              <w:rPr>
                <w:b/>
                <w:szCs w:val="18"/>
              </w:rPr>
            </w:pPr>
            <w:r>
              <w:rPr>
                <w:b/>
                <w:szCs w:val="18"/>
              </w:rPr>
              <w:t>Description</w:t>
            </w:r>
          </w:p>
        </w:tc>
      </w:tr>
      <w:tr w:rsidR="00A05B1F" w:rsidRPr="00BC2814" w14:paraId="7F5FF802" w14:textId="77777777" w:rsidTr="00C12D36">
        <w:trPr>
          <w:cantSplit/>
          <w:trHeight w:val="300"/>
        </w:trPr>
        <w:tc>
          <w:tcPr>
            <w:tcW w:w="804" w:type="pct"/>
            <w:vMerge w:val="restart"/>
          </w:tcPr>
          <w:p w14:paraId="24435142" w14:textId="77777777" w:rsidR="00A05B1F" w:rsidRPr="00BC2814" w:rsidRDefault="00A05B1F" w:rsidP="0065343F">
            <w:pPr>
              <w:jc w:val="center"/>
              <w:rPr>
                <w:b/>
                <w:color w:val="000000" w:themeColor="text1"/>
                <w:szCs w:val="18"/>
              </w:rPr>
            </w:pPr>
            <w:r w:rsidRPr="005E05FF">
              <w:rPr>
                <w:b/>
                <w:szCs w:val="18"/>
              </w:rPr>
              <w:t>VALID WITH WARNINGS</w:t>
            </w:r>
          </w:p>
        </w:tc>
        <w:tc>
          <w:tcPr>
            <w:tcW w:w="1071" w:type="pct"/>
            <w:vAlign w:val="center"/>
          </w:tcPr>
          <w:p w14:paraId="45911995" w14:textId="55849728" w:rsidR="00A05B1F" w:rsidRPr="00BC2814" w:rsidRDefault="00A05B1F" w:rsidP="0065343F">
            <w:pPr>
              <w:jc w:val="left"/>
              <w:rPr>
                <w:color w:val="000000" w:themeColor="text1"/>
                <w:szCs w:val="18"/>
              </w:rPr>
            </w:pPr>
            <w:r w:rsidRPr="00BC2814">
              <w:rPr>
                <w:b/>
                <w:color w:val="000000" w:themeColor="text1"/>
                <w:szCs w:val="18"/>
              </w:rPr>
              <w:t>169</w:t>
            </w:r>
            <w:r>
              <w:rPr>
                <w:b/>
                <w:color w:val="000000" w:themeColor="text1"/>
                <w:szCs w:val="18"/>
              </w:rPr>
              <w:t xml:space="preserve"> </w:t>
            </w:r>
            <w:r w:rsidRPr="00BC2814">
              <w:rPr>
                <w:color w:val="000000" w:themeColor="text1"/>
                <w:szCs w:val="18"/>
              </w:rPr>
              <w:t>ERR_DF_WRONG_DIG</w:t>
            </w:r>
          </w:p>
        </w:tc>
        <w:tc>
          <w:tcPr>
            <w:tcW w:w="625" w:type="pct"/>
            <w:vAlign w:val="center"/>
          </w:tcPr>
          <w:p w14:paraId="6C3F5FCB" w14:textId="77777777" w:rsidR="00A05B1F" w:rsidRPr="00BC2814" w:rsidRDefault="00A05B1F" w:rsidP="0065343F">
            <w:pPr>
              <w:ind w:left="101"/>
              <w:jc w:val="left"/>
              <w:rPr>
                <w:color w:val="000000" w:themeColor="text1"/>
                <w:szCs w:val="18"/>
              </w:rPr>
            </w:pPr>
            <w:r w:rsidRPr="00BC2814">
              <w:rPr>
                <w:color w:val="000000" w:themeColor="text1"/>
                <w:szCs w:val="18"/>
              </w:rPr>
              <w:t>DDOC 1.0</w:t>
            </w:r>
          </w:p>
          <w:p w14:paraId="564ADD90" w14:textId="77777777" w:rsidR="00A05B1F" w:rsidRPr="00BC2814" w:rsidRDefault="00A05B1F" w:rsidP="0065343F">
            <w:pPr>
              <w:ind w:left="101"/>
              <w:jc w:val="left"/>
              <w:rPr>
                <w:color w:val="000000" w:themeColor="text1"/>
                <w:szCs w:val="18"/>
              </w:rPr>
            </w:pPr>
            <w:r w:rsidRPr="00BC2814">
              <w:rPr>
                <w:color w:val="000000" w:themeColor="text1"/>
                <w:szCs w:val="18"/>
              </w:rPr>
              <w:t>DDOC 1.1</w:t>
            </w:r>
          </w:p>
          <w:p w14:paraId="1122D008" w14:textId="77777777" w:rsidR="00A05B1F" w:rsidRPr="00BC2814" w:rsidRDefault="00A05B1F" w:rsidP="0065343F">
            <w:pPr>
              <w:ind w:left="101"/>
              <w:jc w:val="left"/>
              <w:rPr>
                <w:color w:val="000000" w:themeColor="text1"/>
                <w:szCs w:val="18"/>
              </w:rPr>
            </w:pPr>
            <w:r w:rsidRPr="00BC2814">
              <w:rPr>
                <w:color w:val="000000" w:themeColor="text1"/>
                <w:szCs w:val="18"/>
              </w:rPr>
              <w:t>DDOC 1.2</w:t>
            </w:r>
          </w:p>
          <w:p w14:paraId="6A8F4357" w14:textId="7F9379E6" w:rsidR="00A05B1F" w:rsidRPr="00BC2814" w:rsidRDefault="00A05B1F" w:rsidP="0065343F">
            <w:pPr>
              <w:ind w:left="101"/>
              <w:jc w:val="left"/>
              <w:rPr>
                <w:color w:val="000000" w:themeColor="text1"/>
                <w:szCs w:val="18"/>
              </w:rPr>
            </w:pPr>
            <w:r w:rsidRPr="00BC2814">
              <w:rPr>
                <w:color w:val="000000" w:themeColor="text1"/>
                <w:szCs w:val="18"/>
              </w:rPr>
              <w:t>DDOC 1.3</w:t>
            </w:r>
          </w:p>
        </w:tc>
        <w:tc>
          <w:tcPr>
            <w:tcW w:w="2500" w:type="pct"/>
            <w:noWrap/>
          </w:tcPr>
          <w:p w14:paraId="20222A34" w14:textId="77777777" w:rsidR="00A05B1F" w:rsidRPr="00BC2814" w:rsidRDefault="00A05B1F" w:rsidP="0065343F">
            <w:pPr>
              <w:ind w:left="101"/>
              <w:jc w:val="left"/>
              <w:rPr>
                <w:color w:val="000000" w:themeColor="text1"/>
                <w:szCs w:val="18"/>
              </w:rPr>
            </w:pPr>
            <w:r w:rsidRPr="00BC2814">
              <w:rPr>
                <w:color w:val="000000" w:themeColor="text1"/>
                <w:szCs w:val="18"/>
              </w:rPr>
              <w:t>&lt;DataFile&gt; element’s xmlns attribute is missing.</w:t>
            </w:r>
          </w:p>
          <w:p w14:paraId="59B9CADB" w14:textId="77777777" w:rsidR="00A05B1F" w:rsidRDefault="00A05B1F" w:rsidP="0065343F">
            <w:pPr>
              <w:ind w:left="101"/>
              <w:jc w:val="left"/>
              <w:rPr>
                <w:color w:val="000000" w:themeColor="text1"/>
                <w:szCs w:val="18"/>
              </w:rPr>
            </w:pPr>
            <w:r w:rsidRPr="005E05FF">
              <w:rPr>
                <w:b/>
                <w:color w:val="000000" w:themeColor="text1"/>
                <w:szCs w:val="18"/>
              </w:rPr>
              <w:t>Suggested warning message</w:t>
            </w:r>
            <w:r w:rsidRPr="005E05FF">
              <w:rPr>
                <w:color w:val="000000" w:themeColor="text1"/>
                <w:szCs w:val="18"/>
              </w:rPr>
              <w:t xml:space="preserve"> (also displayed in DigiDoc3 Client):</w:t>
            </w:r>
            <w:r>
              <w:rPr>
                <w:color w:val="000000" w:themeColor="text1"/>
                <w:szCs w:val="18"/>
              </w:rPr>
              <w:t xml:space="preserve"> </w:t>
            </w:r>
            <w:r w:rsidRPr="00BC2814">
              <w:rPr>
                <w:color w:val="000000" w:themeColor="text1"/>
                <w:szCs w:val="18"/>
              </w:rPr>
              <w:t>“This DigiDoc documents has not been created according to specification, but the digital signatures is legally valid. You are not allowed to add or remove signatures to this container.”</w:t>
            </w:r>
          </w:p>
          <w:p w14:paraId="47A815B7" w14:textId="77777777" w:rsidR="00A05B1F" w:rsidRDefault="00A05B1F" w:rsidP="0065343F">
            <w:pPr>
              <w:ind w:left="101"/>
              <w:jc w:val="left"/>
              <w:rPr>
                <w:rStyle w:val="Hyperlink"/>
              </w:rPr>
            </w:pPr>
            <w:r w:rsidRPr="005E05FF">
              <w:rPr>
                <w:b/>
                <w:color w:val="000000" w:themeColor="text1"/>
                <w:szCs w:val="18"/>
              </w:rPr>
              <w:t>More info</w:t>
            </w:r>
            <w:r w:rsidRPr="00BC2814">
              <w:rPr>
                <w:color w:val="000000" w:themeColor="text1"/>
                <w:szCs w:val="18"/>
              </w:rPr>
              <w:t xml:space="preserve">: </w:t>
            </w:r>
            <w:hyperlink r:id="rId47" w:history="1">
              <w:r w:rsidRPr="00BC2814">
                <w:rPr>
                  <w:rStyle w:val="Hyperlink"/>
                </w:rPr>
                <w:t>http://www.id.ee/?id=36213</w:t>
              </w:r>
            </w:hyperlink>
          </w:p>
          <w:p w14:paraId="3A30DB75" w14:textId="435BF7D8" w:rsidR="00A05B1F" w:rsidRPr="00BC2814" w:rsidRDefault="00A05B1F" w:rsidP="004463D6">
            <w:pPr>
              <w:ind w:left="101"/>
              <w:jc w:val="left"/>
              <w:rPr>
                <w:color w:val="000000" w:themeColor="text1"/>
                <w:szCs w:val="18"/>
              </w:rPr>
            </w:pPr>
            <w:r w:rsidRPr="005E530C">
              <w:rPr>
                <w:b/>
                <w:color w:val="000000" w:themeColor="text1"/>
                <w:szCs w:val="18"/>
              </w:rPr>
              <w:t>Sample file</w:t>
            </w:r>
            <w:r w:rsidRPr="005E530C">
              <w:rPr>
                <w:color w:val="000000" w:themeColor="text1"/>
                <w:szCs w:val="18"/>
              </w:rPr>
              <w:t xml:space="preserve">: </w:t>
            </w:r>
            <w:r w:rsidR="004463D6">
              <w:rPr>
                <w:color w:val="000000" w:themeColor="text1"/>
                <w:szCs w:val="18"/>
              </w:rPr>
              <w:t>datafile_xmlns_missing</w:t>
            </w:r>
            <w:r w:rsidRPr="005E530C">
              <w:rPr>
                <w:color w:val="000000" w:themeColor="text1"/>
                <w:szCs w:val="18"/>
              </w:rPr>
              <w:t>.ddoc</w:t>
            </w:r>
          </w:p>
        </w:tc>
      </w:tr>
      <w:tr w:rsidR="00A05B1F" w:rsidRPr="00BC2814" w14:paraId="2BE1B9B9" w14:textId="77777777" w:rsidTr="00C12D36">
        <w:trPr>
          <w:cantSplit/>
          <w:trHeight w:val="300"/>
        </w:trPr>
        <w:tc>
          <w:tcPr>
            <w:tcW w:w="804" w:type="pct"/>
            <w:vMerge/>
          </w:tcPr>
          <w:p w14:paraId="1FBA6322" w14:textId="77777777" w:rsidR="00A05B1F" w:rsidRPr="00BC2814" w:rsidRDefault="00A05B1F" w:rsidP="0065343F">
            <w:pPr>
              <w:jc w:val="left"/>
              <w:rPr>
                <w:b/>
                <w:color w:val="000000" w:themeColor="text1"/>
                <w:szCs w:val="18"/>
              </w:rPr>
            </w:pPr>
          </w:p>
        </w:tc>
        <w:tc>
          <w:tcPr>
            <w:tcW w:w="1071" w:type="pct"/>
            <w:vAlign w:val="center"/>
          </w:tcPr>
          <w:p w14:paraId="4C79D350" w14:textId="21DEBBFD" w:rsidR="00A05B1F" w:rsidRPr="00BC2814" w:rsidRDefault="00A05B1F" w:rsidP="0065343F">
            <w:pPr>
              <w:jc w:val="left"/>
              <w:rPr>
                <w:color w:val="000000" w:themeColor="text1"/>
                <w:szCs w:val="18"/>
              </w:rPr>
            </w:pPr>
            <w:r w:rsidRPr="00BC2814">
              <w:rPr>
                <w:b/>
                <w:color w:val="000000" w:themeColor="text1"/>
                <w:szCs w:val="18"/>
              </w:rPr>
              <w:t>170</w:t>
            </w:r>
            <w:r>
              <w:rPr>
                <w:b/>
                <w:color w:val="000000" w:themeColor="text1"/>
                <w:szCs w:val="18"/>
              </w:rPr>
              <w:t xml:space="preserve"> </w:t>
            </w:r>
            <w:r w:rsidRPr="00BC2814">
              <w:rPr>
                <w:color w:val="000000" w:themeColor="text1"/>
                <w:szCs w:val="18"/>
              </w:rPr>
              <w:t>ERR_ISSUER_XMLNS</w:t>
            </w:r>
          </w:p>
        </w:tc>
        <w:tc>
          <w:tcPr>
            <w:tcW w:w="625" w:type="pct"/>
            <w:vAlign w:val="center"/>
          </w:tcPr>
          <w:p w14:paraId="4062F23E" w14:textId="77777777" w:rsidR="00A05B1F" w:rsidRPr="00BC2814" w:rsidRDefault="00A05B1F" w:rsidP="0065343F">
            <w:pPr>
              <w:ind w:left="101"/>
              <w:jc w:val="left"/>
              <w:rPr>
                <w:color w:val="000000" w:themeColor="text1"/>
                <w:szCs w:val="18"/>
              </w:rPr>
            </w:pPr>
            <w:r w:rsidRPr="00BC2814">
              <w:rPr>
                <w:color w:val="000000" w:themeColor="text1"/>
                <w:szCs w:val="18"/>
              </w:rPr>
              <w:t>DDOC 1.1</w:t>
            </w:r>
          </w:p>
          <w:p w14:paraId="2EF40B71" w14:textId="77777777" w:rsidR="00A05B1F" w:rsidRPr="00BC2814" w:rsidRDefault="00A05B1F" w:rsidP="0065343F">
            <w:pPr>
              <w:ind w:left="101"/>
              <w:jc w:val="left"/>
              <w:rPr>
                <w:color w:val="000000" w:themeColor="text1"/>
                <w:szCs w:val="18"/>
              </w:rPr>
            </w:pPr>
            <w:r w:rsidRPr="00BC2814">
              <w:rPr>
                <w:color w:val="000000" w:themeColor="text1"/>
                <w:szCs w:val="18"/>
              </w:rPr>
              <w:t>DDOC 1.2</w:t>
            </w:r>
          </w:p>
          <w:p w14:paraId="63DB9ED3" w14:textId="6367BC80" w:rsidR="00A05B1F" w:rsidRPr="00BC2814" w:rsidRDefault="00A05B1F" w:rsidP="0065343F">
            <w:pPr>
              <w:ind w:left="101"/>
              <w:jc w:val="left"/>
              <w:rPr>
                <w:color w:val="000000" w:themeColor="text1"/>
                <w:szCs w:val="18"/>
              </w:rPr>
            </w:pPr>
            <w:r w:rsidRPr="00BC2814">
              <w:rPr>
                <w:color w:val="000000" w:themeColor="text1"/>
                <w:szCs w:val="18"/>
              </w:rPr>
              <w:t>DDOC 1.3</w:t>
            </w:r>
          </w:p>
        </w:tc>
        <w:tc>
          <w:tcPr>
            <w:tcW w:w="2500" w:type="pct"/>
            <w:noWrap/>
          </w:tcPr>
          <w:p w14:paraId="09D7BA4B" w14:textId="77777777" w:rsidR="00A05B1F" w:rsidRPr="00BC2814" w:rsidRDefault="00A05B1F" w:rsidP="0065343F">
            <w:pPr>
              <w:ind w:left="101"/>
              <w:jc w:val="left"/>
              <w:rPr>
                <w:color w:val="000000" w:themeColor="text1"/>
                <w:szCs w:val="18"/>
              </w:rPr>
            </w:pPr>
            <w:r w:rsidRPr="00BC2814">
              <w:rPr>
                <w:color w:val="000000" w:themeColor="text1"/>
                <w:szCs w:val="18"/>
              </w:rPr>
              <w:t xml:space="preserve">&lt;IssuerSerial&gt;&lt;X509IssuerName&gt; </w:t>
            </w:r>
            <w:r>
              <w:rPr>
                <w:color w:val="000000" w:themeColor="text1"/>
                <w:szCs w:val="18"/>
              </w:rPr>
              <w:t>and/or &lt;IssuerSerial&gt;&lt;X509SerialNumber</w:t>
            </w:r>
            <w:r w:rsidRPr="00BC2814">
              <w:rPr>
                <w:color w:val="000000" w:themeColor="text1"/>
                <w:szCs w:val="18"/>
              </w:rPr>
              <w:t>&gt;</w:t>
            </w:r>
            <w:r>
              <w:rPr>
                <w:color w:val="000000" w:themeColor="text1"/>
                <w:szCs w:val="18"/>
              </w:rPr>
              <w:t xml:space="preserve"> </w:t>
            </w:r>
            <w:r w:rsidRPr="00BC2814">
              <w:rPr>
                <w:color w:val="000000" w:themeColor="text1"/>
                <w:szCs w:val="18"/>
              </w:rPr>
              <w:t>element’s xmlns attribute is missing.</w:t>
            </w:r>
          </w:p>
          <w:p w14:paraId="341284F9" w14:textId="77777777" w:rsidR="00A05B1F" w:rsidRDefault="00A05B1F" w:rsidP="0065343F">
            <w:pPr>
              <w:ind w:left="101"/>
              <w:jc w:val="left"/>
              <w:rPr>
                <w:color w:val="000000" w:themeColor="text1"/>
                <w:szCs w:val="18"/>
              </w:rPr>
            </w:pPr>
            <w:r w:rsidRPr="005E05FF">
              <w:rPr>
                <w:b/>
                <w:color w:val="000000" w:themeColor="text1"/>
                <w:szCs w:val="18"/>
              </w:rPr>
              <w:t>Suggested warning message</w:t>
            </w:r>
            <w:r w:rsidRPr="005E05FF">
              <w:rPr>
                <w:color w:val="000000" w:themeColor="text1"/>
                <w:szCs w:val="18"/>
              </w:rPr>
              <w:t xml:space="preserve"> (also displayed in DigiDoc3 Client):</w:t>
            </w:r>
            <w:r>
              <w:rPr>
                <w:color w:val="000000" w:themeColor="text1"/>
                <w:szCs w:val="18"/>
              </w:rPr>
              <w:t xml:space="preserve"> </w:t>
            </w:r>
            <w:r w:rsidRPr="00BC2814">
              <w:rPr>
                <w:color w:val="000000" w:themeColor="text1"/>
                <w:szCs w:val="18"/>
              </w:rPr>
              <w:t xml:space="preserve">“This DigiDoc documents has not been created according to specification, but the digital signatures is legally valid. You are not allowed to add or remove signatures to this container.” </w:t>
            </w:r>
          </w:p>
          <w:p w14:paraId="45840100" w14:textId="77777777" w:rsidR="00A05B1F" w:rsidRPr="00BC2814" w:rsidRDefault="00A05B1F" w:rsidP="0065343F">
            <w:pPr>
              <w:ind w:left="101"/>
              <w:jc w:val="left"/>
              <w:rPr>
                <w:color w:val="000000" w:themeColor="text1"/>
                <w:szCs w:val="18"/>
              </w:rPr>
            </w:pPr>
            <w:r w:rsidRPr="005E05FF">
              <w:rPr>
                <w:b/>
                <w:color w:val="000000" w:themeColor="text1"/>
                <w:szCs w:val="18"/>
              </w:rPr>
              <w:t>More info</w:t>
            </w:r>
            <w:r w:rsidRPr="00BC2814">
              <w:rPr>
                <w:color w:val="000000" w:themeColor="text1"/>
                <w:szCs w:val="18"/>
              </w:rPr>
              <w:t xml:space="preserve">: </w:t>
            </w:r>
            <w:hyperlink r:id="rId48" w:history="1">
              <w:r w:rsidRPr="00BC2814">
                <w:rPr>
                  <w:rStyle w:val="Hyperlink"/>
                </w:rPr>
                <w:t>http://www.id.ee/?id=36213</w:t>
              </w:r>
            </w:hyperlink>
          </w:p>
          <w:p w14:paraId="62F6A9EC" w14:textId="3A4004C4" w:rsidR="00A05B1F" w:rsidRPr="005A3F1C" w:rsidRDefault="00A05B1F" w:rsidP="004463D6">
            <w:pPr>
              <w:ind w:left="101"/>
              <w:jc w:val="left"/>
              <w:rPr>
                <w:color w:val="000000" w:themeColor="text1"/>
                <w:szCs w:val="18"/>
              </w:rPr>
            </w:pPr>
            <w:r w:rsidRPr="005E530C">
              <w:rPr>
                <w:b/>
                <w:color w:val="000000" w:themeColor="text1"/>
                <w:szCs w:val="18"/>
              </w:rPr>
              <w:t>Sample file</w:t>
            </w:r>
            <w:r w:rsidRPr="005E530C">
              <w:rPr>
                <w:color w:val="000000" w:themeColor="text1"/>
                <w:szCs w:val="18"/>
              </w:rPr>
              <w:t xml:space="preserve">: </w:t>
            </w:r>
            <w:r w:rsidR="004463D6">
              <w:rPr>
                <w:color w:val="000000" w:themeColor="text1"/>
                <w:szCs w:val="18"/>
              </w:rPr>
              <w:t>issuerserial_xmlns_missing</w:t>
            </w:r>
            <w:r w:rsidRPr="005E530C">
              <w:rPr>
                <w:color w:val="000000" w:themeColor="text1"/>
                <w:szCs w:val="18"/>
              </w:rPr>
              <w:t>.ddoc</w:t>
            </w:r>
          </w:p>
        </w:tc>
      </w:tr>
      <w:tr w:rsidR="00A05B1F" w:rsidRPr="00BC2814" w14:paraId="2B0D32D5" w14:textId="77777777" w:rsidTr="00A05B1F">
        <w:trPr>
          <w:cantSplit/>
          <w:trHeight w:val="3275"/>
        </w:trPr>
        <w:tc>
          <w:tcPr>
            <w:tcW w:w="804" w:type="pct"/>
            <w:vMerge/>
          </w:tcPr>
          <w:p w14:paraId="0D9EB2C5" w14:textId="77777777" w:rsidR="00A05B1F" w:rsidRPr="00BC2814" w:rsidRDefault="00A05B1F" w:rsidP="0065343F">
            <w:pPr>
              <w:jc w:val="left"/>
              <w:rPr>
                <w:b/>
                <w:color w:val="000000" w:themeColor="text1"/>
                <w:szCs w:val="18"/>
              </w:rPr>
            </w:pPr>
          </w:p>
        </w:tc>
        <w:tc>
          <w:tcPr>
            <w:tcW w:w="1071" w:type="pct"/>
            <w:vAlign w:val="center"/>
          </w:tcPr>
          <w:p w14:paraId="1C3CEAC3" w14:textId="34AFA57D" w:rsidR="00A05B1F" w:rsidRPr="00BC2814" w:rsidRDefault="00A05B1F" w:rsidP="0065343F">
            <w:pPr>
              <w:jc w:val="left"/>
              <w:rPr>
                <w:color w:val="000000" w:themeColor="text1"/>
                <w:szCs w:val="18"/>
              </w:rPr>
            </w:pPr>
            <w:r w:rsidRPr="00BC2814">
              <w:rPr>
                <w:b/>
                <w:color w:val="000000" w:themeColor="text1"/>
                <w:szCs w:val="18"/>
              </w:rPr>
              <w:t>171</w:t>
            </w:r>
            <w:r>
              <w:rPr>
                <w:b/>
                <w:color w:val="000000" w:themeColor="text1"/>
                <w:szCs w:val="18"/>
              </w:rPr>
              <w:t xml:space="preserve"> </w:t>
            </w:r>
            <w:r w:rsidRPr="00BC2814">
              <w:rPr>
                <w:color w:val="000000" w:themeColor="text1"/>
                <w:szCs w:val="18"/>
              </w:rPr>
              <w:t>ERR_OLD_VERSION</w:t>
            </w:r>
          </w:p>
        </w:tc>
        <w:tc>
          <w:tcPr>
            <w:tcW w:w="625" w:type="pct"/>
            <w:vAlign w:val="center"/>
          </w:tcPr>
          <w:p w14:paraId="25BAE1C2" w14:textId="77777777" w:rsidR="00A05B1F" w:rsidRPr="00BC2814" w:rsidRDefault="00A05B1F" w:rsidP="0065343F">
            <w:pPr>
              <w:ind w:left="101"/>
              <w:jc w:val="left"/>
              <w:rPr>
                <w:color w:val="000000" w:themeColor="text1"/>
                <w:szCs w:val="18"/>
              </w:rPr>
            </w:pPr>
            <w:r w:rsidRPr="00BC2814">
              <w:rPr>
                <w:color w:val="000000" w:themeColor="text1"/>
                <w:szCs w:val="18"/>
              </w:rPr>
              <w:t>DDOC 1.0</w:t>
            </w:r>
          </w:p>
          <w:p w14:paraId="0D738F65" w14:textId="77777777" w:rsidR="00A05B1F" w:rsidRPr="00BC2814" w:rsidRDefault="00A05B1F" w:rsidP="0065343F">
            <w:pPr>
              <w:ind w:left="101"/>
              <w:jc w:val="left"/>
              <w:rPr>
                <w:color w:val="000000" w:themeColor="text1"/>
                <w:szCs w:val="18"/>
              </w:rPr>
            </w:pPr>
            <w:r w:rsidRPr="00BC2814">
              <w:rPr>
                <w:color w:val="000000" w:themeColor="text1"/>
                <w:szCs w:val="18"/>
              </w:rPr>
              <w:t>DDOC 1.1</w:t>
            </w:r>
          </w:p>
          <w:p w14:paraId="2550C6D9" w14:textId="77777777" w:rsidR="00A05B1F" w:rsidRDefault="00A05B1F" w:rsidP="0065343F">
            <w:pPr>
              <w:ind w:left="101"/>
              <w:jc w:val="left"/>
              <w:rPr>
                <w:color w:val="000000" w:themeColor="text1"/>
                <w:szCs w:val="18"/>
              </w:rPr>
            </w:pPr>
            <w:r w:rsidRPr="00BC2814">
              <w:rPr>
                <w:color w:val="000000" w:themeColor="text1"/>
                <w:szCs w:val="18"/>
              </w:rPr>
              <w:t>DDOC 1.2</w:t>
            </w:r>
          </w:p>
          <w:p w14:paraId="6E8387B3" w14:textId="6AF074BA" w:rsidR="00A05B1F" w:rsidRPr="00BC2814" w:rsidRDefault="00A05B1F" w:rsidP="00A05B1F">
            <w:pPr>
              <w:ind w:left="101"/>
              <w:jc w:val="left"/>
              <w:rPr>
                <w:color w:val="000000" w:themeColor="text1"/>
                <w:szCs w:val="18"/>
              </w:rPr>
            </w:pPr>
          </w:p>
        </w:tc>
        <w:tc>
          <w:tcPr>
            <w:tcW w:w="2500" w:type="pct"/>
            <w:noWrap/>
          </w:tcPr>
          <w:p w14:paraId="2ACF5753" w14:textId="77777777" w:rsidR="00A05B1F" w:rsidRPr="00BC2814" w:rsidRDefault="00A05B1F" w:rsidP="0065343F">
            <w:pPr>
              <w:ind w:left="101"/>
              <w:jc w:val="left"/>
              <w:rPr>
                <w:color w:val="000000" w:themeColor="text1"/>
                <w:szCs w:val="18"/>
              </w:rPr>
            </w:pPr>
            <w:r w:rsidRPr="00BC2814">
              <w:rPr>
                <w:color w:val="000000" w:themeColor="text1"/>
                <w:szCs w:val="18"/>
              </w:rPr>
              <w:t>DigiDoc file’s version is older than currently supported. Note that the error situation affects only the container and not the signatures, therefore, in DigiDoc libraries, it is returned and displayed only at container level.</w:t>
            </w:r>
          </w:p>
          <w:p w14:paraId="6F55CFC9" w14:textId="77777777" w:rsidR="00A05B1F" w:rsidRDefault="00A05B1F" w:rsidP="0065343F">
            <w:pPr>
              <w:ind w:left="101"/>
              <w:jc w:val="left"/>
              <w:rPr>
                <w:color w:val="000000" w:themeColor="text1"/>
                <w:szCs w:val="18"/>
              </w:rPr>
            </w:pPr>
            <w:r w:rsidRPr="005E05FF">
              <w:rPr>
                <w:b/>
                <w:color w:val="000000" w:themeColor="text1"/>
                <w:szCs w:val="18"/>
              </w:rPr>
              <w:t>Suggested warning message</w:t>
            </w:r>
            <w:r w:rsidRPr="005E05FF">
              <w:rPr>
                <w:color w:val="000000" w:themeColor="text1"/>
                <w:szCs w:val="18"/>
              </w:rPr>
              <w:t xml:space="preserve"> (also displayed in DigiDoc3 Client):</w:t>
            </w:r>
            <w:r>
              <w:rPr>
                <w:color w:val="000000" w:themeColor="text1"/>
                <w:szCs w:val="18"/>
              </w:rPr>
              <w:t xml:space="preserve"> </w:t>
            </w:r>
            <w:r w:rsidRPr="00BC2814">
              <w:rPr>
                <w:color w:val="000000" w:themeColor="text1"/>
                <w:szCs w:val="18"/>
              </w:rPr>
              <w:t xml:space="preserve">“The current file is a DigiDoc container that is not supported officially any longer. You are not allowed to add or remove signatures to this container”  </w:t>
            </w:r>
          </w:p>
          <w:p w14:paraId="4A113A8B" w14:textId="1C3A5AC7" w:rsidR="00A05B1F" w:rsidRDefault="00A05B1F" w:rsidP="0065343F">
            <w:pPr>
              <w:ind w:left="101"/>
              <w:jc w:val="left"/>
              <w:rPr>
                <w:color w:val="000000" w:themeColor="text1"/>
                <w:szCs w:val="18"/>
              </w:rPr>
            </w:pPr>
            <w:r w:rsidRPr="005E05FF">
              <w:rPr>
                <w:b/>
                <w:color w:val="000000" w:themeColor="text1"/>
                <w:szCs w:val="18"/>
              </w:rPr>
              <w:t>More info</w:t>
            </w:r>
            <w:r w:rsidRPr="00BC2814">
              <w:rPr>
                <w:color w:val="000000" w:themeColor="text1"/>
                <w:szCs w:val="18"/>
              </w:rPr>
              <w:t xml:space="preserve">: </w:t>
            </w:r>
            <w:hyperlink r:id="rId49" w:history="1">
              <w:r>
                <w:rPr>
                  <w:rStyle w:val="Hyperlink"/>
                </w:rPr>
                <w:t>http://www.id.ee/index.php?id=36161</w:t>
              </w:r>
            </w:hyperlink>
            <w:r>
              <w:rPr>
                <w:rStyle w:val="Hyperlink"/>
              </w:rPr>
              <w:t xml:space="preserve"> </w:t>
            </w:r>
            <w:r>
              <w:rPr>
                <w:color w:val="000000" w:themeColor="text1"/>
                <w:szCs w:val="18"/>
              </w:rPr>
              <w:t xml:space="preserve"> </w:t>
            </w:r>
          </w:p>
          <w:p w14:paraId="62607FA1" w14:textId="2E14B364" w:rsidR="00A05B1F" w:rsidRPr="00BC2814" w:rsidRDefault="00A05B1F" w:rsidP="004A3A9B">
            <w:pPr>
              <w:ind w:left="101"/>
              <w:jc w:val="left"/>
              <w:rPr>
                <w:color w:val="000000" w:themeColor="text1"/>
                <w:szCs w:val="18"/>
              </w:rPr>
            </w:pPr>
            <w:r w:rsidRPr="005E530C">
              <w:rPr>
                <w:b/>
                <w:color w:val="000000" w:themeColor="text1"/>
                <w:szCs w:val="18"/>
              </w:rPr>
              <w:t>Sample file</w:t>
            </w:r>
            <w:r w:rsidRPr="005E530C">
              <w:rPr>
                <w:color w:val="000000" w:themeColor="text1"/>
                <w:szCs w:val="18"/>
              </w:rPr>
              <w:t xml:space="preserve">: </w:t>
            </w:r>
            <w:r w:rsidR="004A3A9B">
              <w:t xml:space="preserve"> </w:t>
            </w:r>
            <w:r w:rsidR="004A3A9B" w:rsidRPr="004A3A9B">
              <w:rPr>
                <w:color w:val="000000" w:themeColor="text1"/>
                <w:szCs w:val="18"/>
              </w:rPr>
              <w:t>old_digidoc</w:t>
            </w:r>
            <w:r w:rsidR="004A3A9B">
              <w:rPr>
                <w:color w:val="000000" w:themeColor="text1"/>
                <w:szCs w:val="18"/>
              </w:rPr>
              <w:t>_format</w:t>
            </w:r>
            <w:r w:rsidR="004A3A9B" w:rsidRPr="004A3A9B">
              <w:rPr>
                <w:color w:val="000000" w:themeColor="text1"/>
                <w:szCs w:val="18"/>
              </w:rPr>
              <w:t xml:space="preserve">_1.0.ddoc </w:t>
            </w:r>
          </w:p>
        </w:tc>
      </w:tr>
    </w:tbl>
    <w:p w14:paraId="10F7F5C0" w14:textId="77777777" w:rsidR="003F37F6" w:rsidRDefault="003F37F6" w:rsidP="003F37F6">
      <w:pPr>
        <w:rPr>
          <w:b/>
        </w:rPr>
      </w:pPr>
    </w:p>
    <w:p w14:paraId="6E077895" w14:textId="7515E1C9" w:rsidR="003F37F6" w:rsidRDefault="003F37F6" w:rsidP="007E3A47">
      <w:pPr>
        <w:jc w:val="left"/>
      </w:pPr>
      <w:r w:rsidRPr="005E05FF">
        <w:t xml:space="preserve">Sample code for determining validation warnings can be found from </w:t>
      </w:r>
      <w:r w:rsidR="007E3A47">
        <w:t>cdigidoc.c</w:t>
      </w:r>
      <w:r w:rsidRPr="005E05FF">
        <w:t xml:space="preserve"> utili</w:t>
      </w:r>
      <w:r w:rsidR="007E3A47">
        <w:t>ty program</w:t>
      </w:r>
      <w:r w:rsidRPr="005E05FF">
        <w:t xml:space="preserve">. </w:t>
      </w:r>
      <w:r w:rsidR="007E3A47">
        <w:t>See command –verify (</w:t>
      </w:r>
      <w:r w:rsidR="007E3A47" w:rsidRPr="00697418">
        <w:t>cmdVerify(SignedDoc* pSigDoc)</w:t>
      </w:r>
      <w:r w:rsidR="007E3A47">
        <w:t>) and methods hasErrors(), isError(), isWarning().</w:t>
      </w:r>
    </w:p>
    <w:p w14:paraId="03E9996D" w14:textId="77777777" w:rsidR="005C5AB5" w:rsidRDefault="005C5AB5" w:rsidP="005C5AB5">
      <w:pPr>
        <w:pStyle w:val="Heading3"/>
      </w:pPr>
      <w:bookmarkStart w:id="76" w:name="_Toc374522289"/>
      <w:bookmarkStart w:id="77" w:name="_Toc410733921"/>
      <w:r>
        <w:t>Additional information about validation</w:t>
      </w:r>
      <w:bookmarkEnd w:id="76"/>
      <w:bookmarkEnd w:id="77"/>
    </w:p>
    <w:p w14:paraId="545F61A5" w14:textId="77777777" w:rsidR="005C5AB5" w:rsidRDefault="005C5AB5" w:rsidP="005C5AB5">
      <w:pPr>
        <w:pStyle w:val="Heading4"/>
      </w:pPr>
      <w:bookmarkStart w:id="78" w:name="_Toc410733922"/>
      <w:r>
        <w:t>Overview of validation activities</w:t>
      </w:r>
      <w:bookmarkEnd w:id="78"/>
    </w:p>
    <w:p w14:paraId="6A31C7F0" w14:textId="77777777" w:rsidR="005C5AB5" w:rsidRPr="00850A71" w:rsidRDefault="005C5AB5" w:rsidP="005C5AB5">
      <w:r w:rsidRPr="00850A71">
        <w:t xml:space="preserve">Overview of </w:t>
      </w:r>
      <w:r>
        <w:t>validation</w:t>
      </w:r>
      <w:r w:rsidRPr="00850A71">
        <w:t xml:space="preserve"> activities is as follows: </w:t>
      </w:r>
    </w:p>
    <w:p w14:paraId="12D02997" w14:textId="77777777" w:rsidR="005C5AB5" w:rsidRPr="00850A71" w:rsidRDefault="005C5AB5" w:rsidP="005C5AB5">
      <w:pPr>
        <w:pStyle w:val="ListParagraph"/>
        <w:numPr>
          <w:ilvl w:val="0"/>
          <w:numId w:val="61"/>
        </w:numPr>
      </w:pPr>
      <w:r w:rsidRPr="00850A71">
        <w:t xml:space="preserve">checking that all the data files and signature’s meta-data (signer’s role, etc.) are included in the signature by calculating the data objects’ digest values and comparing them with the &lt;Reference&gt; element values in the signature; </w:t>
      </w:r>
    </w:p>
    <w:p w14:paraId="56D852CE" w14:textId="77777777" w:rsidR="005C5AB5" w:rsidRPr="00850A71" w:rsidRDefault="005C5AB5" w:rsidP="005C5AB5">
      <w:pPr>
        <w:pStyle w:val="ListParagraph"/>
        <w:numPr>
          <w:ilvl w:val="0"/>
          <w:numId w:val="61"/>
        </w:numPr>
      </w:pPr>
      <w:r w:rsidRPr="00850A71">
        <w:lastRenderedPageBreak/>
        <w:t>checking that the claimed signer’s certificate is the actual certificate that was used for signing; checking that the “Non-repudiaton” value is set in the “Key Usage” extension of the signer’s certificate;</w:t>
      </w:r>
    </w:p>
    <w:p w14:paraId="43ED9794" w14:textId="77777777" w:rsidR="005C5AB5" w:rsidRPr="00850A71" w:rsidRDefault="005C5AB5" w:rsidP="005C5AB5">
      <w:pPr>
        <w:pStyle w:val="ListParagraph"/>
        <w:numPr>
          <w:ilvl w:val="0"/>
          <w:numId w:val="61"/>
        </w:numPr>
      </w:pPr>
      <w:r w:rsidRPr="00850A71">
        <w:t>checking that the signature value is correct by decrypting the value with the signer’s public key and comparing the result with digest calculated from &lt;SignedInfo&gt; element block;</w:t>
      </w:r>
    </w:p>
    <w:p w14:paraId="0CDCF471" w14:textId="77777777" w:rsidR="005C5AB5" w:rsidRPr="00850A71" w:rsidRDefault="005C5AB5" w:rsidP="005C5AB5">
      <w:pPr>
        <w:pStyle w:val="ListParagraph"/>
        <w:numPr>
          <w:ilvl w:val="0"/>
          <w:numId w:val="61"/>
        </w:numPr>
      </w:pPr>
      <w:r w:rsidRPr="00850A71">
        <w:t>checking that the OCSP response confirms the signer certificate’s validity and corresponds to the signature value (by comparing the digest value of &lt;SignatureValue&gt; element’s value and OCSP response’s nonce value);</w:t>
      </w:r>
    </w:p>
    <w:p w14:paraId="7BE46452" w14:textId="41E0F164" w:rsidR="005C5AB5" w:rsidRPr="005C5AB5" w:rsidRDefault="005C5AB5" w:rsidP="007E3A47">
      <w:pPr>
        <w:pStyle w:val="ListParagraph"/>
        <w:numPr>
          <w:ilvl w:val="0"/>
          <w:numId w:val="61"/>
        </w:numPr>
      </w:pPr>
      <w:r w:rsidRPr="00850A71">
        <w:t>checking that the signer’s and OCSP responder’s certificates are trusted (i.e. the certificates’ issuers are registered in trust store, i.e. the configuration file).</w:t>
      </w:r>
    </w:p>
    <w:p w14:paraId="73F66B08" w14:textId="77777777" w:rsidR="00BE2749" w:rsidRPr="00751DBB" w:rsidRDefault="00BE2749" w:rsidP="00D56B07">
      <w:pPr>
        <w:pStyle w:val="Heading2"/>
        <w:rPr>
          <w:lang w:val="en-GB"/>
        </w:rPr>
      </w:pPr>
      <w:bookmarkStart w:id="79" w:name="_Toc410733923"/>
      <w:r w:rsidRPr="00751DBB">
        <w:rPr>
          <w:lang w:val="en-GB"/>
        </w:rPr>
        <w:t>Encryption and decryption</w:t>
      </w:r>
      <w:bookmarkEnd w:id="79"/>
    </w:p>
    <w:p w14:paraId="4F75066B" w14:textId="0D7EE5CB" w:rsidR="00F856EB" w:rsidRPr="00751DBB" w:rsidRDefault="00BE2749" w:rsidP="00BE2749">
      <w:pPr>
        <w:rPr>
          <w:lang w:val="en-GB"/>
        </w:rPr>
      </w:pPr>
      <w:r w:rsidRPr="00751DBB">
        <w:rPr>
          <w:lang w:val="en-GB"/>
        </w:rPr>
        <w:t>In</w:t>
      </w:r>
      <w:r w:rsidR="00A97CB6" w:rsidRPr="00751DBB">
        <w:rPr>
          <w:lang w:val="en-GB"/>
        </w:rPr>
        <w:t xml:space="preserve"> addition to digital signing</w:t>
      </w:r>
      <w:r w:rsidR="00E13AE2">
        <w:rPr>
          <w:lang w:val="en-GB"/>
        </w:rPr>
        <w:t>,</w:t>
      </w:r>
      <w:r w:rsidRPr="00751DBB">
        <w:rPr>
          <w:lang w:val="en-GB"/>
        </w:rPr>
        <w:t xml:space="preserve"> </w:t>
      </w:r>
      <w:r w:rsidR="009802F5" w:rsidRPr="00751DBB">
        <w:rPr>
          <w:lang w:val="en-GB"/>
        </w:rPr>
        <w:t>C</w:t>
      </w:r>
      <w:r w:rsidR="004B64C5" w:rsidRPr="00751DBB">
        <w:rPr>
          <w:lang w:val="en-GB"/>
        </w:rPr>
        <w:t>d</w:t>
      </w:r>
      <w:r w:rsidRPr="00751DBB">
        <w:rPr>
          <w:lang w:val="en-GB"/>
        </w:rPr>
        <w:t xml:space="preserve">igiDoc library offers also digital encryption and decryption according to the XML-ENC standard. This standard describes encrypting and </w:t>
      </w:r>
      <w:r w:rsidR="007A78A8" w:rsidRPr="00751DBB">
        <w:rPr>
          <w:lang w:val="en-GB"/>
        </w:rPr>
        <w:t>decrypting XML</w:t>
      </w:r>
      <w:r w:rsidRPr="00751DBB">
        <w:rPr>
          <w:lang w:val="en-GB"/>
        </w:rPr>
        <w:t xml:space="preserve"> documents or parts of them </w:t>
      </w:r>
      <w:r w:rsidR="000A4E94" w:rsidRPr="00751DBB">
        <w:rPr>
          <w:lang w:val="en-GB"/>
        </w:rPr>
        <w:t>and it also allows</w:t>
      </w:r>
      <w:r w:rsidRPr="00751DBB">
        <w:rPr>
          <w:lang w:val="en-GB"/>
        </w:rPr>
        <w:t xml:space="preserve"> </w:t>
      </w:r>
      <w:r w:rsidR="007A78A8" w:rsidRPr="00751DBB">
        <w:rPr>
          <w:lang w:val="en-GB"/>
        </w:rPr>
        <w:t>encrypting</w:t>
      </w:r>
      <w:r w:rsidRPr="00751DBB">
        <w:rPr>
          <w:lang w:val="en-GB"/>
        </w:rPr>
        <w:t xml:space="preserve"> any binary data in Base64 encoding. </w:t>
      </w:r>
    </w:p>
    <w:p w14:paraId="57842218" w14:textId="00FE640D" w:rsidR="00F77E58" w:rsidRPr="00751DBB" w:rsidRDefault="009802F5" w:rsidP="00F77E58">
      <w:pPr>
        <w:rPr>
          <w:lang w:val="en-GB"/>
        </w:rPr>
      </w:pPr>
      <w:r w:rsidRPr="00751DBB">
        <w:rPr>
          <w:lang w:val="en-GB"/>
        </w:rPr>
        <w:t>C</w:t>
      </w:r>
      <w:r w:rsidR="004B64C5" w:rsidRPr="00751DBB">
        <w:rPr>
          <w:lang w:val="en-GB"/>
        </w:rPr>
        <w:t>d</w:t>
      </w:r>
      <w:r w:rsidR="000A4E94" w:rsidRPr="00751DBB">
        <w:rPr>
          <w:lang w:val="en-GB"/>
        </w:rPr>
        <w:t xml:space="preserve">igiDoc additionally enables </w:t>
      </w:r>
      <w:r w:rsidR="00BE2749" w:rsidRPr="00751DBB">
        <w:rPr>
          <w:lang w:val="en-GB"/>
        </w:rPr>
        <w:t>to compress the data with ZLIB algorithm before encryption</w:t>
      </w:r>
      <w:r w:rsidR="00F77E58" w:rsidRPr="00751DBB">
        <w:rPr>
          <w:lang w:val="en-GB"/>
        </w:rPr>
        <w:t>.</w:t>
      </w:r>
      <w:r w:rsidR="00BE2749" w:rsidRPr="00751DBB">
        <w:rPr>
          <w:lang w:val="en-GB"/>
        </w:rPr>
        <w:t xml:space="preserve"> </w:t>
      </w:r>
      <w:r w:rsidR="007A78A8" w:rsidRPr="00751DBB">
        <w:rPr>
          <w:lang w:val="en-GB"/>
        </w:rPr>
        <w:t>It encrypts</w:t>
      </w:r>
      <w:r w:rsidR="00BE2749" w:rsidRPr="00751DBB">
        <w:rPr>
          <w:lang w:val="en-GB"/>
        </w:rPr>
        <w:t xml:space="preserve"> data with a 128 bit AES transport key which is in turn encrypted with the recipient’s certificate. </w:t>
      </w:r>
      <w:r w:rsidR="00F77E58" w:rsidRPr="00751DBB">
        <w:rPr>
          <w:lang w:val="en-GB"/>
        </w:rPr>
        <w:t xml:space="preserve">Encryption scheme is </w:t>
      </w:r>
      <w:r w:rsidR="005F494F" w:rsidRPr="00751DBB">
        <w:rPr>
          <w:lang w:val="en-GB"/>
        </w:rPr>
        <w:t xml:space="preserve">therefore </w:t>
      </w:r>
      <w:r w:rsidR="00F77E58" w:rsidRPr="00751DBB">
        <w:rPr>
          <w:lang w:val="en-GB"/>
        </w:rPr>
        <w:t>certificate-based – it is possible to encrypt data using public key component fetched from some certificate. The decryption can be performed only by using private key corresponding to that certificate.</w:t>
      </w:r>
    </w:p>
    <w:p w14:paraId="031CC9CA" w14:textId="77777777" w:rsidR="006E21F6" w:rsidRPr="00751DBB" w:rsidRDefault="00F77E58" w:rsidP="00F77E58">
      <w:pPr>
        <w:rPr>
          <w:lang w:val="en-GB"/>
        </w:rPr>
      </w:pPr>
      <w:r w:rsidRPr="00751DBB">
        <w:rPr>
          <w:lang w:val="en-GB"/>
        </w:rPr>
        <w:t xml:space="preserve">It is possible to encrypt for multiple certificates at once. </w:t>
      </w:r>
    </w:p>
    <w:p w14:paraId="02760069" w14:textId="77777777" w:rsidR="005F494F" w:rsidRPr="00751DBB" w:rsidRDefault="00F77E58" w:rsidP="00F77E58">
      <w:pPr>
        <w:rPr>
          <w:lang w:val="en-GB"/>
        </w:rPr>
      </w:pPr>
      <w:r w:rsidRPr="00751DBB">
        <w:rPr>
          <w:lang w:val="en-GB"/>
        </w:rPr>
        <w:t xml:space="preserve">Certificates for encryption </w:t>
      </w:r>
      <w:r w:rsidR="003A0F79" w:rsidRPr="00751DBB">
        <w:rPr>
          <w:lang w:val="en-GB"/>
        </w:rPr>
        <w:t xml:space="preserve">are fetched from a </w:t>
      </w:r>
      <w:r w:rsidR="00FD2A55" w:rsidRPr="00751DBB">
        <w:rPr>
          <w:lang w:val="en-GB"/>
        </w:rPr>
        <w:t>file in the file system (</w:t>
      </w:r>
      <w:r w:rsidR="003A0F79" w:rsidRPr="00751DBB">
        <w:rPr>
          <w:lang w:val="en-GB"/>
        </w:rPr>
        <w:t xml:space="preserve">PEM encoding </w:t>
      </w:r>
      <w:r w:rsidR="00FD2A55" w:rsidRPr="00751DBB">
        <w:rPr>
          <w:lang w:val="en-GB"/>
        </w:rPr>
        <w:t>is</w:t>
      </w:r>
      <w:r w:rsidR="003A0F79" w:rsidRPr="00751DBB">
        <w:rPr>
          <w:lang w:val="en-GB"/>
        </w:rPr>
        <w:t xml:space="preserve"> supported), possible sources for finding them can be</w:t>
      </w:r>
      <w:r w:rsidRPr="00751DBB">
        <w:rPr>
          <w:lang w:val="en-GB"/>
        </w:rPr>
        <w:t>:</w:t>
      </w:r>
    </w:p>
    <w:p w14:paraId="03FA6E34" w14:textId="77777777" w:rsidR="005F494F" w:rsidRPr="00751DBB" w:rsidRDefault="00F77E58" w:rsidP="00602608">
      <w:pPr>
        <w:pStyle w:val="ListParagraph"/>
        <w:numPr>
          <w:ilvl w:val="0"/>
          <w:numId w:val="13"/>
        </w:numPr>
        <w:rPr>
          <w:lang w:val="en-GB"/>
        </w:rPr>
      </w:pPr>
      <w:r w:rsidRPr="00751DBB">
        <w:rPr>
          <w:lang w:val="en-GB"/>
        </w:rPr>
        <w:t>Windows Certificate Store (“Other Persons”)</w:t>
      </w:r>
    </w:p>
    <w:p w14:paraId="396271E4" w14:textId="77777777" w:rsidR="005F494F" w:rsidRPr="00751DBB" w:rsidRDefault="00F77E58" w:rsidP="00602608">
      <w:pPr>
        <w:pStyle w:val="ListParagraph"/>
        <w:numPr>
          <w:ilvl w:val="0"/>
          <w:numId w:val="13"/>
        </w:numPr>
        <w:rPr>
          <w:lang w:val="en-GB"/>
        </w:rPr>
      </w:pPr>
      <w:r w:rsidRPr="00751DBB">
        <w:rPr>
          <w:lang w:val="en-GB"/>
        </w:rPr>
        <w:t>LDAP directories</w:t>
      </w:r>
      <w:r w:rsidR="000161F3" w:rsidRPr="00751DBB">
        <w:rPr>
          <w:lang w:val="en-GB"/>
        </w:rPr>
        <w:t xml:space="preserve"> (for Estonian ID card holders, all valid certificates are available at:</w:t>
      </w:r>
      <w:r w:rsidR="005F494F" w:rsidRPr="00751DBB">
        <w:rPr>
          <w:lang w:val="en-GB"/>
        </w:rPr>
        <w:t xml:space="preserve"> </w:t>
      </w:r>
      <w:hyperlink r:id="rId50" w:tgtFrame="_blank" w:history="1">
        <w:r w:rsidR="005F494F" w:rsidRPr="00751DBB">
          <w:rPr>
            <w:rStyle w:val="Hyperlink"/>
            <w:lang w:val="en-GB"/>
          </w:rPr>
          <w:t>ldap://ldap.sk.ee</w:t>
        </w:r>
      </w:hyperlink>
      <w:r w:rsidR="005F494F" w:rsidRPr="00751DBB">
        <w:rPr>
          <w:rStyle w:val="mediumtext"/>
          <w:lang w:val="en-GB"/>
        </w:rPr>
        <w:t>)</w:t>
      </w:r>
    </w:p>
    <w:p w14:paraId="10B80219" w14:textId="77777777" w:rsidR="005F494F" w:rsidRPr="00751DBB" w:rsidRDefault="00F77E58" w:rsidP="00602608">
      <w:pPr>
        <w:pStyle w:val="ListParagraph"/>
        <w:numPr>
          <w:ilvl w:val="0"/>
          <w:numId w:val="13"/>
        </w:numPr>
        <w:rPr>
          <w:lang w:val="en-GB"/>
        </w:rPr>
      </w:pPr>
      <w:r w:rsidRPr="00751DBB">
        <w:rPr>
          <w:lang w:val="en-GB"/>
        </w:rPr>
        <w:t>ID-card in smart-card reader</w:t>
      </w:r>
      <w:r w:rsidR="000D14AC" w:rsidRPr="00751DBB">
        <w:rPr>
          <w:lang w:val="en-GB"/>
        </w:rPr>
        <w:t>.</w:t>
      </w:r>
    </w:p>
    <w:p w14:paraId="7E3543A2" w14:textId="4D92FF9C" w:rsidR="00001589" w:rsidRPr="00751DBB" w:rsidRDefault="00001589" w:rsidP="00BE2749">
      <w:pPr>
        <w:rPr>
          <w:lang w:val="en-GB"/>
        </w:rPr>
      </w:pPr>
      <w:r w:rsidRPr="00751DBB">
        <w:rPr>
          <w:lang w:val="en-GB"/>
        </w:rPr>
        <w:t>Not</w:t>
      </w:r>
      <w:r w:rsidR="009802F5" w:rsidRPr="00751DBB">
        <w:rPr>
          <w:lang w:val="en-GB"/>
        </w:rPr>
        <w:t>e that in C</w:t>
      </w:r>
      <w:r w:rsidR="004B64C5" w:rsidRPr="00751DBB">
        <w:rPr>
          <w:lang w:val="en-GB"/>
        </w:rPr>
        <w:t>d</w:t>
      </w:r>
      <w:r w:rsidRPr="00751DBB">
        <w:rPr>
          <w:lang w:val="en-GB"/>
        </w:rPr>
        <w:t xml:space="preserve">igiDoc library, </w:t>
      </w:r>
      <w:r w:rsidR="005655E6" w:rsidRPr="00751DBB">
        <w:rPr>
          <w:lang w:val="en-GB"/>
        </w:rPr>
        <w:t xml:space="preserve">the </w:t>
      </w:r>
      <w:r w:rsidRPr="00751DBB">
        <w:rPr>
          <w:lang w:val="en-GB"/>
        </w:rPr>
        <w:t xml:space="preserve">certificates that </w:t>
      </w:r>
      <w:r w:rsidR="00E816D4" w:rsidRPr="00751DBB">
        <w:rPr>
          <w:lang w:val="en-GB"/>
        </w:rPr>
        <w:t xml:space="preserve">can be used for encryption must </w:t>
      </w:r>
      <w:r w:rsidRPr="00751DBB">
        <w:rPr>
          <w:lang w:val="en-GB"/>
        </w:rPr>
        <w:t xml:space="preserve">have </w:t>
      </w:r>
      <w:r w:rsidR="007A1DE3" w:rsidRPr="00751DBB">
        <w:rPr>
          <w:lang w:val="en-GB"/>
        </w:rPr>
        <w:t xml:space="preserve">the </w:t>
      </w:r>
      <w:r w:rsidR="00E816D4" w:rsidRPr="00751DBB">
        <w:rPr>
          <w:lang w:val="en-GB"/>
        </w:rPr>
        <w:t xml:space="preserve">value “Key Encipherment” included in </w:t>
      </w:r>
      <w:r w:rsidRPr="00751DBB">
        <w:rPr>
          <w:lang w:val="en-GB"/>
        </w:rPr>
        <w:t>“Key Usage” attribute</w:t>
      </w:r>
      <w:r w:rsidR="00E816D4" w:rsidRPr="00751DBB">
        <w:rPr>
          <w:lang w:val="en-GB"/>
        </w:rPr>
        <w:t xml:space="preserve"> field.</w:t>
      </w:r>
    </w:p>
    <w:p w14:paraId="5C7093CA" w14:textId="1B0D5C8D" w:rsidR="000A4E94" w:rsidRPr="00751DBB" w:rsidRDefault="009802F5" w:rsidP="00BE2749">
      <w:pPr>
        <w:rPr>
          <w:lang w:val="en-GB"/>
        </w:rPr>
      </w:pPr>
      <w:r w:rsidRPr="00751DBB">
        <w:rPr>
          <w:lang w:val="en-GB"/>
        </w:rPr>
        <w:t>C</w:t>
      </w:r>
      <w:r w:rsidR="004B64C5" w:rsidRPr="00751DBB">
        <w:rPr>
          <w:lang w:val="en-GB"/>
        </w:rPr>
        <w:t>d</w:t>
      </w:r>
      <w:r w:rsidR="00BE2749" w:rsidRPr="00751DBB">
        <w:rPr>
          <w:lang w:val="en-GB"/>
        </w:rPr>
        <w:t>igiDoc doesn</w:t>
      </w:r>
      <w:r w:rsidR="004B64C5">
        <w:rPr>
          <w:lang w:val="en-GB"/>
        </w:rPr>
        <w:t>’</w:t>
      </w:r>
      <w:r w:rsidR="00BE2749" w:rsidRPr="00751DBB">
        <w:rPr>
          <w:lang w:val="en-GB"/>
        </w:rPr>
        <w:t xml:space="preserve">t support many encrypted data objects or a mix of encrypted and unencrypted data in one </w:t>
      </w:r>
      <w:r w:rsidR="00F856EB" w:rsidRPr="00751DBB">
        <w:rPr>
          <w:lang w:val="en-GB"/>
        </w:rPr>
        <w:t>XML</w:t>
      </w:r>
      <w:r w:rsidR="00BE2749" w:rsidRPr="00751DBB">
        <w:rPr>
          <w:lang w:val="en-GB"/>
        </w:rPr>
        <w:t xml:space="preserve"> document. </w:t>
      </w:r>
    </w:p>
    <w:p w14:paraId="65E282A0" w14:textId="77777777" w:rsidR="000A4E94" w:rsidRPr="00751DBB" w:rsidRDefault="00BE2749" w:rsidP="00BE2749">
      <w:pPr>
        <w:rPr>
          <w:lang w:val="en-GB"/>
        </w:rPr>
      </w:pPr>
      <w:r w:rsidRPr="00751DBB">
        <w:rPr>
          <w:lang w:val="en-GB"/>
        </w:rPr>
        <w:t>One encrypted document</w:t>
      </w:r>
      <w:r w:rsidR="000A4E94" w:rsidRPr="00751DBB">
        <w:rPr>
          <w:lang w:val="en-GB"/>
        </w:rPr>
        <w:t>:</w:t>
      </w:r>
    </w:p>
    <w:p w14:paraId="3DBA1096" w14:textId="77777777" w:rsidR="000A4E94" w:rsidRPr="00751DBB" w:rsidRDefault="000A4E94" w:rsidP="00602608">
      <w:pPr>
        <w:pStyle w:val="ListParagraph"/>
        <w:numPr>
          <w:ilvl w:val="0"/>
          <w:numId w:val="7"/>
        </w:numPr>
        <w:rPr>
          <w:lang w:val="en-GB"/>
        </w:rPr>
      </w:pPr>
      <w:r w:rsidRPr="00751DBB">
        <w:rPr>
          <w:lang w:val="en-GB"/>
        </w:rPr>
        <w:t xml:space="preserve">contains </w:t>
      </w:r>
      <w:r w:rsidR="00BE2749" w:rsidRPr="00751DBB">
        <w:rPr>
          <w:lang w:val="en-GB"/>
        </w:rPr>
        <w:t>only one &lt;EncryptedData&gt; element, which is also th</w:t>
      </w:r>
      <w:r w:rsidRPr="00751DBB">
        <w:rPr>
          <w:lang w:val="en-GB"/>
        </w:rPr>
        <w:t>e documents root element</w:t>
      </w:r>
    </w:p>
    <w:p w14:paraId="261B29E1" w14:textId="77777777" w:rsidR="000A4E94" w:rsidRPr="00751DBB" w:rsidRDefault="00BE2749" w:rsidP="00602608">
      <w:pPr>
        <w:pStyle w:val="ListParagraph"/>
        <w:numPr>
          <w:ilvl w:val="0"/>
          <w:numId w:val="7"/>
        </w:numPr>
        <w:rPr>
          <w:lang w:val="en-GB"/>
        </w:rPr>
      </w:pPr>
      <w:r w:rsidRPr="00751DBB">
        <w:rPr>
          <w:lang w:val="en-GB"/>
        </w:rPr>
        <w:t>contains one &lt;EncryptedKey&gt; ele</w:t>
      </w:r>
      <w:r w:rsidR="000A4E94" w:rsidRPr="00751DBB">
        <w:rPr>
          <w:lang w:val="en-GB"/>
        </w:rPr>
        <w:t>ment for every recipient (i.e</w:t>
      </w:r>
      <w:r w:rsidR="00F856EB" w:rsidRPr="00751DBB">
        <w:rPr>
          <w:lang w:val="en-GB"/>
        </w:rPr>
        <w:t>. p</w:t>
      </w:r>
      <w:r w:rsidRPr="00751DBB">
        <w:rPr>
          <w:lang w:val="en-GB"/>
        </w:rPr>
        <w:t>ossibl</w:t>
      </w:r>
      <w:r w:rsidR="000A4E94" w:rsidRPr="00751DBB">
        <w:rPr>
          <w:lang w:val="en-GB"/>
        </w:rPr>
        <w:t>e decrypter) of the document</w:t>
      </w:r>
    </w:p>
    <w:p w14:paraId="7B2258FA" w14:textId="77777777" w:rsidR="00F856EB" w:rsidRPr="00751DBB" w:rsidRDefault="000A4E94" w:rsidP="00602608">
      <w:pPr>
        <w:pStyle w:val="ListParagraph"/>
        <w:numPr>
          <w:ilvl w:val="0"/>
          <w:numId w:val="7"/>
        </w:numPr>
        <w:rPr>
          <w:lang w:val="en-GB"/>
        </w:rPr>
      </w:pPr>
      <w:r w:rsidRPr="00751DBB">
        <w:rPr>
          <w:lang w:val="en-GB"/>
        </w:rPr>
        <w:t>contains</w:t>
      </w:r>
      <w:r w:rsidR="00BE2749" w:rsidRPr="00751DBB">
        <w:rPr>
          <w:lang w:val="en-GB"/>
        </w:rPr>
        <w:t xml:space="preserve"> a set of &lt;EncryptionProperty&gt; elements to store any meta data.</w:t>
      </w:r>
    </w:p>
    <w:p w14:paraId="6FBC7085" w14:textId="77777777" w:rsidR="00CD4CBF" w:rsidRPr="00751DBB" w:rsidRDefault="00CD4CBF" w:rsidP="00BE2749">
      <w:pPr>
        <w:rPr>
          <w:lang w:val="en-GB"/>
        </w:rPr>
      </w:pPr>
      <w:r w:rsidRPr="00751DBB">
        <w:rPr>
          <w:lang w:val="en-GB"/>
        </w:rPr>
        <w:t xml:space="preserve">However, it is possible to </w:t>
      </w:r>
      <w:r w:rsidR="00664EA6" w:rsidRPr="00751DBB">
        <w:rPr>
          <w:lang w:val="en-GB"/>
        </w:rPr>
        <w:t>incorporate</w:t>
      </w:r>
      <w:r w:rsidRPr="00751DBB">
        <w:rPr>
          <w:lang w:val="en-GB"/>
        </w:rPr>
        <w:t xml:space="preserve"> a number of data files</w:t>
      </w:r>
      <w:r w:rsidR="00145373" w:rsidRPr="00751DBB">
        <w:rPr>
          <w:lang w:val="en-GB"/>
        </w:rPr>
        <w:t xml:space="preserve"> in one encrypted document</w:t>
      </w:r>
      <w:r w:rsidRPr="00751DBB">
        <w:rPr>
          <w:lang w:val="en-GB"/>
        </w:rPr>
        <w:t xml:space="preserve"> if they are firstly all added to a DigiDoc </w:t>
      </w:r>
      <w:r w:rsidR="003F36BC" w:rsidRPr="00751DBB">
        <w:rPr>
          <w:lang w:val="en-GB"/>
        </w:rPr>
        <w:t>container</w:t>
      </w:r>
      <w:r w:rsidRPr="00751DBB">
        <w:rPr>
          <w:lang w:val="en-GB"/>
        </w:rPr>
        <w:t xml:space="preserve"> and </w:t>
      </w:r>
      <w:r w:rsidR="00145373" w:rsidRPr="00751DBB">
        <w:rPr>
          <w:lang w:val="en-GB"/>
        </w:rPr>
        <w:t xml:space="preserve">then </w:t>
      </w:r>
      <w:r w:rsidRPr="00751DBB">
        <w:rPr>
          <w:lang w:val="en-GB"/>
        </w:rPr>
        <w:t xml:space="preserve">encryption is performed for that </w:t>
      </w:r>
      <w:r w:rsidR="003F36BC" w:rsidRPr="00751DBB">
        <w:rPr>
          <w:lang w:val="en-GB"/>
        </w:rPr>
        <w:t>container</w:t>
      </w:r>
      <w:r w:rsidRPr="00751DBB">
        <w:rPr>
          <w:lang w:val="en-GB"/>
        </w:rPr>
        <w:t xml:space="preserve"> as for a single data object. </w:t>
      </w:r>
    </w:p>
    <w:p w14:paraId="2B358857" w14:textId="17532A32" w:rsidR="00BE2749" w:rsidRPr="00751DBB" w:rsidRDefault="00BE2749" w:rsidP="00BE2749">
      <w:pPr>
        <w:rPr>
          <w:lang w:val="en-GB"/>
        </w:rPr>
      </w:pPr>
      <w:r w:rsidRPr="00751DBB">
        <w:rPr>
          <w:lang w:val="en-GB"/>
        </w:rPr>
        <w:t xml:space="preserve">In the following chapters we review </w:t>
      </w:r>
      <w:r w:rsidR="00CD4CBF" w:rsidRPr="00751DBB">
        <w:rPr>
          <w:lang w:val="en-GB"/>
        </w:rPr>
        <w:t xml:space="preserve">the </w:t>
      </w:r>
      <w:r w:rsidRPr="00751DBB">
        <w:rPr>
          <w:lang w:val="en-GB"/>
        </w:rPr>
        <w:t xml:space="preserve">most common encryption </w:t>
      </w:r>
      <w:r w:rsidR="009802F5" w:rsidRPr="00751DBB">
        <w:rPr>
          <w:lang w:val="en-GB"/>
        </w:rPr>
        <w:t>and decryption operations with C</w:t>
      </w:r>
      <w:r w:rsidR="004B64C5" w:rsidRPr="00751DBB">
        <w:rPr>
          <w:lang w:val="en-GB"/>
        </w:rPr>
        <w:t>d</w:t>
      </w:r>
      <w:r w:rsidRPr="00751DBB">
        <w:rPr>
          <w:lang w:val="en-GB"/>
        </w:rPr>
        <w:t>igiDoc library.</w:t>
      </w:r>
    </w:p>
    <w:p w14:paraId="3FBC4C58" w14:textId="77777777" w:rsidR="00BE2749" w:rsidRPr="00751DBB" w:rsidRDefault="00BE2749" w:rsidP="00C813B3">
      <w:pPr>
        <w:pStyle w:val="Heading3"/>
      </w:pPr>
      <w:bookmarkStart w:id="80" w:name="_Toc410733924"/>
      <w:r w:rsidRPr="00751DBB">
        <w:lastRenderedPageBreak/>
        <w:t>Composing encrypted documents</w:t>
      </w:r>
      <w:bookmarkEnd w:id="80"/>
    </w:p>
    <w:p w14:paraId="35C9A489" w14:textId="77777777" w:rsidR="00674862" w:rsidRDefault="00674862" w:rsidP="001B1736">
      <w:pPr>
        <w:rPr>
          <w:lang w:val="en-GB"/>
        </w:rPr>
      </w:pPr>
      <w:r w:rsidRPr="00705015">
        <w:rPr>
          <w:b/>
          <w:lang w:val="en-GB"/>
        </w:rPr>
        <w:t>Note</w:t>
      </w:r>
      <w:r>
        <w:rPr>
          <w:lang w:val="en-GB"/>
        </w:rPr>
        <w:t xml:space="preserve">: </w:t>
      </w:r>
      <w:r w:rsidRPr="0013121C">
        <w:rPr>
          <w:lang w:val="en-GB"/>
        </w:rPr>
        <w:t>for compatibility with other DigiDoc software components</w:t>
      </w:r>
      <w:r>
        <w:rPr>
          <w:lang w:val="en-GB"/>
        </w:rPr>
        <w:t xml:space="preserve">, it is recommended to </w:t>
      </w:r>
      <w:r w:rsidRPr="0013121C">
        <w:rPr>
          <w:lang w:val="en-GB"/>
        </w:rPr>
        <w:t>place the data file to be encrypted inside a DigiDoc container</w:t>
      </w:r>
      <w:r>
        <w:rPr>
          <w:lang w:val="en-GB"/>
        </w:rPr>
        <w:t xml:space="preserve"> before encrypting it.</w:t>
      </w:r>
      <w:r w:rsidRPr="0013121C">
        <w:rPr>
          <w:lang w:val="en-GB"/>
        </w:rPr>
        <w:t xml:space="preserve"> </w:t>
      </w:r>
      <w:r>
        <w:rPr>
          <w:lang w:val="en-GB"/>
        </w:rPr>
        <w:t>This way it is also possible to incorporate multiple data files into one encrypted document (i.e. if there is more than one data file in the DigiDoc container that is encrypted).</w:t>
      </w:r>
    </w:p>
    <w:p w14:paraId="13B9EA13" w14:textId="77777777" w:rsidR="001B1736" w:rsidRPr="00751DBB" w:rsidRDefault="001B1736" w:rsidP="001B1736">
      <w:pPr>
        <w:rPr>
          <w:lang w:val="en-GB"/>
        </w:rPr>
      </w:pPr>
      <w:r w:rsidRPr="00751DBB">
        <w:rPr>
          <w:lang w:val="en-GB"/>
        </w:rPr>
        <w:t xml:space="preserve">In order to compose an encrypted document you have to: </w:t>
      </w:r>
    </w:p>
    <w:p w14:paraId="5E558742" w14:textId="77777777" w:rsidR="00BA5C87" w:rsidRPr="00751DBB" w:rsidRDefault="00BA5C87" w:rsidP="00602608">
      <w:pPr>
        <w:pStyle w:val="ListParagraph"/>
        <w:numPr>
          <w:ilvl w:val="0"/>
          <w:numId w:val="4"/>
        </w:numPr>
        <w:rPr>
          <w:lang w:val="en-GB"/>
        </w:rPr>
      </w:pPr>
      <w:r w:rsidRPr="00751DBB">
        <w:rPr>
          <w:lang w:val="en-GB"/>
        </w:rPr>
        <w:t xml:space="preserve">create the DencEncryptedData </w:t>
      </w:r>
      <w:r w:rsidR="003F36BC" w:rsidRPr="00751DBB">
        <w:rPr>
          <w:lang w:val="en-GB"/>
        </w:rPr>
        <w:t>structure</w:t>
      </w:r>
      <w:r w:rsidRPr="00751DBB">
        <w:rPr>
          <w:lang w:val="en-GB"/>
        </w:rPr>
        <w:t xml:space="preserve"> first </w:t>
      </w:r>
    </w:p>
    <w:p w14:paraId="1232DD33" w14:textId="77777777" w:rsidR="00BA5C87" w:rsidRPr="00751DBB" w:rsidRDefault="00BA5C87" w:rsidP="00602608">
      <w:pPr>
        <w:pStyle w:val="ListParagraph"/>
        <w:numPr>
          <w:ilvl w:val="0"/>
          <w:numId w:val="4"/>
        </w:numPr>
        <w:rPr>
          <w:lang w:val="en-GB"/>
        </w:rPr>
      </w:pPr>
      <w:r w:rsidRPr="00751DBB">
        <w:rPr>
          <w:lang w:val="en-GB"/>
        </w:rPr>
        <w:t>add all recipient info</w:t>
      </w:r>
      <w:r w:rsidR="004223A8" w:rsidRPr="00751DBB">
        <w:rPr>
          <w:lang w:val="en-GB"/>
        </w:rPr>
        <w:t xml:space="preserve"> and</w:t>
      </w:r>
      <w:r w:rsidRPr="00751DBB">
        <w:rPr>
          <w:lang w:val="en-GB"/>
        </w:rPr>
        <w:t xml:space="preserve"> </w:t>
      </w:r>
      <w:r w:rsidR="004223A8" w:rsidRPr="00751DBB">
        <w:rPr>
          <w:lang w:val="en-GB"/>
        </w:rPr>
        <w:t xml:space="preserve">other </w:t>
      </w:r>
      <w:r w:rsidRPr="00751DBB">
        <w:rPr>
          <w:lang w:val="en-GB"/>
        </w:rPr>
        <w:t xml:space="preserve">meta-information </w:t>
      </w:r>
    </w:p>
    <w:p w14:paraId="445CA86C" w14:textId="77777777" w:rsidR="00BA5C87" w:rsidRPr="00751DBB" w:rsidRDefault="00BA5C87" w:rsidP="00602608">
      <w:pPr>
        <w:pStyle w:val="ListParagraph"/>
        <w:numPr>
          <w:ilvl w:val="0"/>
          <w:numId w:val="4"/>
        </w:numPr>
        <w:rPr>
          <w:lang w:val="en-GB"/>
        </w:rPr>
      </w:pPr>
      <w:r w:rsidRPr="00751DBB">
        <w:rPr>
          <w:lang w:val="en-GB"/>
        </w:rPr>
        <w:t xml:space="preserve">add the unencrypted data </w:t>
      </w:r>
    </w:p>
    <w:p w14:paraId="31B6083C" w14:textId="77777777" w:rsidR="00BA5C87" w:rsidRPr="00751DBB" w:rsidRDefault="00BA5C87" w:rsidP="00602608">
      <w:pPr>
        <w:pStyle w:val="ListParagraph"/>
        <w:numPr>
          <w:ilvl w:val="0"/>
          <w:numId w:val="4"/>
        </w:numPr>
        <w:rPr>
          <w:lang w:val="en-GB"/>
        </w:rPr>
      </w:pPr>
      <w:r w:rsidRPr="00751DBB">
        <w:rPr>
          <w:lang w:val="en-GB"/>
        </w:rPr>
        <w:t>encrypt it, possibly compressing the data</w:t>
      </w:r>
    </w:p>
    <w:p w14:paraId="2F66A6D6" w14:textId="77777777" w:rsidR="00BA5C87" w:rsidRPr="00751DBB" w:rsidRDefault="00BA5C87" w:rsidP="00602608">
      <w:pPr>
        <w:pStyle w:val="ListParagraph"/>
        <w:numPr>
          <w:ilvl w:val="0"/>
          <w:numId w:val="4"/>
        </w:numPr>
        <w:rPr>
          <w:lang w:val="en-GB"/>
        </w:rPr>
      </w:pPr>
      <w:r w:rsidRPr="00751DBB">
        <w:rPr>
          <w:lang w:val="en-GB"/>
        </w:rPr>
        <w:t xml:space="preserve">store it in a file or another medium. </w:t>
      </w:r>
    </w:p>
    <w:p w14:paraId="101B2CB2" w14:textId="77777777" w:rsidR="00007FE3" w:rsidRPr="00751DBB" w:rsidRDefault="009D6B68" w:rsidP="009D6B68">
      <w:pPr>
        <w:rPr>
          <w:lang w:val="en-GB"/>
        </w:rPr>
      </w:pPr>
      <w:r w:rsidRPr="00751DBB">
        <w:rPr>
          <w:lang w:val="en-GB"/>
        </w:rPr>
        <w:t xml:space="preserve">The encryption method described is most suitable for small </w:t>
      </w:r>
      <w:r w:rsidR="00824D6F" w:rsidRPr="00751DBB">
        <w:rPr>
          <w:lang w:val="en-GB"/>
        </w:rPr>
        <w:t xml:space="preserve">or medium sized </w:t>
      </w:r>
      <w:r w:rsidRPr="00751DBB">
        <w:rPr>
          <w:lang w:val="en-GB"/>
        </w:rPr>
        <w:t xml:space="preserve">data objects – all operations are done in memory. </w:t>
      </w:r>
    </w:p>
    <w:p w14:paraId="7D8E710B" w14:textId="77777777" w:rsidR="009D6B68" w:rsidRPr="00751DBB" w:rsidRDefault="009D6B68" w:rsidP="009D6B68">
      <w:pPr>
        <w:rPr>
          <w:lang w:val="en-GB"/>
        </w:rPr>
      </w:pPr>
      <w:r w:rsidRPr="00751DBB">
        <w:rPr>
          <w:lang w:val="en-GB"/>
        </w:rPr>
        <w:t>Note that in order for the encrypted document to be compatible with other DigiDoc software components then the data file to be encrypted should be placed in a DigiDoc container before encryption (if the file is not originally a DigiDoc document).</w:t>
      </w:r>
    </w:p>
    <w:p w14:paraId="5C939EAB" w14:textId="77777777" w:rsidR="0031248C" w:rsidRPr="00751DBB" w:rsidRDefault="00007FE3" w:rsidP="00E96BF2">
      <w:pPr>
        <w:rPr>
          <w:lang w:val="en-GB"/>
        </w:rPr>
      </w:pPr>
      <w:r w:rsidRPr="00751DBB">
        <w:rPr>
          <w:lang w:val="en-GB"/>
        </w:rPr>
        <w:t>Start composing a new encrypted document by defining</w:t>
      </w:r>
      <w:r w:rsidR="005C07C2" w:rsidRPr="00751DBB">
        <w:rPr>
          <w:lang w:val="en-GB"/>
        </w:rPr>
        <w:t xml:space="preserve"> the</w:t>
      </w:r>
      <w:r w:rsidR="007251C6" w:rsidRPr="00751DBB">
        <w:rPr>
          <w:lang w:val="en-GB"/>
        </w:rPr>
        <w:t xml:space="preserve"> </w:t>
      </w:r>
      <w:r w:rsidRPr="00751DBB">
        <w:rPr>
          <w:lang w:val="en-GB"/>
        </w:rPr>
        <w:t>required</w:t>
      </w:r>
      <w:r w:rsidR="0052600F" w:rsidRPr="00751DBB">
        <w:rPr>
          <w:lang w:val="en-GB"/>
        </w:rPr>
        <w:t xml:space="preserve"> </w:t>
      </w:r>
      <w:r w:rsidR="007251C6" w:rsidRPr="00751DBB">
        <w:rPr>
          <w:lang w:val="en-GB"/>
        </w:rPr>
        <w:t>data structure</w:t>
      </w:r>
      <w:r w:rsidRPr="00751DBB">
        <w:rPr>
          <w:lang w:val="en-GB"/>
        </w:rPr>
        <w:t>s</w:t>
      </w:r>
      <w:r w:rsidR="007251C6" w:rsidRPr="00751DBB">
        <w:rPr>
          <w:lang w:val="en-GB"/>
        </w:rPr>
        <w:t>:</w:t>
      </w:r>
    </w:p>
    <w:p w14:paraId="263AE0B6" w14:textId="7F9E8EC3" w:rsidR="00AC769B" w:rsidRPr="00751DBB" w:rsidRDefault="00AC769B" w:rsidP="00AC769B">
      <w:pPr>
        <w:pStyle w:val="eclipse"/>
        <w:rPr>
          <w:rStyle w:val="ecl-commentChar"/>
          <w:lang w:val="en-GB"/>
        </w:rPr>
      </w:pPr>
      <w:r w:rsidRPr="00751DBB">
        <w:rPr>
          <w:lang w:val="en-GB"/>
        </w:rPr>
        <w:t>D</w:t>
      </w:r>
      <w:r w:rsidR="004B64C5" w:rsidRPr="00751DBB">
        <w:rPr>
          <w:lang w:val="en-GB"/>
        </w:rPr>
        <w:t>e</w:t>
      </w:r>
      <w:r w:rsidRPr="00751DBB">
        <w:rPr>
          <w:lang w:val="en-GB"/>
        </w:rPr>
        <w:t xml:space="preserve">ncEncryptedData** ppEncData; </w:t>
      </w:r>
    </w:p>
    <w:p w14:paraId="3BCB70BF" w14:textId="6F4ECBD9" w:rsidR="00AC769B" w:rsidRPr="00751DBB" w:rsidRDefault="00AC769B" w:rsidP="00AC769B">
      <w:pPr>
        <w:rPr>
          <w:lang w:val="en-GB"/>
        </w:rPr>
      </w:pPr>
      <w:r w:rsidRPr="00751DBB">
        <w:rPr>
          <w:lang w:val="en-GB"/>
        </w:rPr>
        <w:t>The D</w:t>
      </w:r>
      <w:r w:rsidR="004B64C5" w:rsidRPr="00751DBB">
        <w:rPr>
          <w:lang w:val="en-GB"/>
        </w:rPr>
        <w:t>e</w:t>
      </w:r>
      <w:r w:rsidRPr="00751DBB">
        <w:rPr>
          <w:lang w:val="en-GB"/>
        </w:rPr>
        <w:t>ncEncryptedData structure refers to the &lt;EncryptedData&gt; element of an encrypted file and is the main structure that is used to store information which is needed for performing the encryption.</w:t>
      </w:r>
      <w:r w:rsidR="00447524" w:rsidRPr="00751DBB">
        <w:rPr>
          <w:lang w:val="en-GB"/>
        </w:rPr>
        <w:t xml:space="preserve"> Other structures that are used should </w:t>
      </w:r>
      <w:r w:rsidR="00C126DC" w:rsidRPr="00751DBB">
        <w:rPr>
          <w:lang w:val="en-GB"/>
        </w:rPr>
        <w:t xml:space="preserve">be </w:t>
      </w:r>
      <w:r w:rsidR="00447524" w:rsidRPr="00751DBB">
        <w:rPr>
          <w:lang w:val="en-GB"/>
        </w:rPr>
        <w:t>defined as follows:</w:t>
      </w:r>
    </w:p>
    <w:p w14:paraId="06B125EF" w14:textId="402C2056" w:rsidR="0052600F" w:rsidRPr="00751DBB" w:rsidRDefault="0052600F" w:rsidP="0052600F">
      <w:pPr>
        <w:pStyle w:val="eclipse"/>
        <w:rPr>
          <w:lang w:val="en-GB"/>
        </w:rPr>
      </w:pPr>
      <w:r w:rsidRPr="00751DBB">
        <w:rPr>
          <w:lang w:val="en-GB"/>
        </w:rPr>
        <w:t>D</w:t>
      </w:r>
      <w:r w:rsidR="004B64C5" w:rsidRPr="00751DBB">
        <w:rPr>
          <w:lang w:val="en-GB"/>
        </w:rPr>
        <w:t>e</w:t>
      </w:r>
      <w:r w:rsidRPr="00751DBB">
        <w:rPr>
          <w:lang w:val="en-GB"/>
        </w:rPr>
        <w:t xml:space="preserve">ncEncryptedKey* pEncKey; </w:t>
      </w:r>
      <w:r w:rsidRPr="00751DBB">
        <w:rPr>
          <w:rStyle w:val="ecl-commentChar"/>
          <w:lang w:val="en-GB"/>
        </w:rPr>
        <w:t xml:space="preserve">// </w:t>
      </w:r>
      <w:r w:rsidR="00006F88" w:rsidRPr="00751DBB">
        <w:rPr>
          <w:rStyle w:val="ecl-commentChar"/>
          <w:lang w:val="en-GB"/>
        </w:rPr>
        <w:t xml:space="preserve">transport key </w:t>
      </w:r>
      <w:r w:rsidR="00007FE3" w:rsidRPr="00751DBB">
        <w:rPr>
          <w:rStyle w:val="ecl-commentChar"/>
          <w:lang w:val="en-GB"/>
        </w:rPr>
        <w:t xml:space="preserve">data </w:t>
      </w:r>
      <w:r w:rsidR="00006F88" w:rsidRPr="00751DBB">
        <w:rPr>
          <w:rStyle w:val="ecl-commentChar"/>
          <w:lang w:val="en-GB"/>
        </w:rPr>
        <w:t>for every recipient</w:t>
      </w:r>
    </w:p>
    <w:p w14:paraId="5508ED6E" w14:textId="1C6658AC" w:rsidR="00E62230" w:rsidRPr="00751DBB" w:rsidRDefault="0031248C" w:rsidP="0031248C">
      <w:pPr>
        <w:pStyle w:val="eclipse"/>
        <w:rPr>
          <w:rStyle w:val="ecl-commentChar"/>
          <w:lang w:val="en-GB"/>
        </w:rPr>
      </w:pPr>
      <w:r w:rsidRPr="00751DBB">
        <w:rPr>
          <w:lang w:val="en-GB"/>
        </w:rPr>
        <w:t>D</w:t>
      </w:r>
      <w:r w:rsidR="004B64C5" w:rsidRPr="00751DBB">
        <w:rPr>
          <w:lang w:val="en-GB"/>
        </w:rPr>
        <w:t>e</w:t>
      </w:r>
      <w:r w:rsidRPr="00751DBB">
        <w:rPr>
          <w:lang w:val="en-GB"/>
        </w:rPr>
        <w:t>ncEncryptionProperty* pEncProperty;</w:t>
      </w:r>
      <w:r w:rsidR="0052600F" w:rsidRPr="00751DBB">
        <w:rPr>
          <w:lang w:val="en-GB"/>
        </w:rPr>
        <w:t xml:space="preserve"> </w:t>
      </w:r>
      <w:r w:rsidR="0052600F" w:rsidRPr="00751DBB">
        <w:rPr>
          <w:rStyle w:val="ecl-commentChar"/>
          <w:lang w:val="en-GB"/>
        </w:rPr>
        <w:t xml:space="preserve">// </w:t>
      </w:r>
      <w:r w:rsidR="00330BC3" w:rsidRPr="00751DBB">
        <w:rPr>
          <w:rStyle w:val="ecl-commentChar"/>
          <w:lang w:val="en-GB"/>
        </w:rPr>
        <w:t xml:space="preserve">property </w:t>
      </w:r>
      <w:r w:rsidR="003F36BC" w:rsidRPr="00751DBB">
        <w:rPr>
          <w:rStyle w:val="ecl-commentChar"/>
          <w:lang w:val="en-GB"/>
        </w:rPr>
        <w:t>structure</w:t>
      </w:r>
      <w:r w:rsidR="00330BC3" w:rsidRPr="00751DBB">
        <w:rPr>
          <w:rStyle w:val="ecl-commentChar"/>
          <w:lang w:val="en-GB"/>
        </w:rPr>
        <w:t xml:space="preserve"> for storing</w:t>
      </w:r>
    </w:p>
    <w:p w14:paraId="52898A39" w14:textId="77777777" w:rsidR="0031248C" w:rsidRPr="00751DBB" w:rsidRDefault="00330BC3" w:rsidP="0031248C">
      <w:pPr>
        <w:pStyle w:val="eclipse"/>
        <w:rPr>
          <w:lang w:val="en-GB"/>
        </w:rPr>
      </w:pPr>
      <w:r w:rsidRPr="00751DBB">
        <w:rPr>
          <w:rStyle w:val="ecl-commentChar"/>
          <w:lang w:val="en-GB"/>
        </w:rPr>
        <w:t xml:space="preserve">  </w:t>
      </w:r>
      <w:r w:rsidRPr="00751DBB">
        <w:rPr>
          <w:rStyle w:val="ecl-commentChar"/>
          <w:lang w:val="en-GB"/>
        </w:rPr>
        <w:tab/>
        <w:t xml:space="preserve">// </w:t>
      </w:r>
      <w:r w:rsidR="00007FE3" w:rsidRPr="00751DBB">
        <w:rPr>
          <w:rStyle w:val="ecl-commentChar"/>
          <w:lang w:val="en-GB"/>
        </w:rPr>
        <w:t xml:space="preserve">various </w:t>
      </w:r>
      <w:r w:rsidR="00E62230" w:rsidRPr="00751DBB">
        <w:rPr>
          <w:rStyle w:val="ecl-commentChar"/>
          <w:lang w:val="en-GB"/>
        </w:rPr>
        <w:t>meta</w:t>
      </w:r>
      <w:r w:rsidRPr="00751DBB">
        <w:rPr>
          <w:rStyle w:val="ecl-commentChar"/>
          <w:lang w:val="en-GB"/>
        </w:rPr>
        <w:t>data</w:t>
      </w:r>
    </w:p>
    <w:p w14:paraId="018890D1" w14:textId="77777777" w:rsidR="00E96BF2" w:rsidRPr="00751DBB" w:rsidRDefault="00007FE3" w:rsidP="00E96BF2">
      <w:pPr>
        <w:rPr>
          <w:lang w:val="en-GB"/>
        </w:rPr>
      </w:pPr>
      <w:r w:rsidRPr="00751DBB">
        <w:rPr>
          <w:lang w:val="en-GB"/>
        </w:rPr>
        <w:t>Now c</w:t>
      </w:r>
      <w:r w:rsidR="00CC3544" w:rsidRPr="00751DBB">
        <w:rPr>
          <w:lang w:val="en-GB"/>
        </w:rPr>
        <w:t xml:space="preserve">reate the </w:t>
      </w:r>
      <w:r w:rsidR="00E96BF2" w:rsidRPr="00751DBB">
        <w:rPr>
          <w:lang w:val="en-GB"/>
        </w:rPr>
        <w:t>D</w:t>
      </w:r>
      <w:r w:rsidR="005C07C2" w:rsidRPr="00751DBB">
        <w:rPr>
          <w:lang w:val="en-GB"/>
        </w:rPr>
        <w:t>e</w:t>
      </w:r>
      <w:r w:rsidR="00E96BF2" w:rsidRPr="00751DBB">
        <w:rPr>
          <w:lang w:val="en-GB"/>
        </w:rPr>
        <w:t xml:space="preserve">ncEncryptedData </w:t>
      </w:r>
      <w:r w:rsidR="003F36BC" w:rsidRPr="00751DBB">
        <w:rPr>
          <w:lang w:val="en-GB"/>
        </w:rPr>
        <w:t>structure</w:t>
      </w:r>
      <w:r w:rsidRPr="00751DBB">
        <w:rPr>
          <w:lang w:val="en-GB"/>
        </w:rPr>
        <w:t xml:space="preserve"> with the</w:t>
      </w:r>
      <w:r w:rsidR="00636086" w:rsidRPr="00751DBB">
        <w:rPr>
          <w:lang w:val="en-GB"/>
        </w:rPr>
        <w:t xml:space="preserve"> following function:</w:t>
      </w:r>
    </w:p>
    <w:p w14:paraId="6F2848D0" w14:textId="77777777" w:rsidR="00D36E5E" w:rsidRPr="00751DBB" w:rsidRDefault="00D36E5E" w:rsidP="00D36E5E">
      <w:pPr>
        <w:pStyle w:val="eclipse"/>
        <w:rPr>
          <w:lang w:val="en-GB"/>
        </w:rPr>
      </w:pPr>
      <w:r w:rsidRPr="00751DBB">
        <w:rPr>
          <w:lang w:val="en-GB"/>
        </w:rPr>
        <w:t>dencEncryptedData_new(ppEncData,</w:t>
      </w:r>
    </w:p>
    <w:p w14:paraId="777E37D1" w14:textId="77777777" w:rsidR="00D36E5E" w:rsidRPr="00751DBB" w:rsidRDefault="00D36E5E" w:rsidP="00D36E5E">
      <w:pPr>
        <w:pStyle w:val="eclipse"/>
        <w:ind w:firstLine="589"/>
        <w:rPr>
          <w:lang w:val="en-GB"/>
        </w:rPr>
      </w:pPr>
      <w:r w:rsidRPr="00751DBB">
        <w:rPr>
          <w:rStyle w:val="Ecl-paramChar"/>
          <w:lang w:val="en-GB"/>
        </w:rPr>
        <w:t>DENC_XMLNS_XMLENC</w:t>
      </w:r>
      <w:r w:rsidRPr="00751DBB">
        <w:rPr>
          <w:lang w:val="en-GB"/>
        </w:rPr>
        <w:t>,</w:t>
      </w:r>
      <w:r w:rsidR="00E96BF2" w:rsidRPr="00751DBB">
        <w:rPr>
          <w:lang w:val="en-GB"/>
        </w:rPr>
        <w:t xml:space="preserve"> </w:t>
      </w:r>
      <w:r w:rsidR="00E96BF2" w:rsidRPr="00751DBB">
        <w:rPr>
          <w:rStyle w:val="ecl-commentChar"/>
          <w:lang w:val="en-GB"/>
        </w:rPr>
        <w:t xml:space="preserve">// </w:t>
      </w:r>
      <w:r w:rsidR="00A47000" w:rsidRPr="00751DBB">
        <w:rPr>
          <w:rStyle w:val="ecl-commentChar"/>
          <w:lang w:val="en-GB"/>
        </w:rPr>
        <w:t>fixed</w:t>
      </w:r>
      <w:r w:rsidR="00CC3544" w:rsidRPr="00751DBB">
        <w:rPr>
          <w:rStyle w:val="ecl-commentChar"/>
          <w:lang w:val="en-GB"/>
        </w:rPr>
        <w:t xml:space="preserve"> constant for</w:t>
      </w:r>
      <w:r w:rsidR="00A47000" w:rsidRPr="00751DBB">
        <w:rPr>
          <w:rStyle w:val="ecl-commentChar"/>
          <w:lang w:val="en-GB"/>
        </w:rPr>
        <w:t xml:space="preserve"> </w:t>
      </w:r>
      <w:r w:rsidR="00E96BF2" w:rsidRPr="00751DBB">
        <w:rPr>
          <w:rStyle w:val="ecl-commentChar"/>
          <w:lang w:val="en-GB"/>
        </w:rPr>
        <w:t>XML namespace uri</w:t>
      </w:r>
    </w:p>
    <w:p w14:paraId="403033A7" w14:textId="77777777" w:rsidR="00CC3544" w:rsidRPr="00751DBB" w:rsidRDefault="00D36E5E" w:rsidP="00CC3544">
      <w:pPr>
        <w:pStyle w:val="eclipse"/>
        <w:ind w:firstLine="589"/>
        <w:rPr>
          <w:rStyle w:val="ecl-commentChar"/>
          <w:lang w:val="en-GB"/>
        </w:rPr>
      </w:pPr>
      <w:r w:rsidRPr="00751DBB">
        <w:rPr>
          <w:rStyle w:val="Ecl-paramChar"/>
          <w:lang w:val="en-GB"/>
        </w:rPr>
        <w:t>DENC_ENC_METHOD_AES128</w:t>
      </w:r>
      <w:r w:rsidRPr="00751DBB">
        <w:rPr>
          <w:lang w:val="en-GB"/>
        </w:rPr>
        <w:t xml:space="preserve">, </w:t>
      </w:r>
      <w:r w:rsidR="00E96BF2" w:rsidRPr="00751DBB">
        <w:rPr>
          <w:rStyle w:val="ecl-commentChar"/>
          <w:lang w:val="en-GB"/>
        </w:rPr>
        <w:t xml:space="preserve">// </w:t>
      </w:r>
      <w:r w:rsidR="00A47000" w:rsidRPr="00751DBB">
        <w:rPr>
          <w:rStyle w:val="ecl-commentChar"/>
          <w:lang w:val="en-GB"/>
        </w:rPr>
        <w:t xml:space="preserve">fixed </w:t>
      </w:r>
      <w:r w:rsidR="00CC3544" w:rsidRPr="00751DBB">
        <w:rPr>
          <w:rStyle w:val="ecl-commentChar"/>
          <w:lang w:val="en-GB"/>
        </w:rPr>
        <w:t xml:space="preserve">constant for </w:t>
      </w:r>
      <w:r w:rsidR="00F80FDB" w:rsidRPr="00751DBB">
        <w:rPr>
          <w:rStyle w:val="ecl-commentChar"/>
          <w:lang w:val="en-GB"/>
        </w:rPr>
        <w:t>enc</w:t>
      </w:r>
      <w:r w:rsidR="00E96BF2" w:rsidRPr="00751DBB">
        <w:rPr>
          <w:rStyle w:val="ecl-commentChar"/>
          <w:lang w:val="en-GB"/>
        </w:rPr>
        <w:t>r</w:t>
      </w:r>
      <w:r w:rsidR="00F80FDB" w:rsidRPr="00751DBB">
        <w:rPr>
          <w:rStyle w:val="ecl-commentChar"/>
          <w:lang w:val="en-GB"/>
        </w:rPr>
        <w:t>y</w:t>
      </w:r>
      <w:r w:rsidR="00E96BF2" w:rsidRPr="00751DBB">
        <w:rPr>
          <w:rStyle w:val="ecl-commentChar"/>
          <w:lang w:val="en-GB"/>
        </w:rPr>
        <w:t>ption method</w:t>
      </w:r>
    </w:p>
    <w:p w14:paraId="143A68B5" w14:textId="77777777" w:rsidR="00D36E5E" w:rsidRPr="00751DBB" w:rsidRDefault="00CC3544" w:rsidP="00CC3544">
      <w:pPr>
        <w:pStyle w:val="eclipse"/>
        <w:ind w:firstLine="589"/>
        <w:rPr>
          <w:color w:val="339933"/>
          <w:szCs w:val="18"/>
          <w:shd w:val="clear" w:color="auto" w:fill="EEECE1" w:themeFill="background2"/>
          <w:lang w:val="en-GB"/>
        </w:rPr>
      </w:pPr>
      <w:r w:rsidRPr="00751DBB">
        <w:rPr>
          <w:rStyle w:val="ecl-commentChar"/>
          <w:lang w:val="en-GB"/>
        </w:rPr>
        <w:tab/>
        <w:t>// a</w:t>
      </w:r>
      <w:r w:rsidR="00E96BF2" w:rsidRPr="00751DBB">
        <w:rPr>
          <w:rStyle w:val="ecl-commentChar"/>
          <w:lang w:val="en-GB"/>
        </w:rPr>
        <w:t>lgorithm uri</w:t>
      </w:r>
    </w:p>
    <w:p w14:paraId="1FCFB5D5" w14:textId="77777777" w:rsidR="00F25C52" w:rsidRPr="00751DBB" w:rsidRDefault="00D36E5E" w:rsidP="00DF743E">
      <w:pPr>
        <w:pStyle w:val="eclipse"/>
        <w:ind w:firstLine="589"/>
        <w:rPr>
          <w:rStyle w:val="ecl-commentChar"/>
          <w:lang w:val="en-GB"/>
        </w:rPr>
      </w:pPr>
      <w:r w:rsidRPr="00751DBB">
        <w:rPr>
          <w:lang w:val="en-GB"/>
        </w:rPr>
        <w:t>0, 0, 0);</w:t>
      </w:r>
      <w:r w:rsidR="00E96BF2" w:rsidRPr="00751DBB">
        <w:rPr>
          <w:lang w:val="en-GB"/>
        </w:rPr>
        <w:t xml:space="preserve"> </w:t>
      </w:r>
      <w:r w:rsidR="00DF743E" w:rsidRPr="00751DBB">
        <w:rPr>
          <w:rStyle w:val="ecl-commentChar"/>
          <w:lang w:val="en-GB"/>
        </w:rPr>
        <w:t xml:space="preserve">// optional </w:t>
      </w:r>
      <w:r w:rsidR="004223A8" w:rsidRPr="00751DBB">
        <w:rPr>
          <w:rStyle w:val="ecl-commentChar"/>
          <w:lang w:val="en-GB"/>
        </w:rPr>
        <w:t>attributes</w:t>
      </w:r>
      <w:r w:rsidR="00DF743E" w:rsidRPr="00751DBB">
        <w:rPr>
          <w:rStyle w:val="ecl-commentChar"/>
          <w:lang w:val="en-GB"/>
        </w:rPr>
        <w:t xml:space="preserve">, not </w:t>
      </w:r>
      <w:r w:rsidR="00F25C52" w:rsidRPr="00751DBB">
        <w:rPr>
          <w:rStyle w:val="ecl-commentChar"/>
          <w:lang w:val="en-GB"/>
        </w:rPr>
        <w:t>needed</w:t>
      </w:r>
      <w:r w:rsidR="00DF743E" w:rsidRPr="00751DBB">
        <w:rPr>
          <w:rStyle w:val="ecl-commentChar"/>
          <w:lang w:val="en-GB"/>
        </w:rPr>
        <w:t xml:space="preserve"> with the current </w:t>
      </w:r>
    </w:p>
    <w:p w14:paraId="7E7F6A31" w14:textId="77777777" w:rsidR="00D36E5E" w:rsidRPr="00751DBB" w:rsidRDefault="00824D6F" w:rsidP="00DF743E">
      <w:pPr>
        <w:pStyle w:val="eclipse"/>
        <w:ind w:firstLine="589"/>
        <w:rPr>
          <w:lang w:val="en-GB"/>
        </w:rPr>
      </w:pPr>
      <w:r w:rsidRPr="00751DBB">
        <w:rPr>
          <w:rStyle w:val="ecl-commentChar"/>
          <w:lang w:val="en-GB"/>
        </w:rPr>
        <w:tab/>
      </w:r>
      <w:r w:rsidR="00F25C52" w:rsidRPr="00751DBB">
        <w:rPr>
          <w:rStyle w:val="ecl-commentChar"/>
          <w:lang w:val="en-GB"/>
        </w:rPr>
        <w:t xml:space="preserve">// encrypted document </w:t>
      </w:r>
      <w:r w:rsidR="00DF743E" w:rsidRPr="00751DBB">
        <w:rPr>
          <w:rStyle w:val="ecl-commentChar"/>
          <w:lang w:val="en-GB"/>
        </w:rPr>
        <w:t>format</w:t>
      </w:r>
    </w:p>
    <w:p w14:paraId="7919D461" w14:textId="77777777" w:rsidR="00BE2749" w:rsidRPr="00751DBB" w:rsidRDefault="00BE2749" w:rsidP="00C813B3">
      <w:pPr>
        <w:pStyle w:val="Heading3"/>
      </w:pPr>
      <w:bookmarkStart w:id="81" w:name="_Toc410733925"/>
      <w:r w:rsidRPr="00751DBB">
        <w:t>Adding recipient info</w:t>
      </w:r>
      <w:r w:rsidR="001C3788" w:rsidRPr="00751DBB">
        <w:t xml:space="preserve"> and meta</w:t>
      </w:r>
      <w:r w:rsidR="006B4467" w:rsidRPr="00751DBB">
        <w:t>data</w:t>
      </w:r>
      <w:bookmarkEnd w:id="81"/>
    </w:p>
    <w:p w14:paraId="6EF593BB" w14:textId="77777777" w:rsidR="000A4E94" w:rsidRPr="00751DBB" w:rsidRDefault="00BE2749" w:rsidP="00BE2749">
      <w:pPr>
        <w:rPr>
          <w:lang w:val="en-GB"/>
        </w:rPr>
      </w:pPr>
      <w:r w:rsidRPr="00751DBB">
        <w:rPr>
          <w:lang w:val="en-GB"/>
        </w:rPr>
        <w:t xml:space="preserve">Every encrypted document should have at least one or many recipient blocks, otherwise nobody can decrypt it. </w:t>
      </w:r>
    </w:p>
    <w:p w14:paraId="5E316EEF" w14:textId="77777777" w:rsidR="00407A21" w:rsidRPr="00751DBB" w:rsidRDefault="00BE2749" w:rsidP="00BE2749">
      <w:pPr>
        <w:rPr>
          <w:lang w:val="en-GB"/>
        </w:rPr>
      </w:pPr>
      <w:r w:rsidRPr="00751DBB">
        <w:rPr>
          <w:lang w:val="en-GB"/>
        </w:rPr>
        <w:t>For every recipient the library stores</w:t>
      </w:r>
      <w:r w:rsidR="00407A21" w:rsidRPr="00751DBB">
        <w:rPr>
          <w:lang w:val="en-GB"/>
        </w:rPr>
        <w:t>:</w:t>
      </w:r>
    </w:p>
    <w:p w14:paraId="2979A65C" w14:textId="77777777" w:rsidR="00407A21" w:rsidRPr="00751DBB" w:rsidRDefault="00BE2749" w:rsidP="00602608">
      <w:pPr>
        <w:pStyle w:val="ListParagraph"/>
        <w:numPr>
          <w:ilvl w:val="0"/>
          <w:numId w:val="10"/>
        </w:numPr>
        <w:ind w:left="566"/>
        <w:rPr>
          <w:lang w:val="en-GB"/>
        </w:rPr>
      </w:pPr>
      <w:r w:rsidRPr="00751DBB">
        <w:rPr>
          <w:lang w:val="en-GB"/>
        </w:rPr>
        <w:t xml:space="preserve">the AES transport key encrypted </w:t>
      </w:r>
      <w:r w:rsidR="00407A21" w:rsidRPr="00751DBB">
        <w:rPr>
          <w:lang w:val="en-GB"/>
        </w:rPr>
        <w:t>with the recipients certificate</w:t>
      </w:r>
      <w:r w:rsidRPr="00751DBB">
        <w:rPr>
          <w:lang w:val="en-GB"/>
        </w:rPr>
        <w:t xml:space="preserve"> </w:t>
      </w:r>
    </w:p>
    <w:p w14:paraId="3AEFE19A" w14:textId="77777777" w:rsidR="00407A21" w:rsidRPr="00751DBB" w:rsidRDefault="00407A21" w:rsidP="00602608">
      <w:pPr>
        <w:pStyle w:val="ListParagraph"/>
        <w:numPr>
          <w:ilvl w:val="0"/>
          <w:numId w:val="9"/>
        </w:numPr>
        <w:ind w:left="566"/>
        <w:rPr>
          <w:lang w:val="en-GB"/>
        </w:rPr>
      </w:pPr>
      <w:r w:rsidRPr="00751DBB">
        <w:rPr>
          <w:lang w:val="en-GB"/>
        </w:rPr>
        <w:t>the certificate itself</w:t>
      </w:r>
    </w:p>
    <w:p w14:paraId="1FAEA40B" w14:textId="77777777" w:rsidR="000A4E94" w:rsidRPr="00751DBB" w:rsidRDefault="00BE2749" w:rsidP="00602608">
      <w:pPr>
        <w:pStyle w:val="ListParagraph"/>
        <w:numPr>
          <w:ilvl w:val="0"/>
          <w:numId w:val="8"/>
        </w:numPr>
        <w:ind w:left="566"/>
        <w:rPr>
          <w:lang w:val="en-GB"/>
        </w:rPr>
      </w:pPr>
      <w:r w:rsidRPr="00751DBB">
        <w:rPr>
          <w:lang w:val="en-GB"/>
        </w:rPr>
        <w:t xml:space="preserve">possibly some other data used to identify the key. </w:t>
      </w:r>
    </w:p>
    <w:p w14:paraId="09D7FE56" w14:textId="77777777" w:rsidR="00824DEC" w:rsidRDefault="00407A21" w:rsidP="00EB3CE6">
      <w:pPr>
        <w:rPr>
          <w:lang w:val="en-GB"/>
        </w:rPr>
      </w:pPr>
      <w:r w:rsidRPr="00751DBB">
        <w:rPr>
          <w:lang w:val="en-GB"/>
        </w:rPr>
        <w:t>A</w:t>
      </w:r>
      <w:r w:rsidR="00BE2749" w:rsidRPr="00751DBB">
        <w:rPr>
          <w:lang w:val="en-GB"/>
        </w:rPr>
        <w:t xml:space="preserve"> certificate that is </w:t>
      </w:r>
      <w:r w:rsidR="00050D9C" w:rsidRPr="00751DBB">
        <w:rPr>
          <w:lang w:val="en-GB"/>
        </w:rPr>
        <w:t>appropriate</w:t>
      </w:r>
      <w:r w:rsidR="00BE2749" w:rsidRPr="00751DBB">
        <w:rPr>
          <w:lang w:val="en-GB"/>
        </w:rPr>
        <w:t xml:space="preserve"> for data encryption</w:t>
      </w:r>
      <w:r w:rsidRPr="00751DBB">
        <w:rPr>
          <w:lang w:val="en-GB"/>
        </w:rPr>
        <w:t xml:space="preserve"> must be used</w:t>
      </w:r>
      <w:r w:rsidR="00BE2749" w:rsidRPr="00751DBB">
        <w:rPr>
          <w:lang w:val="en-GB"/>
        </w:rPr>
        <w:t xml:space="preserve">. </w:t>
      </w:r>
      <w:r w:rsidR="00050D9C" w:rsidRPr="00751DBB">
        <w:rPr>
          <w:lang w:val="en-GB"/>
        </w:rPr>
        <w:t>In case of Estonian ID cards it is</w:t>
      </w:r>
      <w:r w:rsidR="00BE2749" w:rsidRPr="00751DBB">
        <w:rPr>
          <w:lang w:val="en-GB"/>
        </w:rPr>
        <w:t xml:space="preserve"> the authentication certificate. </w:t>
      </w:r>
    </w:p>
    <w:p w14:paraId="2FD757CC" w14:textId="3534D0D8" w:rsidR="005E530C" w:rsidRPr="005E530C" w:rsidRDefault="005E530C" w:rsidP="00EB3CE6">
      <w:r w:rsidRPr="00D068E0">
        <w:rPr>
          <w:b/>
        </w:rPr>
        <w:t>NB</w:t>
      </w:r>
      <w:r>
        <w:t>!</w:t>
      </w:r>
      <w:r w:rsidRPr="00D068E0">
        <w:t xml:space="preserve"> </w:t>
      </w:r>
      <w:r w:rsidR="004B64C5" w:rsidRPr="00D068E0">
        <w:t>E</w:t>
      </w:r>
      <w:r w:rsidRPr="00D068E0">
        <w:t xml:space="preserve">ncryption should be done for the authentication certificates on all the recipient’s valid identity tokens (e.g. the national ID-card and Digi-ID card used in Estonia), except of the Mobile-ID certificates. </w:t>
      </w:r>
    </w:p>
    <w:p w14:paraId="3E44CF88" w14:textId="77777777" w:rsidR="00824DEC" w:rsidRPr="00751DBB" w:rsidRDefault="00007FE3" w:rsidP="00EB3CE6">
      <w:pPr>
        <w:rPr>
          <w:lang w:val="en-GB"/>
        </w:rPr>
      </w:pPr>
      <w:r w:rsidRPr="00751DBB">
        <w:rPr>
          <w:lang w:val="en-GB"/>
        </w:rPr>
        <w:lastRenderedPageBreak/>
        <w:t>Start adding recipient data by r</w:t>
      </w:r>
      <w:r w:rsidR="00824DEC" w:rsidRPr="00751DBB">
        <w:rPr>
          <w:lang w:val="en-GB"/>
        </w:rPr>
        <w:t>ead</w:t>
      </w:r>
      <w:r w:rsidRPr="00751DBB">
        <w:rPr>
          <w:lang w:val="en-GB"/>
        </w:rPr>
        <w:t>ing</w:t>
      </w:r>
      <w:r w:rsidR="00824DEC" w:rsidRPr="00751DBB">
        <w:rPr>
          <w:lang w:val="en-GB"/>
        </w:rPr>
        <w:t xml:space="preserve"> in the recipient’s certificate (the certificate has to be in PEM format):</w:t>
      </w:r>
    </w:p>
    <w:p w14:paraId="70DA6746" w14:textId="77777777" w:rsidR="00824DEC" w:rsidRPr="00751DBB" w:rsidRDefault="00824DEC" w:rsidP="00824DEC">
      <w:pPr>
        <w:pStyle w:val="eclipse"/>
        <w:rPr>
          <w:lang w:val="en-GB"/>
        </w:rPr>
      </w:pPr>
      <w:r w:rsidRPr="00751DBB">
        <w:rPr>
          <w:lang w:val="en-GB"/>
        </w:rPr>
        <w:t>ReadCertificate(&amp;pCert, certfile);</w:t>
      </w:r>
    </w:p>
    <w:p w14:paraId="05B8E497" w14:textId="77777777" w:rsidR="00D35109" w:rsidRDefault="00D35109" w:rsidP="00095223">
      <w:pPr>
        <w:rPr>
          <w:lang w:val="en-GB"/>
        </w:rPr>
      </w:pPr>
      <w:r>
        <w:rPr>
          <w:lang w:val="en-GB"/>
        </w:rPr>
        <w:t xml:space="preserve">Function ReadCertificate() (defined in source file DigiDocCert.h) reads the certificate from a file in file system. Alternatively, you can also use functions </w:t>
      </w:r>
      <w:r>
        <w:t>ddocDecodeX509Data() (data is in binary format) and ddocDecodeX509PEMData() (data is in PEM (base64) format) to decode certificate data that is already in memory.</w:t>
      </w:r>
      <w:r>
        <w:rPr>
          <w:lang w:val="en-GB"/>
        </w:rPr>
        <w:t xml:space="preserve"> </w:t>
      </w:r>
    </w:p>
    <w:p w14:paraId="21262796" w14:textId="77777777" w:rsidR="00EB3CE6" w:rsidRPr="00751DBB" w:rsidRDefault="00095223" w:rsidP="00095223">
      <w:pPr>
        <w:rPr>
          <w:lang w:val="en-GB"/>
        </w:rPr>
      </w:pPr>
      <w:r w:rsidRPr="00751DBB">
        <w:rPr>
          <w:lang w:val="en-GB"/>
        </w:rPr>
        <w:t>Encrypt the transport key with the receiver’s certificate and store encrypted key in memory:</w:t>
      </w:r>
    </w:p>
    <w:p w14:paraId="4FC957D8" w14:textId="77777777" w:rsidR="00095223" w:rsidRPr="00751DBB" w:rsidRDefault="00EB3CE6" w:rsidP="00EB3CE6">
      <w:pPr>
        <w:pStyle w:val="eclipse"/>
        <w:rPr>
          <w:lang w:val="en-GB"/>
        </w:rPr>
      </w:pPr>
      <w:r w:rsidRPr="00751DBB">
        <w:rPr>
          <w:lang w:val="en-GB"/>
        </w:rPr>
        <w:t xml:space="preserve">dencEncryptedKey_new(*ppEncData, &amp;pEncKey, </w:t>
      </w:r>
    </w:p>
    <w:p w14:paraId="7A3BD5B4" w14:textId="77777777" w:rsidR="00EB3CE6" w:rsidRPr="00751DBB" w:rsidRDefault="00EB3CE6" w:rsidP="00095223">
      <w:pPr>
        <w:pStyle w:val="eclipse"/>
        <w:ind w:firstLine="589"/>
        <w:rPr>
          <w:rStyle w:val="ecl-commentChar"/>
          <w:lang w:val="en-GB"/>
        </w:rPr>
      </w:pPr>
      <w:r w:rsidRPr="00751DBB">
        <w:rPr>
          <w:lang w:val="en-GB"/>
        </w:rPr>
        <w:t>pCert,</w:t>
      </w:r>
      <w:r w:rsidR="00095223" w:rsidRPr="00751DBB">
        <w:rPr>
          <w:lang w:val="en-GB"/>
        </w:rPr>
        <w:t xml:space="preserve"> </w:t>
      </w:r>
      <w:r w:rsidR="00095223" w:rsidRPr="00751DBB">
        <w:rPr>
          <w:rStyle w:val="ecl-commentChar"/>
          <w:lang w:val="en-GB"/>
        </w:rPr>
        <w:t>// reveiver’s certificate</w:t>
      </w:r>
    </w:p>
    <w:p w14:paraId="64824B3B" w14:textId="77777777" w:rsidR="00EB3CE6" w:rsidRPr="00751DBB" w:rsidRDefault="00EB3CE6" w:rsidP="00EB3CE6">
      <w:pPr>
        <w:pStyle w:val="eclipse"/>
        <w:ind w:firstLine="589"/>
        <w:rPr>
          <w:lang w:val="en-GB"/>
        </w:rPr>
      </w:pPr>
      <w:r w:rsidRPr="00751DBB">
        <w:rPr>
          <w:rStyle w:val="Ecl-paramChar"/>
          <w:lang w:val="en-GB"/>
        </w:rPr>
        <w:t>DENC_ENC_METHOD_RSA1_5</w:t>
      </w:r>
      <w:r w:rsidRPr="00751DBB">
        <w:rPr>
          <w:lang w:val="en-GB"/>
        </w:rPr>
        <w:t>,</w:t>
      </w:r>
      <w:r w:rsidR="00095223" w:rsidRPr="00751DBB">
        <w:rPr>
          <w:lang w:val="en-GB"/>
        </w:rPr>
        <w:t xml:space="preserve"> </w:t>
      </w:r>
      <w:r w:rsidR="00095223" w:rsidRPr="00751DBB">
        <w:rPr>
          <w:rStyle w:val="ecl-commentChar"/>
          <w:lang w:val="en-GB"/>
        </w:rPr>
        <w:t xml:space="preserve">// </w:t>
      </w:r>
      <w:r w:rsidR="00A47000" w:rsidRPr="00751DBB">
        <w:rPr>
          <w:rStyle w:val="ecl-commentChar"/>
          <w:lang w:val="en-GB"/>
        </w:rPr>
        <w:t xml:space="preserve">fixed </w:t>
      </w:r>
      <w:r w:rsidR="00050D9C" w:rsidRPr="00751DBB">
        <w:rPr>
          <w:rStyle w:val="ecl-commentChar"/>
          <w:lang w:val="en-GB"/>
        </w:rPr>
        <w:t xml:space="preserve">constant for </w:t>
      </w:r>
      <w:r w:rsidR="00095223" w:rsidRPr="00751DBB">
        <w:rPr>
          <w:rStyle w:val="ecl-commentChar"/>
          <w:lang w:val="en-GB"/>
        </w:rPr>
        <w:t>encryption method</w:t>
      </w:r>
    </w:p>
    <w:p w14:paraId="758D058D" w14:textId="77777777" w:rsidR="00EB3CE6" w:rsidRPr="00751DBB" w:rsidRDefault="00EB3CE6" w:rsidP="00EB3CE6">
      <w:pPr>
        <w:pStyle w:val="eclipse"/>
        <w:ind w:firstLine="589"/>
        <w:rPr>
          <w:lang w:val="en-GB"/>
        </w:rPr>
      </w:pPr>
      <w:r w:rsidRPr="00751DBB">
        <w:rPr>
          <w:lang w:val="en-GB"/>
        </w:rPr>
        <w:t>id, recipient, keyname, carriedkeyname);</w:t>
      </w:r>
      <w:r w:rsidR="004223A8" w:rsidRPr="00751DBB">
        <w:rPr>
          <w:lang w:val="en-GB"/>
        </w:rPr>
        <w:t xml:space="preserve"> </w:t>
      </w:r>
      <w:r w:rsidR="004223A8" w:rsidRPr="00751DBB">
        <w:rPr>
          <w:rStyle w:val="ecl-commentChar"/>
          <w:lang w:val="en-GB"/>
        </w:rPr>
        <w:t>// optional attributes</w:t>
      </w:r>
    </w:p>
    <w:p w14:paraId="3E1ADA60" w14:textId="77777777" w:rsidR="00EB3CE6" w:rsidRPr="00751DBB" w:rsidRDefault="00095223" w:rsidP="00BE2749">
      <w:pPr>
        <w:rPr>
          <w:lang w:val="en-GB"/>
        </w:rPr>
      </w:pPr>
      <w:r w:rsidRPr="00751DBB">
        <w:rPr>
          <w:lang w:val="en-GB"/>
        </w:rPr>
        <w:t>Optional attributes “id”, “r</w:t>
      </w:r>
      <w:r w:rsidR="00EB3CE6" w:rsidRPr="00751DBB">
        <w:rPr>
          <w:lang w:val="en-GB"/>
        </w:rPr>
        <w:t>ecipient” and/or sub</w:t>
      </w:r>
      <w:r w:rsidR="00C72E49" w:rsidRPr="00751DBB">
        <w:rPr>
          <w:lang w:val="en-GB"/>
        </w:rPr>
        <w:t xml:space="preserve"> </w:t>
      </w:r>
      <w:r w:rsidR="00EB3CE6" w:rsidRPr="00751DBB">
        <w:rPr>
          <w:lang w:val="en-GB"/>
        </w:rPr>
        <w:t>elements &lt;KeyName&gt; and &lt;CarriedKeyName&gt; can be added to identify the key object. All of the above mentioned attributes and sub</w:t>
      </w:r>
      <w:r w:rsidR="00C72E49" w:rsidRPr="00751DBB">
        <w:rPr>
          <w:lang w:val="en-GB"/>
        </w:rPr>
        <w:t xml:space="preserve"> </w:t>
      </w:r>
      <w:r w:rsidR="00EB3CE6" w:rsidRPr="00751DBB">
        <w:rPr>
          <w:lang w:val="en-GB"/>
        </w:rPr>
        <w:t xml:space="preserve">elements are optional but can be used to search for the right recipient’s key or display its data in an application. </w:t>
      </w:r>
    </w:p>
    <w:p w14:paraId="27385AEF" w14:textId="257E4921" w:rsidR="002F6987" w:rsidRPr="00751DBB" w:rsidRDefault="00C706C2" w:rsidP="002F6987">
      <w:pPr>
        <w:rPr>
          <w:lang w:val="en-GB"/>
        </w:rPr>
      </w:pPr>
      <w:r w:rsidRPr="00751DBB">
        <w:rPr>
          <w:lang w:val="en-GB"/>
        </w:rPr>
        <w:t>You can add metadata</w:t>
      </w:r>
      <w:r w:rsidR="002F6987" w:rsidRPr="00751DBB">
        <w:rPr>
          <w:lang w:val="en-GB"/>
        </w:rPr>
        <w:t xml:space="preserve"> about the C</w:t>
      </w:r>
      <w:r w:rsidR="004B64C5" w:rsidRPr="00751DBB">
        <w:rPr>
          <w:lang w:val="en-GB"/>
        </w:rPr>
        <w:t>d</w:t>
      </w:r>
      <w:r w:rsidR="002F6987" w:rsidRPr="00751DBB">
        <w:rPr>
          <w:lang w:val="en-GB"/>
        </w:rPr>
        <w:t>igiDoc library</w:t>
      </w:r>
      <w:r w:rsidRPr="00751DBB">
        <w:rPr>
          <w:lang w:val="en-GB"/>
        </w:rPr>
        <w:t xml:space="preserve"> that is used for creating the encrypted document</w:t>
      </w:r>
      <w:r w:rsidR="002F6987" w:rsidRPr="00751DBB">
        <w:rPr>
          <w:lang w:val="en-GB"/>
        </w:rPr>
        <w:t xml:space="preserve"> and </w:t>
      </w:r>
      <w:r w:rsidR="009D6B68" w:rsidRPr="00751DBB">
        <w:rPr>
          <w:lang w:val="en-GB"/>
        </w:rPr>
        <w:t xml:space="preserve">encrypted </w:t>
      </w:r>
      <w:r w:rsidR="002F6987" w:rsidRPr="00751DBB">
        <w:rPr>
          <w:lang w:val="en-GB"/>
        </w:rPr>
        <w:t>document’s format</w:t>
      </w:r>
      <w:r w:rsidR="00E37791" w:rsidRPr="00751DBB">
        <w:rPr>
          <w:lang w:val="en-GB"/>
        </w:rPr>
        <w:t xml:space="preserve"> and version</w:t>
      </w:r>
      <w:r w:rsidR="002F6987" w:rsidRPr="00751DBB">
        <w:rPr>
          <w:lang w:val="en-GB"/>
        </w:rPr>
        <w:t>:</w:t>
      </w:r>
    </w:p>
    <w:p w14:paraId="3805564C" w14:textId="77777777" w:rsidR="002F6987" w:rsidRPr="00751DBB" w:rsidRDefault="002F6987" w:rsidP="002F6987">
      <w:pPr>
        <w:pStyle w:val="eclipse"/>
        <w:rPr>
          <w:lang w:val="en-GB"/>
        </w:rPr>
      </w:pPr>
      <w:r w:rsidRPr="00751DBB">
        <w:rPr>
          <w:lang w:val="en-GB"/>
        </w:rPr>
        <w:t>dencMetaInfo_SetLibVersion(*ppEncData);</w:t>
      </w:r>
    </w:p>
    <w:p w14:paraId="3FCC626C" w14:textId="77777777" w:rsidR="002F6987" w:rsidRPr="00751DBB" w:rsidRDefault="002F6987" w:rsidP="002F6987">
      <w:pPr>
        <w:pStyle w:val="eclipse"/>
        <w:rPr>
          <w:lang w:val="en-GB"/>
        </w:rPr>
      </w:pPr>
      <w:r w:rsidRPr="00751DBB">
        <w:rPr>
          <w:lang w:val="en-GB"/>
        </w:rPr>
        <w:t>dencMetaInfo_SetFormatVersion(*ppEncData);</w:t>
      </w:r>
    </w:p>
    <w:p w14:paraId="1EE8A7A5" w14:textId="77777777" w:rsidR="00830A74" w:rsidRPr="00751DBB" w:rsidRDefault="00E43820" w:rsidP="00830A74">
      <w:pPr>
        <w:rPr>
          <w:lang w:val="en-GB"/>
        </w:rPr>
      </w:pPr>
      <w:r w:rsidRPr="00751DBB">
        <w:rPr>
          <w:lang w:val="en-GB"/>
        </w:rPr>
        <w:t>The name of the data file that is</w:t>
      </w:r>
      <w:r w:rsidR="00830A74" w:rsidRPr="00751DBB">
        <w:rPr>
          <w:lang w:val="en-GB"/>
        </w:rPr>
        <w:t xml:space="preserve"> encrypted should be added to the </w:t>
      </w:r>
      <w:r w:rsidR="00E37791" w:rsidRPr="00751DBB">
        <w:rPr>
          <w:lang w:val="en-GB"/>
        </w:rPr>
        <w:t>De</w:t>
      </w:r>
      <w:r w:rsidR="00830A74" w:rsidRPr="00751DBB">
        <w:rPr>
          <w:lang w:val="en-GB"/>
        </w:rPr>
        <w:t xml:space="preserve">ncEncryptedData </w:t>
      </w:r>
      <w:r w:rsidR="003F36BC" w:rsidRPr="00751DBB">
        <w:rPr>
          <w:lang w:val="en-GB"/>
        </w:rPr>
        <w:t>structure</w:t>
      </w:r>
      <w:r w:rsidR="00EE362C" w:rsidRPr="00751DBB">
        <w:rPr>
          <w:lang w:val="en-GB"/>
        </w:rPr>
        <w:t xml:space="preserve"> by creating a new property</w:t>
      </w:r>
      <w:r w:rsidRPr="00751DBB">
        <w:rPr>
          <w:lang w:val="en-GB"/>
        </w:rPr>
        <w:t>:</w:t>
      </w:r>
    </w:p>
    <w:p w14:paraId="5E7439AF" w14:textId="77777777" w:rsidR="00A21662" w:rsidRPr="00751DBB" w:rsidRDefault="00830A74" w:rsidP="00050D9C">
      <w:pPr>
        <w:pStyle w:val="eclipse"/>
        <w:rPr>
          <w:lang w:val="en-GB"/>
        </w:rPr>
      </w:pPr>
      <w:r w:rsidRPr="00751DBB">
        <w:rPr>
          <w:lang w:val="en-GB"/>
        </w:rPr>
        <w:t xml:space="preserve">dencEncryptionProperty_new(*ppEncData, &amp;pEncProperty, </w:t>
      </w:r>
    </w:p>
    <w:p w14:paraId="2BD5D920" w14:textId="77777777" w:rsidR="00830A74" w:rsidRPr="00751DBB" w:rsidRDefault="00830A74" w:rsidP="00A21662">
      <w:pPr>
        <w:pStyle w:val="eclipse"/>
        <w:ind w:firstLine="589"/>
        <w:rPr>
          <w:lang w:val="en-GB"/>
        </w:rPr>
      </w:pPr>
      <w:r w:rsidRPr="00751DBB">
        <w:rPr>
          <w:lang w:val="en-GB"/>
        </w:rPr>
        <w:t>0, 0,</w:t>
      </w:r>
      <w:r w:rsidR="00A21662" w:rsidRPr="00751DBB">
        <w:rPr>
          <w:lang w:val="en-GB"/>
        </w:rPr>
        <w:t xml:space="preserve"> </w:t>
      </w:r>
      <w:r w:rsidR="00A21662" w:rsidRPr="00751DBB">
        <w:rPr>
          <w:rStyle w:val="ecl-commentChar"/>
          <w:lang w:val="en-GB"/>
        </w:rPr>
        <w:t>// property id and target. Can be omitted</w:t>
      </w:r>
    </w:p>
    <w:p w14:paraId="45F75F57" w14:textId="77777777" w:rsidR="00830A74" w:rsidRPr="00751DBB" w:rsidRDefault="00830A74" w:rsidP="00830A74">
      <w:pPr>
        <w:pStyle w:val="eclipse"/>
        <w:rPr>
          <w:lang w:val="en-GB"/>
        </w:rPr>
      </w:pPr>
      <w:r w:rsidRPr="00751DBB">
        <w:rPr>
          <w:lang w:val="en-GB"/>
        </w:rPr>
        <w:tab/>
      </w:r>
      <w:r w:rsidRPr="00751DBB">
        <w:rPr>
          <w:rStyle w:val="Ecl-paramChar"/>
          <w:lang w:val="en-GB"/>
        </w:rPr>
        <w:t>ENCPROP_FILENAME</w:t>
      </w:r>
      <w:r w:rsidRPr="00751DBB">
        <w:rPr>
          <w:lang w:val="en-GB"/>
        </w:rPr>
        <w:t xml:space="preserve">, </w:t>
      </w:r>
      <w:r w:rsidRPr="00751DBB">
        <w:rPr>
          <w:rStyle w:val="ecl-commentChar"/>
          <w:lang w:val="en-GB"/>
        </w:rPr>
        <w:t>// fixed constant, represents the data file’s name</w:t>
      </w:r>
    </w:p>
    <w:p w14:paraId="3E1167B8" w14:textId="77777777" w:rsidR="00830A74" w:rsidRPr="00751DBB" w:rsidRDefault="00830A74" w:rsidP="00830A74">
      <w:pPr>
        <w:pStyle w:val="eclipse"/>
        <w:rPr>
          <w:lang w:val="en-GB"/>
        </w:rPr>
      </w:pPr>
      <w:r w:rsidRPr="00751DBB">
        <w:rPr>
          <w:lang w:val="en-GB"/>
        </w:rPr>
        <w:tab/>
        <w:t>getSimpleFileName(</w:t>
      </w:r>
      <w:r w:rsidR="00755851" w:rsidRPr="00751DBB">
        <w:rPr>
          <w:lang w:val="en-GB"/>
        </w:rPr>
        <w:t>dataFile</w:t>
      </w:r>
      <w:r w:rsidRPr="00751DBB">
        <w:rPr>
          <w:lang w:val="en-GB"/>
        </w:rPr>
        <w:t>)</w:t>
      </w:r>
      <w:r w:rsidR="00755851" w:rsidRPr="00751DBB">
        <w:rPr>
          <w:lang w:val="en-GB"/>
        </w:rPr>
        <w:t>)</w:t>
      </w:r>
      <w:r w:rsidRPr="00751DBB">
        <w:rPr>
          <w:lang w:val="en-GB"/>
        </w:rPr>
        <w:t xml:space="preserve">; </w:t>
      </w:r>
      <w:r w:rsidRPr="00751DBB">
        <w:rPr>
          <w:rStyle w:val="ecl-commentChar"/>
          <w:lang w:val="en-GB"/>
        </w:rPr>
        <w:t xml:space="preserve">// data file’s name </w:t>
      </w:r>
      <w:r w:rsidR="00EC7A96" w:rsidRPr="00751DBB">
        <w:rPr>
          <w:rStyle w:val="ecl-commentChar"/>
          <w:lang w:val="en-GB"/>
        </w:rPr>
        <w:t xml:space="preserve">should be added  </w:t>
      </w:r>
      <w:r w:rsidR="00EC7A96" w:rsidRPr="00751DBB">
        <w:rPr>
          <w:rStyle w:val="ecl-commentChar"/>
          <w:lang w:val="en-GB"/>
        </w:rPr>
        <w:tab/>
      </w:r>
      <w:r w:rsidR="00EC7A96" w:rsidRPr="00751DBB">
        <w:rPr>
          <w:rStyle w:val="ecl-commentChar"/>
          <w:lang w:val="en-GB"/>
        </w:rPr>
        <w:tab/>
        <w:t xml:space="preserve">// </w:t>
      </w:r>
      <w:r w:rsidRPr="00751DBB">
        <w:rPr>
          <w:rStyle w:val="ecl-commentChar"/>
          <w:lang w:val="en-GB"/>
        </w:rPr>
        <w:t>without path</w:t>
      </w:r>
    </w:p>
    <w:p w14:paraId="3CC4D2E3" w14:textId="77777777" w:rsidR="00893292" w:rsidRPr="00751DBB" w:rsidRDefault="00893292" w:rsidP="00830A74">
      <w:pPr>
        <w:rPr>
          <w:lang w:val="en-GB"/>
        </w:rPr>
      </w:pPr>
      <w:r w:rsidRPr="00751DBB">
        <w:rPr>
          <w:lang w:val="en-GB"/>
        </w:rPr>
        <w:t>Note</w:t>
      </w:r>
      <w:r w:rsidR="006418F9" w:rsidRPr="00751DBB">
        <w:rPr>
          <w:lang w:val="en-GB"/>
        </w:rPr>
        <w:t xml:space="preserve"> that the data</w:t>
      </w:r>
      <w:r w:rsidRPr="00751DBB">
        <w:rPr>
          <w:lang w:val="en-GB"/>
        </w:rPr>
        <w:t xml:space="preserve"> </w:t>
      </w:r>
      <w:r w:rsidR="006418F9" w:rsidRPr="00751DBB">
        <w:rPr>
          <w:lang w:val="en-GB"/>
        </w:rPr>
        <w:t xml:space="preserve">file’s name </w:t>
      </w:r>
      <w:r w:rsidRPr="00751DBB">
        <w:rPr>
          <w:lang w:val="en-GB"/>
        </w:rPr>
        <w:t xml:space="preserve">used in the previous example </w:t>
      </w:r>
      <w:r w:rsidR="006418F9" w:rsidRPr="00751DBB">
        <w:rPr>
          <w:lang w:val="en-GB"/>
        </w:rPr>
        <w:t xml:space="preserve">has to be in UTF-8 encoding. </w:t>
      </w:r>
      <w:r w:rsidRPr="00751DBB">
        <w:rPr>
          <w:lang w:val="en-GB"/>
        </w:rPr>
        <w:t>If necessary, y</w:t>
      </w:r>
      <w:r w:rsidR="006418F9" w:rsidRPr="00751DBB">
        <w:rPr>
          <w:lang w:val="en-GB"/>
        </w:rPr>
        <w:t>ou can convert it with function</w:t>
      </w:r>
      <w:r w:rsidRPr="00751DBB">
        <w:rPr>
          <w:lang w:val="en-GB"/>
        </w:rPr>
        <w:t>:</w:t>
      </w:r>
      <w:r w:rsidR="006418F9" w:rsidRPr="00751DBB">
        <w:rPr>
          <w:lang w:val="en-GB"/>
        </w:rPr>
        <w:t xml:space="preserve"> </w:t>
      </w:r>
    </w:p>
    <w:p w14:paraId="65DB2E85" w14:textId="77777777" w:rsidR="006418F9" w:rsidRPr="00751DBB" w:rsidRDefault="006418F9" w:rsidP="0018467C">
      <w:pPr>
        <w:pStyle w:val="eclipse"/>
        <w:rPr>
          <w:lang w:val="en-GB"/>
        </w:rPr>
      </w:pPr>
      <w:r w:rsidRPr="00751DBB">
        <w:rPr>
          <w:lang w:val="en-GB"/>
        </w:rPr>
        <w:t>ddocConvertInput(const char* src, char** dest)</w:t>
      </w:r>
      <w:r w:rsidR="001E4994" w:rsidRPr="00751DBB">
        <w:rPr>
          <w:lang w:val="en-GB"/>
        </w:rPr>
        <w:t>;</w:t>
      </w:r>
    </w:p>
    <w:p w14:paraId="24949F47" w14:textId="77777777" w:rsidR="00E43820" w:rsidRPr="00751DBB" w:rsidRDefault="00DF408E" w:rsidP="00830A74">
      <w:pPr>
        <w:rPr>
          <w:lang w:val="en-GB"/>
        </w:rPr>
      </w:pPr>
      <w:r w:rsidRPr="00751DBB">
        <w:rPr>
          <w:lang w:val="en-GB"/>
        </w:rPr>
        <w:t>If the original file is a .ddoc file then y</w:t>
      </w:r>
      <w:r w:rsidR="00E43820" w:rsidRPr="00751DBB">
        <w:rPr>
          <w:lang w:val="en-GB"/>
        </w:rPr>
        <w:t>ou should specify</w:t>
      </w:r>
      <w:r w:rsidRPr="00751DBB">
        <w:rPr>
          <w:lang w:val="en-GB"/>
        </w:rPr>
        <w:t xml:space="preserve"> its</w:t>
      </w:r>
      <w:r w:rsidR="00E43820" w:rsidRPr="00751DBB">
        <w:rPr>
          <w:lang w:val="en-GB"/>
        </w:rPr>
        <w:t xml:space="preserve"> mime type and add </w:t>
      </w:r>
      <w:r w:rsidR="00A21662" w:rsidRPr="00751DBB">
        <w:rPr>
          <w:lang w:val="en-GB"/>
        </w:rPr>
        <w:t>the value</w:t>
      </w:r>
      <w:r w:rsidR="00E43820" w:rsidRPr="00751DBB">
        <w:rPr>
          <w:lang w:val="en-GB"/>
        </w:rPr>
        <w:t xml:space="preserve"> to DencEncryptedData </w:t>
      </w:r>
      <w:r w:rsidR="003F36BC" w:rsidRPr="00751DBB">
        <w:rPr>
          <w:lang w:val="en-GB"/>
        </w:rPr>
        <w:t>structure</w:t>
      </w:r>
      <w:r w:rsidR="00E43820" w:rsidRPr="00751DBB">
        <w:rPr>
          <w:lang w:val="en-GB"/>
        </w:rPr>
        <w:t xml:space="preserve"> as a new property</w:t>
      </w:r>
      <w:r w:rsidRPr="00751DBB">
        <w:rPr>
          <w:lang w:val="en-GB"/>
        </w:rPr>
        <w:t>:</w:t>
      </w:r>
      <w:r w:rsidR="00E43820" w:rsidRPr="00751DBB">
        <w:rPr>
          <w:lang w:val="en-GB"/>
        </w:rPr>
        <w:t xml:space="preserve"> </w:t>
      </w:r>
    </w:p>
    <w:p w14:paraId="74AF1D0A" w14:textId="77777777" w:rsidR="00830A74" w:rsidRPr="00751DBB" w:rsidRDefault="00830A74" w:rsidP="00A21662">
      <w:pPr>
        <w:pStyle w:val="eclipse"/>
        <w:rPr>
          <w:lang w:val="en-GB"/>
        </w:rPr>
      </w:pPr>
      <w:r w:rsidRPr="00751DBB">
        <w:rPr>
          <w:lang w:val="en-GB"/>
        </w:rPr>
        <w:t>dencEncryptionProperty_new(*ppEncData, &amp;pEncProperty, 0, 0,</w:t>
      </w:r>
      <w:r w:rsidR="00A21662" w:rsidRPr="00751DBB">
        <w:rPr>
          <w:lang w:val="en-GB"/>
        </w:rPr>
        <w:t xml:space="preserve"> </w:t>
      </w:r>
    </w:p>
    <w:p w14:paraId="7CF9F5F3" w14:textId="77777777" w:rsidR="00830A74" w:rsidRPr="00751DBB" w:rsidRDefault="00830A74" w:rsidP="00DF408E">
      <w:pPr>
        <w:pStyle w:val="eclipse"/>
        <w:rPr>
          <w:lang w:val="en-GB"/>
        </w:rPr>
      </w:pPr>
      <w:r w:rsidRPr="00751DBB">
        <w:rPr>
          <w:lang w:val="en-GB"/>
        </w:rPr>
        <w:tab/>
      </w:r>
      <w:r w:rsidRPr="00751DBB">
        <w:rPr>
          <w:rStyle w:val="Ecl-paramChar"/>
          <w:lang w:val="en-GB"/>
        </w:rPr>
        <w:t>ENCPROP_ORIG_MIME</w:t>
      </w:r>
      <w:r w:rsidRPr="00751DBB">
        <w:rPr>
          <w:lang w:val="en-GB"/>
        </w:rPr>
        <w:t xml:space="preserve">, </w:t>
      </w:r>
      <w:r w:rsidRPr="00751DBB">
        <w:rPr>
          <w:rStyle w:val="ecl-commentChar"/>
          <w:lang w:val="en-GB"/>
        </w:rPr>
        <w:t xml:space="preserve">// </w:t>
      </w:r>
      <w:r w:rsidR="00DF408E" w:rsidRPr="00751DBB">
        <w:rPr>
          <w:rStyle w:val="ecl-commentChar"/>
          <w:lang w:val="en-GB"/>
        </w:rPr>
        <w:t>name of the property: original mime type</w:t>
      </w:r>
      <w:r w:rsidR="00E43820" w:rsidRPr="00751DBB">
        <w:rPr>
          <w:lang w:val="en-GB"/>
        </w:rPr>
        <w:t xml:space="preserve">  </w:t>
      </w:r>
    </w:p>
    <w:p w14:paraId="1C5D6C15" w14:textId="77777777" w:rsidR="00830A74" w:rsidRPr="00751DBB" w:rsidRDefault="00830A74" w:rsidP="00830A74">
      <w:pPr>
        <w:pStyle w:val="eclipse"/>
        <w:rPr>
          <w:lang w:val="en-GB"/>
        </w:rPr>
      </w:pPr>
      <w:r w:rsidRPr="00751DBB">
        <w:rPr>
          <w:lang w:val="en-GB"/>
        </w:rPr>
        <w:tab/>
      </w:r>
      <w:r w:rsidRPr="00751DBB">
        <w:rPr>
          <w:rStyle w:val="Ecl-paramChar"/>
          <w:lang w:val="en-GB"/>
        </w:rPr>
        <w:t>DENC_ENCDATA_TYPE_DDOC</w:t>
      </w:r>
      <w:r w:rsidRPr="00751DBB">
        <w:rPr>
          <w:lang w:val="en-GB"/>
        </w:rPr>
        <w:t>);</w:t>
      </w:r>
      <w:r w:rsidR="00E43820" w:rsidRPr="00751DBB">
        <w:rPr>
          <w:lang w:val="en-GB"/>
        </w:rPr>
        <w:t xml:space="preserve"> </w:t>
      </w:r>
      <w:r w:rsidR="00E43820" w:rsidRPr="00751DBB">
        <w:rPr>
          <w:rStyle w:val="ecl-commentChar"/>
          <w:lang w:val="en-GB"/>
        </w:rPr>
        <w:t xml:space="preserve">// </w:t>
      </w:r>
      <w:r w:rsidR="00DF408E" w:rsidRPr="00751DBB">
        <w:rPr>
          <w:rStyle w:val="ecl-commentChar"/>
          <w:lang w:val="en-GB"/>
        </w:rPr>
        <w:t xml:space="preserve">value of the property: ddoc document’s </w:t>
      </w:r>
      <w:r w:rsidR="00DF408E" w:rsidRPr="00751DBB">
        <w:rPr>
          <w:rStyle w:val="ecl-commentChar"/>
          <w:lang w:val="en-GB"/>
        </w:rPr>
        <w:tab/>
      </w:r>
      <w:r w:rsidR="00DF408E" w:rsidRPr="00751DBB">
        <w:rPr>
          <w:rStyle w:val="ecl-commentChar"/>
          <w:lang w:val="en-GB"/>
        </w:rPr>
        <w:tab/>
        <w:t>// mime type</w:t>
      </w:r>
    </w:p>
    <w:p w14:paraId="47081E65" w14:textId="77777777" w:rsidR="00355A85" w:rsidRPr="00751DBB" w:rsidRDefault="003A0C25" w:rsidP="00A62B35">
      <w:pPr>
        <w:rPr>
          <w:lang w:val="en-GB"/>
        </w:rPr>
      </w:pPr>
      <w:r w:rsidRPr="00751DBB">
        <w:rPr>
          <w:lang w:val="en-GB"/>
        </w:rPr>
        <w:t>In case of DigiDoc document, m</w:t>
      </w:r>
      <w:r w:rsidR="00DF408E" w:rsidRPr="00751DBB">
        <w:rPr>
          <w:lang w:val="en-GB"/>
        </w:rPr>
        <w:t xml:space="preserve">ime type has to be specified as shown above so that it would be possible to decrypt </w:t>
      </w:r>
      <w:r w:rsidR="00A62B35" w:rsidRPr="00751DBB">
        <w:rPr>
          <w:lang w:val="en-GB"/>
        </w:rPr>
        <w:t>the file later.</w:t>
      </w:r>
      <w:r w:rsidR="00D33173" w:rsidRPr="00751DBB">
        <w:rPr>
          <w:lang w:val="en-GB"/>
        </w:rPr>
        <w:t xml:space="preserve"> </w:t>
      </w:r>
    </w:p>
    <w:p w14:paraId="1D82EE72" w14:textId="77777777" w:rsidR="00355A85" w:rsidRPr="00751DBB" w:rsidRDefault="00355A85" w:rsidP="00A62B35">
      <w:pPr>
        <w:rPr>
          <w:lang w:val="en-GB"/>
        </w:rPr>
      </w:pPr>
      <w:r w:rsidRPr="00751DBB">
        <w:rPr>
          <w:lang w:val="en-GB"/>
        </w:rPr>
        <w:t xml:space="preserve">Constants that represent mime types have been defined in DigiDocEnc.h source file. </w:t>
      </w:r>
      <w:r w:rsidR="00A62B35" w:rsidRPr="00751DBB">
        <w:rPr>
          <w:lang w:val="en-GB"/>
        </w:rPr>
        <w:t xml:space="preserve"> </w:t>
      </w:r>
      <w:r w:rsidRPr="00751DBB">
        <w:rPr>
          <w:lang w:val="en-GB"/>
        </w:rPr>
        <w:t xml:space="preserve">In case of a DigiDoc document, use the constant </w:t>
      </w:r>
    </w:p>
    <w:p w14:paraId="43025884" w14:textId="77777777" w:rsidR="00355A85" w:rsidRPr="00751DBB" w:rsidRDefault="00A62B35" w:rsidP="00AC5E92">
      <w:pPr>
        <w:pStyle w:val="ListParagraph"/>
        <w:numPr>
          <w:ilvl w:val="0"/>
          <w:numId w:val="35"/>
        </w:numPr>
        <w:rPr>
          <w:lang w:val="en-GB"/>
        </w:rPr>
      </w:pPr>
      <w:r w:rsidRPr="00751DBB">
        <w:rPr>
          <w:rFonts w:ascii="Consolas" w:hAnsi="Consolas" w:cs="Consolas"/>
          <w:sz w:val="18"/>
          <w:szCs w:val="18"/>
          <w:lang w:val="en-GB"/>
        </w:rPr>
        <w:t xml:space="preserve">DENC_ENCDATA_TYPE_DDOC </w:t>
      </w:r>
    </w:p>
    <w:p w14:paraId="4C0A9645" w14:textId="77777777" w:rsidR="00355A85" w:rsidRPr="00751DBB" w:rsidRDefault="00355A85" w:rsidP="00355A85">
      <w:pPr>
        <w:pStyle w:val="ListParagraph"/>
        <w:ind w:left="720"/>
        <w:rPr>
          <w:lang w:val="en-GB"/>
        </w:rPr>
      </w:pPr>
      <w:r w:rsidRPr="00751DBB">
        <w:rPr>
          <w:lang w:val="en-GB"/>
        </w:rPr>
        <w:t>which contains the value:</w:t>
      </w:r>
      <w:r w:rsidR="00A62B35" w:rsidRPr="00751DBB">
        <w:rPr>
          <w:lang w:val="en-GB"/>
        </w:rPr>
        <w:t xml:space="preserve"> </w:t>
      </w:r>
    </w:p>
    <w:p w14:paraId="4D33B87F" w14:textId="3E18B93F" w:rsidR="00D33173" w:rsidRPr="00751DBB" w:rsidRDefault="004B64C5" w:rsidP="00AC5E92">
      <w:pPr>
        <w:pStyle w:val="ListParagraph"/>
        <w:numPr>
          <w:ilvl w:val="0"/>
          <w:numId w:val="35"/>
        </w:numPr>
        <w:rPr>
          <w:lang w:val="en-GB"/>
        </w:rPr>
      </w:pPr>
      <w:r>
        <w:rPr>
          <w:rFonts w:ascii="Consolas" w:hAnsi="Consolas" w:cs="Consolas"/>
          <w:sz w:val="18"/>
          <w:szCs w:val="18"/>
          <w:lang w:val="en-GB"/>
        </w:rPr>
        <w:t>“</w:t>
      </w:r>
      <w:hyperlink r:id="rId51" w:history="1">
        <w:r w:rsidR="00830A74" w:rsidRPr="00751DBB">
          <w:rPr>
            <w:rFonts w:ascii="Consolas" w:hAnsi="Consolas" w:cs="Consolas"/>
            <w:sz w:val="18"/>
            <w:szCs w:val="18"/>
            <w:lang w:val="en-GB"/>
          </w:rPr>
          <w:t>http://www.sk.ee/DigiDoc/v1.3.0/digidoc.xsd</w:t>
        </w:r>
      </w:hyperlink>
      <w:r>
        <w:rPr>
          <w:rFonts w:ascii="Consolas" w:hAnsi="Consolas" w:cs="Consolas"/>
          <w:sz w:val="18"/>
          <w:szCs w:val="18"/>
          <w:lang w:val="en-GB"/>
        </w:rPr>
        <w:t>”</w:t>
      </w:r>
      <w:r w:rsidR="00A62B35" w:rsidRPr="00751DBB">
        <w:rPr>
          <w:rFonts w:ascii="Consolas" w:hAnsi="Consolas" w:cs="Consolas"/>
          <w:sz w:val="18"/>
          <w:szCs w:val="18"/>
          <w:lang w:val="en-GB"/>
        </w:rPr>
        <w:t>.</w:t>
      </w:r>
      <w:r w:rsidR="00830A74" w:rsidRPr="00751DBB">
        <w:rPr>
          <w:lang w:val="en-GB"/>
        </w:rPr>
        <w:t xml:space="preserve"> </w:t>
      </w:r>
    </w:p>
    <w:p w14:paraId="5439BB66" w14:textId="49A09B3A" w:rsidR="00830A74" w:rsidRPr="00751DBB" w:rsidRDefault="00A2606E" w:rsidP="00830A74">
      <w:pPr>
        <w:rPr>
          <w:lang w:val="en-GB"/>
        </w:rPr>
      </w:pPr>
      <w:r w:rsidRPr="00751DBB">
        <w:rPr>
          <w:lang w:val="en-GB"/>
        </w:rPr>
        <w:t xml:space="preserve">The value is assigned to property </w:t>
      </w:r>
      <w:r w:rsidR="004B64C5">
        <w:rPr>
          <w:lang w:val="en-GB"/>
        </w:rPr>
        <w:t>“</w:t>
      </w:r>
      <w:r w:rsidRPr="00751DBB">
        <w:rPr>
          <w:lang w:val="en-GB"/>
        </w:rPr>
        <w:t>MimeType</w:t>
      </w:r>
      <w:r w:rsidR="004B64C5">
        <w:rPr>
          <w:lang w:val="en-GB"/>
        </w:rPr>
        <w:t>”</w:t>
      </w:r>
      <w:r w:rsidRPr="00751DBB">
        <w:rPr>
          <w:lang w:val="en-GB"/>
        </w:rPr>
        <w:t xml:space="preserve"> of the cdoc document.</w:t>
      </w:r>
      <w:r w:rsidR="00D33173" w:rsidRPr="00751DBB">
        <w:rPr>
          <w:lang w:val="en-GB"/>
        </w:rPr>
        <w:t xml:space="preserve"> </w:t>
      </w:r>
      <w:r w:rsidR="00830A74" w:rsidRPr="00751DBB">
        <w:rPr>
          <w:lang w:val="en-GB"/>
        </w:rPr>
        <w:t>C</w:t>
      </w:r>
      <w:r w:rsidR="004B64C5" w:rsidRPr="00751DBB">
        <w:rPr>
          <w:lang w:val="en-GB"/>
        </w:rPr>
        <w:t>d</w:t>
      </w:r>
      <w:r w:rsidR="00830A74" w:rsidRPr="00751DBB">
        <w:rPr>
          <w:lang w:val="en-GB"/>
        </w:rPr>
        <w:t xml:space="preserve">igiDoc library uses the </w:t>
      </w:r>
      <w:r w:rsidR="00A62B35" w:rsidRPr="00751DBB">
        <w:rPr>
          <w:lang w:val="en-GB"/>
        </w:rPr>
        <w:t>property</w:t>
      </w:r>
      <w:r w:rsidR="00830A74" w:rsidRPr="00751DBB">
        <w:rPr>
          <w:lang w:val="en-GB"/>
        </w:rPr>
        <w:t xml:space="preserve"> “MimeType” also to store the fact that the data has been packed with ZLIB algorithm before encryption. </w:t>
      </w:r>
      <w:r w:rsidR="00D33173" w:rsidRPr="00751DBB">
        <w:rPr>
          <w:lang w:val="en-GB"/>
        </w:rPr>
        <w:t>If data compression is used then t</w:t>
      </w:r>
      <w:r w:rsidR="00830A74" w:rsidRPr="00751DBB">
        <w:rPr>
          <w:lang w:val="en-GB"/>
        </w:rPr>
        <w:t xml:space="preserve">he library assigns the value </w:t>
      </w:r>
    </w:p>
    <w:p w14:paraId="45D71B09" w14:textId="29D11F49" w:rsidR="00830A74" w:rsidRPr="00751DBB" w:rsidRDefault="004B64C5" w:rsidP="00602608">
      <w:pPr>
        <w:pStyle w:val="ListParagraph"/>
        <w:numPr>
          <w:ilvl w:val="0"/>
          <w:numId w:val="4"/>
        </w:numPr>
        <w:rPr>
          <w:rFonts w:ascii="Consolas" w:hAnsi="Consolas" w:cs="Consolas"/>
          <w:sz w:val="18"/>
          <w:szCs w:val="18"/>
          <w:lang w:val="en-GB"/>
        </w:rPr>
      </w:pPr>
      <w:r>
        <w:rPr>
          <w:rFonts w:ascii="Consolas" w:hAnsi="Consolas" w:cs="Consolas"/>
          <w:sz w:val="18"/>
          <w:szCs w:val="18"/>
          <w:lang w:val="en-GB"/>
        </w:rPr>
        <w:t>“</w:t>
      </w:r>
      <w:hyperlink r:id="rId52" w:history="1">
        <w:r w:rsidR="00830A74" w:rsidRPr="00751DBB">
          <w:rPr>
            <w:rFonts w:ascii="Consolas" w:hAnsi="Consolas" w:cs="Consolas"/>
            <w:sz w:val="18"/>
            <w:szCs w:val="18"/>
            <w:lang w:val="en-GB"/>
          </w:rPr>
          <w:t>http://www.isi.edu/in-noes/iana/assignments/media-types/application/zip</w:t>
        </w:r>
      </w:hyperlink>
      <w:r>
        <w:rPr>
          <w:rFonts w:ascii="Consolas" w:hAnsi="Consolas" w:cs="Consolas"/>
          <w:sz w:val="18"/>
          <w:szCs w:val="18"/>
          <w:lang w:val="en-GB"/>
        </w:rPr>
        <w:t>”</w:t>
      </w:r>
      <w:r w:rsidR="00830A74" w:rsidRPr="00751DBB">
        <w:rPr>
          <w:rFonts w:ascii="Consolas" w:hAnsi="Consolas" w:cs="Consolas"/>
          <w:sz w:val="18"/>
          <w:szCs w:val="18"/>
          <w:lang w:val="en-GB"/>
        </w:rPr>
        <w:t xml:space="preserve"> </w:t>
      </w:r>
    </w:p>
    <w:p w14:paraId="68350015" w14:textId="77777777" w:rsidR="00830A74" w:rsidRPr="00751DBB" w:rsidRDefault="00D33173" w:rsidP="00830A74">
      <w:pPr>
        <w:rPr>
          <w:lang w:val="en-GB"/>
        </w:rPr>
      </w:pPr>
      <w:r w:rsidRPr="00751DBB">
        <w:rPr>
          <w:lang w:val="en-GB"/>
        </w:rPr>
        <w:lastRenderedPageBreak/>
        <w:t xml:space="preserve">to “MimeType” attribute </w:t>
      </w:r>
      <w:r w:rsidR="00830A74" w:rsidRPr="00751DBB">
        <w:rPr>
          <w:lang w:val="en-GB"/>
        </w:rPr>
        <w:t xml:space="preserve">which has also been defined as a constant: </w:t>
      </w:r>
    </w:p>
    <w:p w14:paraId="54512156" w14:textId="77777777" w:rsidR="00830A74" w:rsidRPr="00751DBB" w:rsidRDefault="00830A74" w:rsidP="00602608">
      <w:pPr>
        <w:pStyle w:val="ListParagraph"/>
        <w:numPr>
          <w:ilvl w:val="0"/>
          <w:numId w:val="4"/>
        </w:numPr>
        <w:rPr>
          <w:rFonts w:ascii="Consolas" w:hAnsi="Consolas" w:cs="Consolas"/>
          <w:sz w:val="18"/>
          <w:szCs w:val="18"/>
          <w:lang w:val="en-GB"/>
        </w:rPr>
      </w:pPr>
      <w:r w:rsidRPr="00751DBB">
        <w:rPr>
          <w:rFonts w:ascii="Consolas" w:hAnsi="Consolas" w:cs="Consolas"/>
          <w:sz w:val="18"/>
          <w:szCs w:val="18"/>
          <w:lang w:val="en-GB"/>
        </w:rPr>
        <w:t>DENC_ENCDATA_MIME_ZLIB</w:t>
      </w:r>
    </w:p>
    <w:p w14:paraId="4778B5CF" w14:textId="53FB0D18" w:rsidR="00830A74" w:rsidRPr="00751DBB" w:rsidRDefault="00355A85" w:rsidP="00830A74">
      <w:pPr>
        <w:rPr>
          <w:lang w:val="en-GB"/>
        </w:rPr>
      </w:pPr>
      <w:r w:rsidRPr="00751DBB">
        <w:rPr>
          <w:lang w:val="en-GB"/>
        </w:rPr>
        <w:t>C</w:t>
      </w:r>
      <w:r w:rsidR="004B64C5" w:rsidRPr="00751DBB">
        <w:rPr>
          <w:lang w:val="en-GB"/>
        </w:rPr>
        <w:t>d</w:t>
      </w:r>
      <w:r w:rsidR="00830A74" w:rsidRPr="00751DBB">
        <w:rPr>
          <w:lang w:val="en-GB"/>
        </w:rPr>
        <w:t xml:space="preserve">igiDoc assigns this value when packing the data and if the </w:t>
      </w:r>
      <w:r w:rsidRPr="00751DBB">
        <w:rPr>
          <w:lang w:val="en-GB"/>
        </w:rPr>
        <w:t>“</w:t>
      </w:r>
      <w:r w:rsidR="00830A74" w:rsidRPr="00751DBB">
        <w:rPr>
          <w:lang w:val="en-GB"/>
        </w:rPr>
        <w:t>MimeType</w:t>
      </w:r>
      <w:r w:rsidRPr="00751DBB">
        <w:rPr>
          <w:lang w:val="en-GB"/>
        </w:rPr>
        <w:t xml:space="preserve">” attribute was not empty before </w:t>
      </w:r>
      <w:r w:rsidR="00830A74" w:rsidRPr="00751DBB">
        <w:rPr>
          <w:lang w:val="en-GB"/>
        </w:rPr>
        <w:t>th</w:t>
      </w:r>
      <w:r w:rsidRPr="00751DBB">
        <w:rPr>
          <w:lang w:val="en-GB"/>
        </w:rPr>
        <w:t>en the previous value is stored in</w:t>
      </w:r>
      <w:r w:rsidR="00830A74" w:rsidRPr="00751DBB">
        <w:rPr>
          <w:lang w:val="en-GB"/>
        </w:rPr>
        <w:t xml:space="preserve"> </w:t>
      </w:r>
      <w:r w:rsidR="00830A74" w:rsidRPr="00751DBB">
        <w:rPr>
          <w:rFonts w:ascii="Consolas" w:hAnsi="Consolas" w:cs="Consolas"/>
          <w:sz w:val="18"/>
          <w:szCs w:val="18"/>
          <w:lang w:val="en-GB"/>
        </w:rPr>
        <w:t>&lt;EncryptionProperty Name=”OriginalMimeType”&gt;</w:t>
      </w:r>
      <w:r w:rsidR="00830A74" w:rsidRPr="00751DBB">
        <w:rPr>
          <w:lang w:val="en-GB"/>
        </w:rPr>
        <w:t xml:space="preserve"> sub</w:t>
      </w:r>
      <w:r w:rsidRPr="00751DBB">
        <w:rPr>
          <w:lang w:val="en-GB"/>
        </w:rPr>
        <w:t xml:space="preserve"> </w:t>
      </w:r>
      <w:r w:rsidR="00830A74" w:rsidRPr="00751DBB">
        <w:rPr>
          <w:lang w:val="en-GB"/>
        </w:rPr>
        <w:t>element</w:t>
      </w:r>
      <w:r w:rsidRPr="00751DBB">
        <w:rPr>
          <w:lang w:val="en-GB"/>
        </w:rPr>
        <w:t xml:space="preserve"> instead</w:t>
      </w:r>
      <w:r w:rsidR="00830A74" w:rsidRPr="00751DBB">
        <w:rPr>
          <w:lang w:val="en-GB"/>
        </w:rPr>
        <w:t xml:space="preserve">. </w:t>
      </w:r>
      <w:r w:rsidRPr="00751DBB">
        <w:rPr>
          <w:lang w:val="en-GB"/>
        </w:rPr>
        <w:t>If C</w:t>
      </w:r>
      <w:r w:rsidR="004B64C5" w:rsidRPr="00751DBB">
        <w:rPr>
          <w:lang w:val="en-GB"/>
        </w:rPr>
        <w:t>d</w:t>
      </w:r>
      <w:r w:rsidR="00830A74" w:rsidRPr="00751DBB">
        <w:rPr>
          <w:lang w:val="en-GB"/>
        </w:rPr>
        <w:t xml:space="preserve">igiDoc reads a document with </w:t>
      </w:r>
      <w:r w:rsidRPr="00751DBB">
        <w:rPr>
          <w:lang w:val="en-GB"/>
        </w:rPr>
        <w:t>“</w:t>
      </w:r>
      <w:r w:rsidR="00830A74" w:rsidRPr="00751DBB">
        <w:rPr>
          <w:lang w:val="en-GB"/>
        </w:rPr>
        <w:t>MimeType</w:t>
      </w:r>
      <w:r w:rsidRPr="00751DBB">
        <w:rPr>
          <w:lang w:val="en-GB"/>
        </w:rPr>
        <w:t>”</w:t>
      </w:r>
      <w:r w:rsidR="00830A74" w:rsidRPr="00751DBB">
        <w:rPr>
          <w:lang w:val="en-GB"/>
        </w:rPr>
        <w:t xml:space="preserve"> </w:t>
      </w:r>
      <w:r w:rsidR="00B90836" w:rsidRPr="00751DBB">
        <w:rPr>
          <w:lang w:val="en-GB"/>
        </w:rPr>
        <w:t xml:space="preserve">value defined by </w:t>
      </w:r>
      <w:r w:rsidR="00B90836" w:rsidRPr="00751DBB">
        <w:rPr>
          <w:rFonts w:ascii="Consolas" w:hAnsi="Consolas" w:cs="Consolas"/>
          <w:sz w:val="18"/>
          <w:szCs w:val="18"/>
          <w:lang w:val="en-GB"/>
        </w:rPr>
        <w:t>DENC_ENCDATA_MIME_ZLIB</w:t>
      </w:r>
      <w:r w:rsidR="00B90836" w:rsidRPr="00751DBB">
        <w:rPr>
          <w:lang w:val="en-GB"/>
        </w:rPr>
        <w:t xml:space="preserve"> </w:t>
      </w:r>
      <w:r w:rsidR="00830A74" w:rsidRPr="00751DBB">
        <w:rPr>
          <w:lang w:val="en-GB"/>
        </w:rPr>
        <w:t>then</w:t>
      </w:r>
      <w:r w:rsidR="00AA3FFA" w:rsidRPr="00751DBB">
        <w:rPr>
          <w:lang w:val="en-GB"/>
        </w:rPr>
        <w:t xml:space="preserve"> at first</w:t>
      </w:r>
      <w:r w:rsidR="00830A74" w:rsidRPr="00751DBB">
        <w:rPr>
          <w:lang w:val="en-GB"/>
        </w:rPr>
        <w:t xml:space="preserve"> it decompresses the decrypted data and </w:t>
      </w:r>
      <w:r w:rsidR="00AA3FFA" w:rsidRPr="00751DBB">
        <w:rPr>
          <w:lang w:val="en-GB"/>
        </w:rPr>
        <w:t xml:space="preserve">then </w:t>
      </w:r>
      <w:r w:rsidR="00830A74" w:rsidRPr="00751DBB">
        <w:rPr>
          <w:lang w:val="en-GB"/>
        </w:rPr>
        <w:t>restores the original mime type if one is found.</w:t>
      </w:r>
    </w:p>
    <w:p w14:paraId="7CE3B0AB" w14:textId="77777777" w:rsidR="00534037" w:rsidRPr="00751DBB" w:rsidRDefault="00534037" w:rsidP="00534037">
      <w:pPr>
        <w:rPr>
          <w:lang w:val="en-GB"/>
        </w:rPr>
      </w:pPr>
      <w:r w:rsidRPr="00751DBB">
        <w:rPr>
          <w:lang w:val="en-GB"/>
        </w:rPr>
        <w:t xml:space="preserve">If the </w:t>
      </w:r>
      <w:r w:rsidR="00AA3FFA" w:rsidRPr="00751DBB">
        <w:rPr>
          <w:lang w:val="en-GB"/>
        </w:rPr>
        <w:t xml:space="preserve">original data </w:t>
      </w:r>
      <w:r w:rsidRPr="00751DBB">
        <w:rPr>
          <w:lang w:val="en-GB"/>
        </w:rPr>
        <w:t xml:space="preserve">file </w:t>
      </w:r>
      <w:r w:rsidR="00AA3FFA" w:rsidRPr="00751DBB">
        <w:rPr>
          <w:lang w:val="en-GB"/>
        </w:rPr>
        <w:t xml:space="preserve">to be encrypted </w:t>
      </w:r>
      <w:r w:rsidRPr="00751DBB">
        <w:rPr>
          <w:lang w:val="en-GB"/>
        </w:rPr>
        <w:t xml:space="preserve">is a </w:t>
      </w:r>
      <w:r w:rsidR="00D12DD6" w:rsidRPr="00751DBB">
        <w:rPr>
          <w:lang w:val="en-GB"/>
        </w:rPr>
        <w:t>ddoc</w:t>
      </w:r>
      <w:r w:rsidRPr="00751DBB">
        <w:rPr>
          <w:lang w:val="en-GB"/>
        </w:rPr>
        <w:t xml:space="preserve"> document </w:t>
      </w:r>
      <w:r w:rsidR="00D12DD6" w:rsidRPr="00751DBB">
        <w:rPr>
          <w:lang w:val="en-GB"/>
        </w:rPr>
        <w:t xml:space="preserve">then </w:t>
      </w:r>
      <w:r w:rsidR="003A0C25" w:rsidRPr="00751DBB">
        <w:rPr>
          <w:lang w:val="en-GB"/>
        </w:rPr>
        <w:t xml:space="preserve">after adding the mime type property, </w:t>
      </w:r>
      <w:r w:rsidR="008C0C0E" w:rsidRPr="00751DBB">
        <w:rPr>
          <w:lang w:val="en-GB"/>
        </w:rPr>
        <w:t xml:space="preserve">you </w:t>
      </w:r>
      <w:r w:rsidR="000B17B9" w:rsidRPr="00751DBB">
        <w:rPr>
          <w:lang w:val="en-GB"/>
        </w:rPr>
        <w:t xml:space="preserve">also </w:t>
      </w:r>
      <w:r w:rsidRPr="00751DBB">
        <w:rPr>
          <w:lang w:val="en-GB"/>
        </w:rPr>
        <w:t xml:space="preserve">need to </w:t>
      </w:r>
      <w:r w:rsidR="00AA3FFA" w:rsidRPr="00751DBB">
        <w:rPr>
          <w:lang w:val="en-GB"/>
        </w:rPr>
        <w:t>“</w:t>
      </w:r>
      <w:r w:rsidRPr="00751DBB">
        <w:rPr>
          <w:lang w:val="en-GB"/>
        </w:rPr>
        <w:t>register</w:t>
      </w:r>
      <w:r w:rsidR="00AA3FFA" w:rsidRPr="00751DBB">
        <w:rPr>
          <w:lang w:val="en-GB"/>
        </w:rPr>
        <w:t>” its contents</w:t>
      </w:r>
      <w:r w:rsidR="00DF35C6" w:rsidRPr="00751DBB">
        <w:rPr>
          <w:lang w:val="en-GB"/>
        </w:rPr>
        <w:t>:</w:t>
      </w:r>
    </w:p>
    <w:p w14:paraId="45FD9498" w14:textId="77777777" w:rsidR="00480694" w:rsidRPr="00751DBB" w:rsidRDefault="00534037" w:rsidP="008C0C0E">
      <w:pPr>
        <w:pStyle w:val="eclipse"/>
        <w:pBdr>
          <w:bottom w:val="single" w:sz="4" w:space="0" w:color="auto"/>
        </w:pBdr>
        <w:rPr>
          <w:lang w:val="en-GB"/>
        </w:rPr>
      </w:pPr>
      <w:r w:rsidRPr="00751DBB">
        <w:rPr>
          <w:lang w:val="en-GB"/>
        </w:rPr>
        <w:t xml:space="preserve">dencOrigContent_registerDigiDoc(*ppEncData, </w:t>
      </w:r>
    </w:p>
    <w:p w14:paraId="2C3A6A74" w14:textId="77777777" w:rsidR="008C0C0E" w:rsidRPr="00751DBB" w:rsidRDefault="00534037" w:rsidP="00480694">
      <w:pPr>
        <w:pStyle w:val="eclipse"/>
        <w:pBdr>
          <w:bottom w:val="single" w:sz="4" w:space="0" w:color="auto"/>
        </w:pBdr>
        <w:ind w:firstLine="589"/>
        <w:rPr>
          <w:lang w:val="en-GB"/>
        </w:rPr>
      </w:pPr>
      <w:r w:rsidRPr="00751DBB">
        <w:rPr>
          <w:lang w:val="en-GB"/>
        </w:rPr>
        <w:t>pSigDoc);</w:t>
      </w:r>
      <w:r w:rsidR="00480694" w:rsidRPr="00751DBB">
        <w:rPr>
          <w:lang w:val="en-GB"/>
        </w:rPr>
        <w:t xml:space="preserve"> </w:t>
      </w:r>
      <w:r w:rsidR="00480694" w:rsidRPr="00751DBB">
        <w:rPr>
          <w:rStyle w:val="ecl-commentChar"/>
          <w:lang w:val="en-GB"/>
        </w:rPr>
        <w:t xml:space="preserve">// </w:t>
      </w:r>
      <w:r w:rsidR="001F672C" w:rsidRPr="00751DBB">
        <w:rPr>
          <w:rStyle w:val="ecl-commentChar"/>
          <w:lang w:val="en-GB"/>
        </w:rPr>
        <w:t xml:space="preserve">SignedDoc </w:t>
      </w:r>
      <w:r w:rsidR="008D3C55" w:rsidRPr="00751DBB">
        <w:rPr>
          <w:rStyle w:val="ecl-commentChar"/>
          <w:lang w:val="en-GB"/>
        </w:rPr>
        <w:t>structure</w:t>
      </w:r>
      <w:r w:rsidR="001F672C" w:rsidRPr="00751DBB">
        <w:rPr>
          <w:rStyle w:val="ecl-commentChar"/>
          <w:lang w:val="en-GB"/>
        </w:rPr>
        <w:t xml:space="preserve"> representing the ddoc document</w:t>
      </w:r>
    </w:p>
    <w:p w14:paraId="5812B8CF" w14:textId="77777777" w:rsidR="00DF35C6" w:rsidRPr="00751DBB" w:rsidRDefault="00DF35C6" w:rsidP="008C0C0E">
      <w:pPr>
        <w:rPr>
          <w:lang w:val="en-GB"/>
        </w:rPr>
      </w:pPr>
      <w:r w:rsidRPr="00751DBB">
        <w:rPr>
          <w:lang w:val="en-GB"/>
        </w:rPr>
        <w:t xml:space="preserve">The function creates a new EncryptionProperty </w:t>
      </w:r>
      <w:r w:rsidR="003F36BC" w:rsidRPr="00751DBB">
        <w:rPr>
          <w:lang w:val="en-GB"/>
        </w:rPr>
        <w:t>structure</w:t>
      </w:r>
      <w:r w:rsidRPr="00751DBB">
        <w:rPr>
          <w:lang w:val="en-GB"/>
        </w:rPr>
        <w:t xml:space="preserve"> for every data file contained in the DigiDoc document and stores its name, size, mime type and id values for later use.</w:t>
      </w:r>
    </w:p>
    <w:p w14:paraId="6148C0C7" w14:textId="77777777" w:rsidR="008C0C0E" w:rsidRPr="00751DBB" w:rsidRDefault="00480694" w:rsidP="008C0C0E">
      <w:pPr>
        <w:rPr>
          <w:lang w:val="en-GB"/>
        </w:rPr>
      </w:pPr>
      <w:r w:rsidRPr="00751DBB">
        <w:rPr>
          <w:lang w:val="en-GB"/>
        </w:rPr>
        <w:t xml:space="preserve">Note that </w:t>
      </w:r>
      <w:r w:rsidR="00965862" w:rsidRPr="00751DBB">
        <w:rPr>
          <w:lang w:val="en-GB"/>
        </w:rPr>
        <w:t xml:space="preserve">you need to have the </w:t>
      </w:r>
      <w:r w:rsidR="00A96316" w:rsidRPr="00751DBB">
        <w:rPr>
          <w:lang w:val="en-GB"/>
        </w:rPr>
        <w:t>DigiDoc</w:t>
      </w:r>
      <w:r w:rsidR="00965862" w:rsidRPr="00751DBB">
        <w:rPr>
          <w:lang w:val="en-GB"/>
        </w:rPr>
        <w:t xml:space="preserve"> document </w:t>
      </w:r>
      <w:r w:rsidR="003A0C25" w:rsidRPr="00751DBB">
        <w:rPr>
          <w:lang w:val="en-GB"/>
        </w:rPr>
        <w:t>kept in</w:t>
      </w:r>
      <w:r w:rsidR="00965862" w:rsidRPr="00751DBB">
        <w:rPr>
          <w:lang w:val="en-GB"/>
        </w:rPr>
        <w:t xml:space="preserve"> memory as a SignedDoc </w:t>
      </w:r>
      <w:r w:rsidR="00AA6F41" w:rsidRPr="00751DBB">
        <w:rPr>
          <w:lang w:val="en-GB"/>
        </w:rPr>
        <w:t>structure</w:t>
      </w:r>
      <w:r w:rsidR="00965862" w:rsidRPr="00751DBB">
        <w:rPr>
          <w:lang w:val="en-GB"/>
        </w:rPr>
        <w:t xml:space="preserve"> before using the function in the previous example. If you are encrypting an existing </w:t>
      </w:r>
      <w:r w:rsidR="00A96316" w:rsidRPr="00751DBB">
        <w:rPr>
          <w:lang w:val="en-GB"/>
        </w:rPr>
        <w:t>DigiDoc document</w:t>
      </w:r>
      <w:r w:rsidR="002E5D4C" w:rsidRPr="00751DBB">
        <w:rPr>
          <w:lang w:val="en-GB"/>
        </w:rPr>
        <w:t xml:space="preserve"> </w:t>
      </w:r>
      <w:r w:rsidR="00A96316" w:rsidRPr="00751DBB">
        <w:rPr>
          <w:lang w:val="en-GB"/>
        </w:rPr>
        <w:t>(</w:t>
      </w:r>
      <w:r w:rsidR="003A0C25" w:rsidRPr="00751DBB">
        <w:rPr>
          <w:lang w:val="en-GB"/>
        </w:rPr>
        <w:t>not creating it</w:t>
      </w:r>
      <w:r w:rsidR="00A96316" w:rsidRPr="00751DBB">
        <w:rPr>
          <w:lang w:val="en-GB"/>
        </w:rPr>
        <w:t xml:space="preserve"> directly before encryption) then read the document in as described in section “3.6.6 Reading and writing DigiDoc d</w:t>
      </w:r>
      <w:r w:rsidR="00FB076D">
        <w:rPr>
          <w:lang w:val="en-GB"/>
        </w:rPr>
        <w:t>o</w:t>
      </w:r>
      <w:r w:rsidR="00A96316" w:rsidRPr="00751DBB">
        <w:rPr>
          <w:lang w:val="en-GB"/>
        </w:rPr>
        <w:t>cuments”.</w:t>
      </w:r>
      <w:r w:rsidR="00965862" w:rsidRPr="00751DBB">
        <w:rPr>
          <w:lang w:val="en-GB"/>
        </w:rPr>
        <w:t xml:space="preserve"> </w:t>
      </w:r>
    </w:p>
    <w:p w14:paraId="3F187B7E" w14:textId="77777777" w:rsidR="00BE2749" w:rsidRPr="00751DBB" w:rsidRDefault="00BE2749" w:rsidP="00C813B3">
      <w:pPr>
        <w:pStyle w:val="Heading3"/>
      </w:pPr>
      <w:bookmarkStart w:id="82" w:name="_Toc410733926"/>
      <w:r w:rsidRPr="00751DBB">
        <w:t>Encryption and data storage</w:t>
      </w:r>
      <w:bookmarkEnd w:id="82"/>
    </w:p>
    <w:p w14:paraId="29466B83" w14:textId="5FD73AED" w:rsidR="008B5549" w:rsidRPr="00751DBB" w:rsidRDefault="000B17B9" w:rsidP="00BE2749">
      <w:pPr>
        <w:rPr>
          <w:lang w:val="en-GB"/>
        </w:rPr>
      </w:pPr>
      <w:r w:rsidRPr="00751DBB">
        <w:rPr>
          <w:lang w:val="en-GB"/>
        </w:rPr>
        <w:t xml:space="preserve">Before encrypting, you </w:t>
      </w:r>
      <w:r w:rsidR="00F91120" w:rsidRPr="00751DBB">
        <w:rPr>
          <w:lang w:val="en-GB"/>
        </w:rPr>
        <w:t xml:space="preserve">also </w:t>
      </w:r>
      <w:r w:rsidRPr="00751DBB">
        <w:rPr>
          <w:lang w:val="en-GB"/>
        </w:rPr>
        <w:t>need to add the actual data to be encrypted to D</w:t>
      </w:r>
      <w:r w:rsidR="004B64C5" w:rsidRPr="00751DBB">
        <w:rPr>
          <w:lang w:val="en-GB"/>
        </w:rPr>
        <w:t>e</w:t>
      </w:r>
      <w:r w:rsidRPr="00751DBB">
        <w:rPr>
          <w:lang w:val="en-GB"/>
        </w:rPr>
        <w:t xml:space="preserve">ncEncryptedData </w:t>
      </w:r>
      <w:r w:rsidR="00AA6F41" w:rsidRPr="00751DBB">
        <w:rPr>
          <w:lang w:val="en-GB"/>
        </w:rPr>
        <w:t>structure</w:t>
      </w:r>
      <w:r w:rsidRPr="00751DBB">
        <w:rPr>
          <w:lang w:val="en-GB"/>
        </w:rPr>
        <w:t xml:space="preserve">. </w:t>
      </w:r>
      <w:r w:rsidR="00F91120" w:rsidRPr="00751DBB">
        <w:rPr>
          <w:lang w:val="en-GB"/>
        </w:rPr>
        <w:t>Use the method:</w:t>
      </w:r>
    </w:p>
    <w:p w14:paraId="0D975929" w14:textId="1753455C" w:rsidR="00F91120" w:rsidRPr="00751DBB" w:rsidRDefault="00F91120" w:rsidP="00F91120">
      <w:pPr>
        <w:pStyle w:val="eclipse"/>
        <w:rPr>
          <w:lang w:val="en-GB"/>
        </w:rPr>
      </w:pPr>
      <w:r w:rsidRPr="00751DBB">
        <w:rPr>
          <w:lang w:val="en-GB"/>
        </w:rPr>
        <w:t>dencEncryptedData_AppendData(D</w:t>
      </w:r>
      <w:r w:rsidR="004B64C5" w:rsidRPr="00751DBB">
        <w:rPr>
          <w:lang w:val="en-GB"/>
        </w:rPr>
        <w:t>e</w:t>
      </w:r>
      <w:r w:rsidRPr="00751DBB">
        <w:rPr>
          <w:lang w:val="en-GB"/>
        </w:rPr>
        <w:t xml:space="preserve">ncEncryptedData* pEncData, </w:t>
      </w:r>
    </w:p>
    <w:p w14:paraId="024421D6" w14:textId="77777777" w:rsidR="00F91120" w:rsidRPr="00751DBB" w:rsidRDefault="00F91120" w:rsidP="00F91120">
      <w:pPr>
        <w:pStyle w:val="eclipse"/>
        <w:ind w:firstLine="589"/>
        <w:rPr>
          <w:rStyle w:val="ecl-commentChar"/>
          <w:lang w:val="en-GB"/>
        </w:rPr>
      </w:pPr>
      <w:r w:rsidRPr="00751DBB">
        <w:rPr>
          <w:lang w:val="en-GB"/>
        </w:rPr>
        <w:t xml:space="preserve">const char* data, </w:t>
      </w:r>
      <w:r w:rsidRPr="00751DBB">
        <w:rPr>
          <w:rStyle w:val="ecl-commentChar"/>
          <w:lang w:val="en-GB"/>
        </w:rPr>
        <w:t>// unencrypted data</w:t>
      </w:r>
    </w:p>
    <w:p w14:paraId="0AD2BB1A" w14:textId="77777777" w:rsidR="00F91120" w:rsidRPr="00751DBB" w:rsidRDefault="00F91120" w:rsidP="00F91120">
      <w:pPr>
        <w:pStyle w:val="eclipse"/>
        <w:ind w:firstLine="589"/>
        <w:rPr>
          <w:rStyle w:val="ecl-commentChar"/>
          <w:lang w:val="en-GB"/>
        </w:rPr>
      </w:pPr>
      <w:r w:rsidRPr="00751DBB">
        <w:rPr>
          <w:lang w:val="en-GB"/>
        </w:rPr>
        <w:t xml:space="preserve">int len); </w:t>
      </w:r>
      <w:r w:rsidRPr="00751DBB">
        <w:rPr>
          <w:rStyle w:val="ecl-commentChar"/>
          <w:lang w:val="en-GB"/>
        </w:rPr>
        <w:t>// length of the data</w:t>
      </w:r>
    </w:p>
    <w:p w14:paraId="51609C4E" w14:textId="77777777" w:rsidR="007A6B28" w:rsidRPr="00751DBB" w:rsidRDefault="006B3790" w:rsidP="006B3790">
      <w:pPr>
        <w:rPr>
          <w:lang w:val="en-GB"/>
        </w:rPr>
      </w:pPr>
      <w:r w:rsidRPr="00751DBB">
        <w:rPr>
          <w:lang w:val="en-GB"/>
        </w:rPr>
        <w:t xml:space="preserve">Finally, encrypt the </w:t>
      </w:r>
      <w:r w:rsidR="00AC6F73" w:rsidRPr="00751DBB">
        <w:rPr>
          <w:lang w:val="en-GB"/>
        </w:rPr>
        <w:t>data</w:t>
      </w:r>
      <w:r w:rsidRPr="00751DBB">
        <w:rPr>
          <w:lang w:val="en-GB"/>
        </w:rPr>
        <w:t xml:space="preserve"> with the following function:</w:t>
      </w:r>
    </w:p>
    <w:p w14:paraId="02592E3A" w14:textId="293D6E92" w:rsidR="00BB2E11" w:rsidRPr="00751DBB" w:rsidRDefault="00BB2E11" w:rsidP="00BB2E11">
      <w:pPr>
        <w:pStyle w:val="eclipse"/>
        <w:rPr>
          <w:lang w:val="en-GB"/>
        </w:rPr>
      </w:pPr>
      <w:r w:rsidRPr="00751DBB">
        <w:rPr>
          <w:lang w:val="en-GB"/>
        </w:rPr>
        <w:t>dencEncryptedData_encryptData(D</w:t>
      </w:r>
      <w:r w:rsidR="004B64C5" w:rsidRPr="00751DBB">
        <w:rPr>
          <w:lang w:val="en-GB"/>
        </w:rPr>
        <w:t>e</w:t>
      </w:r>
      <w:r w:rsidRPr="00751DBB">
        <w:rPr>
          <w:lang w:val="en-GB"/>
        </w:rPr>
        <w:t xml:space="preserve">ncEncryptedData* pEncData, </w:t>
      </w:r>
    </w:p>
    <w:p w14:paraId="324F1FB8" w14:textId="77777777" w:rsidR="00BB2E11" w:rsidRPr="00751DBB" w:rsidRDefault="00BB2E11" w:rsidP="00BB2E11">
      <w:pPr>
        <w:pStyle w:val="eclipse"/>
        <w:ind w:firstLine="589"/>
        <w:rPr>
          <w:lang w:val="en-GB"/>
        </w:rPr>
      </w:pPr>
      <w:r w:rsidRPr="00751DBB">
        <w:rPr>
          <w:lang w:val="en-GB"/>
        </w:rPr>
        <w:t xml:space="preserve">int nCompressOption); </w:t>
      </w:r>
      <w:r w:rsidRPr="00751DBB">
        <w:rPr>
          <w:rStyle w:val="ecl-commentChar"/>
          <w:lang w:val="en-GB"/>
        </w:rPr>
        <w:t xml:space="preserve">// compression </w:t>
      </w:r>
      <w:r w:rsidR="00AC6F73" w:rsidRPr="00751DBB">
        <w:rPr>
          <w:rStyle w:val="ecl-commentChar"/>
          <w:lang w:val="en-GB"/>
        </w:rPr>
        <w:t>option</w:t>
      </w:r>
      <w:r w:rsidRPr="00751DBB">
        <w:rPr>
          <w:rStyle w:val="ecl-commentChar"/>
          <w:lang w:val="en-GB"/>
        </w:rPr>
        <w:t xml:space="preserve"> used before encryption</w:t>
      </w:r>
    </w:p>
    <w:p w14:paraId="2080959D" w14:textId="77777777" w:rsidR="00BB2E11" w:rsidRPr="00751DBB" w:rsidRDefault="00BB2E11" w:rsidP="00BB2E11">
      <w:pPr>
        <w:rPr>
          <w:lang w:val="en-GB"/>
        </w:rPr>
      </w:pPr>
      <w:r w:rsidRPr="00751DBB">
        <w:rPr>
          <w:lang w:val="en-GB"/>
        </w:rPr>
        <w:t xml:space="preserve">In the </w:t>
      </w:r>
      <w:r w:rsidR="00AC6F73" w:rsidRPr="00751DBB">
        <w:rPr>
          <w:lang w:val="en-GB"/>
        </w:rPr>
        <w:t>function above</w:t>
      </w:r>
      <w:r w:rsidRPr="00751DBB">
        <w:rPr>
          <w:lang w:val="en-GB"/>
        </w:rPr>
        <w:t xml:space="preserve">, three different constants </w:t>
      </w:r>
      <w:r w:rsidR="00021D5E" w:rsidRPr="00751DBB">
        <w:rPr>
          <w:lang w:val="en-GB"/>
        </w:rPr>
        <w:t>can be used to</w:t>
      </w:r>
      <w:r w:rsidRPr="00751DBB">
        <w:rPr>
          <w:lang w:val="en-GB"/>
        </w:rPr>
        <w:t xml:space="preserve"> specify compression option for the data to be encrypted: </w:t>
      </w:r>
    </w:p>
    <w:p w14:paraId="7FF86240" w14:textId="56A9FD9F" w:rsidR="00BB2E11" w:rsidRPr="00751DBB" w:rsidRDefault="00BB2E11" w:rsidP="00AC5E92">
      <w:pPr>
        <w:pStyle w:val="ListParagraph"/>
        <w:numPr>
          <w:ilvl w:val="0"/>
          <w:numId w:val="34"/>
        </w:numPr>
        <w:rPr>
          <w:lang w:val="en-GB"/>
        </w:rPr>
      </w:pPr>
      <w:r w:rsidRPr="00751DBB">
        <w:rPr>
          <w:rFonts w:ascii="Consolas" w:hAnsi="Consolas" w:cs="Consolas"/>
          <w:sz w:val="18"/>
          <w:szCs w:val="18"/>
          <w:lang w:val="en-GB"/>
        </w:rPr>
        <w:t>DENC_COMPRESS_ALLWAYS</w:t>
      </w:r>
      <w:r w:rsidRPr="00751DBB">
        <w:rPr>
          <w:lang w:val="en-GB"/>
        </w:rPr>
        <w:t xml:space="preserve"> </w:t>
      </w:r>
      <w:r w:rsidR="004B64C5">
        <w:rPr>
          <w:lang w:val="en-GB"/>
        </w:rPr>
        <w:t>–</w:t>
      </w:r>
      <w:r w:rsidRPr="00751DBB">
        <w:rPr>
          <w:lang w:val="en-GB"/>
        </w:rPr>
        <w:t xml:space="preserve"> data is compressed before encryption.</w:t>
      </w:r>
    </w:p>
    <w:p w14:paraId="76DE369F" w14:textId="5273AF40" w:rsidR="00BB2E11" w:rsidRPr="00751DBB" w:rsidRDefault="00BB2E11" w:rsidP="00AC5E92">
      <w:pPr>
        <w:pStyle w:val="ListParagraph"/>
        <w:numPr>
          <w:ilvl w:val="0"/>
          <w:numId w:val="34"/>
        </w:numPr>
        <w:rPr>
          <w:lang w:val="en-GB"/>
        </w:rPr>
      </w:pPr>
      <w:r w:rsidRPr="00751DBB">
        <w:rPr>
          <w:rFonts w:ascii="Consolas" w:hAnsi="Consolas" w:cs="Consolas"/>
          <w:sz w:val="18"/>
          <w:szCs w:val="18"/>
          <w:lang w:val="en-GB"/>
        </w:rPr>
        <w:t>DENC_COMPRESS_BEST_EFFORT</w:t>
      </w:r>
      <w:r w:rsidRPr="00751DBB">
        <w:rPr>
          <w:lang w:val="en-GB"/>
        </w:rPr>
        <w:t xml:space="preserve"> </w:t>
      </w:r>
      <w:r w:rsidR="004B64C5">
        <w:rPr>
          <w:lang w:val="en-GB"/>
        </w:rPr>
        <w:t>–</w:t>
      </w:r>
      <w:r w:rsidRPr="00751DBB">
        <w:rPr>
          <w:lang w:val="en-GB"/>
        </w:rPr>
        <w:t xml:space="preserve"> data will be compressed and if it results in reduced data size then the compressed data is encrypted.  Otherwise it will be discarded and original data is encrypted </w:t>
      </w:r>
      <w:r w:rsidR="00C90AF1" w:rsidRPr="00751DBB">
        <w:rPr>
          <w:lang w:val="en-GB"/>
        </w:rPr>
        <w:t>with no compression</w:t>
      </w:r>
      <w:r w:rsidRPr="00751DBB">
        <w:rPr>
          <w:lang w:val="en-GB"/>
        </w:rPr>
        <w:t>.</w:t>
      </w:r>
    </w:p>
    <w:p w14:paraId="45E257E4" w14:textId="3B171912" w:rsidR="00BB2E11" w:rsidRPr="00751DBB" w:rsidRDefault="00BB2E11" w:rsidP="00AC5E92">
      <w:pPr>
        <w:pStyle w:val="ListParagraph"/>
        <w:numPr>
          <w:ilvl w:val="0"/>
          <w:numId w:val="34"/>
        </w:numPr>
        <w:rPr>
          <w:lang w:val="en-GB"/>
        </w:rPr>
      </w:pPr>
      <w:r w:rsidRPr="00751DBB">
        <w:rPr>
          <w:rFonts w:ascii="Consolas" w:hAnsi="Consolas" w:cs="Consolas"/>
          <w:sz w:val="18"/>
          <w:szCs w:val="18"/>
          <w:lang w:val="en-GB"/>
        </w:rPr>
        <w:t>DENC_COMPRESS_NEVER</w:t>
      </w:r>
      <w:r w:rsidRPr="00751DBB">
        <w:rPr>
          <w:lang w:val="en-GB"/>
        </w:rPr>
        <w:t xml:space="preserve"> </w:t>
      </w:r>
      <w:r w:rsidR="004B64C5">
        <w:rPr>
          <w:lang w:val="en-GB"/>
        </w:rPr>
        <w:t>–</w:t>
      </w:r>
      <w:r w:rsidRPr="00751DBB">
        <w:rPr>
          <w:lang w:val="en-GB"/>
        </w:rPr>
        <w:t xml:space="preserve"> compression is not applied.</w:t>
      </w:r>
    </w:p>
    <w:p w14:paraId="17528F7C" w14:textId="77777777" w:rsidR="00D8519E" w:rsidRPr="00751DBB" w:rsidRDefault="003D4650" w:rsidP="00E31F18">
      <w:pPr>
        <w:rPr>
          <w:lang w:val="en-GB"/>
        </w:rPr>
      </w:pPr>
      <w:r w:rsidRPr="00751DBB">
        <w:rPr>
          <w:lang w:val="en-GB"/>
        </w:rPr>
        <w:t xml:space="preserve">You can write the encrypted </w:t>
      </w:r>
      <w:r w:rsidR="00A96316" w:rsidRPr="00751DBB">
        <w:rPr>
          <w:lang w:val="en-GB"/>
        </w:rPr>
        <w:t>document</w:t>
      </w:r>
      <w:r w:rsidRPr="00751DBB">
        <w:rPr>
          <w:lang w:val="en-GB"/>
        </w:rPr>
        <w:t xml:space="preserve"> to an output file with the function</w:t>
      </w:r>
      <w:r w:rsidR="008626F5" w:rsidRPr="00751DBB">
        <w:rPr>
          <w:lang w:val="en-GB"/>
        </w:rPr>
        <w:t>:</w:t>
      </w:r>
      <w:r w:rsidRPr="00751DBB">
        <w:rPr>
          <w:lang w:val="en-GB"/>
        </w:rPr>
        <w:t xml:space="preserve"> </w:t>
      </w:r>
    </w:p>
    <w:p w14:paraId="555750BA" w14:textId="472559FB" w:rsidR="00D8519E" w:rsidRPr="00751DBB" w:rsidRDefault="003D4650" w:rsidP="00D8519E">
      <w:pPr>
        <w:pStyle w:val="eclipse"/>
        <w:rPr>
          <w:lang w:val="en-GB"/>
        </w:rPr>
      </w:pPr>
      <w:r w:rsidRPr="00751DBB">
        <w:rPr>
          <w:lang w:val="en-GB"/>
        </w:rPr>
        <w:t>dencGenEncryptedData_writeToFile(D</w:t>
      </w:r>
      <w:r w:rsidR="004B64C5" w:rsidRPr="00751DBB">
        <w:rPr>
          <w:lang w:val="en-GB"/>
        </w:rPr>
        <w:t>e</w:t>
      </w:r>
      <w:r w:rsidRPr="00751DBB">
        <w:rPr>
          <w:lang w:val="en-GB"/>
        </w:rPr>
        <w:t>ncEncryptedData* pE</w:t>
      </w:r>
      <w:r w:rsidR="00D8519E" w:rsidRPr="00751DBB">
        <w:rPr>
          <w:lang w:val="en-GB"/>
        </w:rPr>
        <w:t>ncData, const char* szFileName);</w:t>
      </w:r>
    </w:p>
    <w:p w14:paraId="11C0D0C1" w14:textId="77777777" w:rsidR="00CB75E9" w:rsidRDefault="003D4650" w:rsidP="00E31F18">
      <w:pPr>
        <w:rPr>
          <w:lang w:val="en-GB"/>
        </w:rPr>
      </w:pPr>
      <w:r w:rsidRPr="00751DBB">
        <w:rPr>
          <w:lang w:val="en-GB"/>
        </w:rPr>
        <w:t>Note that i</w:t>
      </w:r>
      <w:r w:rsidR="00122A91" w:rsidRPr="00751DBB">
        <w:rPr>
          <w:lang w:val="en-GB"/>
        </w:rPr>
        <w:t>t isn’t necessary</w:t>
      </w:r>
      <w:r w:rsidR="00BE2749" w:rsidRPr="00751DBB">
        <w:rPr>
          <w:lang w:val="en-GB"/>
        </w:rPr>
        <w:t xml:space="preserve"> to use files to store encrypted data. </w:t>
      </w:r>
      <w:r w:rsidR="00655E10" w:rsidRPr="00751DBB">
        <w:rPr>
          <w:lang w:val="en-GB"/>
        </w:rPr>
        <w:t>It</w:t>
      </w:r>
      <w:r w:rsidR="00122A91" w:rsidRPr="00751DBB">
        <w:rPr>
          <w:lang w:val="en-GB"/>
        </w:rPr>
        <w:t xml:space="preserve"> can be written </w:t>
      </w:r>
      <w:r w:rsidR="00BE2749" w:rsidRPr="00751DBB">
        <w:rPr>
          <w:lang w:val="en-GB"/>
        </w:rPr>
        <w:t>to any output stream and use</w:t>
      </w:r>
      <w:r w:rsidR="00122A91" w:rsidRPr="00751DBB">
        <w:rPr>
          <w:lang w:val="en-GB"/>
        </w:rPr>
        <w:t>d</w:t>
      </w:r>
      <w:r w:rsidR="00BE2749" w:rsidRPr="00751DBB">
        <w:rPr>
          <w:lang w:val="en-GB"/>
        </w:rPr>
        <w:t xml:space="preserve"> as required.</w:t>
      </w:r>
      <w:r w:rsidRPr="00751DBB">
        <w:rPr>
          <w:lang w:val="en-GB"/>
        </w:rPr>
        <w:t xml:space="preserve"> </w:t>
      </w:r>
      <w:r w:rsidR="00CB75E9">
        <w:rPr>
          <w:lang w:val="en-GB"/>
        </w:rPr>
        <w:t xml:space="preserve">In order to write the encrypted data to a memory buffer, </w:t>
      </w:r>
      <w:r w:rsidR="00FC1F12">
        <w:rPr>
          <w:lang w:val="en-GB"/>
        </w:rPr>
        <w:t>do as follows</w:t>
      </w:r>
      <w:r w:rsidR="00CB75E9">
        <w:rPr>
          <w:lang w:val="en-GB"/>
        </w:rPr>
        <w:t>:</w:t>
      </w:r>
    </w:p>
    <w:p w14:paraId="2D154625" w14:textId="77777777" w:rsidR="003276D5" w:rsidRDefault="00FC1F12" w:rsidP="00FC1F12">
      <w:pPr>
        <w:pStyle w:val="eclipse"/>
        <w:ind w:left="1004"/>
        <w:rPr>
          <w:lang w:val="et-EE"/>
        </w:rPr>
      </w:pPr>
      <w:r>
        <w:rPr>
          <w:lang w:val="et-EE"/>
        </w:rPr>
        <w:t>DigiDocMemBuf mbuf</w:t>
      </w:r>
      <w:r w:rsidRPr="00B82E3F">
        <w:rPr>
          <w:lang w:val="et-EE"/>
        </w:rPr>
        <w:t>;</w:t>
      </w:r>
      <w:r>
        <w:rPr>
          <w:lang w:val="et-EE"/>
        </w:rPr>
        <w:t xml:space="preserve"> </w:t>
      </w:r>
      <w:r w:rsidRPr="004721CF">
        <w:rPr>
          <w:rStyle w:val="ecl-commentChar"/>
        </w:rPr>
        <w:t>// output buffer</w:t>
      </w:r>
      <w:r>
        <w:rPr>
          <w:lang w:val="et-EE"/>
        </w:rPr>
        <w:t xml:space="preserve"> </w:t>
      </w:r>
    </w:p>
    <w:p w14:paraId="2430BE9A" w14:textId="77777777" w:rsidR="003276D5" w:rsidRDefault="003276D5" w:rsidP="003276D5">
      <w:pPr>
        <w:pStyle w:val="eclipse"/>
        <w:ind w:left="1004"/>
        <w:rPr>
          <w:lang w:val="et-EE"/>
        </w:rPr>
      </w:pPr>
      <w:r>
        <w:rPr>
          <w:lang w:val="et-EE"/>
        </w:rPr>
        <w:t>mbuf</w:t>
      </w:r>
      <w:r w:rsidRPr="002151E2">
        <w:rPr>
          <w:lang w:val="et-EE"/>
        </w:rPr>
        <w:t>.</w:t>
      </w:r>
      <w:r w:rsidRPr="006C68F9">
        <w:rPr>
          <w:rStyle w:val="Ecl-paramChar"/>
          <w:lang w:val="et-EE"/>
        </w:rPr>
        <w:t>pMem</w:t>
      </w:r>
      <w:r w:rsidRPr="002151E2">
        <w:rPr>
          <w:lang w:val="et-EE"/>
        </w:rPr>
        <w:t xml:space="preserve"> = 0;</w:t>
      </w:r>
      <w:r>
        <w:rPr>
          <w:lang w:val="et-EE"/>
        </w:rPr>
        <w:t xml:space="preserve"> </w:t>
      </w:r>
      <w:r w:rsidRPr="002151E2">
        <w:rPr>
          <w:rStyle w:val="ecl-commentChar"/>
          <w:lang w:val="et-EE"/>
        </w:rPr>
        <w:t>// functions will assign allocated memory address here</w:t>
      </w:r>
    </w:p>
    <w:p w14:paraId="7D0CE685" w14:textId="77777777" w:rsidR="003276D5" w:rsidRDefault="003276D5" w:rsidP="003276D5">
      <w:pPr>
        <w:pStyle w:val="eclipse"/>
        <w:ind w:left="1004"/>
        <w:rPr>
          <w:lang w:val="et-EE"/>
        </w:rPr>
      </w:pPr>
      <w:r w:rsidRPr="002151E2">
        <w:rPr>
          <w:lang w:val="et-EE"/>
        </w:rPr>
        <w:t>mbuf.</w:t>
      </w:r>
      <w:r w:rsidRPr="006C68F9">
        <w:rPr>
          <w:rStyle w:val="Ecl-paramChar"/>
          <w:lang w:val="et-EE"/>
        </w:rPr>
        <w:t>nLen</w:t>
      </w:r>
      <w:r w:rsidRPr="002151E2">
        <w:rPr>
          <w:lang w:val="et-EE"/>
        </w:rPr>
        <w:t xml:space="preserve"> = 0;</w:t>
      </w:r>
      <w:r>
        <w:rPr>
          <w:lang w:val="et-EE"/>
        </w:rPr>
        <w:t xml:space="preserve"> </w:t>
      </w:r>
      <w:r w:rsidRPr="002151E2">
        <w:rPr>
          <w:rStyle w:val="ecl-commentChar"/>
          <w:lang w:val="et-EE"/>
        </w:rPr>
        <w:t>// length of data in number of bytes</w:t>
      </w:r>
    </w:p>
    <w:p w14:paraId="72F46E94" w14:textId="77777777" w:rsidR="00FC1F12" w:rsidRDefault="00CB75E9" w:rsidP="00FC1F12">
      <w:pPr>
        <w:pStyle w:val="eclipse"/>
        <w:ind w:left="1004"/>
        <w:rPr>
          <w:lang w:val="et-EE"/>
        </w:rPr>
      </w:pPr>
      <w:r w:rsidRPr="00CB75E9">
        <w:rPr>
          <w:lang w:val="en-GB"/>
        </w:rPr>
        <w:t>dencGenEncr</w:t>
      </w:r>
      <w:r>
        <w:rPr>
          <w:lang w:val="en-GB"/>
        </w:rPr>
        <w:t xml:space="preserve">yptedData_toXML(pEncData, </w:t>
      </w:r>
      <w:r w:rsidR="00FC1F12" w:rsidRPr="00FC1F12">
        <w:rPr>
          <w:rStyle w:val="ecl-commentChar"/>
        </w:rPr>
        <w:t>// encrypted data structure</w:t>
      </w:r>
    </w:p>
    <w:p w14:paraId="2643241F" w14:textId="77777777" w:rsidR="00CB75E9" w:rsidRPr="00FC1F12" w:rsidRDefault="00CB75E9" w:rsidP="00FC1F12">
      <w:pPr>
        <w:pStyle w:val="eclipse"/>
        <w:ind w:left="1004" w:firstLine="436"/>
        <w:rPr>
          <w:lang w:val="et-EE"/>
        </w:rPr>
      </w:pPr>
      <w:r>
        <w:rPr>
          <w:lang w:val="en-GB"/>
        </w:rPr>
        <w:t>&amp;mbuf</w:t>
      </w:r>
      <w:r w:rsidRPr="00CB75E9">
        <w:rPr>
          <w:lang w:val="en-GB"/>
        </w:rPr>
        <w:t>);</w:t>
      </w:r>
      <w:r w:rsidR="00FC1F12">
        <w:rPr>
          <w:lang w:val="en-GB"/>
        </w:rPr>
        <w:t xml:space="preserve"> </w:t>
      </w:r>
      <w:r w:rsidR="00FC1F12" w:rsidRPr="00FC1F12">
        <w:rPr>
          <w:rStyle w:val="ecl-commentChar"/>
        </w:rPr>
        <w:t xml:space="preserve">// </w:t>
      </w:r>
      <w:r w:rsidR="00536BAB">
        <w:rPr>
          <w:rStyle w:val="ecl-commentChar"/>
        </w:rPr>
        <w:t>output</w:t>
      </w:r>
      <w:r w:rsidR="00FC1F12" w:rsidRPr="00FC1F12">
        <w:rPr>
          <w:rStyle w:val="ecl-commentChar"/>
        </w:rPr>
        <w:t xml:space="preserve"> buffer for storing the </w:t>
      </w:r>
      <w:r w:rsidR="00781BE0">
        <w:rPr>
          <w:rStyle w:val="ecl-commentChar"/>
        </w:rPr>
        <w:t xml:space="preserve">encrypted </w:t>
      </w:r>
      <w:r w:rsidR="00FC1F12" w:rsidRPr="00FC1F12">
        <w:rPr>
          <w:rStyle w:val="ecl-commentChar"/>
        </w:rPr>
        <w:t>data</w:t>
      </w:r>
    </w:p>
    <w:p w14:paraId="78CD7294" w14:textId="77777777" w:rsidR="00E31F18" w:rsidRPr="00751DBB" w:rsidRDefault="00BE2749" w:rsidP="00C813B3">
      <w:pPr>
        <w:pStyle w:val="Heading3"/>
      </w:pPr>
      <w:bookmarkStart w:id="83" w:name="_Toc410733927"/>
      <w:r w:rsidRPr="00751DBB">
        <w:lastRenderedPageBreak/>
        <w:t>Parsing and decrypting</w:t>
      </w:r>
      <w:bookmarkEnd w:id="83"/>
    </w:p>
    <w:p w14:paraId="7CB1963E" w14:textId="77777777" w:rsidR="00D315F6" w:rsidRDefault="00D315F6" w:rsidP="00D315F6">
      <w:pPr>
        <w:rPr>
          <w:lang w:val="en-GB"/>
        </w:rPr>
      </w:pPr>
      <w:r>
        <w:rPr>
          <w:lang w:val="en-GB"/>
        </w:rPr>
        <w:t>Firstly, define structure for holding the encrypted document’s data</w:t>
      </w:r>
      <w:r w:rsidR="006C55D4">
        <w:rPr>
          <w:lang w:val="en-GB"/>
        </w:rPr>
        <w:t xml:space="preserve"> that is going to be parsed</w:t>
      </w:r>
      <w:r>
        <w:rPr>
          <w:lang w:val="en-GB"/>
        </w:rPr>
        <w:t>:</w:t>
      </w:r>
    </w:p>
    <w:p w14:paraId="43DDB9BD" w14:textId="4F03C023" w:rsidR="00D315F6" w:rsidRDefault="00D315F6" w:rsidP="00D315F6">
      <w:pPr>
        <w:pStyle w:val="eclipse"/>
        <w:ind w:left="0"/>
        <w:rPr>
          <w:lang w:val="en-GB"/>
        </w:rPr>
      </w:pPr>
      <w:r w:rsidRPr="00D315F6">
        <w:rPr>
          <w:lang w:val="en-GB"/>
        </w:rPr>
        <w:t>D</w:t>
      </w:r>
      <w:r w:rsidR="004B64C5" w:rsidRPr="00D315F6">
        <w:rPr>
          <w:lang w:val="en-GB"/>
        </w:rPr>
        <w:t>e</w:t>
      </w:r>
      <w:r w:rsidRPr="00D315F6">
        <w:rPr>
          <w:lang w:val="en-GB"/>
        </w:rPr>
        <w:t>ncEncryptedData* pEncData</w:t>
      </w:r>
      <w:r>
        <w:rPr>
          <w:lang w:val="en-GB"/>
        </w:rPr>
        <w:t>;</w:t>
      </w:r>
    </w:p>
    <w:p w14:paraId="2C2B732F" w14:textId="77777777" w:rsidR="00044FB2" w:rsidRPr="00751DBB" w:rsidRDefault="00044FB2" w:rsidP="00044FB2">
      <w:pPr>
        <w:rPr>
          <w:lang w:val="en-GB"/>
        </w:rPr>
      </w:pPr>
      <w:r>
        <w:rPr>
          <w:lang w:val="en-GB"/>
        </w:rPr>
        <w:t>There are two alternative options for decrypting documents, depending on the encrypted document’s size.</w:t>
      </w:r>
    </w:p>
    <w:p w14:paraId="19EE9EA7" w14:textId="77777777" w:rsidR="00044FB2" w:rsidRDefault="00044FB2" w:rsidP="00AC5E92">
      <w:pPr>
        <w:pStyle w:val="ListParagraph"/>
        <w:numPr>
          <w:ilvl w:val="0"/>
          <w:numId w:val="45"/>
        </w:numPr>
        <w:rPr>
          <w:lang w:val="en-GB"/>
        </w:rPr>
      </w:pPr>
      <w:r>
        <w:rPr>
          <w:lang w:val="en-GB"/>
        </w:rPr>
        <w:t>Parsing and d</w:t>
      </w:r>
      <w:r w:rsidRPr="00F008FC">
        <w:rPr>
          <w:lang w:val="en-GB"/>
        </w:rPr>
        <w:t>ecrypting</w:t>
      </w:r>
      <w:r>
        <w:rPr>
          <w:lang w:val="en-GB"/>
        </w:rPr>
        <w:t xml:space="preserve"> small encrypted documents.</w:t>
      </w:r>
      <w:r w:rsidRPr="00F008FC">
        <w:rPr>
          <w:lang w:val="en-GB"/>
        </w:rPr>
        <w:t xml:space="preserve"> </w:t>
      </w:r>
    </w:p>
    <w:p w14:paraId="72493891" w14:textId="77777777" w:rsidR="00771B65" w:rsidRDefault="00D315F6" w:rsidP="00044FB2">
      <w:pPr>
        <w:ind w:left="360"/>
        <w:rPr>
          <w:lang w:val="en-GB"/>
        </w:rPr>
      </w:pPr>
      <w:r>
        <w:rPr>
          <w:lang w:val="en-GB"/>
        </w:rPr>
        <w:t xml:space="preserve">Encrypted </w:t>
      </w:r>
      <w:r w:rsidR="00771B65">
        <w:rPr>
          <w:lang w:val="en-GB"/>
        </w:rPr>
        <w:t xml:space="preserve">document can be read in and parsed in two ways: by reading the encrypted file from disk or by reading the encrypted file’s contents from an internal memory buffer (e.g. a buffer that </w:t>
      </w:r>
      <w:r w:rsidR="00053607">
        <w:rPr>
          <w:lang w:val="en-GB"/>
        </w:rPr>
        <w:t>holds</w:t>
      </w:r>
      <w:r w:rsidR="00771B65">
        <w:rPr>
          <w:lang w:val="en-GB"/>
        </w:rPr>
        <w:t xml:space="preserve"> the encrypted document’s data fetched from a database).</w:t>
      </w:r>
    </w:p>
    <w:p w14:paraId="7E0C12F3" w14:textId="77777777" w:rsidR="00771B65" w:rsidRDefault="00771B65" w:rsidP="00AC5E92">
      <w:pPr>
        <w:pStyle w:val="ListParagraph"/>
        <w:numPr>
          <w:ilvl w:val="0"/>
          <w:numId w:val="44"/>
        </w:numPr>
        <w:rPr>
          <w:lang w:val="en-GB"/>
        </w:rPr>
      </w:pPr>
      <w:r>
        <w:rPr>
          <w:lang w:val="en-GB"/>
        </w:rPr>
        <w:t xml:space="preserve">Reading </w:t>
      </w:r>
      <w:r w:rsidR="00FD7525">
        <w:rPr>
          <w:lang w:val="en-GB"/>
        </w:rPr>
        <w:t xml:space="preserve">and parsing </w:t>
      </w:r>
      <w:r>
        <w:rPr>
          <w:lang w:val="en-GB"/>
        </w:rPr>
        <w:t>the encrypted document from file system</w:t>
      </w:r>
      <w:r w:rsidR="006C55D4">
        <w:rPr>
          <w:lang w:val="en-GB"/>
        </w:rPr>
        <w:t>:</w:t>
      </w:r>
    </w:p>
    <w:p w14:paraId="303FF348" w14:textId="77777777" w:rsidR="00BC269E" w:rsidRDefault="00BC269E" w:rsidP="006C55D4">
      <w:pPr>
        <w:pStyle w:val="eclipse"/>
        <w:rPr>
          <w:lang w:val="en-GB"/>
        </w:rPr>
      </w:pPr>
      <w:r>
        <w:rPr>
          <w:lang w:val="en-GB"/>
        </w:rPr>
        <w:t>char* inFile;</w:t>
      </w:r>
      <w:r w:rsidR="004A578D">
        <w:rPr>
          <w:lang w:val="en-GB"/>
        </w:rPr>
        <w:t xml:space="preserve"> </w:t>
      </w:r>
      <w:r w:rsidR="004A578D" w:rsidRPr="004A578D">
        <w:rPr>
          <w:rStyle w:val="ecl-commentChar"/>
        </w:rPr>
        <w:t>// input encrypted file</w:t>
      </w:r>
    </w:p>
    <w:p w14:paraId="2064E680" w14:textId="77777777" w:rsidR="006C55D4" w:rsidRDefault="006E37A6" w:rsidP="006C55D4">
      <w:pPr>
        <w:pStyle w:val="eclipse"/>
        <w:rPr>
          <w:rStyle w:val="ecl-commentChar"/>
        </w:rPr>
      </w:pPr>
      <w:r w:rsidRPr="00751DBB">
        <w:rPr>
          <w:lang w:val="en-GB"/>
        </w:rPr>
        <w:t>dencSaxReadEncryptedData(</w:t>
      </w:r>
      <w:r w:rsidR="006C55D4">
        <w:rPr>
          <w:lang w:val="en-GB"/>
        </w:rPr>
        <w:t>&amp;</w:t>
      </w:r>
      <w:r w:rsidRPr="00751DBB">
        <w:rPr>
          <w:lang w:val="en-GB"/>
        </w:rPr>
        <w:t xml:space="preserve">pEncData, </w:t>
      </w:r>
      <w:r w:rsidR="00DE5B65" w:rsidRPr="00DE5B65">
        <w:rPr>
          <w:rStyle w:val="ecl-commentChar"/>
        </w:rPr>
        <w:t xml:space="preserve">// </w:t>
      </w:r>
      <w:r w:rsidR="003A34B4">
        <w:rPr>
          <w:rStyle w:val="ecl-commentChar"/>
        </w:rPr>
        <w:t>structure for</w:t>
      </w:r>
      <w:r w:rsidR="00DE5B65">
        <w:rPr>
          <w:lang w:val="en-GB"/>
        </w:rPr>
        <w:t xml:space="preserve"> </w:t>
      </w:r>
      <w:r w:rsidR="006C55D4" w:rsidRPr="006C55D4">
        <w:rPr>
          <w:rStyle w:val="ecl-commentChar"/>
        </w:rPr>
        <w:t>holding</w:t>
      </w:r>
      <w:r w:rsidR="006C55D4">
        <w:rPr>
          <w:lang w:val="en-GB"/>
        </w:rPr>
        <w:t xml:space="preserve"> </w:t>
      </w:r>
      <w:r w:rsidR="00DE5B65" w:rsidRPr="00DE5B65">
        <w:rPr>
          <w:rStyle w:val="ecl-commentChar"/>
        </w:rPr>
        <w:t xml:space="preserve">the encrypted </w:t>
      </w:r>
    </w:p>
    <w:p w14:paraId="59EB9211" w14:textId="77777777" w:rsidR="00FD7525" w:rsidRDefault="006C55D4" w:rsidP="006C55D4">
      <w:pPr>
        <w:pStyle w:val="eclipse"/>
        <w:ind w:firstLine="589"/>
        <w:rPr>
          <w:lang w:val="en-GB"/>
        </w:rPr>
      </w:pPr>
      <w:r>
        <w:rPr>
          <w:rStyle w:val="ecl-commentChar"/>
        </w:rPr>
        <w:t xml:space="preserve">  </w:t>
      </w:r>
      <w:r>
        <w:rPr>
          <w:rStyle w:val="ecl-commentChar"/>
        </w:rPr>
        <w:tab/>
      </w:r>
      <w:r>
        <w:rPr>
          <w:rStyle w:val="ecl-commentChar"/>
        </w:rPr>
        <w:tab/>
      </w:r>
      <w:r>
        <w:rPr>
          <w:rStyle w:val="ecl-commentChar"/>
        </w:rPr>
        <w:tab/>
      </w:r>
      <w:r>
        <w:rPr>
          <w:rStyle w:val="ecl-commentChar"/>
        </w:rPr>
        <w:tab/>
      </w:r>
      <w:r>
        <w:rPr>
          <w:rStyle w:val="ecl-commentChar"/>
        </w:rPr>
        <w:tab/>
        <w:t xml:space="preserve">// </w:t>
      </w:r>
      <w:r w:rsidR="00DE5B65" w:rsidRPr="00DE5B65">
        <w:rPr>
          <w:rStyle w:val="ecl-commentChar"/>
        </w:rPr>
        <w:t>document</w:t>
      </w:r>
      <w:r w:rsidR="003A34B4">
        <w:rPr>
          <w:rStyle w:val="ecl-commentChar"/>
        </w:rPr>
        <w:t>’s data</w:t>
      </w:r>
    </w:p>
    <w:p w14:paraId="3D4F80A6" w14:textId="56188F51" w:rsidR="006E37A6" w:rsidRPr="00751DBB" w:rsidRDefault="004B64C5" w:rsidP="00FD7525">
      <w:pPr>
        <w:pStyle w:val="eclipse"/>
        <w:ind w:firstLine="589"/>
        <w:rPr>
          <w:lang w:val="en-GB"/>
        </w:rPr>
      </w:pPr>
      <w:r>
        <w:rPr>
          <w:lang w:val="en-GB"/>
        </w:rPr>
        <w:pgNum/>
      </w:r>
      <w:r>
        <w:rPr>
          <w:lang w:val="en-GB"/>
        </w:rPr>
        <w:t>ilename</w:t>
      </w:r>
      <w:r w:rsidR="006E37A6" w:rsidRPr="00751DBB">
        <w:rPr>
          <w:lang w:val="en-GB"/>
        </w:rPr>
        <w:t xml:space="preserve">); </w:t>
      </w:r>
      <w:r w:rsidR="00DE5B65" w:rsidRPr="00DE5B65">
        <w:rPr>
          <w:rStyle w:val="ecl-commentChar"/>
        </w:rPr>
        <w:t>// input encrypted file’s name</w:t>
      </w:r>
    </w:p>
    <w:p w14:paraId="2E073E6B" w14:textId="77777777" w:rsidR="00771B65" w:rsidRDefault="00FD7525" w:rsidP="00AC5E92">
      <w:pPr>
        <w:pStyle w:val="ListParagraph"/>
        <w:numPr>
          <w:ilvl w:val="0"/>
          <w:numId w:val="44"/>
        </w:numPr>
        <w:rPr>
          <w:lang w:val="en-GB"/>
        </w:rPr>
      </w:pPr>
      <w:r>
        <w:rPr>
          <w:lang w:val="en-GB"/>
        </w:rPr>
        <w:t xml:space="preserve">Reading and parsing </w:t>
      </w:r>
      <w:r w:rsidR="004C03BC">
        <w:rPr>
          <w:lang w:val="en-GB"/>
        </w:rPr>
        <w:t xml:space="preserve">encrypted document </w:t>
      </w:r>
      <w:r>
        <w:rPr>
          <w:lang w:val="en-GB"/>
        </w:rPr>
        <w:t>from a memory buffer</w:t>
      </w:r>
    </w:p>
    <w:p w14:paraId="66F247BD" w14:textId="77777777" w:rsidR="00C9508F" w:rsidRPr="00C9508F" w:rsidRDefault="00C9508F" w:rsidP="00C9508F">
      <w:pPr>
        <w:ind w:left="720"/>
        <w:rPr>
          <w:rStyle w:val="Strong"/>
          <w:b w:val="0"/>
          <w:lang w:val="en-GB"/>
        </w:rPr>
      </w:pPr>
      <w:r w:rsidRPr="00C9508F">
        <w:rPr>
          <w:rStyle w:val="Strong"/>
          <w:b w:val="0"/>
          <w:lang w:val="en-GB"/>
        </w:rPr>
        <w:t xml:space="preserve">Use the DigiDocMemBuf structure for </w:t>
      </w:r>
      <w:r w:rsidR="00053607">
        <w:rPr>
          <w:rStyle w:val="Strong"/>
          <w:b w:val="0"/>
          <w:lang w:val="en-GB"/>
        </w:rPr>
        <w:t>holding</w:t>
      </w:r>
      <w:r w:rsidRPr="00C9508F">
        <w:rPr>
          <w:rStyle w:val="Strong"/>
          <w:b w:val="0"/>
          <w:lang w:val="en-GB"/>
        </w:rPr>
        <w:t xml:space="preserve"> the </w:t>
      </w:r>
      <w:r w:rsidR="00053607">
        <w:rPr>
          <w:rStyle w:val="Strong"/>
          <w:b w:val="0"/>
          <w:lang w:val="en-GB"/>
        </w:rPr>
        <w:t xml:space="preserve">encrypted </w:t>
      </w:r>
      <w:r w:rsidRPr="00C9508F">
        <w:rPr>
          <w:rStyle w:val="Strong"/>
          <w:b w:val="0"/>
          <w:lang w:val="en-GB"/>
        </w:rPr>
        <w:t xml:space="preserve">document’s </w:t>
      </w:r>
      <w:r w:rsidR="006C55D4">
        <w:rPr>
          <w:rStyle w:val="Strong"/>
          <w:b w:val="0"/>
          <w:lang w:val="en-GB"/>
        </w:rPr>
        <w:t xml:space="preserve">initial </w:t>
      </w:r>
      <w:r w:rsidRPr="00C9508F">
        <w:rPr>
          <w:rStyle w:val="Strong"/>
          <w:b w:val="0"/>
          <w:lang w:val="en-GB"/>
        </w:rPr>
        <w:t>data</w:t>
      </w:r>
      <w:r w:rsidR="004229CA">
        <w:rPr>
          <w:rStyle w:val="Strong"/>
          <w:b w:val="0"/>
          <w:lang w:val="en-GB"/>
        </w:rPr>
        <w:t xml:space="preserve"> (see also section “3.6.3 Adding data files”, under the second point for</w:t>
      </w:r>
      <w:r w:rsidR="003276D5">
        <w:rPr>
          <w:rStyle w:val="Strong"/>
          <w:b w:val="0"/>
          <w:lang w:val="en-GB"/>
        </w:rPr>
        <w:t xml:space="preserve"> additional information about</w:t>
      </w:r>
      <w:r w:rsidR="004229CA">
        <w:rPr>
          <w:rStyle w:val="Strong"/>
          <w:b w:val="0"/>
          <w:lang w:val="en-GB"/>
        </w:rPr>
        <w:t xml:space="preserve"> initialising and using DigiDocMemBuf)</w:t>
      </w:r>
      <w:r w:rsidRPr="00C9508F">
        <w:rPr>
          <w:rStyle w:val="Strong"/>
          <w:b w:val="0"/>
          <w:lang w:val="en-GB"/>
        </w:rPr>
        <w:t>:</w:t>
      </w:r>
    </w:p>
    <w:p w14:paraId="77B718B0" w14:textId="77777777" w:rsidR="00C9508F" w:rsidRPr="004721CF" w:rsidRDefault="00C9508F" w:rsidP="00C9508F">
      <w:pPr>
        <w:pStyle w:val="eclipse"/>
        <w:ind w:left="720"/>
        <w:rPr>
          <w:lang w:val="et-EE"/>
        </w:rPr>
      </w:pPr>
      <w:r>
        <w:rPr>
          <w:lang w:val="et-EE"/>
        </w:rPr>
        <w:t xml:space="preserve">DigiDocMemBuf </w:t>
      </w:r>
      <w:r w:rsidR="00053607">
        <w:rPr>
          <w:lang w:val="et-EE"/>
        </w:rPr>
        <w:t>mb</w:t>
      </w:r>
      <w:r>
        <w:rPr>
          <w:lang w:val="et-EE"/>
        </w:rPr>
        <w:t>uf</w:t>
      </w:r>
      <w:r w:rsidRPr="00B82E3F">
        <w:rPr>
          <w:lang w:val="et-EE"/>
        </w:rPr>
        <w:t>;</w:t>
      </w:r>
      <w:r>
        <w:rPr>
          <w:lang w:val="et-EE"/>
        </w:rPr>
        <w:t xml:space="preserve"> </w:t>
      </w:r>
      <w:r w:rsidRPr="004721CF">
        <w:rPr>
          <w:rStyle w:val="ecl-commentChar"/>
        </w:rPr>
        <w:t xml:space="preserve">// </w:t>
      </w:r>
      <w:r w:rsidR="00053607">
        <w:rPr>
          <w:rStyle w:val="ecl-commentChar"/>
        </w:rPr>
        <w:t>data</w:t>
      </w:r>
      <w:r w:rsidRPr="004721CF">
        <w:rPr>
          <w:rStyle w:val="ecl-commentChar"/>
        </w:rPr>
        <w:t xml:space="preserve"> buffer</w:t>
      </w:r>
      <w:r w:rsidR="00053607">
        <w:rPr>
          <w:rStyle w:val="ecl-commentChar"/>
        </w:rPr>
        <w:t xml:space="preserve"> structure</w:t>
      </w:r>
    </w:p>
    <w:p w14:paraId="463B21E1" w14:textId="77777777" w:rsidR="00FD7525" w:rsidRPr="00771B65" w:rsidRDefault="00FD7525" w:rsidP="00FD7525">
      <w:pPr>
        <w:pStyle w:val="ListParagraph"/>
        <w:ind w:left="720"/>
        <w:rPr>
          <w:lang w:val="en-GB"/>
        </w:rPr>
      </w:pPr>
      <w:r>
        <w:rPr>
          <w:lang w:val="en-GB"/>
        </w:rPr>
        <w:t xml:space="preserve"> </w:t>
      </w:r>
      <w:r w:rsidR="00C9508F">
        <w:rPr>
          <w:lang w:val="en-GB"/>
        </w:rPr>
        <w:t>Parse the encrypted document from</w:t>
      </w:r>
      <w:r w:rsidR="00053607">
        <w:rPr>
          <w:lang w:val="en-GB"/>
        </w:rPr>
        <w:t xml:space="preserve"> the</w:t>
      </w:r>
      <w:r w:rsidR="00C9508F">
        <w:rPr>
          <w:lang w:val="en-GB"/>
        </w:rPr>
        <w:t xml:space="preserve"> </w:t>
      </w:r>
      <w:r w:rsidR="00053607">
        <w:rPr>
          <w:lang w:val="en-GB"/>
        </w:rPr>
        <w:t xml:space="preserve">memory </w:t>
      </w:r>
      <w:r w:rsidR="00C9508F">
        <w:rPr>
          <w:lang w:val="en-GB"/>
        </w:rPr>
        <w:t>buffer with the following function:</w:t>
      </w:r>
    </w:p>
    <w:p w14:paraId="658F9E03" w14:textId="77777777" w:rsidR="004C03BC" w:rsidRDefault="00771B65" w:rsidP="004C03BC">
      <w:pPr>
        <w:pStyle w:val="eclipse"/>
        <w:rPr>
          <w:rStyle w:val="ecl-commentChar"/>
        </w:rPr>
      </w:pPr>
      <w:r w:rsidRPr="00771B65">
        <w:rPr>
          <w:lang w:val="en-GB"/>
        </w:rPr>
        <w:t>dencSaxReadEncrypted</w:t>
      </w:r>
      <w:r w:rsidR="006C55D4">
        <w:rPr>
          <w:lang w:val="en-GB"/>
        </w:rPr>
        <w:t>DataFromMemory(&amp;</w:t>
      </w:r>
      <w:r w:rsidR="00053607">
        <w:rPr>
          <w:lang w:val="en-GB"/>
        </w:rPr>
        <w:t xml:space="preserve">pEncData, </w:t>
      </w:r>
      <w:r w:rsidR="004C03BC" w:rsidRPr="00DE5B65">
        <w:rPr>
          <w:rStyle w:val="ecl-commentChar"/>
        </w:rPr>
        <w:t xml:space="preserve">// </w:t>
      </w:r>
      <w:r w:rsidR="004C03BC">
        <w:rPr>
          <w:rStyle w:val="ecl-commentChar"/>
        </w:rPr>
        <w:t>structure for</w:t>
      </w:r>
      <w:r w:rsidR="004C03BC">
        <w:rPr>
          <w:lang w:val="en-GB"/>
        </w:rPr>
        <w:t xml:space="preserve"> </w:t>
      </w:r>
      <w:r w:rsidR="004C03BC" w:rsidRPr="006C55D4">
        <w:rPr>
          <w:rStyle w:val="ecl-commentChar"/>
        </w:rPr>
        <w:t>holding</w:t>
      </w:r>
      <w:r w:rsidR="004C03BC">
        <w:rPr>
          <w:lang w:val="en-GB"/>
        </w:rPr>
        <w:t xml:space="preserve"> </w:t>
      </w:r>
      <w:r w:rsidR="004C03BC" w:rsidRPr="00DE5B65">
        <w:rPr>
          <w:rStyle w:val="ecl-commentChar"/>
        </w:rPr>
        <w:t xml:space="preserve">the </w:t>
      </w:r>
    </w:p>
    <w:p w14:paraId="51ADBACC" w14:textId="77777777" w:rsidR="00D315F6" w:rsidRPr="004C03BC" w:rsidRDefault="001A54C1" w:rsidP="004C03BC">
      <w:pPr>
        <w:pStyle w:val="eclipse"/>
        <w:ind w:firstLine="589"/>
        <w:rPr>
          <w:color w:val="339933"/>
          <w:szCs w:val="18"/>
          <w:shd w:val="clear" w:color="auto" w:fill="EEECE1" w:themeFill="background2"/>
        </w:rPr>
      </w:pPr>
      <w:r>
        <w:rPr>
          <w:rStyle w:val="ecl-commentChar"/>
        </w:rPr>
        <w:t xml:space="preserve">  </w:t>
      </w:r>
      <w:r>
        <w:rPr>
          <w:rStyle w:val="ecl-commentChar"/>
        </w:rPr>
        <w:tab/>
      </w:r>
      <w:r>
        <w:rPr>
          <w:rStyle w:val="ecl-commentChar"/>
        </w:rPr>
        <w:tab/>
      </w:r>
      <w:r>
        <w:rPr>
          <w:rStyle w:val="ecl-commentChar"/>
        </w:rPr>
        <w:tab/>
      </w:r>
      <w:r>
        <w:rPr>
          <w:rStyle w:val="ecl-commentChar"/>
        </w:rPr>
        <w:tab/>
      </w:r>
      <w:r w:rsidR="004C03BC">
        <w:rPr>
          <w:rStyle w:val="ecl-commentChar"/>
        </w:rPr>
        <w:t xml:space="preserve">// </w:t>
      </w:r>
      <w:r w:rsidR="004C03BC" w:rsidRPr="00DE5B65">
        <w:rPr>
          <w:rStyle w:val="ecl-commentChar"/>
        </w:rPr>
        <w:t>encrypted document</w:t>
      </w:r>
      <w:r w:rsidR="004C03BC">
        <w:rPr>
          <w:rStyle w:val="ecl-commentChar"/>
        </w:rPr>
        <w:t>’s data</w:t>
      </w:r>
    </w:p>
    <w:p w14:paraId="10E3F88F" w14:textId="77777777" w:rsidR="00771B65" w:rsidRDefault="00053607" w:rsidP="00D315F6">
      <w:pPr>
        <w:pStyle w:val="eclipse"/>
        <w:ind w:firstLine="589"/>
        <w:rPr>
          <w:lang w:val="en-GB"/>
        </w:rPr>
      </w:pPr>
      <w:r>
        <w:rPr>
          <w:lang w:val="en-GB"/>
        </w:rPr>
        <w:t>&amp;mbuf</w:t>
      </w:r>
      <w:r w:rsidR="00771B65" w:rsidRPr="00771B65">
        <w:rPr>
          <w:lang w:val="en-GB"/>
        </w:rPr>
        <w:t>);</w:t>
      </w:r>
      <w:r w:rsidR="004C03BC">
        <w:rPr>
          <w:lang w:val="en-GB"/>
        </w:rPr>
        <w:t xml:space="preserve"> </w:t>
      </w:r>
      <w:r w:rsidR="004C03BC" w:rsidRPr="004C03BC">
        <w:rPr>
          <w:rStyle w:val="ecl-commentChar"/>
        </w:rPr>
        <w:t>// memory buffer with the initial data</w:t>
      </w:r>
    </w:p>
    <w:p w14:paraId="14C32E43" w14:textId="77777777" w:rsidR="00F008FC" w:rsidRPr="00751DBB" w:rsidRDefault="00824D6F" w:rsidP="00006E64">
      <w:pPr>
        <w:ind w:left="284"/>
        <w:rPr>
          <w:lang w:val="en-GB"/>
        </w:rPr>
      </w:pPr>
      <w:r w:rsidRPr="00751DBB">
        <w:rPr>
          <w:lang w:val="en-GB"/>
        </w:rPr>
        <w:t>After parsing</w:t>
      </w:r>
      <w:r w:rsidR="000D23E8">
        <w:rPr>
          <w:lang w:val="en-GB"/>
        </w:rPr>
        <w:t xml:space="preserve"> the document</w:t>
      </w:r>
      <w:r w:rsidRPr="00751DBB">
        <w:rPr>
          <w:lang w:val="en-GB"/>
        </w:rPr>
        <w:t xml:space="preserve">, data can be decrypted or displayed on screen. </w:t>
      </w:r>
      <w:r w:rsidR="00907B0B" w:rsidRPr="00751DBB">
        <w:rPr>
          <w:lang w:val="en-GB"/>
        </w:rPr>
        <w:t xml:space="preserve">Decryption is </w:t>
      </w:r>
      <w:r w:rsidR="00F2149B" w:rsidRPr="00751DBB">
        <w:rPr>
          <w:lang w:val="en-GB"/>
        </w:rPr>
        <w:t xml:space="preserve">a separate operation and is </w:t>
      </w:r>
      <w:r w:rsidR="00907B0B" w:rsidRPr="00751DBB">
        <w:rPr>
          <w:lang w:val="en-GB"/>
        </w:rPr>
        <w:t>not automatically done during parsing</w:t>
      </w:r>
      <w:r w:rsidR="00F2149B" w:rsidRPr="00751DBB">
        <w:rPr>
          <w:lang w:val="en-GB"/>
        </w:rPr>
        <w:t>.</w:t>
      </w:r>
      <w:r w:rsidR="00F008FC">
        <w:rPr>
          <w:lang w:val="en-GB"/>
        </w:rPr>
        <w:t xml:space="preserve"> </w:t>
      </w:r>
    </w:p>
    <w:p w14:paraId="1ED28F8B" w14:textId="77777777" w:rsidR="00887824" w:rsidRPr="00F008FC" w:rsidRDefault="00A96316" w:rsidP="00044FB2">
      <w:pPr>
        <w:pStyle w:val="ListParagraph"/>
        <w:ind w:left="284"/>
        <w:rPr>
          <w:lang w:val="en-GB"/>
        </w:rPr>
      </w:pPr>
      <w:r w:rsidRPr="00F008FC">
        <w:rPr>
          <w:lang w:val="en-GB"/>
        </w:rPr>
        <w:t>For decrypting</w:t>
      </w:r>
      <w:r w:rsidR="00F2149B" w:rsidRPr="00F008FC">
        <w:rPr>
          <w:lang w:val="en-GB"/>
        </w:rPr>
        <w:t xml:space="preserve">, you need to find the correct EncryptedKey </w:t>
      </w:r>
      <w:r w:rsidR="00AA6F41" w:rsidRPr="00F008FC">
        <w:rPr>
          <w:lang w:val="en-GB"/>
        </w:rPr>
        <w:t>structure</w:t>
      </w:r>
      <w:r w:rsidR="00F2149B" w:rsidRPr="00F008FC">
        <w:rPr>
          <w:lang w:val="en-GB"/>
        </w:rPr>
        <w:t xml:space="preserve"> for the </w:t>
      </w:r>
      <w:r w:rsidR="00AA6F41" w:rsidRPr="00F008FC">
        <w:rPr>
          <w:lang w:val="en-GB"/>
        </w:rPr>
        <w:t xml:space="preserve">current </w:t>
      </w:r>
      <w:r w:rsidR="00F2149B" w:rsidRPr="00F008FC">
        <w:rPr>
          <w:lang w:val="en-GB"/>
        </w:rPr>
        <w:t xml:space="preserve">recipient who is decrypting the data. </w:t>
      </w:r>
      <w:r w:rsidR="00887824" w:rsidRPr="00F008FC">
        <w:rPr>
          <w:lang w:val="en-GB"/>
        </w:rPr>
        <w:t xml:space="preserve">If you use PKCS#11 identity token from </w:t>
      </w:r>
      <w:r w:rsidR="00FE6A77" w:rsidRPr="00F008FC">
        <w:rPr>
          <w:lang w:val="en-GB"/>
        </w:rPr>
        <w:t xml:space="preserve">a </w:t>
      </w:r>
      <w:r w:rsidR="00887824" w:rsidRPr="00F008FC">
        <w:rPr>
          <w:lang w:val="en-GB"/>
        </w:rPr>
        <w:t>smart card for decryption, then do:</w:t>
      </w:r>
    </w:p>
    <w:p w14:paraId="0ED97AC0" w14:textId="77777777" w:rsidR="00824D6F" w:rsidRPr="00751DBB" w:rsidRDefault="00824D6F" w:rsidP="00044FB2">
      <w:pPr>
        <w:pStyle w:val="eclipse"/>
        <w:ind w:left="415"/>
        <w:rPr>
          <w:lang w:val="en-GB"/>
        </w:rPr>
      </w:pPr>
      <w:r w:rsidRPr="00751DBB">
        <w:rPr>
          <w:lang w:val="en-GB"/>
        </w:rPr>
        <w:t>dencEncrypte</w:t>
      </w:r>
      <w:r w:rsidR="00C42740" w:rsidRPr="00751DBB">
        <w:rPr>
          <w:lang w:val="en-GB"/>
        </w:rPr>
        <w:t>dData_findEncryptedKeyByPKCS11(</w:t>
      </w:r>
      <w:r w:rsidRPr="00751DBB">
        <w:rPr>
          <w:lang w:val="en-GB"/>
        </w:rPr>
        <w:t>*ppEncData, &amp;pEncKey);</w:t>
      </w:r>
    </w:p>
    <w:p w14:paraId="4846D484" w14:textId="77777777" w:rsidR="00F2149B" w:rsidRPr="00751DBB" w:rsidRDefault="00CB0B8B" w:rsidP="00044FB2">
      <w:pPr>
        <w:ind w:firstLine="720"/>
        <w:rPr>
          <w:lang w:val="en-GB"/>
        </w:rPr>
      </w:pPr>
      <w:r w:rsidRPr="00751DBB">
        <w:rPr>
          <w:lang w:val="en-GB"/>
        </w:rPr>
        <w:t xml:space="preserve">Now, data can be decrypted as follows: </w:t>
      </w:r>
    </w:p>
    <w:p w14:paraId="6053B1B4" w14:textId="77777777" w:rsidR="008E3166" w:rsidRPr="00751DBB" w:rsidRDefault="00FE6A77" w:rsidP="00044FB2">
      <w:pPr>
        <w:pStyle w:val="eclipse"/>
        <w:ind w:left="415"/>
        <w:rPr>
          <w:lang w:val="en-GB"/>
        </w:rPr>
      </w:pPr>
      <w:r w:rsidRPr="00751DBB">
        <w:rPr>
          <w:lang w:val="en-GB"/>
        </w:rPr>
        <w:t xml:space="preserve">dencEncryptedData_decrypt(*ppEncData, </w:t>
      </w:r>
    </w:p>
    <w:p w14:paraId="05D539DC" w14:textId="77777777" w:rsidR="008E3166" w:rsidRPr="00751DBB" w:rsidRDefault="00FE6A77" w:rsidP="00044FB2">
      <w:pPr>
        <w:pStyle w:val="eclipse"/>
        <w:ind w:left="415" w:firstLine="589"/>
        <w:rPr>
          <w:lang w:val="en-GB"/>
        </w:rPr>
      </w:pPr>
      <w:r w:rsidRPr="00751DBB">
        <w:rPr>
          <w:lang w:val="en-GB"/>
        </w:rPr>
        <w:t>pEncKey,</w:t>
      </w:r>
      <w:r w:rsidR="00F2149B" w:rsidRPr="00751DBB">
        <w:rPr>
          <w:lang w:val="en-GB"/>
        </w:rPr>
        <w:t xml:space="preserve"> </w:t>
      </w:r>
      <w:r w:rsidR="008E3166" w:rsidRPr="00751DBB">
        <w:rPr>
          <w:rStyle w:val="ecl-commentChar"/>
          <w:lang w:val="en-GB"/>
        </w:rPr>
        <w:t>// transport key</w:t>
      </w:r>
    </w:p>
    <w:p w14:paraId="60195CE0" w14:textId="77777777" w:rsidR="00CB0B8B" w:rsidRPr="00751DBB" w:rsidRDefault="00FE6A77" w:rsidP="00044FB2">
      <w:pPr>
        <w:pStyle w:val="eclipse"/>
        <w:ind w:left="415" w:firstLine="589"/>
        <w:rPr>
          <w:rStyle w:val="ecl-commentChar"/>
          <w:lang w:val="en-GB"/>
        </w:rPr>
      </w:pPr>
      <w:r w:rsidRPr="00751DBB">
        <w:rPr>
          <w:lang w:val="en-GB"/>
        </w:rPr>
        <w:t>pin);</w:t>
      </w:r>
      <w:r w:rsidR="008E3166" w:rsidRPr="00751DBB">
        <w:rPr>
          <w:lang w:val="en-GB"/>
        </w:rPr>
        <w:t xml:space="preserve"> </w:t>
      </w:r>
      <w:r w:rsidR="008E3166" w:rsidRPr="00751DBB">
        <w:rPr>
          <w:rStyle w:val="ecl-commentChar"/>
          <w:lang w:val="en-GB"/>
        </w:rPr>
        <w:t>// pin1 code in case of Estonian ID cards</w:t>
      </w:r>
    </w:p>
    <w:p w14:paraId="480CE0CE" w14:textId="77777777" w:rsidR="00CB0B8B" w:rsidRDefault="00CB0B8B" w:rsidP="00044FB2">
      <w:pPr>
        <w:ind w:left="284"/>
        <w:rPr>
          <w:lang w:val="en-GB"/>
        </w:rPr>
      </w:pPr>
      <w:r w:rsidRPr="00751DBB">
        <w:rPr>
          <w:lang w:val="en-GB"/>
        </w:rPr>
        <w:t>The abovementioned function</w:t>
      </w:r>
      <w:r w:rsidR="00006E64">
        <w:rPr>
          <w:lang w:val="en-GB"/>
        </w:rPr>
        <w:t xml:space="preserve">s are defined in source file DigiDocEnc.h. Function </w:t>
      </w:r>
      <w:r w:rsidR="00006E64" w:rsidRPr="00751DBB">
        <w:rPr>
          <w:lang w:val="en-GB"/>
        </w:rPr>
        <w:t>dencEncryptedData_decrypt</w:t>
      </w:r>
      <w:r w:rsidR="00006E64">
        <w:rPr>
          <w:lang w:val="en-GB"/>
        </w:rPr>
        <w:t xml:space="preserve">() </w:t>
      </w:r>
      <w:r w:rsidRPr="00751DBB">
        <w:rPr>
          <w:lang w:val="en-GB"/>
        </w:rPr>
        <w:t xml:space="preserve"> firstly decrypts the transport key with the recipient’s pin code and then decrypts the data with the transport key.</w:t>
      </w:r>
      <w:r w:rsidR="009C54AD" w:rsidRPr="00751DBB">
        <w:rPr>
          <w:lang w:val="en-GB"/>
        </w:rPr>
        <w:t xml:space="preserve"> Data is decompressed, if necessary.</w:t>
      </w:r>
    </w:p>
    <w:p w14:paraId="31191A1A" w14:textId="77777777" w:rsidR="00F008FC" w:rsidRDefault="00044FB2" w:rsidP="00AC5E92">
      <w:pPr>
        <w:pStyle w:val="ListParagraph"/>
        <w:numPr>
          <w:ilvl w:val="0"/>
          <w:numId w:val="45"/>
        </w:numPr>
        <w:rPr>
          <w:lang w:val="en-GB"/>
        </w:rPr>
      </w:pPr>
      <w:r>
        <w:rPr>
          <w:lang w:val="en-GB"/>
        </w:rPr>
        <w:t>Parsing and d</w:t>
      </w:r>
      <w:r w:rsidR="00F008FC">
        <w:rPr>
          <w:lang w:val="en-GB"/>
        </w:rPr>
        <w:t>ecrypting large encrypted documents</w:t>
      </w:r>
      <w:r w:rsidR="00F0579F">
        <w:rPr>
          <w:lang w:val="en-GB"/>
        </w:rPr>
        <w:t>.</w:t>
      </w:r>
    </w:p>
    <w:p w14:paraId="2B0B1410" w14:textId="77777777" w:rsidR="00F008FC" w:rsidRDefault="00EE511D" w:rsidP="00EE511D">
      <w:pPr>
        <w:pStyle w:val="ListParagraph"/>
        <w:ind w:left="360"/>
        <w:rPr>
          <w:lang w:val="en-GB"/>
        </w:rPr>
      </w:pPr>
      <w:r>
        <w:rPr>
          <w:lang w:val="en-GB"/>
        </w:rPr>
        <w:t>In order to parse and decrypt large f</w:t>
      </w:r>
      <w:r w:rsidR="00CA7100">
        <w:rPr>
          <w:lang w:val="en-GB"/>
        </w:rPr>
        <w:t>iles, use the dencSaxReadDecryptFile() function (defined in DigiDocEncSAXParser.h)</w:t>
      </w:r>
      <w:r>
        <w:rPr>
          <w:lang w:val="en-GB"/>
        </w:rPr>
        <w:t>:</w:t>
      </w:r>
    </w:p>
    <w:p w14:paraId="630D81A0" w14:textId="77777777" w:rsidR="00F0579F" w:rsidRPr="00F0579F" w:rsidRDefault="00F0579F" w:rsidP="00EE511D">
      <w:pPr>
        <w:pStyle w:val="eclipse"/>
        <w:ind w:left="491"/>
        <w:rPr>
          <w:lang w:val="en-GB"/>
        </w:rPr>
      </w:pPr>
      <w:r w:rsidRPr="00F0579F">
        <w:rPr>
          <w:lang w:val="en-GB"/>
        </w:rPr>
        <w:t>dencSaxReadDecryptFile(const char* szInputFileName,</w:t>
      </w:r>
      <w:r w:rsidRPr="00E2025D">
        <w:rPr>
          <w:rStyle w:val="ecl-commentChar"/>
        </w:rPr>
        <w:t xml:space="preserve"> </w:t>
      </w:r>
      <w:r w:rsidR="00E2025D" w:rsidRPr="00E2025D">
        <w:rPr>
          <w:rStyle w:val="ecl-commentChar"/>
        </w:rPr>
        <w:t>// encrypted file</w:t>
      </w:r>
      <w:r w:rsidR="000A72D0">
        <w:rPr>
          <w:rStyle w:val="ecl-commentChar"/>
        </w:rPr>
        <w:t>’s name</w:t>
      </w:r>
    </w:p>
    <w:p w14:paraId="1832D2D6" w14:textId="77777777" w:rsidR="00F0579F" w:rsidRPr="00F0579F" w:rsidRDefault="00F0579F" w:rsidP="00EE511D">
      <w:pPr>
        <w:pStyle w:val="eclipse"/>
        <w:ind w:left="491" w:firstLine="589"/>
        <w:rPr>
          <w:lang w:val="en-GB"/>
        </w:rPr>
      </w:pPr>
      <w:r w:rsidRPr="00F0579F">
        <w:rPr>
          <w:lang w:val="en-GB"/>
        </w:rPr>
        <w:t xml:space="preserve">const char* szOutputFileName, </w:t>
      </w:r>
      <w:r w:rsidR="00E2025D" w:rsidRPr="00E2025D">
        <w:rPr>
          <w:rStyle w:val="ecl-commentChar"/>
        </w:rPr>
        <w:t>// output (decrypted) file</w:t>
      </w:r>
    </w:p>
    <w:p w14:paraId="70CF0AF2" w14:textId="77777777" w:rsidR="00F0579F" w:rsidRDefault="00F0579F" w:rsidP="00EE511D">
      <w:pPr>
        <w:pStyle w:val="eclipse"/>
        <w:ind w:left="491" w:firstLine="589"/>
        <w:rPr>
          <w:lang w:val="en-GB"/>
        </w:rPr>
      </w:pPr>
      <w:r w:rsidRPr="00F0579F">
        <w:rPr>
          <w:lang w:val="en-GB"/>
        </w:rPr>
        <w:t xml:space="preserve">const char* szPin, </w:t>
      </w:r>
      <w:r w:rsidR="00E2025D" w:rsidRPr="00E2025D">
        <w:rPr>
          <w:rStyle w:val="ecl-commentChar"/>
        </w:rPr>
        <w:t>// pin1 code in case of Estonian ID cards</w:t>
      </w:r>
    </w:p>
    <w:p w14:paraId="51E3D063" w14:textId="77777777" w:rsidR="00F0579F" w:rsidRDefault="00F0579F" w:rsidP="00EE511D">
      <w:pPr>
        <w:pStyle w:val="eclipse"/>
        <w:ind w:left="491" w:firstLine="589"/>
        <w:rPr>
          <w:lang w:val="en-GB"/>
        </w:rPr>
      </w:pPr>
      <w:r w:rsidRPr="00F0579F">
        <w:rPr>
          <w:lang w:val="en-GB"/>
        </w:rPr>
        <w:t>const char* szPkcs12File)</w:t>
      </w:r>
      <w:r>
        <w:rPr>
          <w:lang w:val="en-GB"/>
        </w:rPr>
        <w:t>;</w:t>
      </w:r>
      <w:r w:rsidR="00E2025D">
        <w:rPr>
          <w:lang w:val="en-GB"/>
        </w:rPr>
        <w:t xml:space="preserve"> </w:t>
      </w:r>
      <w:r w:rsidR="00EE511D" w:rsidRPr="00EE511D">
        <w:rPr>
          <w:rStyle w:val="ecl-commentChar"/>
        </w:rPr>
        <w:t xml:space="preserve">// set to NULL in case of </w:t>
      </w:r>
      <w:r w:rsidR="00C776EA">
        <w:rPr>
          <w:rStyle w:val="ecl-commentChar"/>
        </w:rPr>
        <w:t>Estonian ID cards</w:t>
      </w:r>
      <w:r w:rsidR="00E2025D">
        <w:rPr>
          <w:rStyle w:val="ecl-commentChar"/>
        </w:rPr>
        <w:t xml:space="preserve"> </w:t>
      </w:r>
    </w:p>
    <w:p w14:paraId="2BBE4427" w14:textId="77777777" w:rsidR="00F008FC" w:rsidRDefault="00EE511D" w:rsidP="00EE511D">
      <w:pPr>
        <w:ind w:left="491"/>
        <w:rPr>
          <w:lang w:val="en-GB"/>
        </w:rPr>
      </w:pPr>
      <w:r>
        <w:rPr>
          <w:lang w:val="en-GB"/>
        </w:rPr>
        <w:lastRenderedPageBreak/>
        <w:t xml:space="preserve">The abovementioned function reads encrypted data from </w:t>
      </w:r>
      <w:r w:rsidR="00F34444">
        <w:rPr>
          <w:lang w:val="en-GB"/>
        </w:rPr>
        <w:t xml:space="preserve">the specified </w:t>
      </w:r>
      <w:r>
        <w:rPr>
          <w:lang w:val="en-GB"/>
        </w:rPr>
        <w:t>input file, decrypts</w:t>
      </w:r>
      <w:r w:rsidRPr="00EE511D">
        <w:rPr>
          <w:lang w:val="en-GB"/>
        </w:rPr>
        <w:t xml:space="preserve"> and </w:t>
      </w:r>
      <w:r>
        <w:rPr>
          <w:lang w:val="en-GB"/>
        </w:rPr>
        <w:t xml:space="preserve">possibly </w:t>
      </w:r>
      <w:r w:rsidRPr="00EE511D">
        <w:rPr>
          <w:lang w:val="en-GB"/>
        </w:rPr>
        <w:t>decompress</w:t>
      </w:r>
      <w:r>
        <w:rPr>
          <w:lang w:val="en-GB"/>
        </w:rPr>
        <w:t xml:space="preserve">es the data </w:t>
      </w:r>
      <w:r w:rsidRPr="00EE511D">
        <w:rPr>
          <w:lang w:val="en-GB"/>
        </w:rPr>
        <w:t>during parsing</w:t>
      </w:r>
      <w:r>
        <w:rPr>
          <w:lang w:val="en-GB"/>
        </w:rPr>
        <w:t xml:space="preserve"> and writes the decrypted data to output file.</w:t>
      </w:r>
      <w:r w:rsidR="00F618AA">
        <w:rPr>
          <w:lang w:val="en-GB"/>
        </w:rPr>
        <w:t xml:space="preserve"> Data is not kept in memory during decryption.</w:t>
      </w:r>
    </w:p>
    <w:p w14:paraId="3D494C02" w14:textId="77777777" w:rsidR="00F34444" w:rsidRDefault="00F34444" w:rsidP="00EE511D">
      <w:pPr>
        <w:ind w:left="491"/>
        <w:rPr>
          <w:lang w:val="en-GB"/>
        </w:rPr>
      </w:pPr>
      <w:r>
        <w:rPr>
          <w:lang w:val="en-GB"/>
        </w:rPr>
        <w:t xml:space="preserve">Parameter </w:t>
      </w:r>
      <w:r w:rsidRPr="00F0579F">
        <w:rPr>
          <w:lang w:val="en-GB"/>
        </w:rPr>
        <w:t>szPkcs12File</w:t>
      </w:r>
      <w:r>
        <w:rPr>
          <w:lang w:val="en-GB"/>
        </w:rPr>
        <w:t xml:space="preserve"> indicates the PKCS#12 software token’s</w:t>
      </w:r>
      <w:r w:rsidR="0086268A">
        <w:rPr>
          <w:lang w:val="en-GB"/>
        </w:rPr>
        <w:t xml:space="preserve"> file name and path, if decryption is done with a software token. The value should be set to NULL when using PKCS#11 </w:t>
      </w:r>
      <w:r w:rsidR="00006E64">
        <w:rPr>
          <w:lang w:val="en-GB"/>
        </w:rPr>
        <w:t>driver</w:t>
      </w:r>
      <w:r w:rsidR="0086268A">
        <w:rPr>
          <w:lang w:val="en-GB"/>
        </w:rPr>
        <w:t xml:space="preserve"> (e.g. in case of Estonian ID cards).</w:t>
      </w:r>
    </w:p>
    <w:p w14:paraId="3FF5B946" w14:textId="77777777" w:rsidR="004A048B" w:rsidRPr="004A048B" w:rsidRDefault="004A048B" w:rsidP="004A048B">
      <w:pPr>
        <w:rPr>
          <w:lang w:val="en-GB"/>
        </w:rPr>
      </w:pPr>
      <w:r w:rsidRPr="00705015">
        <w:rPr>
          <w:b/>
          <w:lang w:val="en-GB"/>
        </w:rPr>
        <w:t>Note</w:t>
      </w:r>
      <w:r>
        <w:rPr>
          <w:lang w:val="en-GB"/>
        </w:rPr>
        <w:t xml:space="preserve">: when decrypting files then it should be taken into account that </w:t>
      </w:r>
      <w:r w:rsidRPr="0013121C">
        <w:rPr>
          <w:lang w:val="en-GB"/>
        </w:rPr>
        <w:t>for compatibility with other DigiDoc software components</w:t>
      </w:r>
      <w:r>
        <w:rPr>
          <w:lang w:val="en-GB"/>
        </w:rPr>
        <w:t>, it is recommended that</w:t>
      </w:r>
      <w:r w:rsidRPr="0013121C">
        <w:rPr>
          <w:lang w:val="en-GB"/>
        </w:rPr>
        <w:t xml:space="preserve"> the </w:t>
      </w:r>
      <w:r>
        <w:rPr>
          <w:lang w:val="en-GB"/>
        </w:rPr>
        <w:t>data file to be encrypted is placed</w:t>
      </w:r>
      <w:r w:rsidRPr="0013121C">
        <w:rPr>
          <w:lang w:val="en-GB"/>
        </w:rPr>
        <w:t xml:space="preserve"> inside a DigiDoc container</w:t>
      </w:r>
      <w:r>
        <w:rPr>
          <w:lang w:val="en-GB"/>
        </w:rPr>
        <w:t xml:space="preserve"> before encryption.</w:t>
      </w:r>
      <w:r w:rsidRPr="0013121C">
        <w:rPr>
          <w:lang w:val="en-GB"/>
        </w:rPr>
        <w:t xml:space="preserve"> </w:t>
      </w:r>
      <w:r>
        <w:rPr>
          <w:lang w:val="en-GB"/>
        </w:rPr>
        <w:t>In this case, it is also necessary to extract the original data file(s) from DigiDoc container after decryption.</w:t>
      </w:r>
    </w:p>
    <w:p w14:paraId="2E689388" w14:textId="77777777" w:rsidR="00C06063" w:rsidRDefault="00C06063">
      <w:pPr>
        <w:spacing w:after="0"/>
        <w:jc w:val="left"/>
        <w:rPr>
          <w:rFonts w:ascii="Arial" w:hAnsi="Arial" w:cs="Arial"/>
          <w:bCs/>
          <w:kern w:val="32"/>
          <w:sz w:val="32"/>
          <w:szCs w:val="32"/>
          <w:lang w:val="en-GB"/>
        </w:rPr>
      </w:pPr>
      <w:r>
        <w:rPr>
          <w:lang w:val="en-GB"/>
        </w:rPr>
        <w:br w:type="page"/>
      </w:r>
    </w:p>
    <w:p w14:paraId="50D19662" w14:textId="1869D04B" w:rsidR="00BE2749" w:rsidRPr="00751DBB" w:rsidRDefault="00D81C00" w:rsidP="00C813B3">
      <w:pPr>
        <w:pStyle w:val="Heading1"/>
        <w:rPr>
          <w:lang w:val="en-GB"/>
        </w:rPr>
      </w:pPr>
      <w:bookmarkStart w:id="84" w:name="_Toc410733928"/>
      <w:r w:rsidRPr="00751DBB">
        <w:rPr>
          <w:lang w:val="en-GB"/>
        </w:rPr>
        <w:lastRenderedPageBreak/>
        <w:t>C</w:t>
      </w:r>
      <w:r w:rsidR="00C06063">
        <w:rPr>
          <w:lang w:val="en-GB"/>
        </w:rPr>
        <w:t>D</w:t>
      </w:r>
      <w:r w:rsidR="00BE2749" w:rsidRPr="00751DBB">
        <w:rPr>
          <w:lang w:val="en-GB"/>
        </w:rPr>
        <w:t>igiDoc utility</w:t>
      </w:r>
      <w:r w:rsidR="00C813B3">
        <w:rPr>
          <w:lang w:val="en-GB"/>
        </w:rPr>
        <w:t xml:space="preserve"> program</w:t>
      </w:r>
      <w:bookmarkEnd w:id="84"/>
    </w:p>
    <w:p w14:paraId="13831348" w14:textId="25FA9D8F" w:rsidR="00C92C6F" w:rsidRPr="00751DBB" w:rsidRDefault="00207556" w:rsidP="0004750B">
      <w:pPr>
        <w:rPr>
          <w:lang w:val="en-GB"/>
        </w:rPr>
      </w:pPr>
      <w:r w:rsidRPr="00751DBB">
        <w:rPr>
          <w:lang w:val="en-GB"/>
        </w:rPr>
        <w:t>C</w:t>
      </w:r>
      <w:r w:rsidR="004B64C5" w:rsidRPr="00751DBB">
        <w:rPr>
          <w:lang w:val="en-GB"/>
        </w:rPr>
        <w:t>d</w:t>
      </w:r>
      <w:r w:rsidR="00C92C6F" w:rsidRPr="00751DBB">
        <w:rPr>
          <w:lang w:val="en-GB"/>
        </w:rPr>
        <w:t>igiDoc library includes a command line utility program – cdigidoc.exe – which can be used to read, digitally sign, encrypt and decrypt files in OpenXadES format.</w:t>
      </w:r>
      <w:r w:rsidR="00E96037" w:rsidRPr="00751DBB">
        <w:rPr>
          <w:lang w:val="en-GB"/>
        </w:rPr>
        <w:t xml:space="preserve"> Source code of the program is in cdigidoc.c file.</w:t>
      </w:r>
    </w:p>
    <w:p w14:paraId="2687774A" w14:textId="77777777" w:rsidR="00661C82" w:rsidRPr="00751DBB" w:rsidRDefault="00661C82" w:rsidP="00661C82">
      <w:pPr>
        <w:rPr>
          <w:lang w:val="en-GB"/>
        </w:rPr>
      </w:pPr>
      <w:r w:rsidRPr="00751DBB">
        <w:rPr>
          <w:lang w:val="en-GB"/>
        </w:rPr>
        <w:t>The general format is:</w:t>
      </w:r>
    </w:p>
    <w:p w14:paraId="35F82C52" w14:textId="77777777" w:rsidR="00661C82" w:rsidRPr="00751DBB" w:rsidRDefault="00661C82" w:rsidP="00661C82">
      <w:pPr>
        <w:pStyle w:val="bat"/>
        <w:rPr>
          <w:lang w:val="en-GB"/>
        </w:rPr>
      </w:pPr>
      <w:r w:rsidRPr="00751DBB">
        <w:rPr>
          <w:lang w:val="en-GB"/>
        </w:rPr>
        <w:t xml:space="preserve">&gt; cdigidoc </w:t>
      </w:r>
      <w:r w:rsidRPr="00E0059D">
        <w:rPr>
          <w:color w:val="0070C0"/>
          <w:lang w:val="en-GB"/>
        </w:rPr>
        <w:t>[command</w:t>
      </w:r>
      <w:r w:rsidR="00120C3B" w:rsidRPr="00E0059D">
        <w:rPr>
          <w:color w:val="0070C0"/>
          <w:lang w:val="en-GB"/>
        </w:rPr>
        <w:t>(</w:t>
      </w:r>
      <w:r w:rsidRPr="00E0059D">
        <w:rPr>
          <w:color w:val="0070C0"/>
          <w:lang w:val="en-GB"/>
        </w:rPr>
        <w:t>s</w:t>
      </w:r>
      <w:r w:rsidR="00120C3B" w:rsidRPr="00E0059D">
        <w:rPr>
          <w:color w:val="0070C0"/>
          <w:lang w:val="en-GB"/>
        </w:rPr>
        <w:t>)</w:t>
      </w:r>
      <w:r w:rsidRPr="00E0059D">
        <w:rPr>
          <w:color w:val="0070C0"/>
          <w:lang w:val="en-GB"/>
        </w:rPr>
        <w:t>]</w:t>
      </w:r>
    </w:p>
    <w:p w14:paraId="0CC928D9" w14:textId="07A08984" w:rsidR="00661C82" w:rsidRPr="00751DBB" w:rsidRDefault="00661C82" w:rsidP="00661C82">
      <w:pPr>
        <w:rPr>
          <w:lang w:val="en-GB"/>
        </w:rPr>
      </w:pPr>
      <w:r w:rsidRPr="00751DBB">
        <w:rPr>
          <w:lang w:val="en-GB"/>
        </w:rPr>
        <w:t xml:space="preserve">A list of all the available commands and their format can always be displayed by using the -? </w:t>
      </w:r>
      <w:r w:rsidR="004B64C5" w:rsidRPr="00751DBB">
        <w:rPr>
          <w:lang w:val="en-GB"/>
        </w:rPr>
        <w:t>O</w:t>
      </w:r>
      <w:r w:rsidRPr="00751DBB">
        <w:rPr>
          <w:lang w:val="en-GB"/>
        </w:rPr>
        <w:t>r –help commands:</w:t>
      </w:r>
    </w:p>
    <w:p w14:paraId="1C30C541" w14:textId="0FC45639" w:rsidR="00661C82" w:rsidRPr="00751DBB" w:rsidRDefault="00661C82" w:rsidP="00661C82">
      <w:pPr>
        <w:pStyle w:val="bat"/>
        <w:rPr>
          <w:lang w:val="en-GB"/>
        </w:rPr>
      </w:pPr>
      <w:r w:rsidRPr="00751DBB">
        <w:rPr>
          <w:lang w:val="en-GB"/>
        </w:rPr>
        <w:t xml:space="preserve">&gt; cdigidoc </w:t>
      </w:r>
      <w:r w:rsidR="004B64C5">
        <w:rPr>
          <w:color w:val="0070C0"/>
          <w:lang w:val="en-GB"/>
        </w:rPr>
        <w:t>–</w:t>
      </w:r>
      <w:r w:rsidRPr="00E0059D">
        <w:rPr>
          <w:color w:val="0070C0"/>
          <w:lang w:val="en-GB"/>
        </w:rPr>
        <w:t>help</w:t>
      </w:r>
    </w:p>
    <w:p w14:paraId="160C1FD7" w14:textId="448F20CB" w:rsidR="00E0059D" w:rsidRPr="00751DBB" w:rsidRDefault="00E0059D" w:rsidP="00E0059D">
      <w:pPr>
        <w:rPr>
          <w:lang w:val="en-GB"/>
        </w:rPr>
      </w:pPr>
      <w:r>
        <w:rPr>
          <w:lang w:val="en-GB"/>
        </w:rPr>
        <w:t>Output from all of the C</w:t>
      </w:r>
      <w:r w:rsidR="004B64C5">
        <w:rPr>
          <w:lang w:val="en-GB"/>
        </w:rPr>
        <w:t>d</w:t>
      </w:r>
      <w:r>
        <w:rPr>
          <w:lang w:val="en-GB"/>
        </w:rPr>
        <w:t>igiDoc utility program’s commands is ended with the following information</w:t>
      </w:r>
      <w:r w:rsidRPr="00751DBB">
        <w:rPr>
          <w:lang w:val="en-GB"/>
        </w:rPr>
        <w:t>:</w:t>
      </w:r>
    </w:p>
    <w:p w14:paraId="6A2E2AAF" w14:textId="428A1AA7" w:rsidR="00E0059D" w:rsidRDefault="00E0059D" w:rsidP="00E0059D">
      <w:pPr>
        <w:pStyle w:val="bat"/>
        <w:rPr>
          <w:lang w:val="en-GB"/>
        </w:rPr>
      </w:pPr>
      <w:r w:rsidRPr="00751DBB">
        <w:rPr>
          <w:lang w:val="en-GB"/>
        </w:rPr>
        <w:t xml:space="preserve"> </w:t>
      </w:r>
      <w:r>
        <w:rPr>
          <w:lang w:val="en-GB"/>
        </w:rPr>
        <w:t>C</w:t>
      </w:r>
      <w:r w:rsidR="004B64C5">
        <w:rPr>
          <w:lang w:val="en-GB"/>
        </w:rPr>
        <w:t>d</w:t>
      </w:r>
      <w:r>
        <w:rPr>
          <w:lang w:val="en-GB"/>
        </w:rPr>
        <w:t>igiDoc|</w:t>
      </w:r>
      <w:r>
        <w:rPr>
          <w:color w:val="0070C0"/>
          <w:lang w:val="en-GB"/>
        </w:rPr>
        <w:t>[</w:t>
      </w:r>
      <w:r w:rsidRPr="00E0059D">
        <w:rPr>
          <w:color w:val="0070C0"/>
          <w:lang w:val="en-GB"/>
        </w:rPr>
        <w:t xml:space="preserve">error code or </w:t>
      </w:r>
      <w:r>
        <w:rPr>
          <w:color w:val="0070C0"/>
          <w:lang w:val="en-GB"/>
        </w:rPr>
        <w:t>‘</w:t>
      </w:r>
      <w:r w:rsidRPr="00E0059D">
        <w:rPr>
          <w:color w:val="0070C0"/>
          <w:lang w:val="en-GB"/>
        </w:rPr>
        <w:t>0</w:t>
      </w:r>
      <w:r>
        <w:rPr>
          <w:color w:val="0070C0"/>
          <w:lang w:val="en-GB"/>
        </w:rPr>
        <w:t>’</w:t>
      </w:r>
      <w:r w:rsidRPr="00E0059D">
        <w:rPr>
          <w:color w:val="0070C0"/>
          <w:lang w:val="en-GB"/>
        </w:rPr>
        <w:t xml:space="preserve"> in case of success</w:t>
      </w:r>
      <w:r>
        <w:rPr>
          <w:color w:val="0070C0"/>
          <w:lang w:val="en-GB"/>
        </w:rPr>
        <w:t>]</w:t>
      </w:r>
      <w:r>
        <w:rPr>
          <w:lang w:val="en-GB"/>
        </w:rPr>
        <w:t>|</w:t>
      </w:r>
      <w:r>
        <w:rPr>
          <w:color w:val="0070C0"/>
          <w:lang w:val="en-GB"/>
        </w:rPr>
        <w:t>[</w:t>
      </w:r>
      <w:r w:rsidRPr="00E0059D">
        <w:rPr>
          <w:color w:val="0070C0"/>
          <w:lang w:val="en-GB"/>
        </w:rPr>
        <w:t>elapsed time in seconds</w:t>
      </w:r>
      <w:r>
        <w:rPr>
          <w:color w:val="0070C0"/>
          <w:lang w:val="en-GB"/>
        </w:rPr>
        <w:t>]</w:t>
      </w:r>
    </w:p>
    <w:p w14:paraId="08286288" w14:textId="77777777" w:rsidR="00B83AA6" w:rsidRDefault="00B83AA6" w:rsidP="00B83AA6">
      <w:pPr>
        <w:rPr>
          <w:lang w:val="en-GB"/>
        </w:rPr>
      </w:pPr>
      <w:r>
        <w:rPr>
          <w:lang w:val="en-GB"/>
        </w:rPr>
        <w:t>Note that the error codes’ definitions can be found in the file DigiDocError.h.</w:t>
      </w:r>
    </w:p>
    <w:p w14:paraId="10589E8D" w14:textId="77777777" w:rsidR="00661C82" w:rsidRPr="00751DBB" w:rsidRDefault="00661C82" w:rsidP="00D56B07">
      <w:pPr>
        <w:pStyle w:val="Heading2"/>
        <w:rPr>
          <w:lang w:val="en-GB"/>
        </w:rPr>
      </w:pPr>
      <w:bookmarkStart w:id="85" w:name="_Toc410733929"/>
      <w:r w:rsidRPr="00751DBB">
        <w:rPr>
          <w:lang w:val="en-GB"/>
        </w:rPr>
        <w:t>General commands</w:t>
      </w:r>
      <w:bookmarkEnd w:id="85"/>
    </w:p>
    <w:p w14:paraId="32C741F8" w14:textId="2DC6794D" w:rsidR="00207556" w:rsidRPr="00751DBB" w:rsidRDefault="00207556" w:rsidP="00602608">
      <w:pPr>
        <w:pStyle w:val="ListParagraph"/>
        <w:numPr>
          <w:ilvl w:val="0"/>
          <w:numId w:val="4"/>
        </w:numPr>
        <w:rPr>
          <w:lang w:val="en-GB"/>
        </w:rPr>
      </w:pPr>
      <w:r w:rsidRPr="00751DBB">
        <w:rPr>
          <w:b/>
          <w:lang w:val="en-GB"/>
        </w:rPr>
        <w:t xml:space="preserve">-? </w:t>
      </w:r>
      <w:r w:rsidR="004B64C5" w:rsidRPr="00751DBB">
        <w:rPr>
          <w:b/>
          <w:lang w:val="en-GB"/>
        </w:rPr>
        <w:t>O</w:t>
      </w:r>
      <w:r w:rsidRPr="00751DBB">
        <w:rPr>
          <w:b/>
          <w:lang w:val="en-GB"/>
        </w:rPr>
        <w:t>r –help</w:t>
      </w:r>
      <w:r w:rsidRPr="00751DBB">
        <w:rPr>
          <w:lang w:val="en-GB"/>
        </w:rPr>
        <w:t xml:space="preserve"> – displays help about command syntax</w:t>
      </w:r>
      <w:r w:rsidR="00812155" w:rsidRPr="00751DBB">
        <w:rPr>
          <w:lang w:val="en-GB"/>
        </w:rPr>
        <w:t>.</w:t>
      </w:r>
    </w:p>
    <w:p w14:paraId="213A8A28" w14:textId="4E601234" w:rsidR="00207556" w:rsidRPr="00751DBB" w:rsidRDefault="00207556" w:rsidP="00602608">
      <w:pPr>
        <w:pStyle w:val="ListParagraph"/>
        <w:numPr>
          <w:ilvl w:val="0"/>
          <w:numId w:val="4"/>
        </w:numPr>
        <w:rPr>
          <w:lang w:val="en-GB"/>
        </w:rPr>
      </w:pPr>
      <w:r w:rsidRPr="00751DBB">
        <w:rPr>
          <w:b/>
          <w:lang w:val="en-GB"/>
        </w:rPr>
        <w:t>-config &lt;configuration-file&gt;</w:t>
      </w:r>
      <w:r w:rsidRPr="00751DBB">
        <w:rPr>
          <w:lang w:val="en-GB"/>
        </w:rPr>
        <w:t xml:space="preserve"> - s</w:t>
      </w:r>
      <w:r w:rsidR="003C712B" w:rsidRPr="00751DBB">
        <w:rPr>
          <w:lang w:val="en-GB"/>
        </w:rPr>
        <w:t>pecifies the C</w:t>
      </w:r>
      <w:r w:rsidR="004B64C5" w:rsidRPr="00751DBB">
        <w:rPr>
          <w:lang w:val="en-GB"/>
        </w:rPr>
        <w:t>d</w:t>
      </w:r>
      <w:r w:rsidRPr="00751DBB">
        <w:rPr>
          <w:lang w:val="en-GB"/>
        </w:rPr>
        <w:t xml:space="preserve">igiDoc configuration file name. </w:t>
      </w:r>
    </w:p>
    <w:p w14:paraId="5DD2E9CF" w14:textId="77777777" w:rsidR="009074A3" w:rsidRPr="00751DBB" w:rsidRDefault="00207556" w:rsidP="00602608">
      <w:pPr>
        <w:pStyle w:val="ListParagraph"/>
        <w:numPr>
          <w:ilvl w:val="0"/>
          <w:numId w:val="4"/>
        </w:numPr>
        <w:rPr>
          <w:lang w:val="en-GB"/>
        </w:rPr>
      </w:pPr>
      <w:r w:rsidRPr="00751DBB">
        <w:rPr>
          <w:b/>
          <w:lang w:val="en-GB"/>
        </w:rPr>
        <w:t>-check-cert &lt;certificate-file-in-pem-format&gt;</w:t>
      </w:r>
      <w:r w:rsidRPr="00751DBB">
        <w:rPr>
          <w:lang w:val="en-GB"/>
        </w:rPr>
        <w:t xml:space="preserve"> - checks the certificate validity status</w:t>
      </w:r>
      <w:r w:rsidR="00812155" w:rsidRPr="00751DBB">
        <w:rPr>
          <w:lang w:val="en-GB"/>
        </w:rPr>
        <w:t>.</w:t>
      </w:r>
      <w:r w:rsidRPr="00751DBB">
        <w:rPr>
          <w:lang w:val="en-GB"/>
        </w:rPr>
        <w:t xml:space="preserve"> </w:t>
      </w:r>
    </w:p>
    <w:p w14:paraId="7F609CC3" w14:textId="77777777" w:rsidR="00207556" w:rsidRPr="00751DBB" w:rsidRDefault="00207556" w:rsidP="00207556">
      <w:pPr>
        <w:pStyle w:val="ListParagraph"/>
        <w:rPr>
          <w:b/>
          <w:u w:val="single"/>
          <w:lang w:val="en-GB"/>
        </w:rPr>
      </w:pPr>
      <w:r w:rsidRPr="00751DBB">
        <w:rPr>
          <w:b/>
          <w:u w:val="single"/>
          <w:lang w:val="en-GB"/>
        </w:rPr>
        <w:t>Setting the configuration file</w:t>
      </w:r>
    </w:p>
    <w:p w14:paraId="386ADAA1" w14:textId="77777777" w:rsidR="00207556" w:rsidRPr="00751DBB" w:rsidRDefault="00207556" w:rsidP="00207556">
      <w:pPr>
        <w:pStyle w:val="ListParagraph"/>
        <w:rPr>
          <w:lang w:val="en-GB"/>
        </w:rPr>
      </w:pPr>
      <w:r w:rsidRPr="00751DBB">
        <w:rPr>
          <w:b/>
          <w:lang w:val="en-GB"/>
        </w:rPr>
        <w:t>-config &lt;configuration-file&gt;</w:t>
      </w:r>
    </w:p>
    <w:p w14:paraId="76521AA4" w14:textId="77777777" w:rsidR="00207556" w:rsidRPr="00751DBB" w:rsidRDefault="00207556" w:rsidP="00207556">
      <w:pPr>
        <w:pStyle w:val="UtilitySyntax"/>
        <w:rPr>
          <w:lang w:val="en-GB"/>
        </w:rPr>
      </w:pPr>
      <w:r w:rsidRPr="00751DBB">
        <w:rPr>
          <w:lang w:val="en-GB"/>
        </w:rPr>
        <w:t>You can dynamically specify the configuration file used before executing each command line task.</w:t>
      </w:r>
    </w:p>
    <w:p w14:paraId="46D502B5" w14:textId="67034A3E" w:rsidR="00207556" w:rsidRPr="00751DBB" w:rsidRDefault="00207556" w:rsidP="00207556">
      <w:pPr>
        <w:pStyle w:val="UtilitySyntax"/>
        <w:rPr>
          <w:lang w:val="en-GB"/>
        </w:rPr>
      </w:pPr>
      <w:r w:rsidRPr="00751DBB">
        <w:rPr>
          <w:lang w:val="en-GB"/>
        </w:rPr>
        <w:t xml:space="preserve">If left unspecified, then the configuration file is looked up from </w:t>
      </w:r>
      <w:r w:rsidR="00D81C00" w:rsidRPr="00751DBB">
        <w:rPr>
          <w:lang w:val="en-GB"/>
        </w:rPr>
        <w:t xml:space="preserve">default </w:t>
      </w:r>
      <w:r w:rsidRPr="00751DBB">
        <w:rPr>
          <w:lang w:val="en-GB"/>
        </w:rPr>
        <w:t>locations</w:t>
      </w:r>
      <w:r w:rsidR="00D81C00" w:rsidRPr="00751DBB">
        <w:rPr>
          <w:lang w:val="en-GB"/>
        </w:rPr>
        <w:t xml:space="preserve"> (see section </w:t>
      </w:r>
      <w:r w:rsidR="00205656" w:rsidRPr="00751DBB">
        <w:rPr>
          <w:lang w:val="en-GB"/>
        </w:rPr>
        <w:t>“</w:t>
      </w:r>
      <w:r w:rsidR="00D81C00" w:rsidRPr="00751DBB">
        <w:rPr>
          <w:lang w:val="en-GB"/>
        </w:rPr>
        <w:t>3.4 Configuring C</w:t>
      </w:r>
      <w:r w:rsidR="004B64C5" w:rsidRPr="00751DBB">
        <w:rPr>
          <w:lang w:val="en-GB"/>
        </w:rPr>
        <w:t>d</w:t>
      </w:r>
      <w:r w:rsidR="00D81C00" w:rsidRPr="00751DBB">
        <w:rPr>
          <w:lang w:val="en-GB"/>
        </w:rPr>
        <w:t>igiDoc</w:t>
      </w:r>
      <w:r w:rsidR="00205656" w:rsidRPr="00751DBB">
        <w:rPr>
          <w:lang w:val="en-GB"/>
        </w:rPr>
        <w:t>”</w:t>
      </w:r>
      <w:r w:rsidR="00D81C00" w:rsidRPr="00751DBB">
        <w:rPr>
          <w:lang w:val="en-GB"/>
        </w:rPr>
        <w:t xml:space="preserve"> for more information).</w:t>
      </w:r>
    </w:p>
    <w:p w14:paraId="74D5C0C7" w14:textId="77777777" w:rsidR="00207556" w:rsidRPr="00751DBB" w:rsidRDefault="00207556" w:rsidP="00207556">
      <w:pPr>
        <w:rPr>
          <w:b/>
          <w:u w:val="single"/>
          <w:lang w:val="en-GB"/>
        </w:rPr>
      </w:pPr>
      <w:r w:rsidRPr="00751DBB">
        <w:rPr>
          <w:b/>
          <w:u w:val="single"/>
          <w:lang w:val="en-GB"/>
        </w:rPr>
        <w:t>Checking the certificate</w:t>
      </w:r>
    </w:p>
    <w:p w14:paraId="47518921" w14:textId="77777777" w:rsidR="00207556" w:rsidRPr="00751DBB" w:rsidRDefault="00207556" w:rsidP="00207556">
      <w:pPr>
        <w:pStyle w:val="ListParagraph"/>
        <w:rPr>
          <w:lang w:val="en-GB"/>
        </w:rPr>
      </w:pPr>
      <w:r w:rsidRPr="00751DBB">
        <w:rPr>
          <w:b/>
          <w:lang w:val="en-GB"/>
        </w:rPr>
        <w:t>-check-cert &lt;certificate-file-in-pem-format&gt;</w:t>
      </w:r>
    </w:p>
    <w:p w14:paraId="1E069420" w14:textId="77777777" w:rsidR="00207556" w:rsidRPr="00751DBB" w:rsidRDefault="00207556" w:rsidP="00207556">
      <w:pPr>
        <w:pStyle w:val="UtilitySyntax"/>
        <w:rPr>
          <w:lang w:val="en-GB"/>
        </w:rPr>
      </w:pPr>
      <w:r w:rsidRPr="00751DBB">
        <w:rPr>
          <w:lang w:val="en-GB"/>
        </w:rPr>
        <w:t xml:space="preserve">Used for </w:t>
      </w:r>
      <w:r w:rsidR="00DD2A9E" w:rsidRPr="00751DBB">
        <w:rPr>
          <w:lang w:val="en-GB"/>
        </w:rPr>
        <w:t>checking</w:t>
      </w:r>
      <w:r w:rsidRPr="00751DBB">
        <w:rPr>
          <w:lang w:val="en-GB"/>
        </w:rPr>
        <w:t xml:space="preserve"> the chosen certificate’s validity; returns an OCSP response from the certificate’s CA</w:t>
      </w:r>
      <w:r w:rsidR="0013576D" w:rsidRPr="00751DBB">
        <w:rPr>
          <w:lang w:val="en-GB"/>
        </w:rPr>
        <w:t>’s</w:t>
      </w:r>
      <w:r w:rsidRPr="00751DBB">
        <w:rPr>
          <w:lang w:val="en-GB"/>
        </w:rPr>
        <w:t xml:space="preserve"> OCSP responder.</w:t>
      </w:r>
      <w:r w:rsidR="0013576D" w:rsidRPr="00751DBB">
        <w:rPr>
          <w:lang w:val="en-GB"/>
        </w:rPr>
        <w:t xml:space="preserve"> Note that the command is currently not being tested.</w:t>
      </w:r>
    </w:p>
    <w:p w14:paraId="7D6D60FE" w14:textId="77777777" w:rsidR="00207556" w:rsidRPr="00751DBB" w:rsidRDefault="00310931" w:rsidP="00310931">
      <w:pPr>
        <w:pStyle w:val="UtilitySyntax"/>
        <w:rPr>
          <w:highlight w:val="yellow"/>
          <w:lang w:val="en-GB"/>
        </w:rPr>
      </w:pPr>
      <w:r w:rsidRPr="00751DBB">
        <w:rPr>
          <w:lang w:val="en-GB"/>
        </w:rPr>
        <w:t>If the certificate is valid, then the return code’s (RC) value is 0. For example:</w:t>
      </w:r>
    </w:p>
    <w:p w14:paraId="682EFA84" w14:textId="7A2C8E76" w:rsidR="00317C48" w:rsidRPr="00751DBB" w:rsidRDefault="00317C48" w:rsidP="00310931">
      <w:pPr>
        <w:pStyle w:val="UtilitySyntax"/>
        <w:ind w:left="1287" w:firstLine="153"/>
        <w:rPr>
          <w:lang w:val="en-GB"/>
        </w:rPr>
      </w:pPr>
      <w:r w:rsidRPr="00751DBB">
        <w:rPr>
          <w:lang w:val="en-GB"/>
        </w:rPr>
        <w:t xml:space="preserve">Verifying cert: MÄNNIK,MARI-LIIS,47101010033 </w:t>
      </w:r>
      <w:r w:rsidR="004B64C5" w:rsidRPr="004B64C5">
        <w:rPr>
          <w:lang w:val="en-GB"/>
        </w:rPr>
        <w:sym w:font="Wingdings" w:char="F0E0"/>
      </w:r>
      <w:r w:rsidRPr="00751DBB">
        <w:rPr>
          <w:lang w:val="en-GB"/>
        </w:rPr>
        <w:t xml:space="preserve"> RC :0</w:t>
      </w:r>
    </w:p>
    <w:p w14:paraId="6D4D78BC" w14:textId="77777777" w:rsidR="00207556" w:rsidRPr="00751DBB" w:rsidRDefault="00207556" w:rsidP="00207556">
      <w:pPr>
        <w:pStyle w:val="bat"/>
        <w:rPr>
          <w:b/>
          <w:u w:val="single"/>
          <w:lang w:val="en-GB"/>
        </w:rPr>
      </w:pPr>
      <w:r w:rsidRPr="00751DBB">
        <w:rPr>
          <w:b/>
          <w:u w:val="single"/>
          <w:lang w:val="en-GB"/>
        </w:rPr>
        <w:t>Sample: setting the configuration file when creating a new DigiDoc container</w:t>
      </w:r>
    </w:p>
    <w:p w14:paraId="501DBBE2" w14:textId="2D8F91BC" w:rsidR="00207556" w:rsidRPr="00751DBB" w:rsidRDefault="000248D8" w:rsidP="00207556">
      <w:pPr>
        <w:pStyle w:val="bat"/>
        <w:rPr>
          <w:lang w:val="en-GB"/>
        </w:rPr>
      </w:pPr>
      <w:r w:rsidRPr="00751DBB">
        <w:rPr>
          <w:lang w:val="en-GB"/>
        </w:rPr>
        <w:t>&gt; cdigidoc</w:t>
      </w:r>
      <w:r w:rsidR="00207556" w:rsidRPr="00751DBB">
        <w:rPr>
          <w:lang w:val="en-GB"/>
        </w:rPr>
        <w:t xml:space="preserve"> </w:t>
      </w:r>
      <w:r w:rsidRPr="00751DBB">
        <w:rPr>
          <w:color w:val="0070C0"/>
          <w:lang w:val="en-GB"/>
        </w:rPr>
        <w:t>–config c:\temp\digidoc.i</w:t>
      </w:r>
      <w:r w:rsidR="004B64C5">
        <w:rPr>
          <w:color w:val="0070C0"/>
          <w:lang w:val="en-GB"/>
        </w:rPr>
        <w:t>–</w:t>
      </w:r>
      <w:r w:rsidRPr="00751DBB">
        <w:rPr>
          <w:color w:val="0070C0"/>
          <w:lang w:val="en-GB"/>
        </w:rPr>
        <w:t>i</w:t>
      </w:r>
      <w:r w:rsidR="00207556" w:rsidRPr="00751DBB">
        <w:rPr>
          <w:color w:val="0070C0"/>
          <w:lang w:val="en-GB"/>
        </w:rPr>
        <w:t xml:space="preserve"> </w:t>
      </w:r>
      <w:r w:rsidR="00120C3B" w:rsidRPr="00751DBB">
        <w:rPr>
          <w:lang w:val="en-GB"/>
        </w:rPr>
        <w:t>-n</w:t>
      </w:r>
      <w:r w:rsidR="004B64C5">
        <w:rPr>
          <w:lang w:val="en-GB"/>
        </w:rPr>
        <w:t>–</w:t>
      </w:r>
      <w:r w:rsidR="00120C3B" w:rsidRPr="00751DBB">
        <w:rPr>
          <w:lang w:val="en-GB"/>
        </w:rPr>
        <w:t xml:space="preserve">w </w:t>
      </w:r>
      <w:r w:rsidR="00207556" w:rsidRPr="00751DBB">
        <w:rPr>
          <w:lang w:val="en-GB"/>
        </w:rPr>
        <w:t xml:space="preserve">-add c:\temp\test1.txt </w:t>
      </w:r>
      <w:r w:rsidR="006C1AC1" w:rsidRPr="00751DBB">
        <w:rPr>
          <w:lang w:val="en-GB"/>
        </w:rPr>
        <w:t>text/pla</w:t>
      </w:r>
      <w:r w:rsidR="004B64C5">
        <w:rPr>
          <w:lang w:val="en-GB"/>
        </w:rPr>
        <w:t>–</w:t>
      </w:r>
      <w:r w:rsidR="006C1AC1" w:rsidRPr="00751DBB">
        <w:rPr>
          <w:lang w:val="en-GB"/>
        </w:rPr>
        <w:t xml:space="preserve">n </w:t>
      </w:r>
      <w:r w:rsidR="00207556" w:rsidRPr="00751DBB">
        <w:rPr>
          <w:lang w:val="en-GB"/>
        </w:rPr>
        <w:t>-out c:\temp\test1.ddoc</w:t>
      </w:r>
    </w:p>
    <w:p w14:paraId="1FBDA30C" w14:textId="77777777" w:rsidR="00207556" w:rsidRPr="00751DBB" w:rsidRDefault="00207556" w:rsidP="00207556">
      <w:pPr>
        <w:pStyle w:val="bat"/>
        <w:rPr>
          <w:lang w:val="en-GB"/>
        </w:rPr>
      </w:pPr>
    </w:p>
    <w:p w14:paraId="4924C3F3" w14:textId="77777777" w:rsidR="00207556" w:rsidRPr="00751DBB" w:rsidRDefault="00207556" w:rsidP="00207556">
      <w:pPr>
        <w:pStyle w:val="bat"/>
        <w:rPr>
          <w:lang w:val="en-GB"/>
        </w:rPr>
      </w:pPr>
      <w:r w:rsidRPr="00751DBB">
        <w:rPr>
          <w:lang w:val="en-GB"/>
        </w:rPr>
        <w:tab/>
        <w:t>Input:</w:t>
      </w:r>
    </w:p>
    <w:p w14:paraId="227E0AC9" w14:textId="77777777" w:rsidR="00207556" w:rsidRPr="00751DBB" w:rsidRDefault="00120C3B" w:rsidP="00207556">
      <w:pPr>
        <w:pStyle w:val="bat"/>
        <w:rPr>
          <w:lang w:val="en-GB"/>
        </w:rPr>
      </w:pPr>
      <w:r w:rsidRPr="00751DBB">
        <w:rPr>
          <w:color w:val="0070C0"/>
          <w:lang w:val="en-GB"/>
        </w:rPr>
        <w:tab/>
        <w:t>- c:\temp\digidoc.ini</w:t>
      </w:r>
      <w:r w:rsidR="00207556" w:rsidRPr="00751DBB">
        <w:rPr>
          <w:color w:val="0070C0"/>
          <w:lang w:val="en-GB"/>
        </w:rPr>
        <w:t xml:space="preserve"> – the configuration</w:t>
      </w:r>
      <w:r w:rsidRPr="00751DBB">
        <w:rPr>
          <w:color w:val="0070C0"/>
          <w:lang w:val="en-GB"/>
        </w:rPr>
        <w:t xml:space="preserve"> </w:t>
      </w:r>
      <w:r w:rsidR="00207556" w:rsidRPr="00751DBB">
        <w:rPr>
          <w:color w:val="0070C0"/>
          <w:lang w:val="en-GB"/>
        </w:rPr>
        <w:t>file</w:t>
      </w:r>
      <w:r w:rsidRPr="00751DBB">
        <w:rPr>
          <w:color w:val="0070C0"/>
          <w:lang w:val="en-GB"/>
        </w:rPr>
        <w:t xml:space="preserve"> </w:t>
      </w:r>
      <w:r w:rsidR="00207556" w:rsidRPr="00751DBB">
        <w:rPr>
          <w:color w:val="0070C0"/>
          <w:lang w:val="en-GB"/>
        </w:rPr>
        <w:t>to be use</w:t>
      </w:r>
      <w:r w:rsidRPr="00751DBB">
        <w:rPr>
          <w:color w:val="0070C0"/>
          <w:lang w:val="en-GB"/>
        </w:rPr>
        <w:t>d</w:t>
      </w:r>
    </w:p>
    <w:p w14:paraId="58707BC3" w14:textId="77777777" w:rsidR="00207556" w:rsidRPr="00751DBB" w:rsidRDefault="00207556" w:rsidP="00207556">
      <w:pPr>
        <w:pStyle w:val="bat"/>
        <w:rPr>
          <w:lang w:val="en-GB"/>
        </w:rPr>
      </w:pPr>
      <w:r w:rsidRPr="00751DBB">
        <w:rPr>
          <w:lang w:val="en-GB"/>
        </w:rPr>
        <w:lastRenderedPageBreak/>
        <w:tab/>
        <w:t>-</w:t>
      </w:r>
      <w:r w:rsidR="00120C3B" w:rsidRPr="00751DBB">
        <w:rPr>
          <w:lang w:val="en-GB"/>
        </w:rPr>
        <w:t xml:space="preserve"> </w:t>
      </w:r>
      <w:r w:rsidRPr="00751DBB">
        <w:rPr>
          <w:lang w:val="en-GB"/>
        </w:rPr>
        <w:t>c:\temp\test1.txt</w:t>
      </w:r>
      <w:r w:rsidRPr="00751DBB">
        <w:rPr>
          <w:lang w:val="en-GB"/>
        </w:rPr>
        <w:tab/>
        <w:t>- a data file to be added to ddoc container</w:t>
      </w:r>
    </w:p>
    <w:p w14:paraId="6E48D143" w14:textId="77777777" w:rsidR="00207556" w:rsidRPr="00751DBB" w:rsidRDefault="00207556" w:rsidP="00207556">
      <w:pPr>
        <w:pStyle w:val="bat"/>
        <w:rPr>
          <w:lang w:val="en-GB"/>
        </w:rPr>
      </w:pPr>
      <w:r w:rsidRPr="00751DBB">
        <w:rPr>
          <w:lang w:val="en-GB"/>
        </w:rPr>
        <w:tab/>
        <w:t>- text/plain</w:t>
      </w:r>
      <w:r w:rsidRPr="00751DBB">
        <w:rPr>
          <w:lang w:val="en-GB"/>
        </w:rPr>
        <w:tab/>
      </w:r>
      <w:r w:rsidRPr="00751DBB">
        <w:rPr>
          <w:lang w:val="en-GB"/>
        </w:rPr>
        <w:tab/>
        <w:t>- mime type of the data file</w:t>
      </w:r>
    </w:p>
    <w:p w14:paraId="7A90E6FB" w14:textId="77777777" w:rsidR="00207556" w:rsidRPr="00751DBB" w:rsidRDefault="00207556" w:rsidP="00207556">
      <w:pPr>
        <w:pStyle w:val="bat"/>
        <w:rPr>
          <w:lang w:val="en-GB"/>
        </w:rPr>
      </w:pPr>
      <w:r w:rsidRPr="00751DBB">
        <w:rPr>
          <w:lang w:val="en-GB"/>
        </w:rPr>
        <w:tab/>
        <w:t>- c:\temp\test1.ddoc</w:t>
      </w:r>
      <w:r w:rsidR="00120C3B" w:rsidRPr="00751DBB">
        <w:rPr>
          <w:lang w:val="en-GB"/>
        </w:rPr>
        <w:tab/>
      </w:r>
      <w:r w:rsidRPr="00751DBB">
        <w:rPr>
          <w:lang w:val="en-GB"/>
        </w:rPr>
        <w:t>- ddoc container to be created</w:t>
      </w:r>
    </w:p>
    <w:p w14:paraId="23FA1DE7" w14:textId="77777777" w:rsidR="00207556" w:rsidRPr="00751DBB" w:rsidRDefault="00207556" w:rsidP="00D56B07">
      <w:pPr>
        <w:pStyle w:val="Heading2"/>
        <w:rPr>
          <w:lang w:val="en-GB"/>
        </w:rPr>
      </w:pPr>
      <w:bookmarkStart w:id="86" w:name="_Toc313013711"/>
      <w:bookmarkStart w:id="87" w:name="_Toc410733930"/>
      <w:r w:rsidRPr="00751DBB">
        <w:rPr>
          <w:lang w:val="en-GB"/>
        </w:rPr>
        <w:t>Digital signature commands</w:t>
      </w:r>
      <w:bookmarkEnd w:id="86"/>
      <w:bookmarkEnd w:id="87"/>
    </w:p>
    <w:p w14:paraId="4D59DDFD" w14:textId="77777777" w:rsidR="00F86621" w:rsidRPr="002D50CD" w:rsidRDefault="003C712B" w:rsidP="00AC5E92">
      <w:pPr>
        <w:pStyle w:val="ListParagraph"/>
        <w:numPr>
          <w:ilvl w:val="0"/>
          <w:numId w:val="40"/>
        </w:numPr>
        <w:rPr>
          <w:b/>
          <w:lang w:val="en-GB"/>
        </w:rPr>
      </w:pPr>
      <w:r w:rsidRPr="00751DBB">
        <w:rPr>
          <w:b/>
          <w:lang w:val="en-GB"/>
        </w:rPr>
        <w:t>-</w:t>
      </w:r>
      <w:r w:rsidR="00207556" w:rsidRPr="00751DBB">
        <w:rPr>
          <w:b/>
          <w:lang w:val="en-GB"/>
        </w:rPr>
        <w:t xml:space="preserve">in &lt;input-digidoc-file&gt; - </w:t>
      </w:r>
      <w:r w:rsidR="00207556" w:rsidRPr="00751DBB">
        <w:rPr>
          <w:lang w:val="en-GB"/>
        </w:rPr>
        <w:t>reads in a DigiDoc file</w:t>
      </w:r>
    </w:p>
    <w:p w14:paraId="0BA62029" w14:textId="77777777" w:rsidR="002D50CD" w:rsidRPr="002D50CD" w:rsidRDefault="002D50CD" w:rsidP="00AC5E92">
      <w:pPr>
        <w:pStyle w:val="ListParagraph"/>
        <w:numPr>
          <w:ilvl w:val="0"/>
          <w:numId w:val="40"/>
        </w:numPr>
        <w:rPr>
          <w:lang w:val="en-GB"/>
        </w:rPr>
      </w:pPr>
      <w:r w:rsidRPr="00F86621">
        <w:rPr>
          <w:b/>
          <w:lang w:val="en-GB"/>
        </w:rPr>
        <w:t xml:space="preserve">-in-mem &lt;input-digidoc-file&gt; - </w:t>
      </w:r>
      <w:r w:rsidRPr="00F86621">
        <w:rPr>
          <w:lang w:val="en-GB"/>
        </w:rPr>
        <w:t xml:space="preserve">reads in a DigiDoc file. </w:t>
      </w:r>
      <w:r w:rsidR="00974B59" w:rsidRPr="00A90F3D">
        <w:rPr>
          <w:lang w:val="en-GB"/>
        </w:rPr>
        <w:t xml:space="preserve">The operation is conducted “in memory”, meaning that </w:t>
      </w:r>
      <w:r w:rsidR="00974B59" w:rsidRPr="00B03459">
        <w:rPr>
          <w:lang w:val="en-GB"/>
        </w:rPr>
        <w:t xml:space="preserve">the data </w:t>
      </w:r>
      <w:r w:rsidR="00974B59">
        <w:rPr>
          <w:lang w:val="en-GB"/>
        </w:rPr>
        <w:t>is read into a</w:t>
      </w:r>
      <w:r w:rsidR="00974B59" w:rsidRPr="00B03459">
        <w:rPr>
          <w:lang w:val="en-GB"/>
        </w:rPr>
        <w:t xml:space="preserve"> memory buffer and no intermediary data is written to temporary files on the disk.</w:t>
      </w:r>
    </w:p>
    <w:p w14:paraId="7F2C71EC" w14:textId="77777777" w:rsidR="00207556" w:rsidRPr="002D50CD" w:rsidRDefault="00207556" w:rsidP="00AC5E92">
      <w:pPr>
        <w:pStyle w:val="ListParagraph"/>
        <w:numPr>
          <w:ilvl w:val="0"/>
          <w:numId w:val="40"/>
        </w:numPr>
        <w:rPr>
          <w:lang w:val="en-GB"/>
        </w:rPr>
      </w:pPr>
      <w:r w:rsidRPr="002D50CD">
        <w:rPr>
          <w:b/>
          <w:lang w:val="en-GB"/>
        </w:rPr>
        <w:t xml:space="preserve">-new – </w:t>
      </w:r>
      <w:r w:rsidRPr="002D50CD">
        <w:rPr>
          <w:lang w:val="en-GB"/>
        </w:rPr>
        <w:t>creates a new DigiDoc container</w:t>
      </w:r>
    </w:p>
    <w:p w14:paraId="671B714E" w14:textId="77777777" w:rsidR="00207556" w:rsidRPr="0060401B" w:rsidRDefault="00207556" w:rsidP="00602608">
      <w:pPr>
        <w:pStyle w:val="ListParagraph"/>
        <w:numPr>
          <w:ilvl w:val="0"/>
          <w:numId w:val="20"/>
        </w:numPr>
        <w:rPr>
          <w:b/>
          <w:lang w:val="en-GB"/>
        </w:rPr>
      </w:pPr>
      <w:r w:rsidRPr="00751DBB">
        <w:rPr>
          <w:b/>
          <w:lang w:val="en-GB"/>
        </w:rPr>
        <w:t xml:space="preserve">-add &lt;input-file&gt; &lt;mime-type&gt; – </w:t>
      </w:r>
      <w:r w:rsidRPr="00751DBB">
        <w:rPr>
          <w:lang w:val="en-GB"/>
        </w:rPr>
        <w:t>adds a data file to a DigiDoc container</w:t>
      </w:r>
    </w:p>
    <w:p w14:paraId="22D69FDE" w14:textId="77777777" w:rsidR="0060401B" w:rsidRPr="0060401B" w:rsidRDefault="0060401B" w:rsidP="0060401B">
      <w:pPr>
        <w:pStyle w:val="ListParagraph"/>
        <w:numPr>
          <w:ilvl w:val="0"/>
          <w:numId w:val="20"/>
        </w:numPr>
        <w:rPr>
          <w:b/>
          <w:lang w:val="en-GB"/>
        </w:rPr>
      </w:pPr>
      <w:r>
        <w:rPr>
          <w:b/>
          <w:lang w:val="en-GB"/>
        </w:rPr>
        <w:t xml:space="preserve">-add-mem </w:t>
      </w:r>
      <w:r w:rsidRPr="00A578F7">
        <w:rPr>
          <w:b/>
          <w:lang w:val="en-GB"/>
        </w:rPr>
        <w:t>&lt;input-file&gt; &lt;mime-type&gt;</w:t>
      </w:r>
      <w:r>
        <w:rPr>
          <w:b/>
          <w:lang w:val="en-GB"/>
        </w:rPr>
        <w:t xml:space="preserve"> -</w:t>
      </w:r>
      <w:r>
        <w:rPr>
          <w:lang w:val="en-GB"/>
        </w:rPr>
        <w:t xml:space="preserve"> </w:t>
      </w:r>
      <w:r w:rsidRPr="005708E0">
        <w:rPr>
          <w:lang w:val="en-GB"/>
        </w:rPr>
        <w:t xml:space="preserve">adds </w:t>
      </w:r>
      <w:r>
        <w:rPr>
          <w:lang w:val="en-GB"/>
        </w:rPr>
        <w:t xml:space="preserve">a data file to a DigiDoc container. </w:t>
      </w:r>
      <w:r w:rsidR="002909ED">
        <w:rPr>
          <w:lang w:val="en-GB"/>
        </w:rPr>
        <w:t>The operation is conducted “in memory”, meaning that the data is read into a memory buffer and no intermediary data is written to temporary files on the disk.</w:t>
      </w:r>
    </w:p>
    <w:p w14:paraId="1EBFDC05" w14:textId="77777777" w:rsidR="00207556" w:rsidRPr="00751DBB" w:rsidRDefault="00207556" w:rsidP="00602608">
      <w:pPr>
        <w:pStyle w:val="ListParagraph"/>
        <w:numPr>
          <w:ilvl w:val="0"/>
          <w:numId w:val="20"/>
        </w:numPr>
        <w:rPr>
          <w:b/>
          <w:lang w:val="en-GB"/>
        </w:rPr>
      </w:pPr>
      <w:r w:rsidRPr="00751DBB">
        <w:rPr>
          <w:b/>
          <w:lang w:val="en-GB"/>
        </w:rPr>
        <w:t xml:space="preserve">-sign &lt;pin-code&gt; – </w:t>
      </w:r>
      <w:r w:rsidRPr="00751DBB">
        <w:rPr>
          <w:lang w:val="en-GB"/>
        </w:rPr>
        <w:t>signs a DigiDoc file</w:t>
      </w:r>
    </w:p>
    <w:p w14:paraId="41687386" w14:textId="77777777" w:rsidR="00207556" w:rsidRPr="005211F2" w:rsidRDefault="00812155" w:rsidP="00602608">
      <w:pPr>
        <w:pStyle w:val="ListParagraph"/>
        <w:numPr>
          <w:ilvl w:val="0"/>
          <w:numId w:val="20"/>
        </w:numPr>
        <w:rPr>
          <w:b/>
          <w:lang w:val="en-GB"/>
        </w:rPr>
      </w:pPr>
      <w:r w:rsidRPr="00751DBB">
        <w:rPr>
          <w:b/>
          <w:lang w:val="en-GB"/>
        </w:rPr>
        <w:t>-out &lt;output-file&gt; –</w:t>
      </w:r>
      <w:r w:rsidR="00207556" w:rsidRPr="00751DBB">
        <w:rPr>
          <w:b/>
          <w:lang w:val="en-GB"/>
        </w:rPr>
        <w:t xml:space="preserve"> </w:t>
      </w:r>
      <w:r w:rsidR="00207556" w:rsidRPr="00751DBB">
        <w:rPr>
          <w:lang w:val="en-GB"/>
        </w:rPr>
        <w:t>creates a DigiDoc file at the specified location</w:t>
      </w:r>
    </w:p>
    <w:p w14:paraId="5F24AF00" w14:textId="77777777" w:rsidR="000C5665" w:rsidRPr="00A578F7" w:rsidRDefault="000C5665" w:rsidP="000C5665">
      <w:pPr>
        <w:pStyle w:val="ListParagraph"/>
        <w:numPr>
          <w:ilvl w:val="0"/>
          <w:numId w:val="20"/>
        </w:numPr>
        <w:rPr>
          <w:b/>
          <w:lang w:val="en-GB"/>
        </w:rPr>
      </w:pPr>
      <w:r>
        <w:rPr>
          <w:b/>
          <w:lang w:val="en-GB"/>
        </w:rPr>
        <w:t xml:space="preserve">-out-mem </w:t>
      </w:r>
      <w:r w:rsidRPr="00A578F7">
        <w:rPr>
          <w:b/>
          <w:lang w:val="en-GB"/>
        </w:rPr>
        <w:t>&lt;output-file&gt;</w:t>
      </w:r>
      <w:r>
        <w:rPr>
          <w:b/>
          <w:lang w:val="en-GB"/>
        </w:rPr>
        <w:t xml:space="preserve"> - </w:t>
      </w:r>
      <w:r>
        <w:rPr>
          <w:lang w:val="en-GB"/>
        </w:rPr>
        <w:t xml:space="preserve">creates a DigiDoc file at the specified location. </w:t>
      </w:r>
      <w:r w:rsidR="00E74CD3">
        <w:rPr>
          <w:lang w:val="en-GB"/>
        </w:rPr>
        <w:t>The operation is conducted “in memory”, meaning that the data is read from and written to a memory buffer, no intermediary data is written to temporary files on the disk.</w:t>
      </w:r>
    </w:p>
    <w:p w14:paraId="1AEF0895" w14:textId="573769DE" w:rsidR="00B002A6" w:rsidRPr="005E05FF" w:rsidRDefault="00DF7133" w:rsidP="00B002A6">
      <w:pPr>
        <w:pStyle w:val="ListParagraph"/>
        <w:numPr>
          <w:ilvl w:val="0"/>
          <w:numId w:val="20"/>
        </w:numPr>
        <w:rPr>
          <w:b/>
        </w:rPr>
      </w:pPr>
      <w:r w:rsidRPr="00751DBB">
        <w:rPr>
          <w:b/>
          <w:lang w:val="en-GB"/>
        </w:rPr>
        <w:t xml:space="preserve">-verify – </w:t>
      </w:r>
      <w:r w:rsidRPr="00751DBB">
        <w:rPr>
          <w:lang w:val="en-GB"/>
        </w:rPr>
        <w:t>displays and verifies DigiDoc file’s signature</w:t>
      </w:r>
      <w:r w:rsidR="000638F5" w:rsidRPr="00751DBB">
        <w:rPr>
          <w:lang w:val="en-GB"/>
        </w:rPr>
        <w:t>(</w:t>
      </w:r>
      <w:r w:rsidRPr="00751DBB">
        <w:rPr>
          <w:lang w:val="en-GB"/>
        </w:rPr>
        <w:t>s</w:t>
      </w:r>
      <w:r w:rsidR="000638F5" w:rsidRPr="00751DBB">
        <w:rPr>
          <w:lang w:val="en-GB"/>
        </w:rPr>
        <w:t>)</w:t>
      </w:r>
      <w:r w:rsidR="00B002A6">
        <w:rPr>
          <w:lang w:val="en-GB"/>
        </w:rPr>
        <w:t xml:space="preserve">. </w:t>
      </w:r>
      <w:r w:rsidR="00B002A6">
        <w:t>Note that starting from the library’s 3.8 version, warnings system is used, i.e. minor technical errors are printed out as warnings. See chapter “</w:t>
      </w:r>
      <w:r w:rsidR="00B002A6">
        <w:fldChar w:fldCharType="begin"/>
      </w:r>
      <w:r w:rsidR="00B002A6">
        <w:instrText xml:space="preserve"> REF _Ref373423559 \r \h </w:instrText>
      </w:r>
      <w:r w:rsidR="00B002A6">
        <w:fldChar w:fldCharType="separate"/>
      </w:r>
      <w:r w:rsidR="00E0723E">
        <w:t>5.2.3.1</w:t>
      </w:r>
      <w:r w:rsidR="00B002A6">
        <w:fldChar w:fldCharType="end"/>
      </w:r>
      <w:r w:rsidR="00B002A6">
        <w:t xml:space="preserve"> </w:t>
      </w:r>
      <w:r w:rsidR="00B002A6">
        <w:fldChar w:fldCharType="begin"/>
      </w:r>
      <w:r w:rsidR="00B002A6">
        <w:instrText xml:space="preserve"> REF _Ref373423559 \h </w:instrText>
      </w:r>
      <w:r w:rsidR="00B002A6">
        <w:fldChar w:fldCharType="separate"/>
      </w:r>
      <w:r w:rsidR="00E0723E" w:rsidRPr="003F37F6">
        <w:t>Validation status VALID WITH WARNINGS</w:t>
      </w:r>
      <w:r w:rsidR="00B002A6">
        <w:fldChar w:fldCharType="end"/>
      </w:r>
      <w:r w:rsidR="00B002A6">
        <w:t xml:space="preserve">” for detailed information about warning situations. </w:t>
      </w:r>
    </w:p>
    <w:p w14:paraId="30F746D0" w14:textId="5F28FE5D" w:rsidR="00DF7133" w:rsidRDefault="00B002A6" w:rsidP="00B002A6">
      <w:pPr>
        <w:pStyle w:val="ListParagraph"/>
        <w:ind w:left="720"/>
      </w:pPr>
      <w:r>
        <w:t>Parameter –libraryerrors can be added to the command to distinguish errors that are returned by the library.</w:t>
      </w:r>
    </w:p>
    <w:p w14:paraId="4D99253C" w14:textId="54263550" w:rsidR="00B002A6" w:rsidRPr="00B002A6" w:rsidRDefault="00B002A6" w:rsidP="00B002A6">
      <w:pPr>
        <w:pStyle w:val="ListParagraph"/>
        <w:numPr>
          <w:ilvl w:val="0"/>
          <w:numId w:val="20"/>
        </w:numPr>
      </w:pPr>
      <w:r w:rsidRPr="009002DA">
        <w:rPr>
          <w:b/>
        </w:rPr>
        <w:t>-libraryerrors</w:t>
      </w:r>
      <w:r>
        <w:t xml:space="preserve"> – for testing purposes, may be used together with –verify command. Enables to view the validation errors as they are returned by the library (otherwise, the utility program may transform specific errors to warnings; see also description und</w:t>
      </w:r>
      <w:r w:rsidR="004B64C5">
        <w:t>–</w:t>
      </w:r>
      <w:r>
        <w:t>r -verify command). The errors are printed out with “LIBRARY-ERROR” prefix.</w:t>
      </w:r>
    </w:p>
    <w:p w14:paraId="19646D8F" w14:textId="77777777" w:rsidR="00857FA3" w:rsidRPr="009F1C6F" w:rsidRDefault="00857FA3" w:rsidP="00602608">
      <w:pPr>
        <w:pStyle w:val="ListParagraph"/>
        <w:numPr>
          <w:ilvl w:val="0"/>
          <w:numId w:val="20"/>
        </w:numPr>
        <w:rPr>
          <w:b/>
          <w:lang w:val="en-GB"/>
        </w:rPr>
      </w:pPr>
      <w:r w:rsidRPr="00751DBB">
        <w:rPr>
          <w:b/>
          <w:lang w:val="en-GB"/>
        </w:rPr>
        <w:t>-extrac</w:t>
      </w:r>
      <w:r w:rsidR="00812155" w:rsidRPr="00751DBB">
        <w:rPr>
          <w:b/>
          <w:lang w:val="en-GB"/>
        </w:rPr>
        <w:t>t &lt;data-file-id&gt; &lt;output-file&gt; –</w:t>
      </w:r>
      <w:r w:rsidRPr="00751DBB">
        <w:rPr>
          <w:b/>
          <w:lang w:val="en-GB"/>
        </w:rPr>
        <w:t xml:space="preserve"> </w:t>
      </w:r>
      <w:r w:rsidRPr="00751DBB">
        <w:rPr>
          <w:lang w:val="en-GB"/>
        </w:rPr>
        <w:t>extracts DigiDoc file’s content</w:t>
      </w:r>
    </w:p>
    <w:p w14:paraId="1F257E14" w14:textId="3C623302" w:rsidR="009F1C6F" w:rsidRPr="009F1C6F" w:rsidRDefault="009F1C6F" w:rsidP="009F1C6F">
      <w:pPr>
        <w:pStyle w:val="ListParagraph"/>
        <w:numPr>
          <w:ilvl w:val="0"/>
          <w:numId w:val="20"/>
        </w:numPr>
        <w:rPr>
          <w:b/>
          <w:lang w:val="en-GB"/>
        </w:rPr>
      </w:pPr>
      <w:r w:rsidRPr="00751DBB">
        <w:rPr>
          <w:b/>
          <w:lang w:val="en-GB"/>
        </w:rPr>
        <w:t>-extract</w:t>
      </w:r>
      <w:r>
        <w:rPr>
          <w:b/>
          <w:lang w:val="en-GB"/>
        </w:rPr>
        <w:t>-mem</w:t>
      </w:r>
      <w:r w:rsidRPr="00751DBB">
        <w:rPr>
          <w:b/>
          <w:lang w:val="en-GB"/>
        </w:rPr>
        <w:t xml:space="preserve"> &lt;data-file-id&gt; &lt;output-file&gt; – </w:t>
      </w:r>
      <w:r w:rsidRPr="00751DBB">
        <w:rPr>
          <w:lang w:val="en-GB"/>
        </w:rPr>
        <w:t>extracts DigiDoc file’s content</w:t>
      </w:r>
      <w:r>
        <w:rPr>
          <w:lang w:val="en-GB"/>
        </w:rPr>
        <w:t>. The operation is conducted “in memory”, meaning that the data is read from and written to a memory buffer, no intermediary data is written to temporary files on the disk.</w:t>
      </w:r>
    </w:p>
    <w:p w14:paraId="3CCBD22E" w14:textId="77777777" w:rsidR="00C736C9" w:rsidRPr="00751DBB" w:rsidRDefault="00C736C9" w:rsidP="00602608">
      <w:pPr>
        <w:pStyle w:val="ListParagraph"/>
        <w:numPr>
          <w:ilvl w:val="0"/>
          <w:numId w:val="20"/>
        </w:numPr>
        <w:rPr>
          <w:b/>
          <w:lang w:val="en-GB"/>
        </w:rPr>
      </w:pPr>
      <w:r w:rsidRPr="00751DBB">
        <w:rPr>
          <w:b/>
          <w:lang w:val="en-GB"/>
        </w:rPr>
        <w:t xml:space="preserve">-get-confirmation </w:t>
      </w:r>
      <w:r w:rsidR="00AE0270" w:rsidRPr="00751DBB">
        <w:rPr>
          <w:b/>
          <w:lang w:val="en-GB"/>
        </w:rPr>
        <w:t xml:space="preserve">&lt;signature-id&gt; </w:t>
      </w:r>
      <w:r w:rsidR="00812155" w:rsidRPr="00751DBB">
        <w:rPr>
          <w:b/>
          <w:lang w:val="en-GB"/>
        </w:rPr>
        <w:t>–</w:t>
      </w:r>
      <w:r w:rsidR="0061252C" w:rsidRPr="00751DBB">
        <w:rPr>
          <w:lang w:val="en-GB"/>
        </w:rPr>
        <w:t xml:space="preserve"> adds an OCSP confirmation to a DigiDoc file’s signature.</w:t>
      </w:r>
    </w:p>
    <w:p w14:paraId="724AF045" w14:textId="32F01F6A" w:rsidR="00C736C9" w:rsidRPr="0065343F" w:rsidRDefault="00C736C9" w:rsidP="00754214">
      <w:pPr>
        <w:pStyle w:val="ListParagraph"/>
        <w:numPr>
          <w:ilvl w:val="0"/>
          <w:numId w:val="20"/>
        </w:numPr>
        <w:rPr>
          <w:b/>
          <w:lang w:val="en-GB"/>
        </w:rPr>
      </w:pPr>
      <w:r w:rsidRPr="00751DBB">
        <w:rPr>
          <w:b/>
          <w:lang w:val="en-GB"/>
        </w:rPr>
        <w:t xml:space="preserve">-mid-sign &lt;phone-no&gt; &lt;per-code&gt; [[&lt;country&gt;(EE)] [&lt;lang&gt;(EST)] [&lt;service&gt;(Testing)] [&lt;manifest&gt;] [&lt;city&gt; &lt;state&gt; &lt;zip&gt;]] – </w:t>
      </w:r>
      <w:r w:rsidRPr="00751DBB">
        <w:rPr>
          <w:lang w:val="en-GB"/>
        </w:rPr>
        <w:t>signs a DigiDoc file using Mobile-ID</w:t>
      </w:r>
      <w:r w:rsidR="00754214">
        <w:rPr>
          <w:lang w:val="en-GB"/>
        </w:rPr>
        <w:t xml:space="preserve">. </w:t>
      </w:r>
      <w:r w:rsidR="00754214" w:rsidRPr="00754214">
        <w:rPr>
          <w:b/>
          <w:lang w:val="en-GB"/>
        </w:rPr>
        <w:t>Note</w:t>
      </w:r>
      <w:r w:rsidR="00754214" w:rsidRPr="00754214">
        <w:rPr>
          <w:lang w:val="en-GB"/>
        </w:rPr>
        <w:t>: Mobile-ID functionality i</w:t>
      </w:r>
      <w:r w:rsidR="004B64C5" w:rsidRPr="00754214">
        <w:rPr>
          <w:lang w:val="en-GB"/>
        </w:rPr>
        <w:t>n</w:t>
      </w:r>
      <w:r w:rsidR="00754214" w:rsidRPr="00754214">
        <w:rPr>
          <w:lang w:val="en-GB"/>
        </w:rPr>
        <w:t xml:space="preserve"> CDigiDoc is experimental.</w:t>
      </w:r>
    </w:p>
    <w:p w14:paraId="3A30C2BB" w14:textId="77777777" w:rsidR="0065343F" w:rsidRDefault="0065343F" w:rsidP="00B002A6">
      <w:pPr>
        <w:pStyle w:val="ListParagraph"/>
        <w:ind w:left="720"/>
        <w:rPr>
          <w:b/>
          <w:lang w:val="en-GB"/>
        </w:rPr>
      </w:pPr>
    </w:p>
    <w:p w14:paraId="7CF08A6A" w14:textId="77777777" w:rsidR="00C06063" w:rsidRDefault="00C06063" w:rsidP="00B002A6">
      <w:pPr>
        <w:pStyle w:val="ListParagraph"/>
        <w:ind w:left="720"/>
        <w:rPr>
          <w:b/>
          <w:lang w:val="en-GB"/>
        </w:rPr>
      </w:pPr>
    </w:p>
    <w:p w14:paraId="5AC2FE59" w14:textId="77777777" w:rsidR="00C06063" w:rsidRDefault="00C06063" w:rsidP="00B002A6">
      <w:pPr>
        <w:pStyle w:val="ListParagraph"/>
        <w:ind w:left="720"/>
        <w:rPr>
          <w:b/>
          <w:lang w:val="en-GB"/>
        </w:rPr>
      </w:pPr>
    </w:p>
    <w:p w14:paraId="05A495CB" w14:textId="77777777" w:rsidR="00C06063" w:rsidRDefault="00C06063" w:rsidP="00B002A6">
      <w:pPr>
        <w:pStyle w:val="ListParagraph"/>
        <w:ind w:left="720"/>
        <w:rPr>
          <w:b/>
          <w:lang w:val="en-GB"/>
        </w:rPr>
      </w:pPr>
    </w:p>
    <w:p w14:paraId="16135115" w14:textId="77777777" w:rsidR="00C06063" w:rsidRPr="00751DBB" w:rsidRDefault="00C06063" w:rsidP="00B002A6">
      <w:pPr>
        <w:pStyle w:val="ListParagraph"/>
        <w:ind w:left="720"/>
        <w:rPr>
          <w:b/>
          <w:lang w:val="en-GB"/>
        </w:rPr>
      </w:pPr>
    </w:p>
    <w:p w14:paraId="3FF084CC" w14:textId="77777777" w:rsidR="00207556" w:rsidRPr="00751DBB" w:rsidRDefault="00207556" w:rsidP="00207556">
      <w:pPr>
        <w:rPr>
          <w:b/>
          <w:u w:val="single"/>
          <w:lang w:val="en-GB"/>
        </w:rPr>
      </w:pPr>
      <w:r w:rsidRPr="00751DBB">
        <w:rPr>
          <w:b/>
          <w:u w:val="single"/>
          <w:lang w:val="en-GB"/>
        </w:rPr>
        <w:t>Creating new DigiDoc files</w:t>
      </w:r>
    </w:p>
    <w:p w14:paraId="09235829" w14:textId="77777777" w:rsidR="00207556" w:rsidRPr="00751DBB" w:rsidRDefault="008339BB" w:rsidP="00207556">
      <w:pPr>
        <w:rPr>
          <w:lang w:val="en-GB"/>
        </w:rPr>
      </w:pPr>
      <w:r w:rsidRPr="00751DBB">
        <w:rPr>
          <w:b/>
          <w:lang w:val="en-GB"/>
        </w:rPr>
        <w:t>-new [format] [version</w:t>
      </w:r>
      <w:r w:rsidR="00207556" w:rsidRPr="00751DBB">
        <w:rPr>
          <w:b/>
          <w:lang w:val="en-GB"/>
        </w:rPr>
        <w:t>]</w:t>
      </w:r>
    </w:p>
    <w:p w14:paraId="2BF9CC67" w14:textId="1F4B0618" w:rsidR="00207556" w:rsidRPr="00751DBB" w:rsidRDefault="00207556" w:rsidP="00207556">
      <w:pPr>
        <w:pStyle w:val="UtilitySyntax"/>
        <w:rPr>
          <w:lang w:val="en-GB"/>
        </w:rPr>
      </w:pPr>
      <w:r w:rsidRPr="00751DBB">
        <w:rPr>
          <w:lang w:val="en-GB"/>
        </w:rPr>
        <w:t>C</w:t>
      </w:r>
      <w:r w:rsidR="00E96037" w:rsidRPr="00751DBB">
        <w:rPr>
          <w:lang w:val="en-GB"/>
        </w:rPr>
        <w:t>reates a new digidoc container with</w:t>
      </w:r>
      <w:r w:rsidRPr="00751DBB">
        <w:rPr>
          <w:lang w:val="en-GB"/>
        </w:rPr>
        <w:t xml:space="preserve"> the specified format and version. The current</w:t>
      </w:r>
      <w:r w:rsidR="003606CF" w:rsidRPr="00751DBB">
        <w:rPr>
          <w:lang w:val="en-GB"/>
        </w:rPr>
        <w:t xml:space="preserve"> </w:t>
      </w:r>
      <w:r w:rsidR="000F7A37">
        <w:rPr>
          <w:lang w:val="en-GB"/>
        </w:rPr>
        <w:t xml:space="preserve">supported </w:t>
      </w:r>
      <w:r w:rsidR="003606CF" w:rsidRPr="00751DBB">
        <w:rPr>
          <w:lang w:val="en-GB"/>
        </w:rPr>
        <w:t>digidoc</w:t>
      </w:r>
      <w:r w:rsidRPr="00751DBB">
        <w:rPr>
          <w:lang w:val="en-GB"/>
        </w:rPr>
        <w:t xml:space="preserve"> </w:t>
      </w:r>
      <w:r w:rsidR="008339BB" w:rsidRPr="00751DBB">
        <w:rPr>
          <w:lang w:val="en-GB"/>
        </w:rPr>
        <w:t xml:space="preserve">format </w:t>
      </w:r>
      <w:r w:rsidR="003606CF" w:rsidRPr="00751DBB">
        <w:rPr>
          <w:lang w:val="en-GB"/>
        </w:rPr>
        <w:t>i</w:t>
      </w:r>
      <w:r w:rsidR="004B64C5" w:rsidRPr="00751DBB">
        <w:rPr>
          <w:lang w:val="en-GB"/>
        </w:rPr>
        <w:t>n</w:t>
      </w:r>
      <w:r w:rsidR="003606CF" w:rsidRPr="00751DBB">
        <w:rPr>
          <w:lang w:val="en-GB"/>
        </w:rPr>
        <w:t xml:space="preserve"> </w:t>
      </w:r>
      <w:r w:rsidR="0013576D" w:rsidRPr="00751DBB">
        <w:rPr>
          <w:lang w:val="en-GB"/>
        </w:rPr>
        <w:t>CDigiDoc</w:t>
      </w:r>
      <w:r w:rsidR="003606CF" w:rsidRPr="00751DBB">
        <w:rPr>
          <w:lang w:val="en-GB"/>
        </w:rPr>
        <w:t xml:space="preserve"> library </w:t>
      </w:r>
      <w:r w:rsidR="008339BB" w:rsidRPr="00751DBB">
        <w:rPr>
          <w:lang w:val="en-GB"/>
        </w:rPr>
        <w:t>is</w:t>
      </w:r>
      <w:r w:rsidRPr="00751DBB">
        <w:rPr>
          <w:lang w:val="en-GB"/>
        </w:rPr>
        <w:t xml:space="preserve"> DIGIDOC-XML, version </w:t>
      </w:r>
      <w:r w:rsidR="008339BB" w:rsidRPr="00751DBB">
        <w:rPr>
          <w:lang w:val="en-GB"/>
        </w:rPr>
        <w:t xml:space="preserve">is </w:t>
      </w:r>
      <w:r w:rsidRPr="00751DBB">
        <w:rPr>
          <w:lang w:val="en-GB"/>
        </w:rPr>
        <w:t>1.3 (newest).</w:t>
      </w:r>
    </w:p>
    <w:p w14:paraId="2923450A" w14:textId="76E895C4" w:rsidR="008339BB" w:rsidRPr="00751DBB" w:rsidRDefault="008339BB" w:rsidP="00207556">
      <w:pPr>
        <w:pStyle w:val="UtilitySyntax"/>
        <w:rPr>
          <w:b/>
          <w:lang w:val="en-GB"/>
        </w:rPr>
      </w:pPr>
      <w:r w:rsidRPr="00751DBB">
        <w:rPr>
          <w:lang w:val="en-GB"/>
        </w:rPr>
        <w:t>By using the optional paramet</w:t>
      </w:r>
      <w:r w:rsidR="004B64C5">
        <w:rPr>
          <w:lang w:val="en-GB"/>
        </w:rPr>
        <w:t>–</w:t>
      </w:r>
      <w:r w:rsidRPr="00751DBB">
        <w:rPr>
          <w:lang w:val="en-GB"/>
        </w:rPr>
        <w:t>r - versi</w:t>
      </w:r>
      <w:r w:rsidR="004B64C5">
        <w:rPr>
          <w:lang w:val="en-GB"/>
        </w:rPr>
        <w:t>–</w:t>
      </w:r>
      <w:r w:rsidRPr="00751DBB">
        <w:rPr>
          <w:lang w:val="en-GB"/>
        </w:rPr>
        <w:t xml:space="preserve">n - with this command, you can specify </w:t>
      </w:r>
      <w:r w:rsidR="003606CF" w:rsidRPr="00751DBB">
        <w:rPr>
          <w:lang w:val="en-GB"/>
        </w:rPr>
        <w:t>an alternative</w:t>
      </w:r>
      <w:r w:rsidRPr="00751DBB">
        <w:rPr>
          <w:lang w:val="en-GB"/>
        </w:rPr>
        <w:t xml:space="preserve"> </w:t>
      </w:r>
      <w:r w:rsidRPr="00751DBB">
        <w:rPr>
          <w:b/>
          <w:lang w:val="en-GB"/>
        </w:rPr>
        <w:t>version</w:t>
      </w:r>
      <w:r w:rsidRPr="00751DBB">
        <w:rPr>
          <w:lang w:val="en-GB"/>
        </w:rPr>
        <w:t xml:space="preserve"> to be created.</w:t>
      </w:r>
      <w:r w:rsidRPr="00751DBB">
        <w:rPr>
          <w:b/>
          <w:lang w:val="en-GB"/>
        </w:rPr>
        <w:t xml:space="preserve"> </w:t>
      </w:r>
    </w:p>
    <w:p w14:paraId="491C5E42" w14:textId="77777777" w:rsidR="00207556" w:rsidRPr="00751DBB" w:rsidRDefault="000F7A37" w:rsidP="000F7A37">
      <w:pPr>
        <w:ind w:left="567"/>
        <w:rPr>
          <w:lang w:val="en-GB"/>
        </w:rPr>
      </w:pPr>
      <w:r w:rsidRPr="001231C6">
        <w:rPr>
          <w:b/>
          <w:lang w:val="en-GB"/>
        </w:rPr>
        <w:t>Note</w:t>
      </w:r>
      <w:r>
        <w:rPr>
          <w:lang w:val="en-GB"/>
        </w:rPr>
        <w:t xml:space="preserve">: creating new DigiDoc files in older DigiDoc file formats SK-XML, DIGIDOC-XML 1.1 and DIGIDOC-XML 1.2 </w:t>
      </w:r>
      <w:r w:rsidR="00952E1C">
        <w:rPr>
          <w:lang w:val="en-GB"/>
        </w:rPr>
        <w:t>is no longer</w:t>
      </w:r>
      <w:r>
        <w:rPr>
          <w:lang w:val="en-GB"/>
        </w:rPr>
        <w:t xml:space="preserve"> supported.</w:t>
      </w:r>
    </w:p>
    <w:p w14:paraId="6058EAB5" w14:textId="77777777" w:rsidR="00207556" w:rsidRPr="00751DBB" w:rsidRDefault="00207556" w:rsidP="00207556">
      <w:pPr>
        <w:rPr>
          <w:b/>
          <w:lang w:val="en-GB"/>
        </w:rPr>
      </w:pPr>
      <w:r w:rsidRPr="00751DBB">
        <w:rPr>
          <w:b/>
          <w:lang w:val="en-GB"/>
        </w:rPr>
        <w:t>-add &lt;input-file&gt; &lt;mime-type&gt; [</w:t>
      </w:r>
      <w:r w:rsidR="003606CF" w:rsidRPr="00751DBB">
        <w:rPr>
          <w:b/>
          <w:lang w:val="en-GB"/>
        </w:rPr>
        <w:t>&lt;</w:t>
      </w:r>
      <w:r w:rsidRPr="00751DBB">
        <w:rPr>
          <w:b/>
          <w:lang w:val="en-GB"/>
        </w:rPr>
        <w:t>content-type</w:t>
      </w:r>
      <w:r w:rsidR="003606CF" w:rsidRPr="00751DBB">
        <w:rPr>
          <w:b/>
          <w:lang w:val="en-GB"/>
        </w:rPr>
        <w:t>&gt;</w:t>
      </w:r>
      <w:r w:rsidRPr="00751DBB">
        <w:rPr>
          <w:b/>
          <w:lang w:val="en-GB"/>
        </w:rPr>
        <w:t>]</w:t>
      </w:r>
      <w:r w:rsidR="003606CF" w:rsidRPr="00751DBB">
        <w:rPr>
          <w:b/>
          <w:lang w:val="en-GB"/>
        </w:rPr>
        <w:t xml:space="preserve"> [&lt;charset&gt;]</w:t>
      </w:r>
    </w:p>
    <w:p w14:paraId="4E310EB3" w14:textId="53C674A4" w:rsidR="00207556" w:rsidRPr="00751DBB" w:rsidRDefault="00207556" w:rsidP="00207556">
      <w:pPr>
        <w:pStyle w:val="UtilitySyntax"/>
        <w:rPr>
          <w:lang w:val="en-GB"/>
        </w:rPr>
      </w:pPr>
      <w:r w:rsidRPr="00751DBB">
        <w:rPr>
          <w:lang w:val="en-GB"/>
        </w:rPr>
        <w:t>Adds a new data file to a digidoc document. If digidoc do</w:t>
      </w:r>
      <w:r w:rsidR="004B64C5">
        <w:rPr>
          <w:lang w:val="en-GB"/>
        </w:rPr>
        <w:t>’</w:t>
      </w:r>
      <w:r w:rsidRPr="00751DBB">
        <w:rPr>
          <w:lang w:val="en-GB"/>
        </w:rPr>
        <w:t xml:space="preserve">sn't exist then creates one in the default format. </w:t>
      </w:r>
      <w:r w:rsidR="00895790" w:rsidRPr="00895790">
        <w:rPr>
          <w:lang w:val="en-GB"/>
        </w:rPr>
        <w:t>In order to add a data file to a container, the container has to be unsigned and there shouldn’t be an existing data file with the same name in the container. Note that only the data file name without path is saved in the document (‘/’ and ‘\’ characters are not allowed in the data file’s name).</w:t>
      </w:r>
    </w:p>
    <w:p w14:paraId="4B0DC6EA" w14:textId="77777777" w:rsidR="00207556" w:rsidRPr="00751DBB" w:rsidRDefault="00207556" w:rsidP="00207556">
      <w:pPr>
        <w:pStyle w:val="UtilitySyntax"/>
        <w:rPr>
          <w:lang w:val="en-GB"/>
        </w:rPr>
      </w:pPr>
      <w:r w:rsidRPr="00751DBB">
        <w:rPr>
          <w:b/>
          <w:lang w:val="en-GB"/>
        </w:rPr>
        <w:t xml:space="preserve">Input file </w:t>
      </w:r>
      <w:r w:rsidRPr="00751DBB">
        <w:rPr>
          <w:lang w:val="en-GB"/>
        </w:rPr>
        <w:t>(required) specifie</w:t>
      </w:r>
      <w:r w:rsidR="00E96037" w:rsidRPr="00751DBB">
        <w:rPr>
          <w:lang w:val="en-GB"/>
        </w:rPr>
        <w:t>s the name of the data file</w:t>
      </w:r>
      <w:r w:rsidRPr="00751DBB">
        <w:rPr>
          <w:lang w:val="en-GB"/>
        </w:rPr>
        <w:t xml:space="preserve"> (it is recommended to include full path in this parameter; the path is removed when writing to DigiDoc container file). </w:t>
      </w:r>
    </w:p>
    <w:p w14:paraId="6A94C956" w14:textId="7F759BE7" w:rsidR="00207556" w:rsidRPr="00751DBB" w:rsidRDefault="00207556" w:rsidP="00207556">
      <w:pPr>
        <w:pStyle w:val="UtilitySyntax"/>
        <w:rPr>
          <w:lang w:val="en-GB"/>
        </w:rPr>
      </w:pPr>
      <w:r w:rsidRPr="00751DBB">
        <w:rPr>
          <w:b/>
          <w:lang w:val="en-GB"/>
        </w:rPr>
        <w:t xml:space="preserve">Mime type </w:t>
      </w:r>
      <w:r w:rsidRPr="00751DBB">
        <w:rPr>
          <w:lang w:val="en-GB"/>
        </w:rPr>
        <w:t>(required)</w:t>
      </w:r>
      <w:r w:rsidRPr="00751DBB">
        <w:rPr>
          <w:b/>
          <w:lang w:val="en-GB"/>
        </w:rPr>
        <w:t xml:space="preserve"> </w:t>
      </w:r>
      <w:r w:rsidRPr="00751DBB">
        <w:rPr>
          <w:lang w:val="en-GB"/>
        </w:rPr>
        <w:t xml:space="preserve">represents the MIME type of the original file like “text/plain” </w:t>
      </w:r>
      <w:r w:rsidR="004B64C5">
        <w:rPr>
          <w:lang w:val="en-GB"/>
        </w:rPr>
        <w:t>“</w:t>
      </w:r>
      <w:r w:rsidRPr="00751DBB">
        <w:rPr>
          <w:lang w:val="en-GB"/>
        </w:rPr>
        <w:t xml:space="preserve">r "application/msword”. </w:t>
      </w:r>
    </w:p>
    <w:p w14:paraId="68FCC946" w14:textId="77777777" w:rsidR="00207556" w:rsidRPr="00751DBB" w:rsidRDefault="00207556" w:rsidP="00207556">
      <w:pPr>
        <w:pStyle w:val="UtilitySyntax"/>
        <w:rPr>
          <w:lang w:val="en-GB"/>
        </w:rPr>
      </w:pPr>
      <w:r w:rsidRPr="00751DBB">
        <w:rPr>
          <w:b/>
          <w:lang w:val="en-GB"/>
        </w:rPr>
        <w:t xml:space="preserve">Content type </w:t>
      </w:r>
      <w:r w:rsidRPr="00751DBB">
        <w:rPr>
          <w:lang w:val="en-GB"/>
        </w:rPr>
        <w:t>reflects how the original files are embedded in the container:  EMBEDDED_BASE64</w:t>
      </w:r>
      <w:r w:rsidR="00C60648">
        <w:rPr>
          <w:lang w:val="en-GB"/>
        </w:rPr>
        <w:t xml:space="preserve"> (embedding binary data in base64 format)</w:t>
      </w:r>
      <w:r w:rsidR="00C60648" w:rsidRPr="0013121C">
        <w:rPr>
          <w:lang w:val="en-GB"/>
        </w:rPr>
        <w:t xml:space="preserve"> </w:t>
      </w:r>
      <w:r w:rsidR="00C60648">
        <w:rPr>
          <w:lang w:val="en-GB"/>
        </w:rPr>
        <w:t>is supported and</w:t>
      </w:r>
      <w:r w:rsidRPr="00751DBB">
        <w:rPr>
          <w:lang w:val="en-GB"/>
        </w:rPr>
        <w:t xml:space="preserve"> used by default.</w:t>
      </w:r>
    </w:p>
    <w:p w14:paraId="44C264E3" w14:textId="5DEAF570" w:rsidR="003606CF" w:rsidRDefault="003606CF" w:rsidP="00207556">
      <w:pPr>
        <w:pStyle w:val="UtilitySyntax"/>
        <w:rPr>
          <w:lang w:val="en-GB"/>
        </w:rPr>
      </w:pPr>
      <w:r w:rsidRPr="00751DBB">
        <w:rPr>
          <w:b/>
          <w:lang w:val="en-GB"/>
        </w:rPr>
        <w:t>Chars</w:t>
      </w:r>
      <w:r w:rsidR="004B64C5">
        <w:rPr>
          <w:b/>
          <w:lang w:val="en-GB"/>
        </w:rPr>
        <w:t>–</w:t>
      </w:r>
      <w:r w:rsidRPr="00751DBB">
        <w:rPr>
          <w:b/>
          <w:lang w:val="en-GB"/>
        </w:rPr>
        <w:t>t</w:t>
      </w:r>
      <w:r w:rsidR="00B91E57" w:rsidRPr="00751DBB">
        <w:rPr>
          <w:b/>
          <w:lang w:val="en-GB"/>
        </w:rPr>
        <w:t xml:space="preserve"> </w:t>
      </w:r>
      <w:r w:rsidR="00E96037" w:rsidRPr="00751DBB">
        <w:rPr>
          <w:b/>
          <w:lang w:val="en-GB"/>
        </w:rPr>
        <w:t xml:space="preserve">- </w:t>
      </w:r>
      <w:r w:rsidR="0013576D" w:rsidRPr="00751DBB">
        <w:rPr>
          <w:lang w:val="en-GB"/>
        </w:rPr>
        <w:t>UTF-8 encoding is supported and used by default.</w:t>
      </w:r>
    </w:p>
    <w:p w14:paraId="70A525DD" w14:textId="77777777" w:rsidR="003F0567" w:rsidRDefault="003F0567" w:rsidP="003F0567">
      <w:pPr>
        <w:pStyle w:val="UtilitySyntax"/>
        <w:ind w:left="0"/>
        <w:rPr>
          <w:b/>
          <w:lang w:val="en-GB"/>
        </w:rPr>
      </w:pPr>
      <w:r>
        <w:rPr>
          <w:b/>
          <w:lang w:val="en-GB"/>
        </w:rPr>
        <w:t xml:space="preserve">-add-mem </w:t>
      </w:r>
      <w:r w:rsidRPr="00751DBB">
        <w:rPr>
          <w:b/>
          <w:lang w:val="en-GB"/>
        </w:rPr>
        <w:t>&lt;input-file&gt; &lt;mime-type&gt; [&lt;content-type&gt;]</w:t>
      </w:r>
    </w:p>
    <w:p w14:paraId="0AAA817B" w14:textId="19D6A1BB" w:rsidR="008743A4" w:rsidRPr="008743A4" w:rsidRDefault="008743A4" w:rsidP="008743A4">
      <w:pPr>
        <w:pStyle w:val="UtilitySyntax"/>
        <w:ind w:left="720"/>
        <w:rPr>
          <w:lang w:val="en-GB"/>
        </w:rPr>
      </w:pPr>
      <w:r>
        <w:rPr>
          <w:lang w:val="en-GB"/>
        </w:rPr>
        <w:t>Alternative version of t</w:t>
      </w:r>
      <w:r w:rsidR="004B64C5">
        <w:rPr>
          <w:lang w:val="en-GB"/>
        </w:rPr>
        <w:t>–</w:t>
      </w:r>
      <w:r>
        <w:rPr>
          <w:lang w:val="en-GB"/>
        </w:rPr>
        <w:t xml:space="preserve">e -add command. </w:t>
      </w:r>
      <w:r w:rsidR="002909ED">
        <w:rPr>
          <w:lang w:val="en-GB"/>
        </w:rPr>
        <w:t>The operation is conducted “in memory”, meaning that the data is read into a memory buffer and no intermediary data is written to temporary files on the disk.</w:t>
      </w:r>
    </w:p>
    <w:p w14:paraId="4A35F844" w14:textId="77777777" w:rsidR="00207556" w:rsidRPr="00751DBB" w:rsidRDefault="00207556" w:rsidP="00207556">
      <w:pPr>
        <w:rPr>
          <w:b/>
          <w:lang w:val="en-GB"/>
        </w:rPr>
      </w:pPr>
      <w:r w:rsidRPr="00751DBB">
        <w:rPr>
          <w:b/>
          <w:lang w:val="en-GB"/>
        </w:rPr>
        <w:t xml:space="preserve">-sign &lt;pin-code&gt; </w:t>
      </w:r>
      <w:r w:rsidR="00516992" w:rsidRPr="00751DBB">
        <w:rPr>
          <w:b/>
          <w:lang w:val="en-GB"/>
        </w:rPr>
        <w:t>[[</w:t>
      </w:r>
      <w:r w:rsidRPr="00751DBB">
        <w:rPr>
          <w:b/>
          <w:lang w:val="en-GB"/>
        </w:rPr>
        <w:t>[manifest] [</w:t>
      </w:r>
      <w:r w:rsidR="001F4860" w:rsidRPr="00751DBB">
        <w:rPr>
          <w:b/>
          <w:lang w:val="en-GB"/>
        </w:rPr>
        <w:t>city</w:t>
      </w:r>
      <w:r w:rsidRPr="00751DBB">
        <w:rPr>
          <w:b/>
          <w:lang w:val="en-GB"/>
        </w:rPr>
        <w:t>] [state] [</w:t>
      </w:r>
      <w:r w:rsidR="001F4860" w:rsidRPr="00751DBB">
        <w:rPr>
          <w:b/>
          <w:lang w:val="en-GB"/>
        </w:rPr>
        <w:t>zip</w:t>
      </w:r>
      <w:r w:rsidRPr="00751DBB">
        <w:rPr>
          <w:b/>
          <w:lang w:val="en-GB"/>
        </w:rPr>
        <w:t>] [</w:t>
      </w:r>
      <w:r w:rsidR="001F4860" w:rsidRPr="00751DBB">
        <w:rPr>
          <w:b/>
          <w:lang w:val="en-GB"/>
        </w:rPr>
        <w:t>country</w:t>
      </w:r>
      <w:r w:rsidRPr="00751DBB">
        <w:rPr>
          <w:b/>
          <w:lang w:val="en-GB"/>
        </w:rPr>
        <w:t>]</w:t>
      </w:r>
      <w:r w:rsidR="001F4860" w:rsidRPr="00751DBB">
        <w:rPr>
          <w:b/>
          <w:lang w:val="en-GB"/>
        </w:rPr>
        <w:t>] [slot</w:t>
      </w:r>
      <w:r w:rsidR="00DC594E" w:rsidRPr="00751DBB">
        <w:rPr>
          <w:b/>
          <w:lang w:val="en-GB"/>
        </w:rPr>
        <w:t>(0)</w:t>
      </w:r>
      <w:r w:rsidR="001F4860" w:rsidRPr="00751DBB">
        <w:rPr>
          <w:b/>
          <w:lang w:val="en-GB"/>
        </w:rPr>
        <w:t>]</w:t>
      </w:r>
      <w:r w:rsidR="00DC594E" w:rsidRPr="00751DBB">
        <w:rPr>
          <w:b/>
          <w:lang w:val="en-GB"/>
        </w:rPr>
        <w:t xml:space="preserve"> [ocsp(1)]</w:t>
      </w:r>
      <w:r w:rsidR="006E131A">
        <w:rPr>
          <w:b/>
          <w:lang w:val="en-GB"/>
        </w:rPr>
        <w:t xml:space="preserve"> [PKCS11/CNG/PKCS12] [pkcs12-file-name]</w:t>
      </w:r>
      <w:r w:rsidR="00516992" w:rsidRPr="00751DBB">
        <w:rPr>
          <w:b/>
          <w:lang w:val="en-GB"/>
        </w:rPr>
        <w:t>]</w:t>
      </w:r>
    </w:p>
    <w:p w14:paraId="13822578" w14:textId="77777777" w:rsidR="00207556" w:rsidRPr="00751DBB" w:rsidRDefault="00207556" w:rsidP="00207556">
      <w:pPr>
        <w:pStyle w:val="UtilitySyntax"/>
        <w:rPr>
          <w:lang w:val="en-GB"/>
        </w:rPr>
      </w:pPr>
      <w:r w:rsidRPr="00751DBB">
        <w:rPr>
          <w:lang w:val="en-GB"/>
        </w:rPr>
        <w:t xml:space="preserve">Adds a digital signature to the digidoc document. </w:t>
      </w:r>
      <w:r w:rsidR="005932B0" w:rsidRPr="005932B0">
        <w:rPr>
          <w:lang w:val="en-GB"/>
        </w:rPr>
        <w:t>Note</w:t>
      </w:r>
      <w:r w:rsidR="005932B0">
        <w:rPr>
          <w:lang w:val="en-GB"/>
        </w:rPr>
        <w:t xml:space="preserve"> that adding signatures to DigiDoc files in older formats SK-XML, DIGIDOC-XML 1.1 and DIGIDOC-XML 1.2 is no longer supported. </w:t>
      </w:r>
      <w:r w:rsidRPr="00751DBB">
        <w:rPr>
          <w:lang w:val="en-GB"/>
        </w:rPr>
        <w:t xml:space="preserve">You can use </w:t>
      </w:r>
      <w:r w:rsidR="005932B0">
        <w:rPr>
          <w:lang w:val="en-GB"/>
        </w:rPr>
        <w:t>the command</w:t>
      </w:r>
      <w:r w:rsidRPr="00751DBB">
        <w:rPr>
          <w:lang w:val="en-GB"/>
        </w:rPr>
        <w:t xml:space="preserve"> with </w:t>
      </w:r>
      <w:r w:rsidR="005932B0">
        <w:rPr>
          <w:lang w:val="en-GB"/>
        </w:rPr>
        <w:t xml:space="preserve">the </w:t>
      </w:r>
      <w:r w:rsidRPr="00751DBB">
        <w:rPr>
          <w:lang w:val="en-GB"/>
        </w:rPr>
        <w:t>following parameters:</w:t>
      </w:r>
    </w:p>
    <w:tbl>
      <w:tblPr>
        <w:tblStyle w:val="Param"/>
        <w:tblW w:w="0" w:type="auto"/>
        <w:tblInd w:w="675" w:type="dxa"/>
        <w:tblLook w:val="04A0" w:firstRow="1" w:lastRow="0" w:firstColumn="1" w:lastColumn="0" w:noHBand="0" w:noVBand="1"/>
      </w:tblPr>
      <w:tblGrid>
        <w:gridCol w:w="2117"/>
        <w:gridCol w:w="5428"/>
      </w:tblGrid>
      <w:tr w:rsidR="00207556" w:rsidRPr="00751DBB" w14:paraId="0AD95591" w14:textId="77777777" w:rsidTr="00F447FB">
        <w:trPr>
          <w:cnfStyle w:val="100000000000" w:firstRow="1" w:lastRow="0" w:firstColumn="0" w:lastColumn="0" w:oddVBand="0" w:evenVBand="0" w:oddHBand="0" w:evenHBand="0" w:firstRowFirstColumn="0" w:firstRowLastColumn="0" w:lastRowFirstColumn="0" w:lastRowLastColumn="0"/>
        </w:trPr>
        <w:tc>
          <w:tcPr>
            <w:tcW w:w="1263" w:type="dxa"/>
            <w:tcBorders>
              <w:top w:val="nil"/>
              <w:bottom w:val="single" w:sz="4" w:space="0" w:color="auto"/>
            </w:tcBorders>
            <w:shd w:val="clear" w:color="auto" w:fill="FFFFFF" w:themeFill="background1"/>
          </w:tcPr>
          <w:p w14:paraId="02E41B21" w14:textId="77777777" w:rsidR="00207556" w:rsidRPr="00751DBB" w:rsidRDefault="00207556" w:rsidP="003C712B">
            <w:pPr>
              <w:rPr>
                <w:lang w:val="en-GB"/>
              </w:rPr>
            </w:pPr>
            <w:r w:rsidRPr="00751DBB">
              <w:rPr>
                <w:rFonts w:cs="Calibri"/>
                <w:b/>
                <w:lang w:val="en-GB"/>
              </w:rPr>
              <w:t>pin</w:t>
            </w:r>
            <w:r w:rsidR="00ED7D5F">
              <w:rPr>
                <w:rFonts w:cs="Calibri"/>
                <w:b/>
                <w:lang w:val="en-GB"/>
              </w:rPr>
              <w:t>-</w:t>
            </w:r>
            <w:r w:rsidRPr="00751DBB">
              <w:rPr>
                <w:rFonts w:cs="Calibri"/>
                <w:b/>
                <w:lang w:val="en-GB"/>
              </w:rPr>
              <w:t>code</w:t>
            </w:r>
          </w:p>
        </w:tc>
        <w:tc>
          <w:tcPr>
            <w:tcW w:w="6392" w:type="dxa"/>
            <w:tcBorders>
              <w:top w:val="nil"/>
              <w:bottom w:val="single" w:sz="4" w:space="0" w:color="auto"/>
            </w:tcBorders>
            <w:shd w:val="clear" w:color="auto" w:fill="FFFFFF" w:themeFill="background1"/>
          </w:tcPr>
          <w:p w14:paraId="03F16CC0" w14:textId="77777777" w:rsidR="00207556" w:rsidRDefault="00704C6E" w:rsidP="003C712B">
            <w:pPr>
              <w:rPr>
                <w:lang w:val="en-GB"/>
              </w:rPr>
            </w:pPr>
            <w:r>
              <w:rPr>
                <w:lang w:val="en-GB"/>
              </w:rPr>
              <w:t xml:space="preserve">PIN code of the identity token. </w:t>
            </w:r>
            <w:r w:rsidR="00207556" w:rsidRPr="00751DBB">
              <w:rPr>
                <w:lang w:val="en-GB"/>
              </w:rPr>
              <w:t xml:space="preserve">In case of Estonian ID cards, </w:t>
            </w:r>
            <w:r>
              <w:rPr>
                <w:lang w:val="en-GB"/>
              </w:rPr>
              <w:t>PIN2 code</w:t>
            </w:r>
            <w:r w:rsidR="00207556" w:rsidRPr="00751DBB">
              <w:rPr>
                <w:lang w:val="en-GB"/>
              </w:rPr>
              <w:t xml:space="preserve"> is used for digital signing. </w:t>
            </w:r>
          </w:p>
          <w:p w14:paraId="5FE5B839" w14:textId="77777777" w:rsidR="008D29B1" w:rsidRPr="00751DBB" w:rsidRDefault="00EB1326" w:rsidP="00E41F22">
            <w:pPr>
              <w:rPr>
                <w:lang w:val="en-GB"/>
              </w:rPr>
            </w:pPr>
            <w:r>
              <w:rPr>
                <w:lang w:val="en-GB"/>
              </w:rPr>
              <w:t>Required when signing via PKCS#11 (the default module)</w:t>
            </w:r>
            <w:r w:rsidR="00FE439C">
              <w:rPr>
                <w:lang w:val="en-GB"/>
              </w:rPr>
              <w:t xml:space="preserve"> and</w:t>
            </w:r>
            <w:r>
              <w:rPr>
                <w:lang w:val="en-GB"/>
              </w:rPr>
              <w:t xml:space="preserve"> PKCS</w:t>
            </w:r>
            <w:r w:rsidR="00722597">
              <w:rPr>
                <w:lang w:val="en-GB"/>
              </w:rPr>
              <w:t>#</w:t>
            </w:r>
            <w:r>
              <w:rPr>
                <w:lang w:val="en-GB"/>
              </w:rPr>
              <w:t>12 module</w:t>
            </w:r>
            <w:r w:rsidR="00F553EF">
              <w:rPr>
                <w:lang w:val="en-GB"/>
              </w:rPr>
              <w:t>, optional in case of CNG API and minidriver</w:t>
            </w:r>
            <w:r w:rsidR="00FE439C">
              <w:rPr>
                <w:lang w:val="en-GB"/>
              </w:rPr>
              <w:t xml:space="preserve"> (see also parameter “</w:t>
            </w:r>
            <w:r w:rsidR="00FE439C" w:rsidRPr="00FE439C">
              <w:rPr>
                <w:lang w:val="en-GB"/>
              </w:rPr>
              <w:t>PKCS11/CNG/PKCS12</w:t>
            </w:r>
            <w:r w:rsidR="00FE439C">
              <w:rPr>
                <w:lang w:val="en-GB"/>
              </w:rPr>
              <w:t>” of the current command)</w:t>
            </w:r>
            <w:r>
              <w:rPr>
                <w:lang w:val="en-GB"/>
              </w:rPr>
              <w:t>.</w:t>
            </w:r>
          </w:p>
        </w:tc>
      </w:tr>
      <w:tr w:rsidR="00207556" w:rsidRPr="00751DBB" w14:paraId="0EE97C54" w14:textId="77777777" w:rsidTr="00F447FB">
        <w:tc>
          <w:tcPr>
            <w:tcW w:w="1263" w:type="dxa"/>
            <w:tcBorders>
              <w:top w:val="single" w:sz="4" w:space="0" w:color="auto"/>
            </w:tcBorders>
          </w:tcPr>
          <w:p w14:paraId="4EB45153" w14:textId="77777777" w:rsidR="00207556" w:rsidRPr="00751DBB" w:rsidRDefault="00207556" w:rsidP="003C712B">
            <w:pPr>
              <w:rPr>
                <w:b/>
                <w:lang w:val="en-GB"/>
              </w:rPr>
            </w:pPr>
            <w:r w:rsidRPr="00751DBB">
              <w:rPr>
                <w:b/>
                <w:lang w:val="en-GB"/>
              </w:rPr>
              <w:t>manifest</w:t>
            </w:r>
          </w:p>
        </w:tc>
        <w:tc>
          <w:tcPr>
            <w:tcW w:w="6392" w:type="dxa"/>
            <w:tcBorders>
              <w:top w:val="single" w:sz="4" w:space="0" w:color="auto"/>
            </w:tcBorders>
          </w:tcPr>
          <w:p w14:paraId="76A0B916" w14:textId="5A0746D1" w:rsidR="00207556" w:rsidRPr="00751DBB" w:rsidRDefault="009F1C6F" w:rsidP="003C712B">
            <w:pPr>
              <w:rPr>
                <w:lang w:val="en-GB"/>
              </w:rPr>
            </w:pPr>
            <w:r>
              <w:rPr>
                <w:lang w:val="en-GB"/>
              </w:rPr>
              <w:t>Role and resolution of the signer</w:t>
            </w:r>
            <w:r w:rsidR="00C95286">
              <w:rPr>
                <w:lang w:val="en-GB"/>
              </w:rPr>
              <w:t>,</w:t>
            </w:r>
            <w:r>
              <w:rPr>
                <w:lang w:val="en-GB"/>
              </w:rPr>
              <w:t xml:space="preserve"> </w:t>
            </w:r>
            <w:r>
              <w:t>as a single string, separated with a slash character, e.g. “role / resolution”. It is also possible to specify only the signer’s role. At most one role/resolution value is allowed for a signature</w:t>
            </w:r>
            <w:r w:rsidR="00332EDB">
              <w:t>, the value is written to a single &lt;ClaimedRole&gt; element in the singed file.</w:t>
            </w:r>
          </w:p>
        </w:tc>
      </w:tr>
      <w:tr w:rsidR="00516992" w:rsidRPr="00751DBB" w14:paraId="680E482D" w14:textId="77777777" w:rsidTr="00F447FB">
        <w:tc>
          <w:tcPr>
            <w:tcW w:w="1263" w:type="dxa"/>
          </w:tcPr>
          <w:p w14:paraId="2E535565" w14:textId="77777777" w:rsidR="00516992" w:rsidRPr="00751DBB" w:rsidRDefault="00516992" w:rsidP="00151336">
            <w:pPr>
              <w:rPr>
                <w:b/>
                <w:lang w:val="en-GB"/>
              </w:rPr>
            </w:pPr>
            <w:r w:rsidRPr="00751DBB">
              <w:rPr>
                <w:b/>
                <w:lang w:val="en-GB"/>
              </w:rPr>
              <w:t>city</w:t>
            </w:r>
          </w:p>
        </w:tc>
        <w:tc>
          <w:tcPr>
            <w:tcW w:w="6392" w:type="dxa"/>
          </w:tcPr>
          <w:p w14:paraId="4DFFC3FB" w14:textId="77777777" w:rsidR="00516992" w:rsidRPr="00751DBB" w:rsidRDefault="00516992" w:rsidP="00151336">
            <w:pPr>
              <w:rPr>
                <w:lang w:val="en-GB"/>
              </w:rPr>
            </w:pPr>
            <w:r w:rsidRPr="00751DBB">
              <w:rPr>
                <w:lang w:val="en-GB"/>
              </w:rPr>
              <w:t>City where the signature is created</w:t>
            </w:r>
          </w:p>
        </w:tc>
      </w:tr>
      <w:tr w:rsidR="00207556" w:rsidRPr="00751DBB" w14:paraId="211B01E7" w14:textId="77777777" w:rsidTr="00F447FB">
        <w:tc>
          <w:tcPr>
            <w:tcW w:w="1263" w:type="dxa"/>
          </w:tcPr>
          <w:p w14:paraId="06F3D7F1" w14:textId="77777777" w:rsidR="00207556" w:rsidRPr="00751DBB" w:rsidRDefault="00207556" w:rsidP="003C712B">
            <w:pPr>
              <w:rPr>
                <w:b/>
                <w:lang w:val="en-GB"/>
              </w:rPr>
            </w:pPr>
            <w:r w:rsidRPr="00751DBB">
              <w:rPr>
                <w:b/>
                <w:lang w:val="en-GB"/>
              </w:rPr>
              <w:t>state</w:t>
            </w:r>
          </w:p>
        </w:tc>
        <w:tc>
          <w:tcPr>
            <w:tcW w:w="6392" w:type="dxa"/>
          </w:tcPr>
          <w:p w14:paraId="53AFFA1D" w14:textId="77777777" w:rsidR="00207556" w:rsidRPr="00751DBB" w:rsidRDefault="00207556" w:rsidP="003C712B">
            <w:pPr>
              <w:rPr>
                <w:lang w:val="en-GB"/>
              </w:rPr>
            </w:pPr>
            <w:r w:rsidRPr="00751DBB">
              <w:rPr>
                <w:lang w:val="en-GB"/>
              </w:rPr>
              <w:t>State or province where the signature is created</w:t>
            </w:r>
          </w:p>
        </w:tc>
      </w:tr>
      <w:tr w:rsidR="00207556" w:rsidRPr="00751DBB" w14:paraId="4568FAC9" w14:textId="77777777" w:rsidTr="00F447FB">
        <w:trPr>
          <w:trHeight w:val="335"/>
        </w:trPr>
        <w:tc>
          <w:tcPr>
            <w:tcW w:w="1263" w:type="dxa"/>
          </w:tcPr>
          <w:p w14:paraId="2424CCD1" w14:textId="77777777" w:rsidR="00207556" w:rsidRPr="00751DBB" w:rsidRDefault="00207556" w:rsidP="003C712B">
            <w:pPr>
              <w:rPr>
                <w:b/>
                <w:lang w:val="en-GB"/>
              </w:rPr>
            </w:pPr>
            <w:r w:rsidRPr="00751DBB">
              <w:rPr>
                <w:b/>
                <w:lang w:val="en-GB"/>
              </w:rPr>
              <w:t>zip</w:t>
            </w:r>
          </w:p>
        </w:tc>
        <w:tc>
          <w:tcPr>
            <w:tcW w:w="6392" w:type="dxa"/>
          </w:tcPr>
          <w:p w14:paraId="32D235DC" w14:textId="77777777" w:rsidR="00207556" w:rsidRPr="00751DBB" w:rsidRDefault="00207556" w:rsidP="003C712B">
            <w:pPr>
              <w:rPr>
                <w:lang w:val="en-GB"/>
              </w:rPr>
            </w:pPr>
            <w:r w:rsidRPr="00751DBB">
              <w:rPr>
                <w:lang w:val="en-GB"/>
              </w:rPr>
              <w:t>Postal code of the place where the signature is created</w:t>
            </w:r>
          </w:p>
        </w:tc>
      </w:tr>
      <w:tr w:rsidR="00516992" w:rsidRPr="00751DBB" w14:paraId="4337B086" w14:textId="77777777" w:rsidTr="00F447FB">
        <w:tc>
          <w:tcPr>
            <w:tcW w:w="1263" w:type="dxa"/>
          </w:tcPr>
          <w:p w14:paraId="6769BDE5" w14:textId="77777777" w:rsidR="00516992" w:rsidRPr="00751DBB" w:rsidRDefault="00516992" w:rsidP="00151336">
            <w:pPr>
              <w:rPr>
                <w:b/>
                <w:lang w:val="en-GB"/>
              </w:rPr>
            </w:pPr>
            <w:r w:rsidRPr="00751DBB">
              <w:rPr>
                <w:b/>
                <w:lang w:val="en-GB"/>
              </w:rPr>
              <w:lastRenderedPageBreak/>
              <w:t>country</w:t>
            </w:r>
          </w:p>
        </w:tc>
        <w:tc>
          <w:tcPr>
            <w:tcW w:w="6392" w:type="dxa"/>
          </w:tcPr>
          <w:p w14:paraId="5EA6E1F7" w14:textId="77777777" w:rsidR="00516992" w:rsidRPr="00751DBB" w:rsidRDefault="00516992" w:rsidP="00151336">
            <w:pPr>
              <w:rPr>
                <w:lang w:val="en-GB"/>
              </w:rPr>
            </w:pPr>
            <w:r w:rsidRPr="00751DBB">
              <w:rPr>
                <w:lang w:val="en-GB"/>
              </w:rPr>
              <w:t>Country of origin. ISO 3166-type 2-character country codes are used (e.g. EE)</w:t>
            </w:r>
          </w:p>
        </w:tc>
      </w:tr>
      <w:tr w:rsidR="00207556" w:rsidRPr="00751DBB" w14:paraId="51E088A2" w14:textId="77777777" w:rsidTr="00F447FB">
        <w:tc>
          <w:tcPr>
            <w:tcW w:w="1263" w:type="dxa"/>
          </w:tcPr>
          <w:p w14:paraId="4A7BDED1" w14:textId="77777777" w:rsidR="00207556" w:rsidRPr="00751DBB" w:rsidRDefault="00207556" w:rsidP="003C712B">
            <w:pPr>
              <w:rPr>
                <w:b/>
                <w:lang w:val="en-GB"/>
              </w:rPr>
            </w:pPr>
            <w:r w:rsidRPr="00751DBB">
              <w:rPr>
                <w:b/>
                <w:lang w:val="en-GB"/>
              </w:rPr>
              <w:t>slot</w:t>
            </w:r>
          </w:p>
        </w:tc>
        <w:tc>
          <w:tcPr>
            <w:tcW w:w="6392" w:type="dxa"/>
          </w:tcPr>
          <w:p w14:paraId="0D1FE579" w14:textId="77777777" w:rsidR="00207556" w:rsidRPr="00751DBB" w:rsidRDefault="00207556" w:rsidP="003C712B">
            <w:pPr>
              <w:rPr>
                <w:lang w:val="en-GB"/>
              </w:rPr>
            </w:pPr>
            <w:r w:rsidRPr="00751DBB">
              <w:rPr>
                <w:lang w:val="en-GB"/>
              </w:rPr>
              <w:t xml:space="preserve">Identifier of the signer’s </w:t>
            </w:r>
            <w:r w:rsidR="00B62B2D">
              <w:rPr>
                <w:lang w:val="en-GB"/>
              </w:rPr>
              <w:t>certificate’s and</w:t>
            </w:r>
            <w:r w:rsidR="00B62B2D" w:rsidRPr="00751DBB">
              <w:rPr>
                <w:lang w:val="en-GB"/>
              </w:rPr>
              <w:t xml:space="preserve"> </w:t>
            </w:r>
            <w:r w:rsidRPr="00751DBB">
              <w:rPr>
                <w:lang w:val="en-GB"/>
              </w:rPr>
              <w:t xml:space="preserve">private key’s </w:t>
            </w:r>
            <w:r w:rsidR="008A222C">
              <w:rPr>
                <w:lang w:val="en-GB"/>
              </w:rPr>
              <w:t xml:space="preserve">sequence number </w:t>
            </w:r>
            <w:r w:rsidR="00D91CE6">
              <w:rPr>
                <w:lang w:val="en-GB"/>
              </w:rPr>
              <w:t xml:space="preserve">(counting from zero) </w:t>
            </w:r>
            <w:r w:rsidR="008A222C">
              <w:rPr>
                <w:lang w:val="en-GB"/>
              </w:rPr>
              <w:t xml:space="preserve">among all signature certificates </w:t>
            </w:r>
            <w:r w:rsidRPr="00751DBB">
              <w:rPr>
                <w:lang w:val="en-GB"/>
              </w:rPr>
              <w:t>on a</w:t>
            </w:r>
            <w:r w:rsidR="00AD3AC2">
              <w:rPr>
                <w:lang w:val="en-GB"/>
              </w:rPr>
              <w:t>n identity token</w:t>
            </w:r>
            <w:r w:rsidRPr="00751DBB">
              <w:rPr>
                <w:lang w:val="en-GB"/>
              </w:rPr>
              <w:t>.</w:t>
            </w:r>
          </w:p>
          <w:p w14:paraId="1BB31BDD" w14:textId="77777777" w:rsidR="00207556" w:rsidRPr="00751DBB" w:rsidRDefault="00207556" w:rsidP="003C712B">
            <w:pPr>
              <w:rPr>
                <w:lang w:val="en-GB"/>
              </w:rPr>
            </w:pPr>
            <w:r w:rsidRPr="00751DBB">
              <w:rPr>
                <w:lang w:val="en-GB"/>
              </w:rPr>
              <w:t>When operating for example with a single Estonian ID card</w:t>
            </w:r>
            <w:r w:rsidR="008A222C">
              <w:rPr>
                <w:lang w:val="en-GB"/>
              </w:rPr>
              <w:t xml:space="preserve"> (which contains one signature key) then</w:t>
            </w:r>
            <w:r w:rsidRPr="00751DBB">
              <w:rPr>
                <w:lang w:val="en-GB"/>
              </w:rPr>
              <w:t xml:space="preserve"> </w:t>
            </w:r>
            <w:r w:rsidR="008A222C">
              <w:rPr>
                <w:lang w:val="en-GB"/>
              </w:rPr>
              <w:t xml:space="preserve">the </w:t>
            </w:r>
            <w:r w:rsidRPr="00751DBB">
              <w:rPr>
                <w:lang w:val="en-GB"/>
              </w:rPr>
              <w:t xml:space="preserve">key can be found in slot </w:t>
            </w:r>
            <w:r w:rsidR="00E97462">
              <w:rPr>
                <w:lang w:val="en-GB"/>
              </w:rPr>
              <w:t>0</w:t>
            </w:r>
            <w:r w:rsidRPr="00751DBB">
              <w:rPr>
                <w:lang w:val="en-GB"/>
              </w:rPr>
              <w:t xml:space="preserve"> – which is used by default.</w:t>
            </w:r>
          </w:p>
          <w:p w14:paraId="4140BD02" w14:textId="77777777" w:rsidR="00207556" w:rsidRPr="00751DBB" w:rsidRDefault="00207556" w:rsidP="003C712B">
            <w:pPr>
              <w:rPr>
                <w:lang w:val="en-GB"/>
              </w:rPr>
            </w:pPr>
            <w:r w:rsidRPr="00751DBB">
              <w:rPr>
                <w:lang w:val="en-GB"/>
              </w:rPr>
              <w:t xml:space="preserve">The library makes some assumptions about </w:t>
            </w:r>
            <w:r w:rsidR="0013576D" w:rsidRPr="00751DBB">
              <w:rPr>
                <w:lang w:val="en-GB"/>
              </w:rPr>
              <w:t>PKCS#</w:t>
            </w:r>
            <w:r w:rsidRPr="00751DBB">
              <w:rPr>
                <w:lang w:val="en-GB"/>
              </w:rPr>
              <w:t>11 drivers and card layouts:</w:t>
            </w:r>
          </w:p>
          <w:p w14:paraId="6B9FD9C1" w14:textId="77777777" w:rsidR="00207556" w:rsidRPr="00751DBB" w:rsidRDefault="00207556" w:rsidP="003C712B">
            <w:pPr>
              <w:jc w:val="left"/>
              <w:rPr>
                <w:lang w:val="en-GB"/>
              </w:rPr>
            </w:pPr>
            <w:r w:rsidRPr="00751DBB">
              <w:rPr>
                <w:lang w:val="en-GB"/>
              </w:rPr>
              <w:t xml:space="preserve"> - you have signature and/or authentication keys</w:t>
            </w:r>
            <w:r w:rsidR="00761C19" w:rsidRPr="00751DBB">
              <w:rPr>
                <w:lang w:val="en-GB"/>
              </w:rPr>
              <w:t xml:space="preserve"> on the card</w:t>
            </w:r>
          </w:p>
          <w:p w14:paraId="6E71ADC2" w14:textId="77777777" w:rsidR="00207556" w:rsidRPr="00751DBB" w:rsidRDefault="00207556" w:rsidP="003C712B">
            <w:pPr>
              <w:jc w:val="left"/>
              <w:rPr>
                <w:lang w:val="en-GB"/>
              </w:rPr>
            </w:pPr>
            <w:r w:rsidRPr="00751DBB">
              <w:rPr>
                <w:lang w:val="en-GB"/>
              </w:rPr>
              <w:t xml:space="preserve"> - both key and certificate are in one slot</w:t>
            </w:r>
          </w:p>
          <w:p w14:paraId="1A23D401" w14:textId="77777777" w:rsidR="0013576D" w:rsidRPr="00751DBB" w:rsidRDefault="00207556" w:rsidP="003C712B">
            <w:pPr>
              <w:jc w:val="left"/>
              <w:rPr>
                <w:lang w:val="en-GB"/>
              </w:rPr>
            </w:pPr>
            <w:r w:rsidRPr="00751DBB">
              <w:rPr>
                <w:lang w:val="en-GB"/>
              </w:rPr>
              <w:t xml:space="preserve"> - if you have many keys like 1 signature and 1 authentication key then they are in different slots</w:t>
            </w:r>
          </w:p>
          <w:p w14:paraId="6B88ECD3" w14:textId="543D605F" w:rsidR="00207556" w:rsidRPr="00751DBB" w:rsidRDefault="00207556" w:rsidP="003C712B">
            <w:pPr>
              <w:jc w:val="left"/>
              <w:rPr>
                <w:lang w:val="en-GB"/>
              </w:rPr>
            </w:pPr>
            <w:r w:rsidRPr="00751DBB">
              <w:rPr>
                <w:lang w:val="en-GB"/>
              </w:rPr>
              <w:t>- you can sign with signature key that has a corresponding certificate wi</w:t>
            </w:r>
            <w:r w:rsidR="004B64C5">
              <w:rPr>
                <w:lang w:val="en-GB"/>
              </w:rPr>
              <w:t>“</w:t>
            </w:r>
            <w:r w:rsidRPr="00751DBB">
              <w:rPr>
                <w:lang w:val="en-GB"/>
              </w:rPr>
              <w:t>h "NonRepudiat</w:t>
            </w:r>
            <w:r w:rsidR="004B64C5">
              <w:rPr>
                <w:lang w:val="en-GB"/>
              </w:rPr>
              <w:t>”</w:t>
            </w:r>
            <w:r w:rsidRPr="00751DBB">
              <w:rPr>
                <w:lang w:val="en-GB"/>
              </w:rPr>
              <w:t>on" bit set.</w:t>
            </w:r>
          </w:p>
          <w:p w14:paraId="7EF238E9" w14:textId="77777777" w:rsidR="00256E86" w:rsidRDefault="00207556" w:rsidP="00256E86">
            <w:pPr>
              <w:rPr>
                <w:lang w:val="en-GB"/>
              </w:rPr>
            </w:pPr>
            <w:r w:rsidRPr="00751DBB">
              <w:rPr>
                <w:lang w:val="en-GB"/>
              </w:rPr>
              <w:t>You may need to specify a different slot to be used when for example operating with multiple smart cards on the same system</w:t>
            </w:r>
            <w:r w:rsidR="002F579A" w:rsidRPr="00751DBB">
              <w:rPr>
                <w:lang w:val="en-GB"/>
              </w:rPr>
              <w:t>.</w:t>
            </w:r>
            <w:r w:rsidR="00E97462">
              <w:rPr>
                <w:lang w:val="en-GB"/>
              </w:rPr>
              <w:t xml:space="preserve"> In this case, the signature slots are counted as follows: </w:t>
            </w:r>
          </w:p>
          <w:p w14:paraId="2D7E2FF7" w14:textId="77777777" w:rsidR="00E97462" w:rsidRDefault="00E97462" w:rsidP="00256E86">
            <w:pPr>
              <w:rPr>
                <w:lang w:val="en-GB"/>
              </w:rPr>
            </w:pPr>
            <w:r>
              <w:rPr>
                <w:lang w:val="en-GB"/>
              </w:rPr>
              <w:t>- slot 0 – signature key of the 1</w:t>
            </w:r>
            <w:r w:rsidRPr="00E97462">
              <w:rPr>
                <w:vertAlign w:val="superscript"/>
                <w:lang w:val="en-GB"/>
              </w:rPr>
              <w:t>st</w:t>
            </w:r>
            <w:r>
              <w:rPr>
                <w:lang w:val="en-GB"/>
              </w:rPr>
              <w:t xml:space="preserve"> smartcard</w:t>
            </w:r>
          </w:p>
          <w:p w14:paraId="5D02F12B" w14:textId="77777777" w:rsidR="00E97462" w:rsidRPr="00751DBB" w:rsidRDefault="00E97462" w:rsidP="00256E86">
            <w:pPr>
              <w:rPr>
                <w:lang w:val="en-GB"/>
              </w:rPr>
            </w:pPr>
            <w:r>
              <w:rPr>
                <w:lang w:val="en-GB"/>
              </w:rPr>
              <w:t>- slot 1 – signature key of the 2</w:t>
            </w:r>
            <w:r w:rsidRPr="00E97462">
              <w:rPr>
                <w:vertAlign w:val="superscript"/>
                <w:lang w:val="en-GB"/>
              </w:rPr>
              <w:t>nd</w:t>
            </w:r>
            <w:r>
              <w:rPr>
                <w:lang w:val="en-GB"/>
              </w:rPr>
              <w:t xml:space="preserve"> smartcard</w:t>
            </w:r>
          </w:p>
          <w:p w14:paraId="54EAE1AD" w14:textId="77777777" w:rsidR="001F4860" w:rsidRPr="00751DBB" w:rsidRDefault="00256E86" w:rsidP="0013576D">
            <w:pPr>
              <w:rPr>
                <w:lang w:val="en-GB"/>
              </w:rPr>
            </w:pPr>
            <w:r w:rsidRPr="00751DBB">
              <w:rPr>
                <w:lang w:val="en-GB"/>
              </w:rPr>
              <w:t>I</w:t>
            </w:r>
            <w:r w:rsidR="00207556" w:rsidRPr="00751DBB">
              <w:rPr>
                <w:lang w:val="en-GB"/>
              </w:rPr>
              <w:t xml:space="preserve">f the slot needs to be specified during signing, then the 5 previous optional parameters (manifest, city, </w:t>
            </w:r>
            <w:r w:rsidR="0013576D" w:rsidRPr="00751DBB">
              <w:rPr>
                <w:lang w:val="en-GB"/>
              </w:rPr>
              <w:t xml:space="preserve">state, </w:t>
            </w:r>
            <w:r w:rsidR="00207556" w:rsidRPr="00751DBB">
              <w:rPr>
                <w:lang w:val="en-GB"/>
              </w:rPr>
              <w:t>zip</w:t>
            </w:r>
            <w:r w:rsidR="0013576D" w:rsidRPr="00751DBB">
              <w:rPr>
                <w:lang w:val="en-GB"/>
              </w:rPr>
              <w:t>, country</w:t>
            </w:r>
            <w:r w:rsidR="00207556" w:rsidRPr="00751DBB">
              <w:rPr>
                <w:lang w:val="en-GB"/>
              </w:rPr>
              <w:t xml:space="preserve">) should be filled first (either with the appropriate data or as ““ for no value). </w:t>
            </w:r>
          </w:p>
        </w:tc>
      </w:tr>
      <w:tr w:rsidR="00F447FB" w:rsidRPr="00751DBB" w14:paraId="511327E3" w14:textId="77777777" w:rsidTr="00F447FB">
        <w:tc>
          <w:tcPr>
            <w:tcW w:w="1263" w:type="dxa"/>
          </w:tcPr>
          <w:p w14:paraId="2DE68013" w14:textId="77777777" w:rsidR="00F447FB" w:rsidRPr="00751DBB" w:rsidRDefault="00F447FB" w:rsidP="00E10E88">
            <w:pPr>
              <w:rPr>
                <w:b/>
                <w:lang w:val="en-GB"/>
              </w:rPr>
            </w:pPr>
            <w:r w:rsidRPr="00751DBB">
              <w:rPr>
                <w:b/>
                <w:lang w:val="en-GB"/>
              </w:rPr>
              <w:t>ocsp</w:t>
            </w:r>
          </w:p>
        </w:tc>
        <w:tc>
          <w:tcPr>
            <w:tcW w:w="6392" w:type="dxa"/>
          </w:tcPr>
          <w:p w14:paraId="7ECC2ED7" w14:textId="77777777" w:rsidR="00F447FB" w:rsidRPr="00751DBB" w:rsidRDefault="00F447FB" w:rsidP="00E10E88">
            <w:pPr>
              <w:rPr>
                <w:lang w:val="en-GB"/>
              </w:rPr>
            </w:pPr>
            <w:r w:rsidRPr="00751DBB">
              <w:rPr>
                <w:lang w:val="en-GB"/>
              </w:rPr>
              <w:t xml:space="preserve">Specifies whether </w:t>
            </w:r>
            <w:r w:rsidR="0013576D" w:rsidRPr="00751DBB">
              <w:rPr>
                <w:lang w:val="en-GB"/>
              </w:rPr>
              <w:t xml:space="preserve">an </w:t>
            </w:r>
            <w:r w:rsidRPr="00751DBB">
              <w:rPr>
                <w:lang w:val="en-GB"/>
              </w:rPr>
              <w:t xml:space="preserve">OCSP </w:t>
            </w:r>
            <w:r w:rsidR="002F579A" w:rsidRPr="00751DBB">
              <w:rPr>
                <w:lang w:val="en-GB"/>
              </w:rPr>
              <w:t xml:space="preserve">confirmation </w:t>
            </w:r>
            <w:r w:rsidR="0013576D" w:rsidRPr="00751DBB">
              <w:rPr>
                <w:lang w:val="en-GB"/>
              </w:rPr>
              <w:t>is added to</w:t>
            </w:r>
            <w:r w:rsidR="002F579A" w:rsidRPr="00751DBB">
              <w:rPr>
                <w:lang w:val="en-GB"/>
              </w:rPr>
              <w:t xml:space="preserve"> </w:t>
            </w:r>
            <w:r w:rsidRPr="00751DBB">
              <w:rPr>
                <w:lang w:val="en-GB"/>
              </w:rPr>
              <w:t xml:space="preserve">the </w:t>
            </w:r>
            <w:r w:rsidR="00940C09" w:rsidRPr="00751DBB">
              <w:rPr>
                <w:lang w:val="en-GB"/>
              </w:rPr>
              <w:t xml:space="preserve">signature that is </w:t>
            </w:r>
            <w:r w:rsidR="0013576D" w:rsidRPr="00751DBB">
              <w:rPr>
                <w:lang w:val="en-GB"/>
              </w:rPr>
              <w:t xml:space="preserve">being </w:t>
            </w:r>
            <w:r w:rsidR="00940C09" w:rsidRPr="00751DBB">
              <w:rPr>
                <w:lang w:val="en-GB"/>
              </w:rPr>
              <w:t>created</w:t>
            </w:r>
            <w:r w:rsidRPr="00751DBB">
              <w:rPr>
                <w:lang w:val="en-GB"/>
              </w:rPr>
              <w:t xml:space="preserve">. </w:t>
            </w:r>
            <w:r w:rsidR="00743387" w:rsidRPr="00751DBB">
              <w:rPr>
                <w:lang w:val="en-GB"/>
              </w:rPr>
              <w:t xml:space="preserve">Possible values are 0 – </w:t>
            </w:r>
            <w:r w:rsidR="0013576D" w:rsidRPr="00751DBB">
              <w:rPr>
                <w:lang w:val="en-GB"/>
              </w:rPr>
              <w:t>confirmation is not added</w:t>
            </w:r>
            <w:r w:rsidR="002F579A" w:rsidRPr="00751DBB">
              <w:rPr>
                <w:lang w:val="en-GB"/>
              </w:rPr>
              <w:t>;</w:t>
            </w:r>
            <w:r w:rsidR="00743387" w:rsidRPr="00751DBB">
              <w:rPr>
                <w:lang w:val="en-GB"/>
              </w:rPr>
              <w:t xml:space="preserve"> 1 – </w:t>
            </w:r>
            <w:r w:rsidR="0013576D" w:rsidRPr="00751DBB">
              <w:rPr>
                <w:lang w:val="en-GB"/>
              </w:rPr>
              <w:t>confirmation is added</w:t>
            </w:r>
            <w:r w:rsidR="00743387" w:rsidRPr="00751DBB">
              <w:rPr>
                <w:lang w:val="en-GB"/>
              </w:rPr>
              <w:t>.</w:t>
            </w:r>
            <w:r w:rsidR="002619D5" w:rsidRPr="00751DBB">
              <w:rPr>
                <w:lang w:val="en-GB"/>
              </w:rPr>
              <w:t xml:space="preserve"> By default, the value is set to 1.</w:t>
            </w:r>
          </w:p>
          <w:p w14:paraId="7A2DFB6B" w14:textId="77777777" w:rsidR="00F447FB" w:rsidRPr="00751DBB" w:rsidRDefault="00761C19" w:rsidP="00761C19">
            <w:pPr>
              <w:rPr>
                <w:lang w:val="en-GB"/>
              </w:rPr>
            </w:pPr>
            <w:r w:rsidRPr="00751DBB">
              <w:rPr>
                <w:lang w:val="en-GB"/>
              </w:rPr>
              <w:t>Parameter value 0 can be u</w:t>
            </w:r>
            <w:r w:rsidR="00F447FB" w:rsidRPr="00751DBB">
              <w:rPr>
                <w:lang w:val="en-GB"/>
              </w:rPr>
              <w:t xml:space="preserve">sed when </w:t>
            </w:r>
            <w:r w:rsidR="0013576D" w:rsidRPr="00751DBB">
              <w:rPr>
                <w:lang w:val="en-GB"/>
              </w:rPr>
              <w:t>creating</w:t>
            </w:r>
            <w:r w:rsidR="00F447FB" w:rsidRPr="00751DBB">
              <w:rPr>
                <w:lang w:val="en-GB"/>
              </w:rPr>
              <w:t xml:space="preserve"> a technic</w:t>
            </w:r>
            <w:r w:rsidR="0013576D" w:rsidRPr="00751DBB">
              <w:rPr>
                <w:lang w:val="en-GB"/>
              </w:rPr>
              <w:t>al signature</w:t>
            </w:r>
            <w:r w:rsidR="00F447FB" w:rsidRPr="00751DBB">
              <w:rPr>
                <w:lang w:val="en-GB"/>
              </w:rPr>
              <w:t xml:space="preserve">. Technical signature is a signature with no OCSP confirmation and no timestamp value. </w:t>
            </w:r>
          </w:p>
        </w:tc>
      </w:tr>
      <w:tr w:rsidR="006E131A" w:rsidRPr="00751DBB" w14:paraId="690613A4" w14:textId="77777777" w:rsidTr="00F447FB">
        <w:tc>
          <w:tcPr>
            <w:tcW w:w="1263" w:type="dxa"/>
          </w:tcPr>
          <w:p w14:paraId="66EE1E95" w14:textId="77777777" w:rsidR="006E131A" w:rsidRPr="00751DBB" w:rsidRDefault="006E131A" w:rsidP="00E10E88">
            <w:pPr>
              <w:rPr>
                <w:b/>
                <w:lang w:val="en-GB"/>
              </w:rPr>
            </w:pPr>
            <w:r>
              <w:rPr>
                <w:b/>
                <w:lang w:val="en-GB"/>
              </w:rPr>
              <w:t>PKCS11/CNG/PKCS12</w:t>
            </w:r>
          </w:p>
        </w:tc>
        <w:tc>
          <w:tcPr>
            <w:tcW w:w="6392" w:type="dxa"/>
          </w:tcPr>
          <w:p w14:paraId="58182247" w14:textId="77777777" w:rsidR="00F464AC" w:rsidRDefault="00A0005F" w:rsidP="00F464AC">
            <w:pPr>
              <w:rPr>
                <w:lang w:val="en-GB"/>
              </w:rPr>
            </w:pPr>
            <w:r>
              <w:rPr>
                <w:lang w:val="en-GB"/>
              </w:rPr>
              <w:t>Optional parameter to specify</w:t>
            </w:r>
            <w:r w:rsidR="006E131A" w:rsidRPr="00F2692C">
              <w:rPr>
                <w:lang w:val="en-GB"/>
              </w:rPr>
              <w:t xml:space="preserve"> </w:t>
            </w:r>
            <w:r w:rsidR="006E131A">
              <w:rPr>
                <w:lang w:val="en-GB"/>
              </w:rPr>
              <w:t xml:space="preserve">module that is used for </w:t>
            </w:r>
            <w:r w:rsidR="00F464AC">
              <w:rPr>
                <w:lang w:val="en-GB"/>
              </w:rPr>
              <w:t xml:space="preserve">accessing the </w:t>
            </w:r>
            <w:r w:rsidR="00455FDE">
              <w:rPr>
                <w:lang w:val="en-GB"/>
              </w:rPr>
              <w:t>signature</w:t>
            </w:r>
            <w:r w:rsidR="00F464AC">
              <w:rPr>
                <w:lang w:val="en-GB"/>
              </w:rPr>
              <w:t xml:space="preserve"> token</w:t>
            </w:r>
            <w:r w:rsidR="006E131A">
              <w:rPr>
                <w:lang w:val="en-GB"/>
              </w:rPr>
              <w:t xml:space="preserve">. Possible </w:t>
            </w:r>
            <w:r w:rsidR="009B00CF">
              <w:rPr>
                <w:lang w:val="en-GB"/>
              </w:rPr>
              <w:t>values</w:t>
            </w:r>
            <w:r w:rsidR="006E131A">
              <w:rPr>
                <w:lang w:val="en-GB"/>
              </w:rPr>
              <w:t xml:space="preserve"> are</w:t>
            </w:r>
            <w:r w:rsidR="00F464AC">
              <w:rPr>
                <w:lang w:val="en-GB"/>
              </w:rPr>
              <w:t>:</w:t>
            </w:r>
            <w:r w:rsidR="006E131A">
              <w:rPr>
                <w:lang w:val="en-GB"/>
              </w:rPr>
              <w:t xml:space="preserve"> </w:t>
            </w:r>
          </w:p>
          <w:p w14:paraId="30E7EA11" w14:textId="77777777" w:rsidR="00F464AC" w:rsidRDefault="009B00CF" w:rsidP="00AC5E92">
            <w:pPr>
              <w:pStyle w:val="ListParagraph"/>
              <w:numPr>
                <w:ilvl w:val="0"/>
                <w:numId w:val="37"/>
              </w:numPr>
              <w:ind w:left="185" w:hanging="185"/>
              <w:rPr>
                <w:lang w:val="en-GB"/>
              </w:rPr>
            </w:pPr>
            <w:r>
              <w:rPr>
                <w:lang w:val="en-GB"/>
              </w:rPr>
              <w:t>“</w:t>
            </w:r>
            <w:r w:rsidR="006E131A" w:rsidRPr="00F464AC">
              <w:rPr>
                <w:lang w:val="en-GB"/>
              </w:rPr>
              <w:t>PKCS11</w:t>
            </w:r>
            <w:r>
              <w:rPr>
                <w:lang w:val="en-GB"/>
              </w:rPr>
              <w:t>”</w:t>
            </w:r>
            <w:r w:rsidR="006E131A" w:rsidRPr="00F464AC">
              <w:rPr>
                <w:lang w:val="en-GB"/>
              </w:rPr>
              <w:t xml:space="preserve"> </w:t>
            </w:r>
            <w:r w:rsidR="00F464AC">
              <w:rPr>
                <w:lang w:val="en-GB"/>
              </w:rPr>
              <w:t xml:space="preserve">- </w:t>
            </w:r>
            <w:r w:rsidR="006E131A" w:rsidRPr="00F464AC">
              <w:rPr>
                <w:lang w:val="en-GB"/>
              </w:rPr>
              <w:t xml:space="preserve"> </w:t>
            </w:r>
            <w:r w:rsidR="0002332E">
              <w:rPr>
                <w:lang w:val="en-GB"/>
              </w:rPr>
              <w:t xml:space="preserve">default </w:t>
            </w:r>
            <w:r w:rsidR="00F464AC">
              <w:rPr>
                <w:lang w:val="en-GB"/>
              </w:rPr>
              <w:t xml:space="preserve">module for </w:t>
            </w:r>
            <w:r w:rsidR="008D29B1">
              <w:rPr>
                <w:lang w:val="en-GB"/>
              </w:rPr>
              <w:t>signing with smart card</w:t>
            </w:r>
          </w:p>
          <w:p w14:paraId="4C0B53B5" w14:textId="51A6F00E" w:rsidR="00F464AC" w:rsidRDefault="009B00CF" w:rsidP="00AC5E92">
            <w:pPr>
              <w:pStyle w:val="ListParagraph"/>
              <w:numPr>
                <w:ilvl w:val="0"/>
                <w:numId w:val="37"/>
              </w:numPr>
              <w:ind w:left="185" w:hanging="185"/>
              <w:rPr>
                <w:lang w:val="en-GB"/>
              </w:rPr>
            </w:pPr>
            <w:r>
              <w:rPr>
                <w:lang w:val="en-GB"/>
              </w:rPr>
              <w:t>“</w:t>
            </w:r>
            <w:r w:rsidR="006E131A" w:rsidRPr="00F464AC">
              <w:rPr>
                <w:lang w:val="en-GB"/>
              </w:rPr>
              <w:t>CN</w:t>
            </w:r>
            <w:r w:rsidR="004B64C5">
              <w:rPr>
                <w:lang w:val="en-GB"/>
              </w:rPr>
              <w:t>–</w:t>
            </w:r>
            <w:r>
              <w:rPr>
                <w:lang w:val="en-GB"/>
              </w:rPr>
              <w:t>”</w:t>
            </w:r>
            <w:r w:rsidR="00F464AC">
              <w:rPr>
                <w:lang w:val="en-GB"/>
              </w:rPr>
              <w:t xml:space="preserve"> - </w:t>
            </w:r>
            <w:r w:rsidR="000F5AB4">
              <w:rPr>
                <w:lang w:val="en-GB"/>
              </w:rPr>
              <w:t xml:space="preserve">alternative module for </w:t>
            </w:r>
            <w:r w:rsidR="0002332E">
              <w:rPr>
                <w:lang w:val="en-GB"/>
              </w:rPr>
              <w:t xml:space="preserve">signing </w:t>
            </w:r>
            <w:r w:rsidR="000F5AB4">
              <w:rPr>
                <w:lang w:val="en-GB"/>
              </w:rPr>
              <w:t>with smart card</w:t>
            </w:r>
            <w:r w:rsidR="00962E1E">
              <w:rPr>
                <w:lang w:val="en-GB"/>
              </w:rPr>
              <w:t>, uses</w:t>
            </w:r>
            <w:r w:rsidR="0002332E">
              <w:rPr>
                <w:lang w:val="en-GB"/>
              </w:rPr>
              <w:t xml:space="preserve"> </w:t>
            </w:r>
            <w:r w:rsidR="005943C5">
              <w:rPr>
                <w:lang w:val="en-GB"/>
              </w:rPr>
              <w:t>Microsoft</w:t>
            </w:r>
            <w:r w:rsidR="000701C7">
              <w:rPr>
                <w:lang w:val="en-GB"/>
              </w:rPr>
              <w:t xml:space="preserve"> </w:t>
            </w:r>
            <w:r w:rsidR="0002332E">
              <w:rPr>
                <w:lang w:val="en-GB"/>
              </w:rPr>
              <w:t>CNG</w:t>
            </w:r>
            <w:r w:rsidR="000701C7">
              <w:rPr>
                <w:lang w:val="en-GB"/>
              </w:rPr>
              <w:t xml:space="preserve"> API and smart card’s minidriver</w:t>
            </w:r>
            <w:r w:rsidR="000F5AB4">
              <w:rPr>
                <w:lang w:val="en-GB"/>
              </w:rPr>
              <w:t xml:space="preserve">. </w:t>
            </w:r>
            <w:r w:rsidR="00962E1E">
              <w:rPr>
                <w:lang w:val="en-GB"/>
              </w:rPr>
              <w:t>A dialog window is opened for the user to</w:t>
            </w:r>
            <w:r w:rsidR="00240FEF">
              <w:rPr>
                <w:lang w:val="en-GB"/>
              </w:rPr>
              <w:t xml:space="preserve"> choose</w:t>
            </w:r>
            <w:r w:rsidR="00BA52C7">
              <w:rPr>
                <w:lang w:val="en-GB"/>
              </w:rPr>
              <w:t xml:space="preserve"> a</w:t>
            </w:r>
            <w:r w:rsidR="00240FEF">
              <w:rPr>
                <w:lang w:val="en-GB"/>
              </w:rPr>
              <w:t xml:space="preserve"> signing certificate and</w:t>
            </w:r>
            <w:r w:rsidR="00962E1E">
              <w:rPr>
                <w:lang w:val="en-GB"/>
              </w:rPr>
              <w:t xml:space="preserve"> insert PIN code</w:t>
            </w:r>
            <w:r w:rsidR="00752B09">
              <w:rPr>
                <w:lang w:val="en-GB"/>
              </w:rPr>
              <w:t xml:space="preserve"> (</w:t>
            </w:r>
            <w:r w:rsidR="00BA52C7">
              <w:rPr>
                <w:lang w:val="en-GB"/>
              </w:rPr>
              <w:t xml:space="preserve">i.e. </w:t>
            </w:r>
            <w:r w:rsidR="00752B09">
              <w:rPr>
                <w:lang w:val="en-GB"/>
              </w:rPr>
              <w:t>the “pin-code” parameter</w:t>
            </w:r>
            <w:r w:rsidR="00BA52C7">
              <w:rPr>
                <w:lang w:val="en-GB"/>
              </w:rPr>
              <w:t xml:space="preserve"> of the current command </w:t>
            </w:r>
            <w:r w:rsidR="00752B09">
              <w:rPr>
                <w:lang w:val="en-GB"/>
              </w:rPr>
              <w:t>may be left unspecified by inserting a</w:t>
            </w:r>
            <w:r w:rsidR="00ED7D5F">
              <w:rPr>
                <w:lang w:val="en-GB"/>
              </w:rPr>
              <w:t>n empty string</w:t>
            </w:r>
            <w:r w:rsidR="008B5B05">
              <w:rPr>
                <w:lang w:val="en-GB"/>
              </w:rPr>
              <w:t xml:space="preserve"> “”</w:t>
            </w:r>
            <w:r w:rsidR="00752B09">
              <w:rPr>
                <w:lang w:val="en-GB"/>
              </w:rPr>
              <w:t>).</w:t>
            </w:r>
          </w:p>
          <w:p w14:paraId="6997362C" w14:textId="0C54373C" w:rsidR="006E131A" w:rsidRPr="00F464AC" w:rsidRDefault="009B00CF" w:rsidP="00AC5E92">
            <w:pPr>
              <w:pStyle w:val="ListParagraph"/>
              <w:numPr>
                <w:ilvl w:val="0"/>
                <w:numId w:val="37"/>
              </w:numPr>
              <w:ind w:left="185" w:hanging="185"/>
              <w:rPr>
                <w:lang w:val="en-GB"/>
              </w:rPr>
            </w:pPr>
            <w:r>
              <w:rPr>
                <w:lang w:val="en-GB"/>
              </w:rPr>
              <w:t>“</w:t>
            </w:r>
            <w:r w:rsidR="006E131A" w:rsidRPr="00F464AC">
              <w:rPr>
                <w:lang w:val="en-GB"/>
              </w:rPr>
              <w:t>PKCS1</w:t>
            </w:r>
            <w:r w:rsidR="004B64C5">
              <w:rPr>
                <w:lang w:val="en-GB"/>
              </w:rPr>
              <w:t>–</w:t>
            </w:r>
            <w:r>
              <w:rPr>
                <w:lang w:val="en-GB"/>
              </w:rPr>
              <w:t>”</w:t>
            </w:r>
            <w:r w:rsidR="00F464AC">
              <w:rPr>
                <w:lang w:val="en-GB"/>
              </w:rPr>
              <w:t xml:space="preserve"> - </w:t>
            </w:r>
            <w:r w:rsidR="00B31072">
              <w:rPr>
                <w:lang w:val="en-GB"/>
              </w:rPr>
              <w:t>module for</w:t>
            </w:r>
            <w:r w:rsidR="00F464AC">
              <w:rPr>
                <w:lang w:val="en-GB"/>
              </w:rPr>
              <w:t xml:space="preserve"> signing with a software token (PKCS#12 file)</w:t>
            </w:r>
            <w:r w:rsidR="009D1A53">
              <w:rPr>
                <w:lang w:val="en-GB"/>
              </w:rPr>
              <w:t xml:space="preserve">. </w:t>
            </w:r>
            <w:r w:rsidR="00AF56E4">
              <w:rPr>
                <w:lang w:val="en-GB"/>
              </w:rPr>
              <w:t xml:space="preserve">When signing with a software token then firstly, the appropriate configuration settings should be applied (see section </w:t>
            </w:r>
            <w:r w:rsidR="00AF56E4" w:rsidRPr="00751DBB">
              <w:rPr>
                <w:lang w:val="en-GB"/>
              </w:rPr>
              <w:t>3.4, subsection “Configuring software token usage”)</w:t>
            </w:r>
            <w:r w:rsidR="00AF56E4">
              <w:rPr>
                <w:lang w:val="en-GB"/>
              </w:rPr>
              <w:t>. The current command’s parameter “pin-code” must be set according to the PKCS#12 container’s PIN code,</w:t>
            </w:r>
            <w:r w:rsidR="009D1A53">
              <w:rPr>
                <w:lang w:val="en-GB"/>
              </w:rPr>
              <w:t xml:space="preserve"> parameter “ocsp” must be set to 0</w:t>
            </w:r>
            <w:r w:rsidR="00AF56E4">
              <w:rPr>
                <w:lang w:val="en-GB"/>
              </w:rPr>
              <w:t xml:space="preserve"> and parameter’s “pkcs12-file-name” value should be specified.</w:t>
            </w:r>
          </w:p>
        </w:tc>
      </w:tr>
      <w:tr w:rsidR="006E131A" w:rsidRPr="00751DBB" w14:paraId="4C9006C7" w14:textId="77777777" w:rsidTr="00F447FB">
        <w:tc>
          <w:tcPr>
            <w:tcW w:w="1263" w:type="dxa"/>
          </w:tcPr>
          <w:p w14:paraId="292C7CBB" w14:textId="77777777" w:rsidR="006E131A" w:rsidRDefault="006E131A" w:rsidP="00E10E88">
            <w:pPr>
              <w:rPr>
                <w:b/>
                <w:lang w:val="en-GB"/>
              </w:rPr>
            </w:pPr>
            <w:r>
              <w:rPr>
                <w:b/>
                <w:lang w:val="en-GB"/>
              </w:rPr>
              <w:t>pkcs12-file-name</w:t>
            </w:r>
          </w:p>
        </w:tc>
        <w:tc>
          <w:tcPr>
            <w:tcW w:w="6392" w:type="dxa"/>
          </w:tcPr>
          <w:p w14:paraId="2AB9D8F8" w14:textId="77777777" w:rsidR="00F464AC" w:rsidRDefault="006E131A" w:rsidP="00F464AC">
            <w:pPr>
              <w:rPr>
                <w:lang w:val="en-GB"/>
              </w:rPr>
            </w:pPr>
            <w:r>
              <w:rPr>
                <w:lang w:val="en-GB"/>
              </w:rPr>
              <w:t xml:space="preserve">Used only </w:t>
            </w:r>
            <w:r w:rsidR="00F464AC">
              <w:rPr>
                <w:lang w:val="en-GB"/>
              </w:rPr>
              <w:t xml:space="preserve">when signing with software token (PKCS#12 file) via PKCS#12 module (i.e. </w:t>
            </w:r>
            <w:r w:rsidR="00335049">
              <w:rPr>
                <w:lang w:val="en-GB"/>
              </w:rPr>
              <w:t xml:space="preserve">if </w:t>
            </w:r>
            <w:r w:rsidR="00F464AC">
              <w:rPr>
                <w:lang w:val="en-GB"/>
              </w:rPr>
              <w:t xml:space="preserve">the previous </w:t>
            </w:r>
            <w:r>
              <w:rPr>
                <w:lang w:val="en-GB"/>
              </w:rPr>
              <w:t xml:space="preserve">parameter’s value </w:t>
            </w:r>
            <w:r w:rsidR="00F464AC">
              <w:rPr>
                <w:lang w:val="en-GB"/>
              </w:rPr>
              <w:t>has been set to</w:t>
            </w:r>
            <w:r>
              <w:rPr>
                <w:lang w:val="en-GB"/>
              </w:rPr>
              <w:t xml:space="preserve"> “PKCS12”</w:t>
            </w:r>
            <w:r w:rsidR="00F464AC">
              <w:rPr>
                <w:lang w:val="en-GB"/>
              </w:rPr>
              <w:t>)</w:t>
            </w:r>
            <w:r>
              <w:rPr>
                <w:lang w:val="en-GB"/>
              </w:rPr>
              <w:t xml:space="preserve">. </w:t>
            </w:r>
          </w:p>
          <w:p w14:paraId="36C55D10" w14:textId="77777777" w:rsidR="006E131A" w:rsidRPr="00751DBB" w:rsidRDefault="006E131A" w:rsidP="00F464AC">
            <w:pPr>
              <w:rPr>
                <w:lang w:val="en-GB"/>
              </w:rPr>
            </w:pPr>
            <w:r>
              <w:rPr>
                <w:lang w:val="en-GB"/>
              </w:rPr>
              <w:t>Specifies</w:t>
            </w:r>
            <w:r w:rsidR="00F464AC">
              <w:rPr>
                <w:lang w:val="en-GB"/>
              </w:rPr>
              <w:t xml:space="preserve"> the software token’s file name.</w:t>
            </w:r>
          </w:p>
        </w:tc>
      </w:tr>
    </w:tbl>
    <w:p w14:paraId="4C60E393" w14:textId="77777777" w:rsidR="00207556" w:rsidRPr="00751DBB" w:rsidRDefault="00207556" w:rsidP="00207556">
      <w:pPr>
        <w:spacing w:after="60"/>
        <w:rPr>
          <w:rFonts w:cs="Calibri"/>
          <w:b/>
          <w:lang w:val="en-GB"/>
        </w:rPr>
      </w:pPr>
    </w:p>
    <w:p w14:paraId="3C074BBB" w14:textId="77777777" w:rsidR="00207556" w:rsidRDefault="00207556" w:rsidP="00207556">
      <w:pPr>
        <w:spacing w:after="60"/>
        <w:rPr>
          <w:rFonts w:cs="Calibri"/>
          <w:b/>
          <w:lang w:val="en-GB"/>
        </w:rPr>
      </w:pPr>
      <w:r w:rsidRPr="00751DBB">
        <w:rPr>
          <w:rFonts w:cs="Calibri"/>
          <w:b/>
          <w:lang w:val="en-GB"/>
        </w:rPr>
        <w:lastRenderedPageBreak/>
        <w:t xml:space="preserve">-mid-sign &lt;phone-no&gt; &lt;per-code&gt; [[&lt;country&gt;(EE)] [&lt;lang&gt;(EST)] [&lt;service&gt;(Testing)] [&lt;manifest&gt;] [&lt;city&gt; &lt;state&gt; &lt;zip&gt;]] </w:t>
      </w:r>
    </w:p>
    <w:p w14:paraId="77ABC91C" w14:textId="29D95CF4" w:rsidR="009F1C6F" w:rsidRPr="009F1C6F" w:rsidRDefault="009F1C6F" w:rsidP="009F1C6F">
      <w:pPr>
        <w:spacing w:after="60"/>
        <w:ind w:firstLine="567"/>
        <w:rPr>
          <w:rFonts w:cs="Calibri"/>
          <w:lang w:val="en-GB"/>
        </w:rPr>
      </w:pPr>
      <w:r>
        <w:rPr>
          <w:rFonts w:cs="Calibri"/>
          <w:b/>
          <w:lang w:val="en-GB"/>
        </w:rPr>
        <w:t xml:space="preserve">Note: </w:t>
      </w:r>
      <w:r>
        <w:rPr>
          <w:rFonts w:cs="Calibri"/>
          <w:lang w:val="en-GB"/>
        </w:rPr>
        <w:t>Mobile-ID functionality i</w:t>
      </w:r>
      <w:r w:rsidR="004B64C5">
        <w:rPr>
          <w:rFonts w:cs="Calibri"/>
          <w:lang w:val="en-GB"/>
        </w:rPr>
        <w:t>n</w:t>
      </w:r>
      <w:r>
        <w:rPr>
          <w:rFonts w:cs="Calibri"/>
          <w:lang w:val="en-GB"/>
        </w:rPr>
        <w:t xml:space="preserve"> CDigiDoc is experimental.</w:t>
      </w:r>
    </w:p>
    <w:p w14:paraId="7EF109CA" w14:textId="77777777" w:rsidR="00207556" w:rsidRPr="00751DBB" w:rsidRDefault="00207556" w:rsidP="00207556">
      <w:pPr>
        <w:pStyle w:val="UtilitySyntax"/>
        <w:rPr>
          <w:lang w:val="en-GB"/>
        </w:rPr>
      </w:pPr>
      <w:r w:rsidRPr="00751DBB">
        <w:rPr>
          <w:rFonts w:cs="Calibri"/>
          <w:lang w:val="en-GB"/>
        </w:rPr>
        <w:t>I</w:t>
      </w:r>
      <w:r w:rsidRPr="00751DBB">
        <w:rPr>
          <w:lang w:val="en-GB"/>
        </w:rPr>
        <w:t>nvok</w:t>
      </w:r>
      <w:r w:rsidR="00516992" w:rsidRPr="00751DBB">
        <w:rPr>
          <w:lang w:val="en-GB"/>
        </w:rPr>
        <w:t>es mobile signing of a ddoc</w:t>
      </w:r>
      <w:r w:rsidRPr="00751DBB">
        <w:rPr>
          <w:lang w:val="en-GB"/>
        </w:rPr>
        <w:t xml:space="preserve"> file using Mobile-ID and DigiDocService. </w:t>
      </w:r>
    </w:p>
    <w:p w14:paraId="001187D1" w14:textId="77777777" w:rsidR="00207556" w:rsidRPr="00751DBB" w:rsidRDefault="00207556" w:rsidP="00207556">
      <w:pPr>
        <w:pStyle w:val="UtilitySyntax"/>
        <w:rPr>
          <w:lang w:val="en-GB"/>
        </w:rPr>
      </w:pPr>
      <w:r w:rsidRPr="00751DBB">
        <w:rPr>
          <w:lang w:val="en-GB"/>
        </w:rPr>
        <w:t xml:space="preserve">Mobile-ID is a service based on Wireless PKI providing for mobile authentication and digital signing, currently supported by all Estonian and some Lithuanian mobile operators. </w:t>
      </w:r>
    </w:p>
    <w:p w14:paraId="3B941319" w14:textId="77777777" w:rsidR="00207556" w:rsidRPr="00751DBB" w:rsidRDefault="00207556" w:rsidP="00207556">
      <w:pPr>
        <w:pStyle w:val="UtilitySyntax"/>
        <w:rPr>
          <w:lang w:val="en-GB"/>
        </w:rPr>
      </w:pPr>
      <w:r w:rsidRPr="00751DBB">
        <w:rPr>
          <w:lang w:val="en-GB"/>
        </w:rPr>
        <w:t xml:space="preserve">The Mobile-ID user gets a special SIM card with private keys on it. Hash to be signed is sent over the GSM network to the phone and the user shall enter PIN code to sign. The signed result is sent back over the air. </w:t>
      </w:r>
    </w:p>
    <w:p w14:paraId="3AAD8C70" w14:textId="77777777" w:rsidR="00207556" w:rsidRPr="00751DBB" w:rsidRDefault="00207556" w:rsidP="00207556">
      <w:pPr>
        <w:pStyle w:val="UtilitySyntax"/>
        <w:rPr>
          <w:lang w:val="en-GB"/>
        </w:rPr>
      </w:pPr>
      <w:r w:rsidRPr="00751DBB">
        <w:rPr>
          <w:lang w:val="en-GB"/>
        </w:rPr>
        <w:t>DigiDocService is a SOAP-based web service, access to the service is IP-based and requires a written contract with provider of DigiDocService.</w:t>
      </w:r>
    </w:p>
    <w:p w14:paraId="2EF16A72" w14:textId="77777777" w:rsidR="00207556" w:rsidRPr="00751DBB" w:rsidRDefault="00207556" w:rsidP="00207556">
      <w:pPr>
        <w:pStyle w:val="UtilitySyntax"/>
        <w:rPr>
          <w:rFonts w:cs="Calibri"/>
          <w:b/>
          <w:lang w:val="en-GB"/>
        </w:rPr>
      </w:pPr>
      <w:r w:rsidRPr="00751DBB">
        <w:rPr>
          <w:lang w:val="en-GB"/>
        </w:rPr>
        <w:t xml:space="preserve">You can use Mobile-ID signing with </w:t>
      </w:r>
      <w:r w:rsidR="00761C19" w:rsidRPr="00751DBB">
        <w:rPr>
          <w:lang w:val="en-GB"/>
        </w:rPr>
        <w:t xml:space="preserve">the </w:t>
      </w:r>
      <w:r w:rsidRPr="00751DBB">
        <w:rPr>
          <w:lang w:val="en-GB"/>
        </w:rPr>
        <w:t>following parameters:</w:t>
      </w:r>
    </w:p>
    <w:tbl>
      <w:tblPr>
        <w:tblStyle w:val="Param"/>
        <w:tblW w:w="0" w:type="auto"/>
        <w:tblInd w:w="675" w:type="dxa"/>
        <w:tblLook w:val="04A0" w:firstRow="1" w:lastRow="0" w:firstColumn="1" w:lastColumn="0" w:noHBand="0" w:noVBand="1"/>
      </w:tblPr>
      <w:tblGrid>
        <w:gridCol w:w="1256"/>
        <w:gridCol w:w="6289"/>
      </w:tblGrid>
      <w:tr w:rsidR="00207556" w:rsidRPr="00751DBB" w14:paraId="151F35F9" w14:textId="77777777" w:rsidTr="003C712B">
        <w:trPr>
          <w:cnfStyle w:val="100000000000" w:firstRow="1" w:lastRow="0" w:firstColumn="0" w:lastColumn="0" w:oddVBand="0" w:evenVBand="0" w:oddHBand="0" w:evenHBand="0" w:firstRowFirstColumn="0" w:firstRowLastColumn="0" w:lastRowFirstColumn="0" w:lastRowLastColumn="0"/>
        </w:trPr>
        <w:tc>
          <w:tcPr>
            <w:tcW w:w="1262" w:type="dxa"/>
            <w:tcBorders>
              <w:top w:val="nil"/>
              <w:bottom w:val="single" w:sz="4" w:space="0" w:color="auto"/>
            </w:tcBorders>
            <w:shd w:val="clear" w:color="auto" w:fill="FFFFFF" w:themeFill="background1"/>
          </w:tcPr>
          <w:p w14:paraId="7E8D755F" w14:textId="77777777" w:rsidR="00207556" w:rsidRPr="00751DBB" w:rsidRDefault="00207556" w:rsidP="003C712B">
            <w:pPr>
              <w:rPr>
                <w:lang w:val="en-GB"/>
              </w:rPr>
            </w:pPr>
            <w:r w:rsidRPr="00751DBB">
              <w:rPr>
                <w:rFonts w:cs="Calibri"/>
                <w:b/>
                <w:lang w:val="en-GB"/>
              </w:rPr>
              <w:t>phone-no</w:t>
            </w:r>
          </w:p>
        </w:tc>
        <w:tc>
          <w:tcPr>
            <w:tcW w:w="6393" w:type="dxa"/>
            <w:tcBorders>
              <w:top w:val="nil"/>
              <w:bottom w:val="single" w:sz="4" w:space="0" w:color="auto"/>
            </w:tcBorders>
            <w:shd w:val="clear" w:color="auto" w:fill="FFFFFF" w:themeFill="background1"/>
          </w:tcPr>
          <w:p w14:paraId="13DCB52D" w14:textId="77777777" w:rsidR="00207556" w:rsidRPr="00751DBB" w:rsidRDefault="00207556" w:rsidP="003C712B">
            <w:pPr>
              <w:rPr>
                <w:lang w:val="en-GB"/>
              </w:rPr>
            </w:pPr>
            <w:r w:rsidRPr="00751DBB">
              <w:rPr>
                <w:lang w:val="en-GB"/>
              </w:rPr>
              <w:t>Required. Phone number of the signer with the country code in format +xxxxxxxxx (for example +3706234566)</w:t>
            </w:r>
          </w:p>
        </w:tc>
      </w:tr>
      <w:tr w:rsidR="00207556" w:rsidRPr="00751DBB" w14:paraId="71EC3A3C" w14:textId="77777777" w:rsidTr="003C712B">
        <w:tc>
          <w:tcPr>
            <w:tcW w:w="1262" w:type="dxa"/>
            <w:tcBorders>
              <w:top w:val="single" w:sz="4" w:space="0" w:color="auto"/>
            </w:tcBorders>
          </w:tcPr>
          <w:p w14:paraId="696654E4" w14:textId="77777777" w:rsidR="00207556" w:rsidRPr="00751DBB" w:rsidRDefault="00207556" w:rsidP="003C712B">
            <w:pPr>
              <w:rPr>
                <w:lang w:val="en-GB"/>
              </w:rPr>
            </w:pPr>
            <w:r w:rsidRPr="00751DBB">
              <w:rPr>
                <w:rFonts w:cs="Calibri"/>
                <w:b/>
                <w:lang w:val="en-GB"/>
              </w:rPr>
              <w:t>per-code</w:t>
            </w:r>
          </w:p>
        </w:tc>
        <w:tc>
          <w:tcPr>
            <w:tcW w:w="6393" w:type="dxa"/>
            <w:tcBorders>
              <w:top w:val="single" w:sz="4" w:space="0" w:color="auto"/>
            </w:tcBorders>
          </w:tcPr>
          <w:p w14:paraId="15D39AF4" w14:textId="77777777" w:rsidR="00207556" w:rsidRPr="00751DBB" w:rsidRDefault="00207556" w:rsidP="003C712B">
            <w:pPr>
              <w:rPr>
                <w:lang w:val="en-GB"/>
              </w:rPr>
            </w:pPr>
            <w:r w:rsidRPr="00751DBB">
              <w:rPr>
                <w:lang w:val="en-GB"/>
              </w:rPr>
              <w:t>Required. Identification number of the signer (personal national ID number).</w:t>
            </w:r>
          </w:p>
        </w:tc>
      </w:tr>
      <w:tr w:rsidR="00207556" w:rsidRPr="00751DBB" w14:paraId="5233D535" w14:textId="77777777" w:rsidTr="003C712B">
        <w:tc>
          <w:tcPr>
            <w:tcW w:w="1262" w:type="dxa"/>
          </w:tcPr>
          <w:p w14:paraId="0E830776" w14:textId="77777777" w:rsidR="00207556" w:rsidRPr="00751DBB" w:rsidRDefault="00207556" w:rsidP="003C712B">
            <w:pPr>
              <w:rPr>
                <w:b/>
                <w:lang w:val="en-GB"/>
              </w:rPr>
            </w:pPr>
            <w:r w:rsidRPr="00751DBB">
              <w:rPr>
                <w:b/>
                <w:lang w:val="en-GB"/>
              </w:rPr>
              <w:t>country</w:t>
            </w:r>
          </w:p>
        </w:tc>
        <w:tc>
          <w:tcPr>
            <w:tcW w:w="6393" w:type="dxa"/>
          </w:tcPr>
          <w:p w14:paraId="53C1F07D" w14:textId="77777777" w:rsidR="00207556" w:rsidRPr="00751DBB" w:rsidRDefault="00207556" w:rsidP="003C712B">
            <w:pPr>
              <w:rPr>
                <w:lang w:val="en-GB"/>
              </w:rPr>
            </w:pPr>
            <w:r w:rsidRPr="00751DBB">
              <w:rPr>
                <w:lang w:val="en-GB"/>
              </w:rPr>
              <w:t xml:space="preserve">Country of origin. ISO 3166-type 2-character country codes are used (e.g. default is </w:t>
            </w:r>
            <w:r w:rsidRPr="00751DBB">
              <w:rPr>
                <w:b/>
                <w:lang w:val="en-GB"/>
              </w:rPr>
              <w:t>EE</w:t>
            </w:r>
            <w:r w:rsidRPr="00751DBB">
              <w:rPr>
                <w:lang w:val="en-GB"/>
              </w:rPr>
              <w:t>)</w:t>
            </w:r>
          </w:p>
        </w:tc>
      </w:tr>
      <w:tr w:rsidR="00207556" w:rsidRPr="00751DBB" w14:paraId="3588D10A" w14:textId="77777777" w:rsidTr="003C712B">
        <w:tc>
          <w:tcPr>
            <w:tcW w:w="1262" w:type="dxa"/>
          </w:tcPr>
          <w:p w14:paraId="29873E61" w14:textId="77777777" w:rsidR="00207556" w:rsidRPr="00751DBB" w:rsidRDefault="00207556" w:rsidP="003C712B">
            <w:pPr>
              <w:rPr>
                <w:b/>
                <w:lang w:val="en-GB"/>
              </w:rPr>
            </w:pPr>
            <w:r w:rsidRPr="00751DBB">
              <w:rPr>
                <w:b/>
                <w:lang w:val="en-GB"/>
              </w:rPr>
              <w:t>lang</w:t>
            </w:r>
          </w:p>
        </w:tc>
        <w:tc>
          <w:tcPr>
            <w:tcW w:w="6393" w:type="dxa"/>
          </w:tcPr>
          <w:p w14:paraId="4470C6D6" w14:textId="77777777" w:rsidR="00207556" w:rsidRPr="00751DBB" w:rsidRDefault="00207556" w:rsidP="003C712B">
            <w:pPr>
              <w:rPr>
                <w:lang w:val="en-GB"/>
              </w:rPr>
            </w:pPr>
            <w:r w:rsidRPr="00751DBB">
              <w:rPr>
                <w:lang w:val="en-GB"/>
              </w:rPr>
              <w:t>Language for user dialog in mobile phone. 3-characte</w:t>
            </w:r>
            <w:r w:rsidR="007A5076" w:rsidRPr="00751DBB">
              <w:rPr>
                <w:lang w:val="en-GB"/>
              </w:rPr>
              <w:t>r capitalized acronyms are used</w:t>
            </w:r>
            <w:r w:rsidRPr="00751DBB">
              <w:rPr>
                <w:lang w:val="en-GB"/>
              </w:rPr>
              <w:t xml:space="preserve"> (e.g. default is </w:t>
            </w:r>
            <w:r w:rsidRPr="00751DBB">
              <w:rPr>
                <w:b/>
                <w:lang w:val="en-GB"/>
              </w:rPr>
              <w:t>EST</w:t>
            </w:r>
            <w:r w:rsidRPr="00751DBB">
              <w:rPr>
                <w:lang w:val="en-GB"/>
              </w:rPr>
              <w:t>)</w:t>
            </w:r>
          </w:p>
        </w:tc>
      </w:tr>
      <w:tr w:rsidR="00207556" w:rsidRPr="00751DBB" w14:paraId="25A92C66" w14:textId="77777777" w:rsidTr="003C712B">
        <w:tc>
          <w:tcPr>
            <w:tcW w:w="1262" w:type="dxa"/>
          </w:tcPr>
          <w:p w14:paraId="5CC8498B" w14:textId="77777777" w:rsidR="00207556" w:rsidRPr="00751DBB" w:rsidRDefault="00207556" w:rsidP="003C712B">
            <w:pPr>
              <w:rPr>
                <w:b/>
                <w:lang w:val="en-GB"/>
              </w:rPr>
            </w:pPr>
            <w:r w:rsidRPr="00751DBB">
              <w:rPr>
                <w:b/>
                <w:lang w:val="en-GB"/>
              </w:rPr>
              <w:t>service</w:t>
            </w:r>
          </w:p>
        </w:tc>
        <w:tc>
          <w:tcPr>
            <w:tcW w:w="6393" w:type="dxa"/>
          </w:tcPr>
          <w:p w14:paraId="0ABA3C55" w14:textId="77777777" w:rsidR="00207556" w:rsidRPr="00751DBB" w:rsidRDefault="00207556" w:rsidP="003C712B">
            <w:pPr>
              <w:rPr>
                <w:lang w:val="en-GB"/>
              </w:rPr>
            </w:pPr>
            <w:r w:rsidRPr="00751DBB">
              <w:rPr>
                <w:lang w:val="en-GB"/>
              </w:rPr>
              <w:t xml:space="preserve">Name of the service – previously agreed with Application Provider and DigiDocService operator. Maximum length – 20 chars. (e.g. default is </w:t>
            </w:r>
            <w:r w:rsidRPr="00751DBB">
              <w:rPr>
                <w:b/>
                <w:lang w:val="en-GB"/>
              </w:rPr>
              <w:t>Testing</w:t>
            </w:r>
            <w:r w:rsidRPr="00751DBB">
              <w:rPr>
                <w:lang w:val="en-GB"/>
              </w:rPr>
              <w:t>)</w:t>
            </w:r>
          </w:p>
        </w:tc>
      </w:tr>
      <w:tr w:rsidR="00207556" w:rsidRPr="00751DBB" w14:paraId="0E24C631" w14:textId="77777777" w:rsidTr="003C712B">
        <w:tc>
          <w:tcPr>
            <w:tcW w:w="1262" w:type="dxa"/>
          </w:tcPr>
          <w:p w14:paraId="6618FC46" w14:textId="77777777" w:rsidR="00207556" w:rsidRPr="00751DBB" w:rsidRDefault="00207556" w:rsidP="003C712B">
            <w:pPr>
              <w:rPr>
                <w:b/>
                <w:lang w:val="en-GB"/>
              </w:rPr>
            </w:pPr>
            <w:r w:rsidRPr="00751DBB">
              <w:rPr>
                <w:b/>
                <w:lang w:val="en-GB"/>
              </w:rPr>
              <w:t>manifest</w:t>
            </w:r>
          </w:p>
        </w:tc>
        <w:tc>
          <w:tcPr>
            <w:tcW w:w="6393" w:type="dxa"/>
          </w:tcPr>
          <w:p w14:paraId="6793049C" w14:textId="77777777" w:rsidR="00207556" w:rsidRPr="00751DBB" w:rsidRDefault="00207556" w:rsidP="003C712B">
            <w:pPr>
              <w:rPr>
                <w:lang w:val="en-GB"/>
              </w:rPr>
            </w:pPr>
            <w:r w:rsidRPr="00751DBB">
              <w:rPr>
                <w:lang w:val="en-GB"/>
              </w:rPr>
              <w:t>Role or resolution of the signer</w:t>
            </w:r>
          </w:p>
        </w:tc>
      </w:tr>
      <w:tr w:rsidR="00207556" w:rsidRPr="00751DBB" w14:paraId="5166FC3B" w14:textId="77777777" w:rsidTr="003C712B">
        <w:tc>
          <w:tcPr>
            <w:tcW w:w="1262" w:type="dxa"/>
          </w:tcPr>
          <w:p w14:paraId="33D40065" w14:textId="77777777" w:rsidR="00207556" w:rsidRPr="00751DBB" w:rsidRDefault="00207556" w:rsidP="003C712B">
            <w:pPr>
              <w:rPr>
                <w:b/>
                <w:lang w:val="en-GB"/>
              </w:rPr>
            </w:pPr>
            <w:r w:rsidRPr="00751DBB">
              <w:rPr>
                <w:b/>
                <w:lang w:val="en-GB"/>
              </w:rPr>
              <w:t>city</w:t>
            </w:r>
          </w:p>
        </w:tc>
        <w:tc>
          <w:tcPr>
            <w:tcW w:w="6393" w:type="dxa"/>
          </w:tcPr>
          <w:p w14:paraId="671FFE2D" w14:textId="77777777" w:rsidR="00207556" w:rsidRPr="00751DBB" w:rsidRDefault="00207556" w:rsidP="003C712B">
            <w:pPr>
              <w:rPr>
                <w:lang w:val="en-GB"/>
              </w:rPr>
            </w:pPr>
            <w:r w:rsidRPr="00751DBB">
              <w:rPr>
                <w:lang w:val="en-GB"/>
              </w:rPr>
              <w:t>City where the signature is created</w:t>
            </w:r>
          </w:p>
        </w:tc>
      </w:tr>
      <w:tr w:rsidR="00207556" w:rsidRPr="00751DBB" w14:paraId="56DEB3FF" w14:textId="77777777" w:rsidTr="003C712B">
        <w:tc>
          <w:tcPr>
            <w:tcW w:w="1262" w:type="dxa"/>
          </w:tcPr>
          <w:p w14:paraId="76E7553F" w14:textId="77777777" w:rsidR="00207556" w:rsidRPr="00751DBB" w:rsidRDefault="00207556" w:rsidP="003C712B">
            <w:pPr>
              <w:rPr>
                <w:b/>
                <w:lang w:val="en-GB"/>
              </w:rPr>
            </w:pPr>
            <w:r w:rsidRPr="00751DBB">
              <w:rPr>
                <w:b/>
                <w:lang w:val="en-GB"/>
              </w:rPr>
              <w:t>state</w:t>
            </w:r>
          </w:p>
        </w:tc>
        <w:tc>
          <w:tcPr>
            <w:tcW w:w="6393" w:type="dxa"/>
          </w:tcPr>
          <w:p w14:paraId="23BE4EB8" w14:textId="77777777" w:rsidR="00207556" w:rsidRPr="00751DBB" w:rsidRDefault="00207556" w:rsidP="003C712B">
            <w:pPr>
              <w:rPr>
                <w:lang w:val="en-GB"/>
              </w:rPr>
            </w:pPr>
            <w:r w:rsidRPr="00751DBB">
              <w:rPr>
                <w:lang w:val="en-GB"/>
              </w:rPr>
              <w:t>State or province where the signature is created</w:t>
            </w:r>
          </w:p>
        </w:tc>
      </w:tr>
      <w:tr w:rsidR="00207556" w:rsidRPr="00751DBB" w14:paraId="346F5947" w14:textId="77777777" w:rsidTr="003C712B">
        <w:tc>
          <w:tcPr>
            <w:tcW w:w="1262" w:type="dxa"/>
          </w:tcPr>
          <w:p w14:paraId="38AC1E98" w14:textId="77777777" w:rsidR="00207556" w:rsidRPr="00751DBB" w:rsidRDefault="00207556" w:rsidP="003C712B">
            <w:pPr>
              <w:rPr>
                <w:b/>
                <w:lang w:val="en-GB"/>
              </w:rPr>
            </w:pPr>
            <w:r w:rsidRPr="00751DBB">
              <w:rPr>
                <w:b/>
                <w:lang w:val="en-GB"/>
              </w:rPr>
              <w:t>zip</w:t>
            </w:r>
          </w:p>
        </w:tc>
        <w:tc>
          <w:tcPr>
            <w:tcW w:w="6393" w:type="dxa"/>
          </w:tcPr>
          <w:p w14:paraId="3E1E88B5" w14:textId="77777777" w:rsidR="00207556" w:rsidRPr="00751DBB" w:rsidRDefault="00207556" w:rsidP="003C712B">
            <w:pPr>
              <w:rPr>
                <w:lang w:val="en-GB"/>
              </w:rPr>
            </w:pPr>
            <w:r w:rsidRPr="00751DBB">
              <w:rPr>
                <w:lang w:val="en-GB"/>
              </w:rPr>
              <w:t>Postal code of the place where the signature is created</w:t>
            </w:r>
          </w:p>
        </w:tc>
      </w:tr>
    </w:tbl>
    <w:p w14:paraId="2EC0C43F" w14:textId="77777777" w:rsidR="00207556" w:rsidRPr="00751DBB" w:rsidRDefault="00207556" w:rsidP="00207556">
      <w:pPr>
        <w:spacing w:after="60"/>
        <w:rPr>
          <w:b/>
          <w:lang w:val="en-GB"/>
        </w:rPr>
      </w:pPr>
    </w:p>
    <w:p w14:paraId="34357B5B" w14:textId="77777777" w:rsidR="00207556" w:rsidRPr="00751DBB" w:rsidRDefault="00207556" w:rsidP="00207556">
      <w:pPr>
        <w:spacing w:after="60"/>
        <w:rPr>
          <w:b/>
          <w:lang w:val="en-GB"/>
        </w:rPr>
      </w:pPr>
      <w:r w:rsidRPr="00751DBB">
        <w:rPr>
          <w:b/>
          <w:lang w:val="en-GB"/>
        </w:rPr>
        <w:t xml:space="preserve">-out &lt;output-file&gt; </w:t>
      </w:r>
    </w:p>
    <w:p w14:paraId="02CA1D11" w14:textId="77777777" w:rsidR="00207556" w:rsidRDefault="00207556" w:rsidP="00207556">
      <w:pPr>
        <w:pStyle w:val="UtilitySyntax"/>
        <w:rPr>
          <w:lang w:val="en-GB"/>
        </w:rPr>
      </w:pPr>
      <w:r w:rsidRPr="00751DBB">
        <w:rPr>
          <w:lang w:val="en-GB"/>
        </w:rPr>
        <w:t>Stores</w:t>
      </w:r>
      <w:r w:rsidR="00621635" w:rsidRPr="00751DBB">
        <w:rPr>
          <w:lang w:val="en-GB"/>
        </w:rPr>
        <w:t xml:space="preserve"> the newly created or modified DigiD</w:t>
      </w:r>
      <w:r w:rsidRPr="00751DBB">
        <w:rPr>
          <w:lang w:val="en-GB"/>
        </w:rPr>
        <w:t>oc document in a file.</w:t>
      </w:r>
    </w:p>
    <w:p w14:paraId="1EC9C1D6" w14:textId="77777777" w:rsidR="003F0567" w:rsidRDefault="003F0567" w:rsidP="003F0567">
      <w:pPr>
        <w:pStyle w:val="UtilitySyntax"/>
        <w:ind w:left="0"/>
        <w:rPr>
          <w:b/>
          <w:lang w:val="en-GB"/>
        </w:rPr>
      </w:pPr>
      <w:r w:rsidRPr="003F0567">
        <w:rPr>
          <w:b/>
          <w:lang w:val="en-GB"/>
        </w:rPr>
        <w:t>-out-mem</w:t>
      </w:r>
      <w:r>
        <w:rPr>
          <w:lang w:val="en-GB"/>
        </w:rPr>
        <w:t xml:space="preserve"> </w:t>
      </w:r>
      <w:r w:rsidRPr="00751DBB">
        <w:rPr>
          <w:b/>
          <w:lang w:val="en-GB"/>
        </w:rPr>
        <w:t>&lt;output-file&gt;</w:t>
      </w:r>
    </w:p>
    <w:p w14:paraId="3D1DEC1C" w14:textId="15D7ACBA" w:rsidR="006E1FD1" w:rsidRPr="006E1FD1" w:rsidRDefault="006E1FD1" w:rsidP="006E1FD1">
      <w:pPr>
        <w:pStyle w:val="UtilitySyntax"/>
        <w:ind w:left="720"/>
        <w:rPr>
          <w:lang w:val="en-GB"/>
        </w:rPr>
      </w:pPr>
      <w:r>
        <w:rPr>
          <w:lang w:val="en-GB"/>
        </w:rPr>
        <w:t>Alternative version of t</w:t>
      </w:r>
      <w:r w:rsidR="004B64C5">
        <w:rPr>
          <w:lang w:val="en-GB"/>
        </w:rPr>
        <w:t>–</w:t>
      </w:r>
      <w:r>
        <w:rPr>
          <w:lang w:val="en-GB"/>
        </w:rPr>
        <w:t xml:space="preserve">e -out command. </w:t>
      </w:r>
      <w:r w:rsidR="00023054">
        <w:rPr>
          <w:lang w:val="en-GB"/>
        </w:rPr>
        <w:t>The operation is conducted “in memory”, meaning that the data is read from and written to a memory buffer, no intermediary data is written to temporary files on the disk.</w:t>
      </w:r>
    </w:p>
    <w:p w14:paraId="3FF7D5F3" w14:textId="77777777" w:rsidR="00207556" w:rsidRPr="00751DBB" w:rsidRDefault="00207556" w:rsidP="00207556">
      <w:pPr>
        <w:spacing w:after="60"/>
        <w:rPr>
          <w:lang w:val="en-GB"/>
        </w:rPr>
      </w:pPr>
      <w:r w:rsidRPr="00751DBB">
        <w:rPr>
          <w:b/>
          <w:u w:val="single"/>
          <w:lang w:val="en-GB"/>
        </w:rPr>
        <w:t>Sample commands for creating and signing DigiDoc files</w:t>
      </w:r>
      <w:r w:rsidRPr="00751DBB">
        <w:rPr>
          <w:lang w:val="en-GB"/>
        </w:rPr>
        <w:t>:</w:t>
      </w:r>
    </w:p>
    <w:p w14:paraId="21D794B6" w14:textId="77777777" w:rsidR="00207556" w:rsidRPr="00751DBB" w:rsidRDefault="00207556" w:rsidP="00207556">
      <w:pPr>
        <w:pStyle w:val="bat"/>
        <w:rPr>
          <w:b/>
          <w:u w:val="single"/>
          <w:lang w:val="en-GB"/>
        </w:rPr>
      </w:pPr>
      <w:r w:rsidRPr="00751DBB">
        <w:rPr>
          <w:b/>
          <w:u w:val="single"/>
          <w:lang w:val="en-GB"/>
        </w:rPr>
        <w:t xml:space="preserve">Sample: creating new DigiDoc file without signing, with default format and version (DIGIDOC-XML, version 1.3) </w:t>
      </w:r>
    </w:p>
    <w:p w14:paraId="6670BDE4" w14:textId="77777777" w:rsidR="00207556" w:rsidRPr="00751DBB" w:rsidRDefault="00207556" w:rsidP="00207556">
      <w:pPr>
        <w:pStyle w:val="bat"/>
        <w:rPr>
          <w:lang w:val="en-GB"/>
        </w:rPr>
      </w:pPr>
    </w:p>
    <w:p w14:paraId="0E31C160" w14:textId="1B762A30" w:rsidR="00207556" w:rsidRPr="00751DBB" w:rsidRDefault="00207556" w:rsidP="00207556">
      <w:pPr>
        <w:pStyle w:val="bat"/>
        <w:rPr>
          <w:lang w:val="en-GB"/>
        </w:rPr>
      </w:pPr>
      <w:r w:rsidRPr="00751DBB">
        <w:rPr>
          <w:lang w:val="en-GB"/>
        </w:rPr>
        <w:t xml:space="preserve">&gt; </w:t>
      </w:r>
      <w:r w:rsidR="00516992" w:rsidRPr="00751DBB">
        <w:rPr>
          <w:lang w:val="en-GB"/>
        </w:rPr>
        <w:t>cdigid</w:t>
      </w:r>
      <w:r w:rsidR="004B64C5">
        <w:rPr>
          <w:lang w:val="en-GB"/>
        </w:rPr>
        <w:t>–</w:t>
      </w:r>
      <w:r w:rsidR="00516992" w:rsidRPr="00751DBB">
        <w:rPr>
          <w:lang w:val="en-GB"/>
        </w:rPr>
        <w:t>c</w:t>
      </w:r>
      <w:r w:rsidRPr="00751DBB">
        <w:rPr>
          <w:lang w:val="en-GB"/>
        </w:rPr>
        <w:t xml:space="preserve"> </w:t>
      </w:r>
      <w:r w:rsidRPr="00751DBB">
        <w:rPr>
          <w:color w:val="0070C0"/>
          <w:lang w:val="en-GB"/>
        </w:rPr>
        <w:t>-n</w:t>
      </w:r>
      <w:r w:rsidR="004B64C5">
        <w:rPr>
          <w:color w:val="0070C0"/>
          <w:lang w:val="en-GB"/>
        </w:rPr>
        <w:t>–</w:t>
      </w:r>
      <w:r w:rsidRPr="00751DBB">
        <w:rPr>
          <w:color w:val="0070C0"/>
          <w:lang w:val="en-GB"/>
        </w:rPr>
        <w:t xml:space="preserve">w </w:t>
      </w:r>
      <w:r w:rsidRPr="00751DBB">
        <w:rPr>
          <w:lang w:val="en-GB"/>
        </w:rPr>
        <w:t>-add c:</w:t>
      </w:r>
      <w:r w:rsidR="00516992" w:rsidRPr="00751DBB">
        <w:rPr>
          <w:lang w:val="en-GB"/>
        </w:rPr>
        <w:t>\temp\test1.txt text/pla</w:t>
      </w:r>
      <w:r w:rsidR="004B64C5">
        <w:rPr>
          <w:lang w:val="en-GB"/>
        </w:rPr>
        <w:t>–</w:t>
      </w:r>
      <w:r w:rsidR="00516992" w:rsidRPr="00751DBB">
        <w:rPr>
          <w:lang w:val="en-GB"/>
        </w:rPr>
        <w:t xml:space="preserve">n </w:t>
      </w:r>
      <w:r w:rsidRPr="00751DBB">
        <w:rPr>
          <w:lang w:val="en-GB"/>
        </w:rPr>
        <w:t>-out c:\temp\test1.ddoc</w:t>
      </w:r>
    </w:p>
    <w:p w14:paraId="25D448C8" w14:textId="77777777" w:rsidR="00207556" w:rsidRPr="00751DBB" w:rsidRDefault="00207556" w:rsidP="00207556">
      <w:pPr>
        <w:pStyle w:val="bat"/>
        <w:rPr>
          <w:lang w:val="en-GB"/>
        </w:rPr>
      </w:pPr>
    </w:p>
    <w:p w14:paraId="5BF8F061" w14:textId="77777777" w:rsidR="00207556" w:rsidRPr="00751DBB" w:rsidRDefault="00207556" w:rsidP="00207556">
      <w:pPr>
        <w:pStyle w:val="bat"/>
        <w:rPr>
          <w:lang w:val="en-GB"/>
        </w:rPr>
      </w:pPr>
      <w:r w:rsidRPr="00751DBB">
        <w:rPr>
          <w:lang w:val="en-GB"/>
        </w:rPr>
        <w:tab/>
        <w:t>Input:</w:t>
      </w:r>
    </w:p>
    <w:p w14:paraId="782A9D44" w14:textId="77777777" w:rsidR="00207556" w:rsidRPr="00751DBB" w:rsidRDefault="00207556" w:rsidP="00207556">
      <w:pPr>
        <w:pStyle w:val="bat"/>
        <w:rPr>
          <w:lang w:val="en-GB"/>
        </w:rPr>
      </w:pPr>
      <w:r w:rsidRPr="00751DBB">
        <w:rPr>
          <w:lang w:val="en-GB"/>
        </w:rPr>
        <w:tab/>
        <w:t>- c:\temp\test1.txt</w:t>
      </w:r>
      <w:r w:rsidRPr="00751DBB">
        <w:rPr>
          <w:lang w:val="en-GB"/>
        </w:rPr>
        <w:tab/>
        <w:t>- a data file to be added to container</w:t>
      </w:r>
    </w:p>
    <w:p w14:paraId="15E0265A" w14:textId="77777777" w:rsidR="00207556" w:rsidRPr="00751DBB" w:rsidRDefault="00207556" w:rsidP="00207556">
      <w:pPr>
        <w:pStyle w:val="bat"/>
        <w:rPr>
          <w:lang w:val="en-GB"/>
        </w:rPr>
      </w:pPr>
      <w:r w:rsidRPr="00751DBB">
        <w:rPr>
          <w:lang w:val="en-GB"/>
        </w:rPr>
        <w:tab/>
        <w:t>- text/plain</w:t>
      </w:r>
      <w:r w:rsidRPr="00751DBB">
        <w:rPr>
          <w:lang w:val="en-GB"/>
        </w:rPr>
        <w:tab/>
      </w:r>
      <w:r w:rsidRPr="00751DBB">
        <w:rPr>
          <w:lang w:val="en-GB"/>
        </w:rPr>
        <w:tab/>
        <w:t>- mime type of the data file</w:t>
      </w:r>
    </w:p>
    <w:p w14:paraId="532C0CDB" w14:textId="77777777" w:rsidR="00207556" w:rsidRPr="00751DBB" w:rsidRDefault="00207556" w:rsidP="00207556">
      <w:pPr>
        <w:pStyle w:val="bat"/>
        <w:rPr>
          <w:lang w:val="en-GB"/>
        </w:rPr>
      </w:pPr>
      <w:r w:rsidRPr="00751DBB">
        <w:rPr>
          <w:lang w:val="en-GB"/>
        </w:rPr>
        <w:tab/>
        <w:t>- c:\temp\test1.ddoc</w:t>
      </w:r>
      <w:r w:rsidRPr="00751DBB">
        <w:rPr>
          <w:lang w:val="en-GB"/>
        </w:rPr>
        <w:tab/>
        <w:t>- container to be created</w:t>
      </w:r>
    </w:p>
    <w:p w14:paraId="5BF6164F" w14:textId="77777777" w:rsidR="00207556" w:rsidRPr="00751DBB" w:rsidRDefault="00207556" w:rsidP="00207556">
      <w:pPr>
        <w:pStyle w:val="bat"/>
        <w:rPr>
          <w:rFonts w:ascii="Helvetica 45" w:eastAsia="Times New Roman" w:hAnsi="Helvetica 45" w:cs="Times New Roman"/>
          <w:color w:val="auto"/>
          <w:kern w:val="0"/>
          <w:sz w:val="20"/>
          <w:szCs w:val="24"/>
          <w:lang w:val="en-GB" w:eastAsia="en-US" w:bidi="ar-SA"/>
        </w:rPr>
      </w:pPr>
    </w:p>
    <w:p w14:paraId="0AC2ABFF" w14:textId="77777777" w:rsidR="00207556" w:rsidRPr="00751DBB" w:rsidRDefault="00207556" w:rsidP="00207556">
      <w:pPr>
        <w:pStyle w:val="bat"/>
        <w:rPr>
          <w:b/>
          <w:u w:val="single"/>
          <w:lang w:val="en-GB"/>
        </w:rPr>
      </w:pPr>
      <w:r w:rsidRPr="00751DBB">
        <w:rPr>
          <w:b/>
          <w:u w:val="single"/>
          <w:lang w:val="en-GB"/>
        </w:rPr>
        <w:t>Sample: creating new DigiDoc file with signing</w:t>
      </w:r>
    </w:p>
    <w:p w14:paraId="694CFA33" w14:textId="77777777" w:rsidR="00207556" w:rsidRPr="00751DBB" w:rsidRDefault="00207556" w:rsidP="00207556">
      <w:pPr>
        <w:pStyle w:val="bat"/>
        <w:rPr>
          <w:lang w:val="en-GB"/>
        </w:rPr>
      </w:pPr>
    </w:p>
    <w:p w14:paraId="492768F1" w14:textId="4E28F6B0" w:rsidR="00207556" w:rsidRPr="00751DBB" w:rsidRDefault="00207556" w:rsidP="00207556">
      <w:pPr>
        <w:pStyle w:val="bat"/>
        <w:rPr>
          <w:lang w:val="en-GB"/>
        </w:rPr>
      </w:pPr>
      <w:r w:rsidRPr="00751DBB">
        <w:rPr>
          <w:lang w:val="en-GB"/>
        </w:rPr>
        <w:t xml:space="preserve">&gt; </w:t>
      </w:r>
      <w:r w:rsidR="00516992" w:rsidRPr="00751DBB">
        <w:rPr>
          <w:lang w:val="en-GB"/>
        </w:rPr>
        <w:t>cdigid</w:t>
      </w:r>
      <w:r w:rsidR="004B64C5">
        <w:rPr>
          <w:lang w:val="en-GB"/>
        </w:rPr>
        <w:t>–</w:t>
      </w:r>
      <w:r w:rsidRPr="00751DBB">
        <w:rPr>
          <w:lang w:val="en-GB"/>
        </w:rPr>
        <w:t xml:space="preserve">c </w:t>
      </w:r>
      <w:r w:rsidRPr="00751DBB">
        <w:rPr>
          <w:color w:val="0070C0"/>
          <w:lang w:val="en-GB"/>
        </w:rPr>
        <w:t>-n</w:t>
      </w:r>
      <w:r w:rsidR="004B64C5">
        <w:rPr>
          <w:color w:val="0070C0"/>
          <w:lang w:val="en-GB"/>
        </w:rPr>
        <w:t>–</w:t>
      </w:r>
      <w:r w:rsidRPr="00751DBB">
        <w:rPr>
          <w:color w:val="0070C0"/>
          <w:lang w:val="en-GB"/>
        </w:rPr>
        <w:t>w</w:t>
      </w:r>
      <w:r w:rsidR="00516992" w:rsidRPr="00751DBB">
        <w:rPr>
          <w:lang w:val="en-GB"/>
        </w:rPr>
        <w:t xml:space="preserve"> </w:t>
      </w:r>
      <w:r w:rsidRPr="00751DBB">
        <w:rPr>
          <w:lang w:val="en-GB"/>
        </w:rPr>
        <w:t>-add c:</w:t>
      </w:r>
      <w:r w:rsidR="00516992" w:rsidRPr="00751DBB">
        <w:rPr>
          <w:lang w:val="en-GB"/>
        </w:rPr>
        <w:t>\temp\test1.txt text/pla</w:t>
      </w:r>
      <w:r w:rsidR="004B64C5">
        <w:rPr>
          <w:lang w:val="en-GB"/>
        </w:rPr>
        <w:t>–</w:t>
      </w:r>
      <w:r w:rsidR="00516992" w:rsidRPr="00751DBB">
        <w:rPr>
          <w:lang w:val="en-GB"/>
        </w:rPr>
        <w:t xml:space="preserve">n </w:t>
      </w:r>
      <w:r w:rsidR="00516992" w:rsidRPr="00751DBB">
        <w:rPr>
          <w:color w:val="0070C0"/>
          <w:lang w:val="en-GB"/>
        </w:rPr>
        <w:t>-sign 123</w:t>
      </w:r>
      <w:r w:rsidR="004B64C5">
        <w:rPr>
          <w:color w:val="0070C0"/>
          <w:lang w:val="en-GB"/>
        </w:rPr>
        <w:t>–</w:t>
      </w:r>
      <w:r w:rsidR="00516992" w:rsidRPr="00751DBB">
        <w:rPr>
          <w:color w:val="0070C0"/>
          <w:lang w:val="en-GB"/>
        </w:rPr>
        <w:t xml:space="preserve">5 </w:t>
      </w:r>
      <w:r w:rsidR="00516992" w:rsidRPr="00751DBB">
        <w:rPr>
          <w:lang w:val="en-GB"/>
        </w:rPr>
        <w:t xml:space="preserve">-out </w:t>
      </w:r>
      <w:r w:rsidR="00516992" w:rsidRPr="00751DBB">
        <w:rPr>
          <w:lang w:val="en-GB"/>
        </w:rPr>
        <w:lastRenderedPageBreak/>
        <w:t>c:\temp\test1.d</w:t>
      </w:r>
      <w:r w:rsidRPr="00751DBB">
        <w:rPr>
          <w:lang w:val="en-GB"/>
        </w:rPr>
        <w:t>doc</w:t>
      </w:r>
    </w:p>
    <w:p w14:paraId="07F1CD68" w14:textId="77777777" w:rsidR="00207556" w:rsidRPr="00751DBB" w:rsidRDefault="00207556" w:rsidP="00207556">
      <w:pPr>
        <w:pStyle w:val="bat"/>
        <w:rPr>
          <w:lang w:val="en-GB"/>
        </w:rPr>
      </w:pPr>
      <w:r w:rsidRPr="00751DBB">
        <w:rPr>
          <w:lang w:val="en-GB"/>
        </w:rPr>
        <w:tab/>
      </w:r>
    </w:p>
    <w:p w14:paraId="6261B8D0" w14:textId="77777777" w:rsidR="00207556" w:rsidRPr="00751DBB" w:rsidRDefault="00207556" w:rsidP="00207556">
      <w:pPr>
        <w:pStyle w:val="bat"/>
        <w:rPr>
          <w:lang w:val="en-GB"/>
        </w:rPr>
      </w:pPr>
      <w:r w:rsidRPr="00751DBB">
        <w:rPr>
          <w:lang w:val="en-GB"/>
        </w:rPr>
        <w:t>Input:</w:t>
      </w:r>
    </w:p>
    <w:p w14:paraId="59FBFFF1" w14:textId="77777777" w:rsidR="00207556" w:rsidRPr="00751DBB" w:rsidRDefault="00207556" w:rsidP="00207556">
      <w:pPr>
        <w:pStyle w:val="bat"/>
        <w:rPr>
          <w:lang w:val="en-GB"/>
        </w:rPr>
      </w:pPr>
      <w:r w:rsidRPr="00751DBB">
        <w:rPr>
          <w:lang w:val="en-GB"/>
        </w:rPr>
        <w:tab/>
        <w:t>- c:\temp\test1.txt</w:t>
      </w:r>
      <w:r w:rsidRPr="00751DBB">
        <w:rPr>
          <w:lang w:val="en-GB"/>
        </w:rPr>
        <w:tab/>
        <w:t>- a data file to be added to container</w:t>
      </w:r>
    </w:p>
    <w:p w14:paraId="3396AE79" w14:textId="77777777" w:rsidR="00207556" w:rsidRPr="00751DBB" w:rsidRDefault="00207556" w:rsidP="00207556">
      <w:pPr>
        <w:pStyle w:val="bat"/>
        <w:rPr>
          <w:lang w:val="en-GB"/>
        </w:rPr>
      </w:pPr>
      <w:r w:rsidRPr="00751DBB">
        <w:rPr>
          <w:lang w:val="en-GB"/>
        </w:rPr>
        <w:tab/>
        <w:t>- text/plain</w:t>
      </w:r>
      <w:r w:rsidRPr="00751DBB">
        <w:rPr>
          <w:lang w:val="en-GB"/>
        </w:rPr>
        <w:tab/>
      </w:r>
      <w:r w:rsidRPr="00751DBB">
        <w:rPr>
          <w:lang w:val="en-GB"/>
        </w:rPr>
        <w:tab/>
        <w:t>- mime type of the data file</w:t>
      </w:r>
    </w:p>
    <w:p w14:paraId="36B01D57" w14:textId="77777777" w:rsidR="00207556" w:rsidRPr="00751DBB" w:rsidRDefault="00207556" w:rsidP="00207556">
      <w:pPr>
        <w:pStyle w:val="bat"/>
        <w:rPr>
          <w:lang w:val="en-GB"/>
        </w:rPr>
      </w:pPr>
      <w:r w:rsidRPr="00751DBB">
        <w:rPr>
          <w:lang w:val="en-GB"/>
        </w:rPr>
        <w:tab/>
        <w:t xml:space="preserve">- </w:t>
      </w:r>
      <w:r w:rsidRPr="00751DBB">
        <w:rPr>
          <w:color w:val="0070C0"/>
          <w:lang w:val="en-GB"/>
        </w:rPr>
        <w:t>12345</w:t>
      </w:r>
      <w:r w:rsidRPr="00751DBB">
        <w:rPr>
          <w:lang w:val="en-GB"/>
        </w:rPr>
        <w:tab/>
      </w:r>
      <w:r w:rsidRPr="00751DBB">
        <w:rPr>
          <w:lang w:val="en-GB"/>
        </w:rPr>
        <w:tab/>
      </w:r>
      <w:r w:rsidRPr="00751DBB">
        <w:rPr>
          <w:lang w:val="en-GB"/>
        </w:rPr>
        <w:tab/>
        <w:t>- id-card pin2</w:t>
      </w:r>
    </w:p>
    <w:p w14:paraId="1D627417" w14:textId="77777777" w:rsidR="00207556" w:rsidRPr="00751DBB" w:rsidRDefault="00516992" w:rsidP="00207556">
      <w:pPr>
        <w:pStyle w:val="bat"/>
        <w:rPr>
          <w:lang w:val="en-GB"/>
        </w:rPr>
      </w:pPr>
      <w:r w:rsidRPr="00751DBB">
        <w:rPr>
          <w:lang w:val="en-GB"/>
        </w:rPr>
        <w:tab/>
        <w:t>- c:\temp\test1.d</w:t>
      </w:r>
      <w:r w:rsidR="00207556" w:rsidRPr="00751DBB">
        <w:rPr>
          <w:lang w:val="en-GB"/>
        </w:rPr>
        <w:t>doc</w:t>
      </w:r>
      <w:r w:rsidR="00207556" w:rsidRPr="00751DBB">
        <w:rPr>
          <w:lang w:val="en-GB"/>
        </w:rPr>
        <w:tab/>
        <w:t>- container to be created</w:t>
      </w:r>
    </w:p>
    <w:p w14:paraId="650C55E5" w14:textId="77777777" w:rsidR="00207556" w:rsidRPr="00751DBB" w:rsidRDefault="00207556" w:rsidP="00207556">
      <w:pPr>
        <w:pStyle w:val="bat"/>
        <w:rPr>
          <w:rFonts w:ascii="Helvetica 45" w:eastAsia="Times New Roman" w:hAnsi="Helvetica 45" w:cs="Times New Roman"/>
          <w:color w:val="auto"/>
          <w:kern w:val="0"/>
          <w:sz w:val="20"/>
          <w:szCs w:val="24"/>
          <w:lang w:val="en-GB" w:eastAsia="en-US" w:bidi="ar-SA"/>
        </w:rPr>
      </w:pPr>
    </w:p>
    <w:p w14:paraId="25480D3B" w14:textId="77777777" w:rsidR="00207556" w:rsidRPr="00751DBB" w:rsidRDefault="00207556" w:rsidP="00207556">
      <w:pPr>
        <w:pStyle w:val="bat"/>
        <w:rPr>
          <w:b/>
          <w:u w:val="single"/>
          <w:lang w:val="en-GB"/>
        </w:rPr>
      </w:pPr>
      <w:r w:rsidRPr="00751DBB">
        <w:rPr>
          <w:b/>
          <w:u w:val="single"/>
          <w:lang w:val="en-GB"/>
        </w:rPr>
        <w:t xml:space="preserve">Sample: </w:t>
      </w:r>
      <w:r w:rsidR="007F1BA4" w:rsidRPr="00751DBB">
        <w:rPr>
          <w:b/>
          <w:u w:val="single"/>
          <w:lang w:val="en-GB"/>
        </w:rPr>
        <w:t>s</w:t>
      </w:r>
      <w:r w:rsidRPr="00751DBB">
        <w:rPr>
          <w:b/>
          <w:u w:val="single"/>
          <w:lang w:val="en-GB"/>
        </w:rPr>
        <w:t>igning an existing DigiDoc container (adding signatures)</w:t>
      </w:r>
    </w:p>
    <w:p w14:paraId="58305E82" w14:textId="49637B96" w:rsidR="00207556" w:rsidRPr="00751DBB" w:rsidRDefault="00207556" w:rsidP="00207556">
      <w:pPr>
        <w:pStyle w:val="bat"/>
        <w:rPr>
          <w:lang w:val="en-GB"/>
        </w:rPr>
      </w:pPr>
      <w:r w:rsidRPr="00751DBB">
        <w:rPr>
          <w:lang w:val="en-GB"/>
        </w:rPr>
        <w:t xml:space="preserve">&gt; </w:t>
      </w:r>
      <w:r w:rsidR="00516992" w:rsidRPr="00751DBB">
        <w:rPr>
          <w:lang w:val="en-GB"/>
        </w:rPr>
        <w:t>cdigid</w:t>
      </w:r>
      <w:r w:rsidR="004B64C5">
        <w:rPr>
          <w:lang w:val="en-GB"/>
        </w:rPr>
        <w:t>–</w:t>
      </w:r>
      <w:r w:rsidR="00516992" w:rsidRPr="00751DBB">
        <w:rPr>
          <w:lang w:val="en-GB"/>
        </w:rPr>
        <w:t xml:space="preserve">c </w:t>
      </w:r>
      <w:r w:rsidRPr="00751DBB">
        <w:rPr>
          <w:lang w:val="en-GB"/>
        </w:rPr>
        <w:t>-in c:\temp\test1.dd</w:t>
      </w:r>
      <w:r w:rsidR="004B64C5">
        <w:rPr>
          <w:lang w:val="en-GB"/>
        </w:rPr>
        <w:t>–</w:t>
      </w:r>
      <w:r w:rsidRPr="00751DBB">
        <w:rPr>
          <w:lang w:val="en-GB"/>
        </w:rPr>
        <w:t>c</w:t>
      </w:r>
      <w:r w:rsidR="00516992" w:rsidRPr="00751DBB">
        <w:rPr>
          <w:color w:val="0070C0"/>
          <w:lang w:val="en-GB"/>
        </w:rPr>
        <w:t xml:space="preserve"> </w:t>
      </w:r>
      <w:r w:rsidR="007F1BA4" w:rsidRPr="00751DBB">
        <w:rPr>
          <w:color w:val="0070C0"/>
          <w:lang w:val="en-GB"/>
        </w:rPr>
        <w:t>-sign 123</w:t>
      </w:r>
      <w:r w:rsidR="004B64C5">
        <w:rPr>
          <w:color w:val="0070C0"/>
          <w:lang w:val="en-GB"/>
        </w:rPr>
        <w:t>–</w:t>
      </w:r>
      <w:r w:rsidR="007F1BA4" w:rsidRPr="00751DBB">
        <w:rPr>
          <w:color w:val="0070C0"/>
          <w:lang w:val="en-GB"/>
        </w:rPr>
        <w:t>5</w:t>
      </w:r>
      <w:r w:rsidRPr="00751DBB">
        <w:rPr>
          <w:color w:val="0070C0"/>
          <w:lang w:val="en-GB"/>
        </w:rPr>
        <w:t xml:space="preserve"> </w:t>
      </w:r>
      <w:r w:rsidRPr="00751DBB">
        <w:rPr>
          <w:lang w:val="en-GB"/>
        </w:rPr>
        <w:t>-out c:\temp\test1.ddoc</w:t>
      </w:r>
    </w:p>
    <w:p w14:paraId="52A68568" w14:textId="77777777" w:rsidR="00207556" w:rsidRPr="00751DBB" w:rsidRDefault="00207556" w:rsidP="00207556">
      <w:pPr>
        <w:pStyle w:val="bat"/>
        <w:rPr>
          <w:lang w:val="en-GB"/>
        </w:rPr>
      </w:pPr>
      <w:r w:rsidRPr="00751DBB">
        <w:rPr>
          <w:lang w:val="en-GB"/>
        </w:rPr>
        <w:tab/>
      </w:r>
    </w:p>
    <w:p w14:paraId="5958BB00" w14:textId="77777777" w:rsidR="00207556" w:rsidRPr="00751DBB" w:rsidRDefault="00207556" w:rsidP="00207556">
      <w:pPr>
        <w:pStyle w:val="bat"/>
        <w:rPr>
          <w:lang w:val="en-GB"/>
        </w:rPr>
      </w:pPr>
      <w:r w:rsidRPr="00751DBB">
        <w:rPr>
          <w:lang w:val="en-GB"/>
        </w:rPr>
        <w:t>Input:</w:t>
      </w:r>
    </w:p>
    <w:p w14:paraId="3C0ACF22" w14:textId="77777777" w:rsidR="007F1BA4" w:rsidRPr="00751DBB" w:rsidRDefault="00207556" w:rsidP="007F1BA4">
      <w:pPr>
        <w:pStyle w:val="bat"/>
        <w:rPr>
          <w:lang w:val="en-GB"/>
        </w:rPr>
      </w:pPr>
      <w:r w:rsidRPr="00751DBB">
        <w:rPr>
          <w:lang w:val="en-GB"/>
        </w:rPr>
        <w:tab/>
        <w:t>- c:\temp\test1.ddoc</w:t>
      </w:r>
      <w:r w:rsidRPr="00751DBB">
        <w:rPr>
          <w:lang w:val="en-GB"/>
        </w:rPr>
        <w:tab/>
      </w:r>
      <w:r w:rsidRPr="00751DBB">
        <w:rPr>
          <w:lang w:val="en-GB"/>
        </w:rPr>
        <w:tab/>
        <w:t>- container to be signed</w:t>
      </w:r>
    </w:p>
    <w:p w14:paraId="05B926EB" w14:textId="77777777" w:rsidR="007F1BA4" w:rsidRPr="00751DBB" w:rsidRDefault="00207556" w:rsidP="007F1BA4">
      <w:pPr>
        <w:pStyle w:val="bat"/>
        <w:rPr>
          <w:lang w:val="en-GB"/>
        </w:rPr>
      </w:pPr>
      <w:r w:rsidRPr="00751DBB">
        <w:rPr>
          <w:lang w:val="en-GB"/>
        </w:rPr>
        <w:tab/>
        <w:t xml:space="preserve">- </w:t>
      </w:r>
      <w:r w:rsidR="007F1BA4" w:rsidRPr="00751DBB">
        <w:rPr>
          <w:color w:val="0070C0"/>
          <w:lang w:val="en-GB"/>
        </w:rPr>
        <w:t xml:space="preserve">12345 </w:t>
      </w:r>
      <w:r w:rsidRPr="00751DBB">
        <w:rPr>
          <w:lang w:val="en-GB"/>
        </w:rPr>
        <w:tab/>
      </w:r>
      <w:r w:rsidRPr="00751DBB">
        <w:rPr>
          <w:lang w:val="en-GB"/>
        </w:rPr>
        <w:tab/>
      </w:r>
      <w:r w:rsidRPr="00751DBB">
        <w:rPr>
          <w:lang w:val="en-GB"/>
        </w:rPr>
        <w:tab/>
        <w:t>- id-card pin2</w:t>
      </w:r>
    </w:p>
    <w:p w14:paraId="2B16B780" w14:textId="77777777" w:rsidR="007F1BA4" w:rsidRPr="00751DBB" w:rsidRDefault="00207556" w:rsidP="007F1BA4">
      <w:pPr>
        <w:pStyle w:val="bat"/>
        <w:rPr>
          <w:lang w:val="en-GB"/>
        </w:rPr>
      </w:pPr>
      <w:r w:rsidRPr="00751DBB">
        <w:rPr>
          <w:lang w:val="en-GB"/>
        </w:rPr>
        <w:tab/>
        <w:t>- c:\temp\test1.ddoc</w:t>
      </w:r>
      <w:r w:rsidRPr="00751DBB">
        <w:rPr>
          <w:lang w:val="en-GB"/>
        </w:rPr>
        <w:tab/>
      </w:r>
      <w:r w:rsidRPr="00751DBB">
        <w:rPr>
          <w:lang w:val="en-GB"/>
        </w:rPr>
        <w:tab/>
        <w:t xml:space="preserve">- output (modified) digidoc container </w:t>
      </w:r>
    </w:p>
    <w:p w14:paraId="218A70D5" w14:textId="77777777" w:rsidR="007F1BA4" w:rsidRPr="00751DBB" w:rsidRDefault="007F1BA4" w:rsidP="007F1BA4">
      <w:pPr>
        <w:pStyle w:val="bat"/>
        <w:rPr>
          <w:lang w:val="en-GB"/>
        </w:rPr>
      </w:pPr>
    </w:p>
    <w:p w14:paraId="57177238" w14:textId="12701445" w:rsidR="007F1BA4" w:rsidRPr="00751DBB" w:rsidRDefault="00207556" w:rsidP="007F1BA4">
      <w:pPr>
        <w:pStyle w:val="bat"/>
        <w:rPr>
          <w:lang w:val="en-GB"/>
        </w:rPr>
      </w:pPr>
      <w:r w:rsidRPr="00751DBB">
        <w:rPr>
          <w:b/>
          <w:u w:val="single"/>
          <w:lang w:val="en-GB"/>
        </w:rPr>
        <w:t>Sample: using Mobile-ID for signing</w:t>
      </w:r>
      <w:r w:rsidR="00754214">
        <w:rPr>
          <w:b/>
          <w:u w:val="single"/>
          <w:lang w:val="en-GB"/>
        </w:rPr>
        <w:t xml:space="preserve"> (n</w:t>
      </w:r>
      <w:r w:rsidR="00754214" w:rsidRPr="00754214">
        <w:rPr>
          <w:b/>
          <w:u w:val="single"/>
          <w:lang w:val="en-GB"/>
        </w:rPr>
        <w:t>ote: Mobile-ID functional</w:t>
      </w:r>
      <w:r w:rsidR="00754214">
        <w:rPr>
          <w:b/>
          <w:u w:val="single"/>
          <w:lang w:val="en-GB"/>
        </w:rPr>
        <w:t>ity i</w:t>
      </w:r>
      <w:r w:rsidR="004B64C5">
        <w:rPr>
          <w:b/>
          <w:u w:val="single"/>
          <w:lang w:val="en-GB"/>
        </w:rPr>
        <w:t>n</w:t>
      </w:r>
      <w:r w:rsidR="00754214">
        <w:rPr>
          <w:b/>
          <w:u w:val="single"/>
          <w:lang w:val="en-GB"/>
        </w:rPr>
        <w:t xml:space="preserve"> CDigiDoc is experimental)</w:t>
      </w:r>
    </w:p>
    <w:p w14:paraId="3985BC30" w14:textId="03F93ACC" w:rsidR="007F1BA4" w:rsidRPr="00751DBB" w:rsidRDefault="00207556" w:rsidP="007F1BA4">
      <w:pPr>
        <w:pStyle w:val="bat"/>
        <w:rPr>
          <w:lang w:val="en-GB"/>
        </w:rPr>
      </w:pPr>
      <w:r w:rsidRPr="00751DBB">
        <w:rPr>
          <w:lang w:val="en-GB"/>
        </w:rPr>
        <w:t xml:space="preserve">&gt; </w:t>
      </w:r>
      <w:r w:rsidR="00516992" w:rsidRPr="00751DBB">
        <w:rPr>
          <w:lang w:val="en-GB"/>
        </w:rPr>
        <w:t>cdigid</w:t>
      </w:r>
      <w:r w:rsidR="004B64C5">
        <w:rPr>
          <w:lang w:val="en-GB"/>
        </w:rPr>
        <w:t>–</w:t>
      </w:r>
      <w:r w:rsidR="00516992" w:rsidRPr="00751DBB">
        <w:rPr>
          <w:lang w:val="en-GB"/>
        </w:rPr>
        <w:t>c</w:t>
      </w:r>
      <w:r w:rsidRPr="00751DBB">
        <w:rPr>
          <w:lang w:val="en-GB"/>
        </w:rPr>
        <w:t xml:space="preserve"> </w:t>
      </w:r>
      <w:r w:rsidR="00516992" w:rsidRPr="00751DBB">
        <w:rPr>
          <w:color w:val="auto"/>
          <w:lang w:val="en-GB"/>
        </w:rPr>
        <w:t>-n</w:t>
      </w:r>
      <w:r w:rsidR="004B64C5">
        <w:rPr>
          <w:color w:val="auto"/>
          <w:lang w:val="en-GB"/>
        </w:rPr>
        <w:t>–</w:t>
      </w:r>
      <w:r w:rsidR="00516992" w:rsidRPr="00751DBB">
        <w:rPr>
          <w:color w:val="auto"/>
          <w:lang w:val="en-GB"/>
        </w:rPr>
        <w:t>w</w:t>
      </w:r>
      <w:r w:rsidRPr="00751DBB">
        <w:rPr>
          <w:color w:val="auto"/>
          <w:lang w:val="en-GB"/>
        </w:rPr>
        <w:t xml:space="preserve"> </w:t>
      </w:r>
      <w:r w:rsidRPr="00751DBB">
        <w:rPr>
          <w:lang w:val="en-GB"/>
        </w:rPr>
        <w:t xml:space="preserve">-add c:\temp\test1.txt text/plain </w:t>
      </w:r>
      <w:r w:rsidRPr="00751DBB">
        <w:rPr>
          <w:color w:val="0070C0"/>
          <w:lang w:val="en-GB"/>
        </w:rPr>
        <w:t>–mid-sign +3706234566 411101702</w:t>
      </w:r>
      <w:r w:rsidR="004B64C5">
        <w:rPr>
          <w:color w:val="0070C0"/>
          <w:lang w:val="en-GB"/>
        </w:rPr>
        <w:t>–</w:t>
      </w:r>
      <w:r w:rsidRPr="00751DBB">
        <w:rPr>
          <w:color w:val="0070C0"/>
          <w:lang w:val="en-GB"/>
        </w:rPr>
        <w:t>0</w:t>
      </w:r>
      <w:r w:rsidR="00DC594E" w:rsidRPr="00751DBB">
        <w:rPr>
          <w:color w:val="0070C0"/>
          <w:lang w:val="en-GB"/>
        </w:rPr>
        <w:t xml:space="preserve"> </w:t>
      </w:r>
      <w:r w:rsidR="00DC594E" w:rsidRPr="00751DBB">
        <w:rPr>
          <w:lang w:val="en-GB"/>
        </w:rPr>
        <w:t>-out c:\temp\test1.d</w:t>
      </w:r>
      <w:r w:rsidRPr="00751DBB">
        <w:rPr>
          <w:lang w:val="en-GB"/>
        </w:rPr>
        <w:t>doc</w:t>
      </w:r>
    </w:p>
    <w:p w14:paraId="5A916237" w14:textId="77777777" w:rsidR="007F1BA4" w:rsidRPr="00751DBB" w:rsidRDefault="007F1BA4" w:rsidP="007F1BA4">
      <w:pPr>
        <w:pStyle w:val="bat"/>
        <w:rPr>
          <w:lang w:val="en-GB"/>
        </w:rPr>
      </w:pPr>
    </w:p>
    <w:p w14:paraId="1671BD96" w14:textId="77777777" w:rsidR="007F1BA4" w:rsidRPr="00751DBB" w:rsidRDefault="00207556" w:rsidP="007F1BA4">
      <w:pPr>
        <w:pStyle w:val="bat"/>
        <w:rPr>
          <w:lang w:val="en-GB"/>
        </w:rPr>
      </w:pPr>
      <w:r w:rsidRPr="00751DBB">
        <w:rPr>
          <w:lang w:val="en-GB"/>
        </w:rPr>
        <w:t>Input:</w:t>
      </w:r>
    </w:p>
    <w:p w14:paraId="2482E2A9" w14:textId="77777777" w:rsidR="007F1BA4" w:rsidRPr="00751DBB" w:rsidRDefault="00207556" w:rsidP="007F1BA4">
      <w:pPr>
        <w:pStyle w:val="bat"/>
        <w:ind w:firstLine="153"/>
        <w:rPr>
          <w:lang w:val="en-GB"/>
        </w:rPr>
      </w:pPr>
      <w:r w:rsidRPr="00751DBB">
        <w:rPr>
          <w:lang w:val="en-GB"/>
        </w:rPr>
        <w:t>- c:\temp\test1.txt</w:t>
      </w:r>
      <w:r w:rsidRPr="00751DBB">
        <w:rPr>
          <w:lang w:val="en-GB"/>
        </w:rPr>
        <w:tab/>
        <w:t>- a data file to be added to container</w:t>
      </w:r>
    </w:p>
    <w:p w14:paraId="4C3E2597" w14:textId="77777777" w:rsidR="007F1BA4" w:rsidRPr="00751DBB" w:rsidRDefault="00207556" w:rsidP="007F1BA4">
      <w:pPr>
        <w:pStyle w:val="bat"/>
        <w:ind w:firstLine="153"/>
        <w:rPr>
          <w:lang w:val="en-GB"/>
        </w:rPr>
      </w:pPr>
      <w:r w:rsidRPr="00751DBB">
        <w:rPr>
          <w:lang w:val="en-GB"/>
        </w:rPr>
        <w:t>- text/plain</w:t>
      </w:r>
      <w:r w:rsidRPr="00751DBB">
        <w:rPr>
          <w:lang w:val="en-GB"/>
        </w:rPr>
        <w:tab/>
      </w:r>
      <w:r w:rsidRPr="00751DBB">
        <w:rPr>
          <w:lang w:val="en-GB"/>
        </w:rPr>
        <w:tab/>
        <w:t>- mime type of the data file</w:t>
      </w:r>
    </w:p>
    <w:p w14:paraId="0734F48A" w14:textId="77777777" w:rsidR="007F1BA4" w:rsidRPr="00751DBB" w:rsidRDefault="00207556" w:rsidP="007F1BA4">
      <w:pPr>
        <w:pStyle w:val="bat"/>
        <w:ind w:firstLine="153"/>
        <w:rPr>
          <w:lang w:val="en-GB"/>
        </w:rPr>
      </w:pPr>
      <w:r w:rsidRPr="00751DBB">
        <w:rPr>
          <w:color w:val="auto"/>
          <w:lang w:val="en-GB"/>
        </w:rPr>
        <w:t>-</w:t>
      </w:r>
      <w:r w:rsidRPr="00751DBB">
        <w:rPr>
          <w:color w:val="0070C0"/>
          <w:lang w:val="en-GB"/>
        </w:rPr>
        <w:t xml:space="preserve"> +3706234566</w:t>
      </w:r>
      <w:r w:rsidRPr="00751DBB">
        <w:rPr>
          <w:color w:val="0070C0"/>
          <w:lang w:val="en-GB"/>
        </w:rPr>
        <w:tab/>
      </w:r>
      <w:r w:rsidRPr="00751DBB">
        <w:rPr>
          <w:color w:val="0070C0"/>
          <w:lang w:val="en-GB"/>
        </w:rPr>
        <w:tab/>
        <w:t>- signer’s mobile number</w:t>
      </w:r>
    </w:p>
    <w:p w14:paraId="15960E14" w14:textId="77777777" w:rsidR="007F1BA4" w:rsidRPr="00751DBB" w:rsidRDefault="00207556" w:rsidP="007F1BA4">
      <w:pPr>
        <w:pStyle w:val="bat"/>
        <w:ind w:firstLine="153"/>
        <w:rPr>
          <w:lang w:val="en-GB"/>
        </w:rPr>
      </w:pPr>
      <w:r w:rsidRPr="00751DBB">
        <w:rPr>
          <w:color w:val="auto"/>
          <w:lang w:val="en-GB"/>
        </w:rPr>
        <w:t>-</w:t>
      </w:r>
      <w:r w:rsidRPr="00751DBB">
        <w:rPr>
          <w:color w:val="0070C0"/>
          <w:lang w:val="en-GB"/>
        </w:rPr>
        <w:t xml:space="preserve"> 41110170240 </w:t>
      </w:r>
      <w:r w:rsidRPr="00751DBB">
        <w:rPr>
          <w:color w:val="0070C0"/>
          <w:lang w:val="en-GB"/>
        </w:rPr>
        <w:tab/>
      </w:r>
      <w:r w:rsidRPr="00751DBB">
        <w:rPr>
          <w:color w:val="0070C0"/>
          <w:lang w:val="en-GB"/>
        </w:rPr>
        <w:tab/>
        <w:t>- signer’s personal code</w:t>
      </w:r>
    </w:p>
    <w:p w14:paraId="38A6D4BB" w14:textId="77777777" w:rsidR="007F1BA4" w:rsidRPr="00751DBB" w:rsidRDefault="00DC594E" w:rsidP="007F1BA4">
      <w:pPr>
        <w:pStyle w:val="bat"/>
        <w:ind w:firstLine="153"/>
        <w:rPr>
          <w:lang w:val="en-GB"/>
        </w:rPr>
      </w:pPr>
      <w:r w:rsidRPr="00751DBB">
        <w:rPr>
          <w:lang w:val="en-GB"/>
        </w:rPr>
        <w:t>- c:\temp\test1.d</w:t>
      </w:r>
      <w:r w:rsidR="00207556" w:rsidRPr="00751DBB">
        <w:rPr>
          <w:lang w:val="en-GB"/>
        </w:rPr>
        <w:t>doc</w:t>
      </w:r>
      <w:r w:rsidR="00207556" w:rsidRPr="00751DBB">
        <w:rPr>
          <w:lang w:val="en-GB"/>
        </w:rPr>
        <w:tab/>
        <w:t>- container to be created</w:t>
      </w:r>
    </w:p>
    <w:p w14:paraId="733BDE00" w14:textId="77777777" w:rsidR="007F1BA4" w:rsidRPr="00751DBB" w:rsidRDefault="007F1BA4" w:rsidP="007F1BA4">
      <w:pPr>
        <w:pStyle w:val="bat"/>
        <w:rPr>
          <w:lang w:val="en-GB"/>
        </w:rPr>
      </w:pPr>
    </w:p>
    <w:p w14:paraId="5AC09E8F" w14:textId="77777777" w:rsidR="00E37966" w:rsidRPr="00751DBB" w:rsidRDefault="00E37966" w:rsidP="00E37966">
      <w:pPr>
        <w:pStyle w:val="bat"/>
        <w:rPr>
          <w:b/>
          <w:u w:val="single"/>
          <w:lang w:val="en-GB"/>
        </w:rPr>
      </w:pPr>
      <w:r w:rsidRPr="00751DBB">
        <w:rPr>
          <w:b/>
          <w:u w:val="single"/>
          <w:lang w:val="en-GB"/>
        </w:rPr>
        <w:t>Sample: Adding multiple data files to an existing unsigned DigiDoc container</w:t>
      </w:r>
    </w:p>
    <w:p w14:paraId="2A8FB7D5" w14:textId="5DE34ACD" w:rsidR="00E37966" w:rsidRPr="00751DBB" w:rsidRDefault="00E37966" w:rsidP="00E37966">
      <w:pPr>
        <w:pStyle w:val="bat"/>
        <w:rPr>
          <w:lang w:val="en-GB"/>
        </w:rPr>
      </w:pPr>
      <w:r w:rsidRPr="00751DBB">
        <w:rPr>
          <w:lang w:val="en-GB"/>
        </w:rPr>
        <w:t>&gt; cdigid</w:t>
      </w:r>
      <w:r w:rsidR="004B64C5">
        <w:rPr>
          <w:lang w:val="en-GB"/>
        </w:rPr>
        <w:t>–</w:t>
      </w:r>
      <w:r w:rsidRPr="00751DBB">
        <w:rPr>
          <w:lang w:val="en-GB"/>
        </w:rPr>
        <w:t>c -in c:\temp\test1.dd</w:t>
      </w:r>
      <w:r w:rsidR="004B64C5">
        <w:rPr>
          <w:lang w:val="en-GB"/>
        </w:rPr>
        <w:t>–</w:t>
      </w:r>
      <w:r w:rsidRPr="00751DBB">
        <w:rPr>
          <w:lang w:val="en-GB"/>
        </w:rPr>
        <w:t xml:space="preserve">c </w:t>
      </w:r>
      <w:r w:rsidRPr="00751DBB">
        <w:rPr>
          <w:color w:val="0070C0"/>
          <w:lang w:val="en-GB"/>
        </w:rPr>
        <w:t>-add C:\temp\test3.txt text/pla</w:t>
      </w:r>
      <w:r w:rsidR="004B64C5">
        <w:rPr>
          <w:color w:val="0070C0"/>
          <w:lang w:val="en-GB"/>
        </w:rPr>
        <w:t>–</w:t>
      </w:r>
      <w:r w:rsidRPr="00751DBB">
        <w:rPr>
          <w:color w:val="0070C0"/>
          <w:lang w:val="en-GB"/>
        </w:rPr>
        <w:t>n -add C:\temp\test4.txt text/pla</w:t>
      </w:r>
      <w:r w:rsidR="004B64C5">
        <w:rPr>
          <w:color w:val="0070C0"/>
          <w:lang w:val="en-GB"/>
        </w:rPr>
        <w:t>–</w:t>
      </w:r>
      <w:r w:rsidRPr="00751DBB">
        <w:rPr>
          <w:color w:val="0070C0"/>
          <w:lang w:val="en-GB"/>
        </w:rPr>
        <w:t>n</w:t>
      </w:r>
      <w:r w:rsidRPr="00751DBB">
        <w:rPr>
          <w:lang w:val="en-GB"/>
        </w:rPr>
        <w:t xml:space="preserve"> -out c:\temp\test1.ddoc</w:t>
      </w:r>
    </w:p>
    <w:p w14:paraId="668C1EB9" w14:textId="77777777" w:rsidR="00E37966" w:rsidRPr="00751DBB" w:rsidRDefault="00E37966" w:rsidP="00E37966">
      <w:pPr>
        <w:pStyle w:val="bat"/>
        <w:rPr>
          <w:lang w:val="en-GB"/>
        </w:rPr>
      </w:pPr>
    </w:p>
    <w:p w14:paraId="28838FD3" w14:textId="77777777" w:rsidR="00E37966" w:rsidRPr="00751DBB" w:rsidRDefault="00E37966" w:rsidP="00E37966">
      <w:pPr>
        <w:pStyle w:val="bat"/>
        <w:rPr>
          <w:lang w:val="en-GB"/>
        </w:rPr>
      </w:pPr>
      <w:r w:rsidRPr="00751DBB">
        <w:rPr>
          <w:lang w:val="en-GB"/>
        </w:rPr>
        <w:t>Input:</w:t>
      </w:r>
    </w:p>
    <w:p w14:paraId="5A316BB7" w14:textId="77777777" w:rsidR="00E37966" w:rsidRPr="00751DBB" w:rsidRDefault="00E37966" w:rsidP="00E37966">
      <w:pPr>
        <w:pStyle w:val="bat"/>
        <w:ind w:firstLine="153"/>
        <w:rPr>
          <w:lang w:val="en-GB"/>
        </w:rPr>
      </w:pPr>
      <w:r w:rsidRPr="00751DBB">
        <w:rPr>
          <w:lang w:val="en-GB"/>
        </w:rPr>
        <w:t>- c:\temp\test1.ddoc</w:t>
      </w:r>
      <w:r w:rsidRPr="00751DBB">
        <w:rPr>
          <w:lang w:val="en-GB"/>
        </w:rPr>
        <w:tab/>
      </w:r>
      <w:r w:rsidRPr="00751DBB">
        <w:rPr>
          <w:lang w:val="en-GB"/>
        </w:rPr>
        <w:tab/>
        <w:t>- unsigned container to be read and modified</w:t>
      </w:r>
    </w:p>
    <w:p w14:paraId="34FE320F" w14:textId="77777777" w:rsidR="00E37966" w:rsidRPr="00751DBB" w:rsidRDefault="00E37966" w:rsidP="00E37966">
      <w:pPr>
        <w:pStyle w:val="bat"/>
        <w:ind w:firstLine="153"/>
        <w:rPr>
          <w:lang w:val="en-GB"/>
        </w:rPr>
      </w:pPr>
      <w:r w:rsidRPr="00751DBB">
        <w:rPr>
          <w:lang w:val="en-GB"/>
        </w:rPr>
        <w:t>- C:\temp\test3.txt</w:t>
      </w:r>
      <w:r w:rsidRPr="00751DBB">
        <w:rPr>
          <w:lang w:val="en-GB"/>
        </w:rPr>
        <w:tab/>
      </w:r>
      <w:r w:rsidRPr="00751DBB">
        <w:rPr>
          <w:lang w:val="en-GB"/>
        </w:rPr>
        <w:tab/>
        <w:t xml:space="preserve">- first data file to be added </w:t>
      </w:r>
    </w:p>
    <w:p w14:paraId="16D3367A" w14:textId="77777777" w:rsidR="00E37966" w:rsidRPr="00751DBB" w:rsidRDefault="00E37966" w:rsidP="00E37966">
      <w:pPr>
        <w:pStyle w:val="bat"/>
        <w:ind w:firstLine="153"/>
        <w:rPr>
          <w:lang w:val="en-GB"/>
        </w:rPr>
      </w:pPr>
      <w:r w:rsidRPr="00751DBB">
        <w:rPr>
          <w:lang w:val="en-GB"/>
        </w:rPr>
        <w:t>- C:\temp\test4.txt</w:t>
      </w:r>
      <w:r w:rsidRPr="00751DBB">
        <w:rPr>
          <w:lang w:val="en-GB"/>
        </w:rPr>
        <w:tab/>
      </w:r>
      <w:r w:rsidRPr="00751DBB">
        <w:rPr>
          <w:lang w:val="en-GB"/>
        </w:rPr>
        <w:tab/>
        <w:t xml:space="preserve">- second data file to be added </w:t>
      </w:r>
    </w:p>
    <w:p w14:paraId="3FDDB5AB" w14:textId="77777777" w:rsidR="00E37966" w:rsidRPr="00751DBB" w:rsidRDefault="00E37966" w:rsidP="00E37966">
      <w:pPr>
        <w:pStyle w:val="bat"/>
        <w:ind w:firstLine="153"/>
        <w:rPr>
          <w:lang w:val="en-GB"/>
        </w:rPr>
      </w:pPr>
      <w:r w:rsidRPr="00751DBB">
        <w:rPr>
          <w:lang w:val="en-GB"/>
        </w:rPr>
        <w:t>- text/plain</w:t>
      </w:r>
      <w:r w:rsidRPr="00751DBB">
        <w:rPr>
          <w:lang w:val="en-GB"/>
        </w:rPr>
        <w:tab/>
      </w:r>
      <w:r w:rsidRPr="00751DBB">
        <w:rPr>
          <w:lang w:val="en-GB"/>
        </w:rPr>
        <w:tab/>
      </w:r>
      <w:r w:rsidRPr="00751DBB">
        <w:rPr>
          <w:lang w:val="en-GB"/>
        </w:rPr>
        <w:tab/>
        <w:t>- mime type of the data files</w:t>
      </w:r>
    </w:p>
    <w:p w14:paraId="378F48AC" w14:textId="77777777" w:rsidR="00E37966" w:rsidRPr="00751DBB" w:rsidRDefault="00E37966" w:rsidP="00E37966">
      <w:pPr>
        <w:pStyle w:val="bat"/>
        <w:ind w:firstLine="153"/>
        <w:rPr>
          <w:lang w:val="en-GB"/>
        </w:rPr>
      </w:pPr>
      <w:r w:rsidRPr="00751DBB">
        <w:rPr>
          <w:lang w:val="en-GB"/>
        </w:rPr>
        <w:t>- c:\temp\test1.ddoc</w:t>
      </w:r>
      <w:r w:rsidRPr="00751DBB">
        <w:rPr>
          <w:lang w:val="en-GB"/>
        </w:rPr>
        <w:tab/>
      </w:r>
      <w:r w:rsidRPr="00751DBB">
        <w:rPr>
          <w:lang w:val="en-GB"/>
        </w:rPr>
        <w:tab/>
        <w:t xml:space="preserve">- output (modified) digidoc container </w:t>
      </w:r>
    </w:p>
    <w:p w14:paraId="0EE3C960" w14:textId="77777777" w:rsidR="00E37966" w:rsidRDefault="00E37966" w:rsidP="006270A0">
      <w:pPr>
        <w:pStyle w:val="bat"/>
        <w:rPr>
          <w:b/>
          <w:u w:val="single"/>
          <w:lang w:val="en-GB"/>
        </w:rPr>
      </w:pPr>
    </w:p>
    <w:p w14:paraId="53B12803" w14:textId="77777777" w:rsidR="006270A0" w:rsidRPr="00751DBB" w:rsidRDefault="006270A0" w:rsidP="006270A0">
      <w:pPr>
        <w:pStyle w:val="bat"/>
        <w:rPr>
          <w:b/>
          <w:u w:val="single"/>
          <w:lang w:val="en-GB"/>
        </w:rPr>
      </w:pPr>
      <w:r w:rsidRPr="00751DBB">
        <w:rPr>
          <w:b/>
          <w:u w:val="single"/>
          <w:lang w:val="en-GB"/>
        </w:rPr>
        <w:t>Sample: signin</w:t>
      </w:r>
      <w:r>
        <w:rPr>
          <w:b/>
          <w:u w:val="single"/>
          <w:lang w:val="en-GB"/>
        </w:rPr>
        <w:t>g an existing digidoc container via CAPI/CNG module</w:t>
      </w:r>
    </w:p>
    <w:p w14:paraId="4E58E783" w14:textId="12611879" w:rsidR="006270A0" w:rsidRPr="00751DBB" w:rsidRDefault="006270A0" w:rsidP="006270A0">
      <w:pPr>
        <w:pStyle w:val="bat"/>
        <w:rPr>
          <w:lang w:val="en-GB"/>
        </w:rPr>
      </w:pPr>
      <w:r w:rsidRPr="00751DBB">
        <w:rPr>
          <w:lang w:val="en-GB"/>
        </w:rPr>
        <w:t>&gt; cdigid</w:t>
      </w:r>
      <w:r w:rsidR="004B64C5">
        <w:rPr>
          <w:lang w:val="en-GB"/>
        </w:rPr>
        <w:t>–</w:t>
      </w:r>
      <w:r w:rsidRPr="00751DBB">
        <w:rPr>
          <w:lang w:val="en-GB"/>
        </w:rPr>
        <w:t>c -in c:\temp\test1.dd</w:t>
      </w:r>
      <w:r w:rsidR="004B64C5">
        <w:rPr>
          <w:lang w:val="en-GB"/>
        </w:rPr>
        <w:t>–</w:t>
      </w:r>
      <w:r w:rsidRPr="00751DBB">
        <w:rPr>
          <w:lang w:val="en-GB"/>
        </w:rPr>
        <w:t xml:space="preserve">c -sign </w:t>
      </w:r>
      <w:r w:rsidR="00E51E4C">
        <w:rPr>
          <w:lang w:val="en-GB"/>
        </w:rPr>
        <w:t>“”</w:t>
      </w:r>
      <w:r w:rsidRPr="00751DBB">
        <w:rPr>
          <w:lang w:val="en-GB"/>
        </w:rPr>
        <w:t xml:space="preserve"> “” “” “” “” “” </w:t>
      </w:r>
      <w:r>
        <w:rPr>
          <w:color w:val="548DD4" w:themeColor="text2" w:themeTint="99"/>
          <w:lang w:val="en-GB"/>
        </w:rPr>
        <w:t>0 1</w:t>
      </w:r>
      <w:r w:rsidRPr="00751DBB">
        <w:rPr>
          <w:color w:val="548DD4" w:themeColor="text2" w:themeTint="99"/>
          <w:lang w:val="en-GB"/>
        </w:rPr>
        <w:t xml:space="preserve"> </w:t>
      </w:r>
      <w:r>
        <w:rPr>
          <w:color w:val="548DD4" w:themeColor="text2" w:themeTint="99"/>
          <w:lang w:val="en-GB"/>
        </w:rPr>
        <w:t>C</w:t>
      </w:r>
      <w:r w:rsidR="004B64C5">
        <w:rPr>
          <w:color w:val="548DD4" w:themeColor="text2" w:themeTint="99"/>
          <w:lang w:val="en-GB"/>
        </w:rPr>
        <w:t>–</w:t>
      </w:r>
      <w:r>
        <w:rPr>
          <w:color w:val="548DD4" w:themeColor="text2" w:themeTint="99"/>
          <w:lang w:val="en-GB"/>
        </w:rPr>
        <w:t>G</w:t>
      </w:r>
      <w:r>
        <w:rPr>
          <w:lang w:val="en-GB"/>
        </w:rPr>
        <w:t xml:space="preserve"> </w:t>
      </w:r>
      <w:r w:rsidRPr="00751DBB">
        <w:rPr>
          <w:lang w:val="en-GB"/>
        </w:rPr>
        <w:t>-out c:\temp\test1.ddoc</w:t>
      </w:r>
    </w:p>
    <w:p w14:paraId="43B6600F" w14:textId="77777777" w:rsidR="006270A0" w:rsidRPr="00751DBB" w:rsidRDefault="006270A0" w:rsidP="006270A0">
      <w:pPr>
        <w:pStyle w:val="bat"/>
        <w:rPr>
          <w:lang w:val="en-GB"/>
        </w:rPr>
      </w:pPr>
    </w:p>
    <w:p w14:paraId="469006A0" w14:textId="77777777" w:rsidR="006270A0" w:rsidRPr="00751DBB" w:rsidRDefault="006270A0" w:rsidP="006270A0">
      <w:pPr>
        <w:pStyle w:val="bat"/>
        <w:rPr>
          <w:lang w:val="en-GB"/>
        </w:rPr>
      </w:pPr>
      <w:r w:rsidRPr="00751DBB">
        <w:rPr>
          <w:lang w:val="en-GB"/>
        </w:rPr>
        <w:t>Input:</w:t>
      </w:r>
    </w:p>
    <w:p w14:paraId="1E5B0689" w14:textId="77777777" w:rsidR="006270A0" w:rsidRPr="00751DBB" w:rsidRDefault="006270A0" w:rsidP="006270A0">
      <w:pPr>
        <w:pStyle w:val="bat"/>
        <w:ind w:firstLine="153"/>
        <w:rPr>
          <w:lang w:val="en-GB"/>
        </w:rPr>
      </w:pPr>
      <w:r w:rsidRPr="00751DBB">
        <w:rPr>
          <w:lang w:val="en-GB"/>
        </w:rPr>
        <w:t>- c:\temp\test1.ddoc</w:t>
      </w:r>
      <w:r w:rsidRPr="00751DBB">
        <w:rPr>
          <w:lang w:val="en-GB"/>
        </w:rPr>
        <w:tab/>
        <w:t>- unsigned container to be read and modified</w:t>
      </w:r>
    </w:p>
    <w:p w14:paraId="25168A84" w14:textId="77777777" w:rsidR="00E51E4C" w:rsidRDefault="006270A0" w:rsidP="006270A0">
      <w:pPr>
        <w:pStyle w:val="bat"/>
        <w:ind w:firstLine="153"/>
        <w:rPr>
          <w:lang w:val="en-GB"/>
        </w:rPr>
      </w:pPr>
      <w:r w:rsidRPr="00751DBB">
        <w:rPr>
          <w:color w:val="auto"/>
          <w:lang w:val="en-GB"/>
        </w:rPr>
        <w:t xml:space="preserve">- </w:t>
      </w:r>
      <w:r w:rsidRPr="00E502D6">
        <w:rPr>
          <w:color w:val="0070C0"/>
          <w:lang w:val="en-GB"/>
        </w:rPr>
        <w:t>“”</w:t>
      </w:r>
      <w:r w:rsidRPr="00751DBB">
        <w:rPr>
          <w:lang w:val="en-GB"/>
        </w:rPr>
        <w:tab/>
      </w:r>
      <w:r w:rsidRPr="00751DBB">
        <w:rPr>
          <w:lang w:val="en-GB"/>
        </w:rPr>
        <w:tab/>
      </w:r>
      <w:r w:rsidRPr="00751DBB">
        <w:rPr>
          <w:lang w:val="en-GB"/>
        </w:rPr>
        <w:tab/>
        <w:t xml:space="preserve">- empty strings for </w:t>
      </w:r>
      <w:r w:rsidR="00E51E4C">
        <w:rPr>
          <w:lang w:val="en-GB"/>
        </w:rPr>
        <w:t xml:space="preserve">PIN code and other </w:t>
      </w:r>
      <w:r w:rsidRPr="00751DBB">
        <w:rPr>
          <w:lang w:val="en-GB"/>
        </w:rPr>
        <w:t xml:space="preserve">optional </w:t>
      </w:r>
    </w:p>
    <w:p w14:paraId="6CCCAE23" w14:textId="77777777" w:rsidR="006270A0" w:rsidRPr="00751DBB" w:rsidRDefault="00DE50A9" w:rsidP="006270A0">
      <w:pPr>
        <w:pStyle w:val="bat"/>
        <w:ind w:firstLine="153"/>
        <w:rPr>
          <w:lang w:val="en-GB"/>
        </w:rPr>
      </w:pPr>
      <w:r>
        <w:rPr>
          <w:lang w:val="en-GB"/>
        </w:rPr>
        <w:t xml:space="preserve">  </w:t>
      </w:r>
      <w:r>
        <w:rPr>
          <w:lang w:val="en-GB"/>
        </w:rPr>
        <w:tab/>
      </w:r>
      <w:r>
        <w:rPr>
          <w:lang w:val="en-GB"/>
        </w:rPr>
        <w:tab/>
      </w:r>
      <w:r w:rsidR="00E51E4C">
        <w:rPr>
          <w:lang w:val="en-GB"/>
        </w:rPr>
        <w:t xml:space="preserve">parameter values </w:t>
      </w:r>
      <w:r w:rsidR="006270A0" w:rsidRPr="00751DBB">
        <w:rPr>
          <w:lang w:val="en-GB"/>
        </w:rPr>
        <w:t xml:space="preserve">(manifest, </w:t>
      </w:r>
      <w:r w:rsidRPr="00751DBB">
        <w:rPr>
          <w:lang w:val="en-GB"/>
        </w:rPr>
        <w:t>city</w:t>
      </w:r>
      <w:r>
        <w:rPr>
          <w:lang w:val="en-GB"/>
        </w:rPr>
        <w:t xml:space="preserve">, </w:t>
      </w:r>
      <w:r w:rsidRPr="00751DBB">
        <w:rPr>
          <w:lang w:val="en-GB"/>
        </w:rPr>
        <w:t>state</w:t>
      </w:r>
      <w:r>
        <w:rPr>
          <w:lang w:val="en-GB"/>
        </w:rPr>
        <w:t xml:space="preserve">, zip, </w:t>
      </w:r>
      <w:r w:rsidR="006270A0" w:rsidRPr="00751DBB">
        <w:rPr>
          <w:lang w:val="en-GB"/>
        </w:rPr>
        <w:t>country)</w:t>
      </w:r>
    </w:p>
    <w:p w14:paraId="034159CC" w14:textId="77777777" w:rsidR="006270A0" w:rsidRPr="006270A0" w:rsidRDefault="006270A0" w:rsidP="006270A0">
      <w:pPr>
        <w:pStyle w:val="bat"/>
        <w:ind w:firstLine="153"/>
        <w:rPr>
          <w:color w:val="0070C0"/>
          <w:lang w:val="en-GB"/>
        </w:rPr>
      </w:pPr>
      <w:r w:rsidRPr="006270A0">
        <w:rPr>
          <w:color w:val="0070C0"/>
          <w:lang w:val="en-GB"/>
        </w:rPr>
        <w:t>- 0</w:t>
      </w:r>
      <w:r w:rsidRPr="006270A0">
        <w:rPr>
          <w:color w:val="0070C0"/>
          <w:lang w:val="en-GB"/>
        </w:rPr>
        <w:tab/>
      </w:r>
      <w:r w:rsidRPr="006270A0">
        <w:rPr>
          <w:color w:val="0070C0"/>
          <w:lang w:val="en-GB"/>
        </w:rPr>
        <w:tab/>
      </w:r>
      <w:r w:rsidRPr="006270A0">
        <w:rPr>
          <w:color w:val="0070C0"/>
          <w:lang w:val="en-GB"/>
        </w:rPr>
        <w:tab/>
        <w:t>- signature slot</w:t>
      </w:r>
    </w:p>
    <w:p w14:paraId="7D1E9BEE" w14:textId="77777777" w:rsidR="006270A0" w:rsidRPr="006270A0" w:rsidRDefault="006270A0" w:rsidP="006270A0">
      <w:pPr>
        <w:pStyle w:val="bat"/>
        <w:ind w:firstLine="153"/>
        <w:rPr>
          <w:color w:val="0070C0"/>
          <w:lang w:val="en-GB"/>
        </w:rPr>
      </w:pPr>
      <w:r w:rsidRPr="006270A0">
        <w:rPr>
          <w:color w:val="0070C0"/>
          <w:lang w:val="en-GB"/>
        </w:rPr>
        <w:t>- 1</w:t>
      </w:r>
      <w:r w:rsidRPr="006270A0">
        <w:rPr>
          <w:color w:val="0070C0"/>
          <w:lang w:val="en-GB"/>
        </w:rPr>
        <w:tab/>
      </w:r>
      <w:r w:rsidRPr="006270A0">
        <w:rPr>
          <w:color w:val="0070C0"/>
          <w:lang w:val="en-GB"/>
        </w:rPr>
        <w:tab/>
      </w:r>
      <w:r w:rsidRPr="006270A0">
        <w:rPr>
          <w:color w:val="0070C0"/>
          <w:lang w:val="en-GB"/>
        </w:rPr>
        <w:tab/>
        <w:t xml:space="preserve">- OCSP confirmation </w:t>
      </w:r>
      <w:r w:rsidR="00973DAC">
        <w:rPr>
          <w:color w:val="0070C0"/>
          <w:lang w:val="en-GB"/>
        </w:rPr>
        <w:t>is added</w:t>
      </w:r>
      <w:r w:rsidRPr="006270A0">
        <w:rPr>
          <w:color w:val="0070C0"/>
          <w:lang w:val="en-GB"/>
        </w:rPr>
        <w:t xml:space="preserve"> </w:t>
      </w:r>
    </w:p>
    <w:p w14:paraId="1A50FBD7" w14:textId="77777777" w:rsidR="006270A0" w:rsidRPr="006270A0" w:rsidRDefault="006270A0" w:rsidP="006270A0">
      <w:pPr>
        <w:pStyle w:val="bat"/>
        <w:ind w:firstLine="153"/>
        <w:rPr>
          <w:color w:val="0070C0"/>
          <w:lang w:val="en-GB"/>
        </w:rPr>
      </w:pPr>
      <w:r w:rsidRPr="006270A0">
        <w:rPr>
          <w:color w:val="0070C0"/>
          <w:lang w:val="en-GB"/>
        </w:rPr>
        <w:t>- CNG</w:t>
      </w:r>
      <w:r w:rsidRPr="006270A0">
        <w:rPr>
          <w:color w:val="0070C0"/>
          <w:lang w:val="en-GB"/>
        </w:rPr>
        <w:tab/>
      </w:r>
      <w:r w:rsidRPr="006270A0">
        <w:rPr>
          <w:color w:val="0070C0"/>
          <w:lang w:val="en-GB"/>
        </w:rPr>
        <w:tab/>
      </w:r>
      <w:r w:rsidRPr="006270A0">
        <w:rPr>
          <w:color w:val="0070C0"/>
          <w:lang w:val="en-GB"/>
        </w:rPr>
        <w:tab/>
        <w:t xml:space="preserve">- identifier of CAPI/CNG module usage </w:t>
      </w:r>
    </w:p>
    <w:p w14:paraId="2FDA33C2" w14:textId="77777777" w:rsidR="006270A0" w:rsidRDefault="006270A0" w:rsidP="006270A0">
      <w:pPr>
        <w:pStyle w:val="bat"/>
        <w:ind w:firstLine="153"/>
        <w:rPr>
          <w:lang w:val="en-GB"/>
        </w:rPr>
      </w:pPr>
      <w:r w:rsidRPr="00751DBB">
        <w:rPr>
          <w:lang w:val="en-GB"/>
        </w:rPr>
        <w:t>- c:\temp\test1.ddoc</w:t>
      </w:r>
      <w:r w:rsidRPr="00751DBB">
        <w:rPr>
          <w:lang w:val="en-GB"/>
        </w:rPr>
        <w:tab/>
        <w:t>- output (modified) digidoc container</w:t>
      </w:r>
    </w:p>
    <w:p w14:paraId="61006C58" w14:textId="77777777" w:rsidR="00CE6C74" w:rsidRDefault="00CE6C74" w:rsidP="00E37966">
      <w:pPr>
        <w:spacing w:after="60"/>
        <w:rPr>
          <w:b/>
          <w:u w:val="single"/>
          <w:lang w:val="en-GB"/>
        </w:rPr>
      </w:pPr>
    </w:p>
    <w:p w14:paraId="7E1A5F47" w14:textId="77777777" w:rsidR="00C06063" w:rsidRDefault="00C06063" w:rsidP="00E37966">
      <w:pPr>
        <w:spacing w:after="60"/>
        <w:rPr>
          <w:b/>
          <w:u w:val="single"/>
          <w:lang w:val="en-GB"/>
        </w:rPr>
      </w:pPr>
    </w:p>
    <w:p w14:paraId="54C62007" w14:textId="77777777" w:rsidR="00C06063" w:rsidRDefault="00C06063" w:rsidP="00E37966">
      <w:pPr>
        <w:spacing w:after="60"/>
        <w:rPr>
          <w:b/>
          <w:u w:val="single"/>
          <w:lang w:val="en-GB"/>
        </w:rPr>
      </w:pPr>
    </w:p>
    <w:p w14:paraId="4FC7827C" w14:textId="77777777" w:rsidR="00C06063" w:rsidRDefault="00C06063" w:rsidP="00E37966">
      <w:pPr>
        <w:spacing w:after="60"/>
        <w:rPr>
          <w:b/>
          <w:u w:val="single"/>
          <w:lang w:val="en-GB"/>
        </w:rPr>
      </w:pPr>
    </w:p>
    <w:p w14:paraId="33E5B600" w14:textId="77777777" w:rsidR="00C06063" w:rsidRDefault="00C06063" w:rsidP="00E37966">
      <w:pPr>
        <w:spacing w:after="60"/>
        <w:rPr>
          <w:b/>
          <w:u w:val="single"/>
          <w:lang w:val="en-GB"/>
        </w:rPr>
      </w:pPr>
    </w:p>
    <w:p w14:paraId="6849681F" w14:textId="77777777" w:rsidR="00CE6C74" w:rsidRDefault="00CE6C74" w:rsidP="00E37966">
      <w:pPr>
        <w:spacing w:after="60"/>
        <w:rPr>
          <w:b/>
          <w:u w:val="single"/>
          <w:lang w:val="en-GB"/>
        </w:rPr>
      </w:pPr>
      <w:r>
        <w:rPr>
          <w:b/>
          <w:u w:val="single"/>
          <w:lang w:val="en-GB"/>
        </w:rPr>
        <w:lastRenderedPageBreak/>
        <w:t>Sample commands for signing in memory</w:t>
      </w:r>
    </w:p>
    <w:p w14:paraId="632C6CA3" w14:textId="77777777" w:rsidR="00CE6C74" w:rsidRPr="00751DBB" w:rsidRDefault="00CE6C74" w:rsidP="00CE6C74">
      <w:pPr>
        <w:pStyle w:val="bat"/>
        <w:rPr>
          <w:b/>
          <w:u w:val="single"/>
          <w:lang w:val="en-GB"/>
        </w:rPr>
      </w:pPr>
      <w:r w:rsidRPr="00751DBB">
        <w:rPr>
          <w:b/>
          <w:u w:val="single"/>
          <w:lang w:val="en-GB"/>
        </w:rPr>
        <w:t>Sample: creating new DigiDoc file with signing</w:t>
      </w:r>
      <w:r>
        <w:rPr>
          <w:b/>
          <w:u w:val="single"/>
          <w:lang w:val="en-GB"/>
        </w:rPr>
        <w:t>, operation in memory</w:t>
      </w:r>
    </w:p>
    <w:p w14:paraId="3A50A153" w14:textId="77777777" w:rsidR="00CE6C74" w:rsidRPr="00751DBB" w:rsidRDefault="00CE6C74" w:rsidP="00CE6C74">
      <w:pPr>
        <w:pStyle w:val="bat"/>
        <w:rPr>
          <w:lang w:val="en-GB"/>
        </w:rPr>
      </w:pPr>
    </w:p>
    <w:p w14:paraId="4249CD83" w14:textId="0C366045" w:rsidR="00CE6C74" w:rsidRPr="00751DBB" w:rsidRDefault="00CE6C74" w:rsidP="00CE6C74">
      <w:pPr>
        <w:pStyle w:val="bat"/>
        <w:rPr>
          <w:lang w:val="en-GB"/>
        </w:rPr>
      </w:pPr>
      <w:r w:rsidRPr="00751DBB">
        <w:rPr>
          <w:lang w:val="en-GB"/>
        </w:rPr>
        <w:t>&gt; cdigid</w:t>
      </w:r>
      <w:r w:rsidR="004B64C5">
        <w:rPr>
          <w:lang w:val="en-GB"/>
        </w:rPr>
        <w:t>–</w:t>
      </w:r>
      <w:r w:rsidRPr="00751DBB">
        <w:rPr>
          <w:lang w:val="en-GB"/>
        </w:rPr>
        <w:t xml:space="preserve">c </w:t>
      </w:r>
      <w:r w:rsidRPr="00CE6C74">
        <w:rPr>
          <w:color w:val="auto"/>
          <w:lang w:val="en-GB"/>
        </w:rPr>
        <w:t xml:space="preserve">-new </w:t>
      </w:r>
      <w:r w:rsidRPr="00CE6C74">
        <w:rPr>
          <w:color w:val="0070C0"/>
          <w:lang w:val="en-GB"/>
        </w:rPr>
        <w:t>–add-mem</w:t>
      </w:r>
      <w:r w:rsidRPr="00751DBB">
        <w:rPr>
          <w:lang w:val="en-GB"/>
        </w:rPr>
        <w:t xml:space="preserve"> c:\temp\test1.txt text/pla</w:t>
      </w:r>
      <w:r w:rsidR="004B64C5">
        <w:rPr>
          <w:lang w:val="en-GB"/>
        </w:rPr>
        <w:t>–</w:t>
      </w:r>
      <w:r w:rsidRPr="00751DBB">
        <w:rPr>
          <w:lang w:val="en-GB"/>
        </w:rPr>
        <w:t xml:space="preserve">n </w:t>
      </w:r>
      <w:r w:rsidRPr="00CE6C74">
        <w:rPr>
          <w:color w:val="auto"/>
          <w:lang w:val="en-GB"/>
        </w:rPr>
        <w:t xml:space="preserve">-sign 12345 </w:t>
      </w:r>
      <w:r w:rsidRPr="00CE6C74">
        <w:rPr>
          <w:color w:val="0070C0"/>
          <w:lang w:val="en-GB"/>
        </w:rPr>
        <w:t>–out-mem</w:t>
      </w:r>
      <w:r w:rsidRPr="00751DBB">
        <w:rPr>
          <w:lang w:val="en-GB"/>
        </w:rPr>
        <w:t xml:space="preserve"> c:\temp\test1.ddoc</w:t>
      </w:r>
    </w:p>
    <w:p w14:paraId="245DE4B2" w14:textId="77777777" w:rsidR="00CE6C74" w:rsidRPr="00751DBB" w:rsidRDefault="00CE6C74" w:rsidP="00CE6C74">
      <w:pPr>
        <w:pStyle w:val="bat"/>
        <w:rPr>
          <w:lang w:val="en-GB"/>
        </w:rPr>
      </w:pPr>
      <w:r w:rsidRPr="00751DBB">
        <w:rPr>
          <w:lang w:val="en-GB"/>
        </w:rPr>
        <w:tab/>
      </w:r>
    </w:p>
    <w:p w14:paraId="411B4CCB" w14:textId="77777777" w:rsidR="00CE6C74" w:rsidRPr="00751DBB" w:rsidRDefault="00CE6C74" w:rsidP="00CE6C74">
      <w:pPr>
        <w:pStyle w:val="bat"/>
        <w:rPr>
          <w:lang w:val="en-GB"/>
        </w:rPr>
      </w:pPr>
      <w:r w:rsidRPr="00751DBB">
        <w:rPr>
          <w:lang w:val="en-GB"/>
        </w:rPr>
        <w:t>Input:</w:t>
      </w:r>
    </w:p>
    <w:p w14:paraId="4F5DD033" w14:textId="77777777" w:rsidR="00CE6C74" w:rsidRPr="00751DBB" w:rsidRDefault="00CE6C74" w:rsidP="00CE6C74">
      <w:pPr>
        <w:pStyle w:val="bat"/>
        <w:rPr>
          <w:lang w:val="en-GB"/>
        </w:rPr>
      </w:pPr>
      <w:r w:rsidRPr="00751DBB">
        <w:rPr>
          <w:lang w:val="en-GB"/>
        </w:rPr>
        <w:tab/>
        <w:t>- c:\temp\test1.txt</w:t>
      </w:r>
      <w:r w:rsidRPr="00751DBB">
        <w:rPr>
          <w:lang w:val="en-GB"/>
        </w:rPr>
        <w:tab/>
        <w:t>- a data file to be added to container</w:t>
      </w:r>
    </w:p>
    <w:p w14:paraId="5D09272B" w14:textId="77777777" w:rsidR="00CE6C74" w:rsidRPr="00751DBB" w:rsidRDefault="00CE6C74" w:rsidP="00CE6C74">
      <w:pPr>
        <w:pStyle w:val="bat"/>
        <w:rPr>
          <w:lang w:val="en-GB"/>
        </w:rPr>
      </w:pPr>
      <w:r w:rsidRPr="00751DBB">
        <w:rPr>
          <w:lang w:val="en-GB"/>
        </w:rPr>
        <w:tab/>
        <w:t>- text/plain</w:t>
      </w:r>
      <w:r w:rsidRPr="00751DBB">
        <w:rPr>
          <w:lang w:val="en-GB"/>
        </w:rPr>
        <w:tab/>
      </w:r>
      <w:r w:rsidRPr="00751DBB">
        <w:rPr>
          <w:lang w:val="en-GB"/>
        </w:rPr>
        <w:tab/>
        <w:t>- mime type of the data file</w:t>
      </w:r>
    </w:p>
    <w:p w14:paraId="43307303" w14:textId="77777777" w:rsidR="00CE6C74" w:rsidRDefault="00CE6C74" w:rsidP="00CE6C74">
      <w:pPr>
        <w:pStyle w:val="bat"/>
        <w:rPr>
          <w:lang w:val="en-GB"/>
        </w:rPr>
      </w:pPr>
      <w:r w:rsidRPr="00751DBB">
        <w:rPr>
          <w:lang w:val="en-GB"/>
        </w:rPr>
        <w:tab/>
        <w:t xml:space="preserve">- </w:t>
      </w:r>
      <w:r w:rsidRPr="00CE6C74">
        <w:rPr>
          <w:color w:val="auto"/>
          <w:lang w:val="en-GB"/>
        </w:rPr>
        <w:t>12345</w:t>
      </w:r>
      <w:r w:rsidRPr="00CE6C74">
        <w:rPr>
          <w:color w:val="auto"/>
          <w:lang w:val="en-GB"/>
        </w:rPr>
        <w:tab/>
      </w:r>
      <w:r w:rsidRPr="00751DBB">
        <w:rPr>
          <w:lang w:val="en-GB"/>
        </w:rPr>
        <w:tab/>
      </w:r>
      <w:r w:rsidRPr="00751DBB">
        <w:rPr>
          <w:lang w:val="en-GB"/>
        </w:rPr>
        <w:tab/>
        <w:t>- id-card pin2</w:t>
      </w:r>
    </w:p>
    <w:p w14:paraId="34B9247D" w14:textId="77777777" w:rsidR="00CE6C74" w:rsidRDefault="00CE6C74" w:rsidP="00CE6C74">
      <w:pPr>
        <w:pStyle w:val="bat"/>
        <w:rPr>
          <w:lang w:val="en-GB"/>
        </w:rPr>
      </w:pPr>
      <w:r w:rsidRPr="00751DBB">
        <w:rPr>
          <w:lang w:val="en-GB"/>
        </w:rPr>
        <w:tab/>
        <w:t>- c:\temp\test1.ddoc</w:t>
      </w:r>
      <w:r w:rsidRPr="00751DBB">
        <w:rPr>
          <w:lang w:val="en-GB"/>
        </w:rPr>
        <w:tab/>
        <w:t>- container to be created</w:t>
      </w:r>
    </w:p>
    <w:p w14:paraId="3DB9A68D" w14:textId="77777777" w:rsidR="00CE6C74" w:rsidRDefault="00CE6C74" w:rsidP="00CE6C74">
      <w:pPr>
        <w:pStyle w:val="bat"/>
        <w:rPr>
          <w:lang w:val="en-GB"/>
        </w:rPr>
      </w:pPr>
    </w:p>
    <w:p w14:paraId="16375295" w14:textId="77777777" w:rsidR="00CE6C74" w:rsidRPr="00751DBB" w:rsidRDefault="00CE6C74" w:rsidP="00CE6C74">
      <w:pPr>
        <w:pStyle w:val="bat"/>
        <w:rPr>
          <w:b/>
          <w:u w:val="single"/>
          <w:lang w:val="en-GB"/>
        </w:rPr>
      </w:pPr>
      <w:r w:rsidRPr="00751DBB">
        <w:rPr>
          <w:b/>
          <w:u w:val="single"/>
          <w:lang w:val="en-GB"/>
        </w:rPr>
        <w:t>Sample: signing an existing DigiDoc container (adding signatures)</w:t>
      </w:r>
      <w:r>
        <w:rPr>
          <w:b/>
          <w:u w:val="single"/>
          <w:lang w:val="en-GB"/>
        </w:rPr>
        <w:t>, operation in memory</w:t>
      </w:r>
    </w:p>
    <w:p w14:paraId="6367CC0F" w14:textId="1D17EA52" w:rsidR="00CE6C74" w:rsidRPr="00751DBB" w:rsidRDefault="00CE6C74" w:rsidP="00CE6C74">
      <w:pPr>
        <w:pStyle w:val="bat"/>
        <w:rPr>
          <w:lang w:val="en-GB"/>
        </w:rPr>
      </w:pPr>
      <w:r w:rsidRPr="00751DBB">
        <w:rPr>
          <w:lang w:val="en-GB"/>
        </w:rPr>
        <w:t xml:space="preserve">&gt; cdigidoc </w:t>
      </w:r>
      <w:r w:rsidRPr="00CE6C74">
        <w:rPr>
          <w:color w:val="0070C0"/>
          <w:lang w:val="en-GB"/>
        </w:rPr>
        <w:t>–in-mem</w:t>
      </w:r>
      <w:r w:rsidRPr="00751DBB">
        <w:rPr>
          <w:lang w:val="en-GB"/>
        </w:rPr>
        <w:t xml:space="preserve"> c:\temp\test1.</w:t>
      </w:r>
      <w:r w:rsidRPr="00CE6C74">
        <w:rPr>
          <w:color w:val="auto"/>
          <w:lang w:val="en-GB"/>
        </w:rPr>
        <w:t>dd</w:t>
      </w:r>
      <w:r w:rsidR="004B64C5">
        <w:rPr>
          <w:color w:val="auto"/>
          <w:lang w:val="en-GB"/>
        </w:rPr>
        <w:t>–</w:t>
      </w:r>
      <w:r w:rsidRPr="00CE6C74">
        <w:rPr>
          <w:color w:val="auto"/>
          <w:lang w:val="en-GB"/>
        </w:rPr>
        <w:t xml:space="preserve">c -sign 12345 </w:t>
      </w:r>
      <w:r w:rsidRPr="00CE6C74">
        <w:rPr>
          <w:color w:val="0070C0"/>
          <w:lang w:val="en-GB"/>
        </w:rPr>
        <w:t>–out-mem</w:t>
      </w:r>
      <w:r w:rsidRPr="00751DBB">
        <w:rPr>
          <w:lang w:val="en-GB"/>
        </w:rPr>
        <w:t xml:space="preserve"> c:\temp\test1.ddoc</w:t>
      </w:r>
    </w:p>
    <w:p w14:paraId="200C428E" w14:textId="77777777" w:rsidR="00CE6C74" w:rsidRPr="00751DBB" w:rsidRDefault="00CE6C74" w:rsidP="00CE6C74">
      <w:pPr>
        <w:pStyle w:val="bat"/>
        <w:rPr>
          <w:lang w:val="en-GB"/>
        </w:rPr>
      </w:pPr>
      <w:r w:rsidRPr="00751DBB">
        <w:rPr>
          <w:lang w:val="en-GB"/>
        </w:rPr>
        <w:tab/>
      </w:r>
    </w:p>
    <w:p w14:paraId="1161F2AB" w14:textId="77777777" w:rsidR="00CE6C74" w:rsidRPr="00751DBB" w:rsidRDefault="00CE6C74" w:rsidP="00CE6C74">
      <w:pPr>
        <w:pStyle w:val="bat"/>
        <w:rPr>
          <w:lang w:val="en-GB"/>
        </w:rPr>
      </w:pPr>
      <w:r w:rsidRPr="00751DBB">
        <w:rPr>
          <w:lang w:val="en-GB"/>
        </w:rPr>
        <w:t>Input:</w:t>
      </w:r>
    </w:p>
    <w:p w14:paraId="75A73C9F" w14:textId="77777777" w:rsidR="00CE6C74" w:rsidRPr="000F27E8" w:rsidRDefault="00CE6C74" w:rsidP="00CE6C74">
      <w:pPr>
        <w:pStyle w:val="bat"/>
        <w:rPr>
          <w:color w:val="auto"/>
          <w:lang w:val="en-GB"/>
        </w:rPr>
      </w:pPr>
      <w:r w:rsidRPr="00751DBB">
        <w:rPr>
          <w:lang w:val="en-GB"/>
        </w:rPr>
        <w:tab/>
      </w:r>
      <w:r w:rsidRPr="000F27E8">
        <w:rPr>
          <w:color w:val="auto"/>
          <w:lang w:val="en-GB"/>
        </w:rPr>
        <w:t>- c:\temp\test1.ddoc</w:t>
      </w:r>
      <w:r w:rsidRPr="000F27E8">
        <w:rPr>
          <w:color w:val="auto"/>
          <w:lang w:val="en-GB"/>
        </w:rPr>
        <w:tab/>
      </w:r>
      <w:r w:rsidRPr="000F27E8">
        <w:rPr>
          <w:color w:val="auto"/>
          <w:lang w:val="en-GB"/>
        </w:rPr>
        <w:tab/>
        <w:t>- container to be signed</w:t>
      </w:r>
    </w:p>
    <w:p w14:paraId="2BCD89F0" w14:textId="77777777" w:rsidR="00CE6C74" w:rsidRPr="00751DBB" w:rsidRDefault="00CE6C74" w:rsidP="00CE6C74">
      <w:pPr>
        <w:pStyle w:val="bat"/>
        <w:rPr>
          <w:lang w:val="en-GB"/>
        </w:rPr>
      </w:pPr>
      <w:r w:rsidRPr="000F27E8">
        <w:rPr>
          <w:color w:val="auto"/>
          <w:lang w:val="en-GB"/>
        </w:rPr>
        <w:tab/>
        <w:t xml:space="preserve">- 12345 </w:t>
      </w:r>
      <w:r w:rsidRPr="00751DBB">
        <w:rPr>
          <w:lang w:val="en-GB"/>
        </w:rPr>
        <w:tab/>
      </w:r>
      <w:r w:rsidRPr="00751DBB">
        <w:rPr>
          <w:lang w:val="en-GB"/>
        </w:rPr>
        <w:tab/>
      </w:r>
      <w:r w:rsidRPr="00751DBB">
        <w:rPr>
          <w:lang w:val="en-GB"/>
        </w:rPr>
        <w:tab/>
        <w:t>- id-card pin2</w:t>
      </w:r>
    </w:p>
    <w:p w14:paraId="07317E81" w14:textId="77777777" w:rsidR="00CE6C74" w:rsidRPr="00CE6C74" w:rsidRDefault="00CE6C74" w:rsidP="00CE6C74">
      <w:pPr>
        <w:pStyle w:val="bat"/>
        <w:rPr>
          <w:lang w:val="en-GB"/>
        </w:rPr>
      </w:pPr>
      <w:r w:rsidRPr="00751DBB">
        <w:rPr>
          <w:lang w:val="en-GB"/>
        </w:rPr>
        <w:tab/>
        <w:t>- c:\temp\test1.ddoc</w:t>
      </w:r>
      <w:r w:rsidRPr="00751DBB">
        <w:rPr>
          <w:lang w:val="en-GB"/>
        </w:rPr>
        <w:tab/>
      </w:r>
      <w:r w:rsidRPr="00751DBB">
        <w:rPr>
          <w:lang w:val="en-GB"/>
        </w:rPr>
        <w:tab/>
        <w:t xml:space="preserve">- output (modified) digidoc container </w:t>
      </w:r>
    </w:p>
    <w:p w14:paraId="10CEC4D4" w14:textId="77777777" w:rsidR="00D921AC" w:rsidRDefault="00D921AC" w:rsidP="00E37966">
      <w:pPr>
        <w:spacing w:after="60"/>
        <w:rPr>
          <w:b/>
          <w:u w:val="single"/>
          <w:lang w:val="en-GB"/>
        </w:rPr>
      </w:pPr>
    </w:p>
    <w:p w14:paraId="6761A1B3" w14:textId="77777777" w:rsidR="00E37966" w:rsidRDefault="00D921AC" w:rsidP="00E37966">
      <w:pPr>
        <w:spacing w:after="60"/>
        <w:rPr>
          <w:b/>
          <w:u w:val="single"/>
          <w:lang w:val="en-GB"/>
        </w:rPr>
      </w:pPr>
      <w:r>
        <w:rPr>
          <w:b/>
          <w:u w:val="single"/>
          <w:lang w:val="en-GB"/>
        </w:rPr>
        <w:t>Sample commands for s</w:t>
      </w:r>
      <w:r w:rsidR="00E37966" w:rsidRPr="00751DBB">
        <w:rPr>
          <w:b/>
          <w:u w:val="single"/>
          <w:lang w:val="en-GB"/>
        </w:rPr>
        <w:t xml:space="preserve">igning </w:t>
      </w:r>
      <w:r w:rsidR="00E37966">
        <w:rPr>
          <w:b/>
          <w:u w:val="single"/>
          <w:lang w:val="en-GB"/>
        </w:rPr>
        <w:t xml:space="preserve">with technical signature </w:t>
      </w:r>
    </w:p>
    <w:p w14:paraId="27854212" w14:textId="77777777" w:rsidR="00390C21" w:rsidRPr="00390C21" w:rsidRDefault="00390C21" w:rsidP="00390C21">
      <w:pPr>
        <w:rPr>
          <w:lang w:val="en-GB"/>
        </w:rPr>
      </w:pPr>
      <w:r w:rsidRPr="00390C21">
        <w:rPr>
          <w:lang w:val="en-GB"/>
        </w:rPr>
        <w:t>T</w:t>
      </w:r>
      <w:r>
        <w:rPr>
          <w:lang w:val="en-GB"/>
        </w:rPr>
        <w:t xml:space="preserve">echnical signature is a signature with no OCSP confirmation or a signature created with a software token. </w:t>
      </w:r>
      <w:r w:rsidRPr="00751DBB">
        <w:rPr>
          <w:lang w:val="en-GB"/>
        </w:rPr>
        <w:t>Note that when verifying a signature that has no OCSP confirmation,</w:t>
      </w:r>
      <w:r>
        <w:rPr>
          <w:lang w:val="en-GB"/>
        </w:rPr>
        <w:t xml:space="preserve"> an error message “</w:t>
      </w:r>
      <w:r w:rsidRPr="00751DBB">
        <w:rPr>
          <w:lang w:val="en-GB"/>
        </w:rPr>
        <w:t>Signature has no O</w:t>
      </w:r>
      <w:r>
        <w:rPr>
          <w:lang w:val="en-GB"/>
        </w:rPr>
        <w:t>CSP confirmation!” is produced.</w:t>
      </w:r>
      <w:r w:rsidR="00665126">
        <w:rPr>
          <w:lang w:val="en-GB"/>
        </w:rPr>
        <w:t xml:space="preserve"> When verifying signature</w:t>
      </w:r>
      <w:r w:rsidR="00665126" w:rsidRPr="00665126">
        <w:rPr>
          <w:lang w:val="en-GB"/>
        </w:rPr>
        <w:t xml:space="preserve"> that </w:t>
      </w:r>
      <w:r w:rsidR="00665126">
        <w:rPr>
          <w:lang w:val="en-GB"/>
        </w:rPr>
        <w:t>is</w:t>
      </w:r>
      <w:r w:rsidR="00665126" w:rsidRPr="00665126">
        <w:rPr>
          <w:lang w:val="en-GB"/>
        </w:rPr>
        <w:t xml:space="preserve"> created with </w:t>
      </w:r>
      <w:r w:rsidR="00665126">
        <w:rPr>
          <w:lang w:val="en-GB"/>
        </w:rPr>
        <w:t>a software token, an error message “</w:t>
      </w:r>
      <w:r w:rsidR="00665126" w:rsidRPr="00665126">
        <w:rPr>
          <w:lang w:val="en-GB"/>
        </w:rPr>
        <w:t>Signer’s cert does not have non-repudiation bit set!” is produced.</w:t>
      </w:r>
    </w:p>
    <w:p w14:paraId="3E44718C" w14:textId="77777777" w:rsidR="00E37966" w:rsidRPr="00751DBB" w:rsidRDefault="00E37966" w:rsidP="00E37966">
      <w:pPr>
        <w:pStyle w:val="bat"/>
        <w:rPr>
          <w:b/>
          <w:u w:val="single"/>
          <w:lang w:val="en-GB"/>
        </w:rPr>
      </w:pPr>
      <w:r w:rsidRPr="00751DBB">
        <w:rPr>
          <w:b/>
          <w:u w:val="single"/>
          <w:lang w:val="en-GB"/>
        </w:rPr>
        <w:t>Sample: signing an existing digidoc container with a technical signature</w:t>
      </w:r>
      <w:r>
        <w:rPr>
          <w:b/>
          <w:u w:val="single"/>
          <w:lang w:val="en-GB"/>
        </w:rPr>
        <w:t xml:space="preserve"> (via default (PKCS#11) module) </w:t>
      </w:r>
    </w:p>
    <w:p w14:paraId="62C4ECDC" w14:textId="618D77B4" w:rsidR="00E37966" w:rsidRPr="00751DBB" w:rsidRDefault="00E37966" w:rsidP="00E37966">
      <w:pPr>
        <w:pStyle w:val="bat"/>
        <w:rPr>
          <w:lang w:val="en-GB"/>
        </w:rPr>
      </w:pPr>
      <w:r w:rsidRPr="00751DBB">
        <w:rPr>
          <w:lang w:val="en-GB"/>
        </w:rPr>
        <w:t>&gt; cdigid</w:t>
      </w:r>
      <w:r w:rsidR="004B64C5">
        <w:rPr>
          <w:lang w:val="en-GB"/>
        </w:rPr>
        <w:t>–</w:t>
      </w:r>
      <w:r w:rsidRPr="00751DBB">
        <w:rPr>
          <w:lang w:val="en-GB"/>
        </w:rPr>
        <w:t>c -in c:\temp\test1.dd</w:t>
      </w:r>
      <w:r w:rsidR="004B64C5">
        <w:rPr>
          <w:lang w:val="en-GB"/>
        </w:rPr>
        <w:t>–</w:t>
      </w:r>
      <w:r w:rsidRPr="00751DBB">
        <w:rPr>
          <w:lang w:val="en-GB"/>
        </w:rPr>
        <w:t xml:space="preserve">c -sign 67890 “” “” “” “” “” </w:t>
      </w:r>
      <w:r w:rsidRPr="00751DBB">
        <w:rPr>
          <w:color w:val="548DD4" w:themeColor="text2" w:themeTint="99"/>
          <w:lang w:val="en-GB"/>
        </w:rPr>
        <w:t>0</w:t>
      </w:r>
      <w:r w:rsidR="004B64C5">
        <w:rPr>
          <w:color w:val="548DD4" w:themeColor="text2" w:themeTint="99"/>
          <w:lang w:val="en-GB"/>
        </w:rPr>
        <w:t>–</w:t>
      </w:r>
      <w:r w:rsidRPr="00751DBB">
        <w:rPr>
          <w:color w:val="548DD4" w:themeColor="text2" w:themeTint="99"/>
          <w:lang w:val="en-GB"/>
        </w:rPr>
        <w:t xml:space="preserve">0 </w:t>
      </w:r>
      <w:r w:rsidRPr="00751DBB">
        <w:rPr>
          <w:lang w:val="en-GB"/>
        </w:rPr>
        <w:t>-out c:\temp\test1.ddoc</w:t>
      </w:r>
    </w:p>
    <w:p w14:paraId="37BFAE6E" w14:textId="77777777" w:rsidR="00E37966" w:rsidRPr="00751DBB" w:rsidRDefault="00E37966" w:rsidP="00E37966">
      <w:pPr>
        <w:pStyle w:val="bat"/>
        <w:rPr>
          <w:lang w:val="en-GB"/>
        </w:rPr>
      </w:pPr>
    </w:p>
    <w:p w14:paraId="4F938B20" w14:textId="77777777" w:rsidR="00E37966" w:rsidRPr="00751DBB" w:rsidRDefault="00E37966" w:rsidP="00E37966">
      <w:pPr>
        <w:pStyle w:val="bat"/>
        <w:rPr>
          <w:lang w:val="en-GB"/>
        </w:rPr>
      </w:pPr>
      <w:r w:rsidRPr="00751DBB">
        <w:rPr>
          <w:lang w:val="en-GB"/>
        </w:rPr>
        <w:t>Input:</w:t>
      </w:r>
    </w:p>
    <w:p w14:paraId="6A4D2A4E" w14:textId="77777777" w:rsidR="00E37966" w:rsidRPr="00751DBB" w:rsidRDefault="00E37966" w:rsidP="00E37966">
      <w:pPr>
        <w:pStyle w:val="bat"/>
        <w:ind w:firstLine="153"/>
        <w:rPr>
          <w:lang w:val="en-GB"/>
        </w:rPr>
      </w:pPr>
      <w:r w:rsidRPr="00751DBB">
        <w:rPr>
          <w:lang w:val="en-GB"/>
        </w:rPr>
        <w:t>- c:\temp\test1.ddoc</w:t>
      </w:r>
      <w:r w:rsidRPr="00751DBB">
        <w:rPr>
          <w:lang w:val="en-GB"/>
        </w:rPr>
        <w:tab/>
        <w:t>- unsigned container to be read and modified</w:t>
      </w:r>
    </w:p>
    <w:p w14:paraId="2D5CF0D1" w14:textId="77777777" w:rsidR="00E37966" w:rsidRPr="00751DBB" w:rsidRDefault="00E37966" w:rsidP="00E37966">
      <w:pPr>
        <w:pStyle w:val="bat"/>
        <w:ind w:firstLine="153"/>
        <w:rPr>
          <w:lang w:val="en-GB"/>
        </w:rPr>
      </w:pPr>
      <w:r w:rsidRPr="00751DBB">
        <w:rPr>
          <w:color w:val="auto"/>
          <w:lang w:val="en-GB"/>
        </w:rPr>
        <w:t>- 67890</w:t>
      </w:r>
      <w:r w:rsidRPr="00751DBB">
        <w:rPr>
          <w:color w:val="auto"/>
          <w:lang w:val="en-GB"/>
        </w:rPr>
        <w:tab/>
      </w:r>
      <w:r w:rsidRPr="00751DBB">
        <w:rPr>
          <w:color w:val="auto"/>
          <w:lang w:val="en-GB"/>
        </w:rPr>
        <w:tab/>
      </w:r>
      <w:r w:rsidRPr="00751DBB">
        <w:rPr>
          <w:color w:val="auto"/>
          <w:lang w:val="en-GB"/>
        </w:rPr>
        <w:tab/>
        <w:t xml:space="preserve">- PIN </w:t>
      </w:r>
      <w:r>
        <w:rPr>
          <w:color w:val="auto"/>
          <w:lang w:val="en-GB"/>
        </w:rPr>
        <w:t>code</w:t>
      </w:r>
    </w:p>
    <w:p w14:paraId="618F4CC7" w14:textId="77777777" w:rsidR="00E37966" w:rsidRPr="00751DBB" w:rsidRDefault="00E37966" w:rsidP="00E37966">
      <w:pPr>
        <w:pStyle w:val="bat"/>
        <w:ind w:firstLine="153"/>
        <w:rPr>
          <w:lang w:val="en-GB"/>
        </w:rPr>
      </w:pPr>
      <w:r w:rsidRPr="00751DBB">
        <w:rPr>
          <w:color w:val="auto"/>
          <w:lang w:val="en-GB"/>
        </w:rPr>
        <w:t>- “”</w:t>
      </w:r>
      <w:r w:rsidRPr="00751DBB">
        <w:rPr>
          <w:lang w:val="en-GB"/>
        </w:rPr>
        <w:tab/>
      </w:r>
      <w:r w:rsidRPr="00751DBB">
        <w:rPr>
          <w:lang w:val="en-GB"/>
        </w:rPr>
        <w:tab/>
      </w:r>
      <w:r w:rsidRPr="00751DBB">
        <w:rPr>
          <w:lang w:val="en-GB"/>
        </w:rPr>
        <w:tab/>
        <w:t xml:space="preserve">- empty strings for optional parameter values </w:t>
      </w:r>
      <w:r w:rsidRPr="00751DBB">
        <w:rPr>
          <w:lang w:val="en-GB"/>
        </w:rPr>
        <w:tab/>
      </w:r>
      <w:r w:rsidRPr="00751DBB">
        <w:rPr>
          <w:lang w:val="en-GB"/>
        </w:rPr>
        <w:tab/>
        <w:t>(manifest, country, state, city, zip)</w:t>
      </w:r>
    </w:p>
    <w:p w14:paraId="518159BD" w14:textId="77777777" w:rsidR="00E37966" w:rsidRPr="006270A0" w:rsidRDefault="00E37966" w:rsidP="00E37966">
      <w:pPr>
        <w:pStyle w:val="bat"/>
        <w:ind w:firstLine="153"/>
        <w:rPr>
          <w:color w:val="0070C0"/>
          <w:lang w:val="en-GB"/>
        </w:rPr>
      </w:pPr>
      <w:r w:rsidRPr="00751DBB">
        <w:rPr>
          <w:color w:val="auto"/>
          <w:lang w:val="en-GB"/>
        </w:rPr>
        <w:t>-</w:t>
      </w:r>
      <w:r w:rsidRPr="00751DBB">
        <w:rPr>
          <w:color w:val="548DD4" w:themeColor="text2" w:themeTint="99"/>
          <w:lang w:val="en-GB"/>
        </w:rPr>
        <w:t xml:space="preserve"> 0</w:t>
      </w:r>
      <w:r w:rsidRPr="00751DBB">
        <w:rPr>
          <w:color w:val="548DD4" w:themeColor="text2" w:themeTint="99"/>
          <w:lang w:val="en-GB"/>
        </w:rPr>
        <w:tab/>
      </w:r>
      <w:r w:rsidRPr="00751DBB">
        <w:rPr>
          <w:color w:val="548DD4" w:themeColor="text2" w:themeTint="99"/>
          <w:lang w:val="en-GB"/>
        </w:rPr>
        <w:tab/>
      </w:r>
      <w:r w:rsidRPr="00751DBB">
        <w:rPr>
          <w:color w:val="548DD4" w:themeColor="text2" w:themeTint="99"/>
          <w:lang w:val="en-GB"/>
        </w:rPr>
        <w:tab/>
      </w:r>
      <w:r w:rsidRPr="006270A0">
        <w:rPr>
          <w:color w:val="0070C0"/>
          <w:lang w:val="en-GB"/>
        </w:rPr>
        <w:t>- signature slot</w:t>
      </w:r>
    </w:p>
    <w:p w14:paraId="6A5C93A1" w14:textId="77777777" w:rsidR="00E37966" w:rsidRPr="006270A0" w:rsidRDefault="00E37966" w:rsidP="00E37966">
      <w:pPr>
        <w:pStyle w:val="bat"/>
        <w:ind w:firstLine="153"/>
        <w:rPr>
          <w:color w:val="0070C0"/>
          <w:lang w:val="en-GB"/>
        </w:rPr>
      </w:pPr>
      <w:r w:rsidRPr="006270A0">
        <w:rPr>
          <w:color w:val="0070C0"/>
          <w:lang w:val="en-GB"/>
        </w:rPr>
        <w:t>- 0</w:t>
      </w:r>
      <w:r w:rsidRPr="006270A0">
        <w:rPr>
          <w:color w:val="0070C0"/>
          <w:lang w:val="en-GB"/>
        </w:rPr>
        <w:tab/>
      </w:r>
      <w:r w:rsidRPr="006270A0">
        <w:rPr>
          <w:color w:val="0070C0"/>
          <w:lang w:val="en-GB"/>
        </w:rPr>
        <w:tab/>
      </w:r>
      <w:r w:rsidRPr="006270A0">
        <w:rPr>
          <w:color w:val="0070C0"/>
          <w:lang w:val="en-GB"/>
        </w:rPr>
        <w:tab/>
        <w:t xml:space="preserve">- OCSP confirmation </w:t>
      </w:r>
      <w:r>
        <w:rPr>
          <w:color w:val="0070C0"/>
          <w:lang w:val="en-GB"/>
        </w:rPr>
        <w:t>is not added</w:t>
      </w:r>
      <w:r w:rsidRPr="006270A0">
        <w:rPr>
          <w:color w:val="0070C0"/>
          <w:lang w:val="en-GB"/>
        </w:rPr>
        <w:t xml:space="preserve"> </w:t>
      </w:r>
    </w:p>
    <w:p w14:paraId="7C987DDF" w14:textId="77777777" w:rsidR="00E37966" w:rsidRDefault="00E37966" w:rsidP="00E37966">
      <w:pPr>
        <w:pStyle w:val="bat"/>
        <w:ind w:firstLine="153"/>
        <w:rPr>
          <w:lang w:val="en-GB"/>
        </w:rPr>
      </w:pPr>
      <w:r w:rsidRPr="00751DBB">
        <w:rPr>
          <w:lang w:val="en-GB"/>
        </w:rPr>
        <w:t>- c:\temp\test1.ddoc</w:t>
      </w:r>
      <w:r w:rsidRPr="00751DBB">
        <w:rPr>
          <w:lang w:val="en-GB"/>
        </w:rPr>
        <w:tab/>
        <w:t>- output (modified) digidoc container</w:t>
      </w:r>
    </w:p>
    <w:p w14:paraId="0121D3EB" w14:textId="77777777" w:rsidR="00E37966" w:rsidRDefault="00E37966" w:rsidP="00E37966">
      <w:pPr>
        <w:pStyle w:val="bat"/>
        <w:ind w:firstLine="153"/>
        <w:rPr>
          <w:lang w:val="en-GB"/>
        </w:rPr>
      </w:pPr>
    </w:p>
    <w:p w14:paraId="09CB9440" w14:textId="77777777" w:rsidR="00E37966" w:rsidRPr="00751DBB" w:rsidRDefault="00E37966" w:rsidP="00E37966">
      <w:pPr>
        <w:pStyle w:val="bat"/>
        <w:rPr>
          <w:b/>
          <w:u w:val="single"/>
          <w:lang w:val="en-GB"/>
        </w:rPr>
      </w:pPr>
      <w:r w:rsidRPr="00751DBB">
        <w:rPr>
          <w:b/>
          <w:u w:val="single"/>
          <w:lang w:val="en-GB"/>
        </w:rPr>
        <w:t xml:space="preserve">Sample: signing an existing digidoc container with a </w:t>
      </w:r>
      <w:r>
        <w:rPr>
          <w:b/>
          <w:u w:val="single"/>
          <w:lang w:val="en-GB"/>
        </w:rPr>
        <w:t>technical signature by using a PKCS#12 software token (via PKCS#12 module)</w:t>
      </w:r>
    </w:p>
    <w:p w14:paraId="6202FF5D" w14:textId="1EB29F5C" w:rsidR="00E37966" w:rsidRPr="00751DBB" w:rsidRDefault="00E37966" w:rsidP="00E37966">
      <w:pPr>
        <w:pStyle w:val="bat"/>
        <w:rPr>
          <w:lang w:val="en-GB"/>
        </w:rPr>
      </w:pPr>
      <w:r w:rsidRPr="00751DBB">
        <w:rPr>
          <w:lang w:val="en-GB"/>
        </w:rPr>
        <w:t>&gt; cdigid</w:t>
      </w:r>
      <w:r w:rsidR="004B64C5">
        <w:rPr>
          <w:lang w:val="en-GB"/>
        </w:rPr>
        <w:t>–</w:t>
      </w:r>
      <w:r w:rsidRPr="00751DBB">
        <w:rPr>
          <w:lang w:val="en-GB"/>
        </w:rPr>
        <w:t>c -in c:\temp\test1.dd</w:t>
      </w:r>
      <w:r w:rsidR="004B64C5">
        <w:rPr>
          <w:lang w:val="en-GB"/>
        </w:rPr>
        <w:t>–</w:t>
      </w:r>
      <w:r w:rsidRPr="00751DBB">
        <w:rPr>
          <w:lang w:val="en-GB"/>
        </w:rPr>
        <w:t xml:space="preserve">c -sign 67890 “” “” “” “” “” </w:t>
      </w:r>
      <w:r w:rsidRPr="00751DBB">
        <w:rPr>
          <w:color w:val="548DD4" w:themeColor="text2" w:themeTint="99"/>
          <w:lang w:val="en-GB"/>
        </w:rPr>
        <w:t xml:space="preserve">0 0 </w:t>
      </w:r>
      <w:r>
        <w:rPr>
          <w:color w:val="548DD4" w:themeColor="text2" w:themeTint="99"/>
          <w:lang w:val="en-GB"/>
        </w:rPr>
        <w:t xml:space="preserve">PKCS12 </w:t>
      </w:r>
      <w:r w:rsidRPr="00A578F7">
        <w:rPr>
          <w:lang w:val="en-GB"/>
        </w:rPr>
        <w:t>c:\test\</w:t>
      </w:r>
      <w:r>
        <w:rPr>
          <w:lang w:val="en-GB"/>
        </w:rPr>
        <w:t>pkcs12.p</w:t>
      </w:r>
      <w:r w:rsidR="004B64C5">
        <w:rPr>
          <w:lang w:val="en-GB"/>
        </w:rPr>
        <w:t>–</w:t>
      </w:r>
      <w:r>
        <w:rPr>
          <w:lang w:val="en-GB"/>
        </w:rPr>
        <w:t xml:space="preserve">x </w:t>
      </w:r>
      <w:r w:rsidRPr="00751DBB">
        <w:rPr>
          <w:lang w:val="en-GB"/>
        </w:rPr>
        <w:t>-out c:\temp\test1.ddoc</w:t>
      </w:r>
    </w:p>
    <w:p w14:paraId="280B8D42" w14:textId="77777777" w:rsidR="00E37966" w:rsidRPr="00751DBB" w:rsidRDefault="00E37966" w:rsidP="00E37966">
      <w:pPr>
        <w:pStyle w:val="bat"/>
        <w:rPr>
          <w:lang w:val="en-GB"/>
        </w:rPr>
      </w:pPr>
    </w:p>
    <w:p w14:paraId="5E36DF83" w14:textId="77777777" w:rsidR="00E37966" w:rsidRPr="00751DBB" w:rsidRDefault="00E37966" w:rsidP="00E37966">
      <w:pPr>
        <w:pStyle w:val="bat"/>
        <w:rPr>
          <w:lang w:val="en-GB"/>
        </w:rPr>
      </w:pPr>
      <w:r w:rsidRPr="00751DBB">
        <w:rPr>
          <w:lang w:val="en-GB"/>
        </w:rPr>
        <w:t>Input:</w:t>
      </w:r>
    </w:p>
    <w:p w14:paraId="7A2989D1" w14:textId="77777777" w:rsidR="00E37966" w:rsidRPr="00751DBB" w:rsidRDefault="00E37966" w:rsidP="00E37966">
      <w:pPr>
        <w:pStyle w:val="bat"/>
        <w:ind w:firstLine="153"/>
        <w:rPr>
          <w:lang w:val="en-GB"/>
        </w:rPr>
      </w:pPr>
      <w:r w:rsidRPr="00751DBB">
        <w:rPr>
          <w:lang w:val="en-GB"/>
        </w:rPr>
        <w:t>- c:\temp\test1.ddoc</w:t>
      </w:r>
      <w:r w:rsidRPr="00751DBB">
        <w:rPr>
          <w:lang w:val="en-GB"/>
        </w:rPr>
        <w:tab/>
        <w:t>- unsigned container to be read and modified</w:t>
      </w:r>
    </w:p>
    <w:p w14:paraId="2698FFFA" w14:textId="77777777" w:rsidR="00E37966" w:rsidRPr="00751DBB" w:rsidRDefault="00E37966" w:rsidP="00E37966">
      <w:pPr>
        <w:pStyle w:val="bat"/>
        <w:ind w:firstLine="153"/>
        <w:rPr>
          <w:lang w:val="en-GB"/>
        </w:rPr>
      </w:pPr>
      <w:r>
        <w:rPr>
          <w:color w:val="auto"/>
          <w:lang w:val="en-GB"/>
        </w:rPr>
        <w:t>- 67890</w:t>
      </w:r>
      <w:r>
        <w:rPr>
          <w:color w:val="auto"/>
          <w:lang w:val="en-GB"/>
        </w:rPr>
        <w:tab/>
      </w:r>
      <w:r>
        <w:rPr>
          <w:color w:val="auto"/>
          <w:lang w:val="en-GB"/>
        </w:rPr>
        <w:tab/>
      </w:r>
      <w:r>
        <w:rPr>
          <w:color w:val="auto"/>
          <w:lang w:val="en-GB"/>
        </w:rPr>
        <w:tab/>
        <w:t>- software token’s PIN code</w:t>
      </w:r>
      <w:r w:rsidRPr="00751DBB">
        <w:rPr>
          <w:color w:val="auto"/>
          <w:lang w:val="en-GB"/>
        </w:rPr>
        <w:t xml:space="preserve"> </w:t>
      </w:r>
    </w:p>
    <w:p w14:paraId="56A0E6C5" w14:textId="77777777" w:rsidR="00E37966" w:rsidRPr="00751DBB" w:rsidRDefault="00E37966" w:rsidP="00E37966">
      <w:pPr>
        <w:pStyle w:val="bat"/>
        <w:ind w:firstLine="153"/>
        <w:rPr>
          <w:lang w:val="en-GB"/>
        </w:rPr>
      </w:pPr>
      <w:r w:rsidRPr="00751DBB">
        <w:rPr>
          <w:color w:val="auto"/>
          <w:lang w:val="en-GB"/>
        </w:rPr>
        <w:t>- “”</w:t>
      </w:r>
      <w:r w:rsidRPr="00751DBB">
        <w:rPr>
          <w:lang w:val="en-GB"/>
        </w:rPr>
        <w:tab/>
      </w:r>
      <w:r w:rsidRPr="00751DBB">
        <w:rPr>
          <w:lang w:val="en-GB"/>
        </w:rPr>
        <w:tab/>
      </w:r>
      <w:r w:rsidRPr="00751DBB">
        <w:rPr>
          <w:lang w:val="en-GB"/>
        </w:rPr>
        <w:tab/>
        <w:t xml:space="preserve">- empty strings for optional parameter values </w:t>
      </w:r>
      <w:r w:rsidRPr="00751DBB">
        <w:rPr>
          <w:lang w:val="en-GB"/>
        </w:rPr>
        <w:tab/>
      </w:r>
      <w:r w:rsidRPr="00751DBB">
        <w:rPr>
          <w:lang w:val="en-GB"/>
        </w:rPr>
        <w:tab/>
        <w:t>(manifest, country, state, city, zip)</w:t>
      </w:r>
    </w:p>
    <w:p w14:paraId="75C2024F" w14:textId="77777777" w:rsidR="00E37966" w:rsidRPr="006270A0" w:rsidRDefault="00E37966" w:rsidP="00E37966">
      <w:pPr>
        <w:pStyle w:val="bat"/>
        <w:ind w:firstLine="153"/>
        <w:rPr>
          <w:color w:val="0070C0"/>
          <w:lang w:val="en-GB"/>
        </w:rPr>
      </w:pPr>
      <w:r w:rsidRPr="006270A0">
        <w:rPr>
          <w:color w:val="0070C0"/>
          <w:lang w:val="en-GB"/>
        </w:rPr>
        <w:t>- 0</w:t>
      </w:r>
      <w:r w:rsidRPr="006270A0">
        <w:rPr>
          <w:color w:val="0070C0"/>
          <w:lang w:val="en-GB"/>
        </w:rPr>
        <w:tab/>
      </w:r>
      <w:r w:rsidRPr="006270A0">
        <w:rPr>
          <w:color w:val="0070C0"/>
          <w:lang w:val="en-GB"/>
        </w:rPr>
        <w:tab/>
      </w:r>
      <w:r w:rsidRPr="006270A0">
        <w:rPr>
          <w:color w:val="0070C0"/>
          <w:lang w:val="en-GB"/>
        </w:rPr>
        <w:tab/>
        <w:t>- signature slot</w:t>
      </w:r>
    </w:p>
    <w:p w14:paraId="2EDF7C5F" w14:textId="77777777" w:rsidR="00E37966" w:rsidRPr="006270A0" w:rsidRDefault="00E37966" w:rsidP="00E37966">
      <w:pPr>
        <w:pStyle w:val="bat"/>
        <w:ind w:firstLine="153"/>
        <w:rPr>
          <w:color w:val="0070C0"/>
          <w:lang w:val="en-GB"/>
        </w:rPr>
      </w:pPr>
      <w:r w:rsidRPr="006270A0">
        <w:rPr>
          <w:color w:val="0070C0"/>
          <w:lang w:val="en-GB"/>
        </w:rPr>
        <w:t>- 0</w:t>
      </w:r>
      <w:r w:rsidRPr="006270A0">
        <w:rPr>
          <w:color w:val="0070C0"/>
          <w:lang w:val="en-GB"/>
        </w:rPr>
        <w:tab/>
      </w:r>
      <w:r w:rsidRPr="006270A0">
        <w:rPr>
          <w:color w:val="0070C0"/>
          <w:lang w:val="en-GB"/>
        </w:rPr>
        <w:tab/>
      </w:r>
      <w:r w:rsidRPr="006270A0">
        <w:rPr>
          <w:color w:val="0070C0"/>
          <w:lang w:val="en-GB"/>
        </w:rPr>
        <w:tab/>
        <w:t xml:space="preserve">- OCSP confirmation identifier </w:t>
      </w:r>
    </w:p>
    <w:p w14:paraId="4EB32319" w14:textId="77777777" w:rsidR="00E37966" w:rsidRPr="006270A0" w:rsidRDefault="00E37966" w:rsidP="00E37966">
      <w:pPr>
        <w:pStyle w:val="bat"/>
        <w:ind w:firstLine="153"/>
        <w:rPr>
          <w:color w:val="0070C0"/>
          <w:lang w:val="en-GB"/>
        </w:rPr>
      </w:pPr>
      <w:r w:rsidRPr="006270A0">
        <w:rPr>
          <w:color w:val="0070C0"/>
          <w:lang w:val="en-GB"/>
        </w:rPr>
        <w:t>- PKCS12</w:t>
      </w:r>
      <w:r w:rsidRPr="006270A0">
        <w:rPr>
          <w:color w:val="0070C0"/>
          <w:lang w:val="en-GB"/>
        </w:rPr>
        <w:tab/>
      </w:r>
      <w:r w:rsidRPr="006270A0">
        <w:rPr>
          <w:color w:val="0070C0"/>
          <w:lang w:val="en-GB"/>
        </w:rPr>
        <w:tab/>
        <w:t xml:space="preserve">- identifier of PKCS12 module  </w:t>
      </w:r>
    </w:p>
    <w:p w14:paraId="49566713" w14:textId="77777777" w:rsidR="00E37966" w:rsidRPr="006270A0" w:rsidRDefault="00E37966" w:rsidP="00E37966">
      <w:pPr>
        <w:pStyle w:val="bat"/>
        <w:ind w:firstLine="153"/>
        <w:rPr>
          <w:color w:val="0070C0"/>
          <w:lang w:val="en-GB"/>
        </w:rPr>
      </w:pPr>
      <w:r w:rsidRPr="006270A0">
        <w:rPr>
          <w:color w:val="0070C0"/>
          <w:lang w:val="en-GB"/>
        </w:rPr>
        <w:lastRenderedPageBreak/>
        <w:t>- c:\test\pkcs12.pfx</w:t>
      </w:r>
      <w:r w:rsidRPr="006270A0">
        <w:rPr>
          <w:color w:val="0070C0"/>
          <w:lang w:val="en-GB"/>
        </w:rPr>
        <w:tab/>
        <w:t>- your software token’s PKCS#12 container file</w:t>
      </w:r>
    </w:p>
    <w:p w14:paraId="12BD1A73" w14:textId="77777777" w:rsidR="00E37966" w:rsidRPr="00751DBB" w:rsidRDefault="00E37966" w:rsidP="00E37966">
      <w:pPr>
        <w:pStyle w:val="bat"/>
        <w:ind w:firstLine="153"/>
        <w:rPr>
          <w:lang w:val="en-GB"/>
        </w:rPr>
      </w:pPr>
      <w:r w:rsidRPr="00751DBB">
        <w:rPr>
          <w:lang w:val="en-GB"/>
        </w:rPr>
        <w:t>- c:\temp\test1.ddoc</w:t>
      </w:r>
      <w:r w:rsidRPr="00751DBB">
        <w:rPr>
          <w:lang w:val="en-GB"/>
        </w:rPr>
        <w:tab/>
        <w:t>- output (modified) digidoc container</w:t>
      </w:r>
    </w:p>
    <w:p w14:paraId="7BAC5962" w14:textId="77777777" w:rsidR="00E37966" w:rsidRPr="00751DBB" w:rsidRDefault="00E37966" w:rsidP="00207556">
      <w:pPr>
        <w:spacing w:after="60"/>
        <w:rPr>
          <w:b/>
          <w:lang w:val="en-GB"/>
        </w:rPr>
      </w:pPr>
    </w:p>
    <w:p w14:paraId="1DEDF9DE" w14:textId="77777777" w:rsidR="00207556" w:rsidRPr="00751DBB" w:rsidRDefault="00207556" w:rsidP="00207556">
      <w:pPr>
        <w:spacing w:after="60"/>
        <w:rPr>
          <w:b/>
          <w:u w:val="single"/>
          <w:lang w:val="en-GB"/>
        </w:rPr>
      </w:pPr>
      <w:r w:rsidRPr="00751DBB">
        <w:rPr>
          <w:b/>
          <w:u w:val="single"/>
          <w:lang w:val="en-GB"/>
        </w:rPr>
        <w:t>Reading DigiDoc files and verifying signatures</w:t>
      </w:r>
    </w:p>
    <w:p w14:paraId="4D977777" w14:textId="77777777" w:rsidR="00207556" w:rsidRPr="00751DBB" w:rsidRDefault="00207556" w:rsidP="00207556">
      <w:pPr>
        <w:rPr>
          <w:b/>
          <w:lang w:val="en-GB"/>
        </w:rPr>
      </w:pPr>
      <w:r w:rsidRPr="00751DBB">
        <w:rPr>
          <w:b/>
          <w:lang w:val="en-GB"/>
        </w:rPr>
        <w:t>-in &lt;input-digidoc-file&gt;</w:t>
      </w:r>
    </w:p>
    <w:p w14:paraId="46CEE473" w14:textId="77777777" w:rsidR="00207556" w:rsidRDefault="00207556" w:rsidP="00207556">
      <w:pPr>
        <w:pStyle w:val="UtilitySyntax"/>
        <w:rPr>
          <w:lang w:val="en-GB"/>
        </w:rPr>
      </w:pPr>
      <w:r w:rsidRPr="00751DBB">
        <w:rPr>
          <w:lang w:val="en-GB"/>
        </w:rPr>
        <w:t xml:space="preserve">Specifies the input DigiDoc file name. It is recommended to pass the full path </w:t>
      </w:r>
      <w:r w:rsidR="00B62B2D">
        <w:rPr>
          <w:lang w:val="en-GB"/>
        </w:rPr>
        <w:t>of</w:t>
      </w:r>
      <w:r w:rsidRPr="00751DBB">
        <w:rPr>
          <w:lang w:val="en-GB"/>
        </w:rPr>
        <w:t xml:space="preserve"> the DigiDoc file in this parameter.</w:t>
      </w:r>
    </w:p>
    <w:p w14:paraId="0A1EEFEA" w14:textId="77777777" w:rsidR="009B6EEF" w:rsidRDefault="009B6EEF" w:rsidP="009B6EEF">
      <w:pPr>
        <w:pStyle w:val="UtilitySyntax"/>
        <w:ind w:left="0"/>
        <w:rPr>
          <w:b/>
          <w:lang w:val="en-GB"/>
        </w:rPr>
      </w:pPr>
      <w:r w:rsidRPr="009B6EEF">
        <w:rPr>
          <w:b/>
          <w:lang w:val="en-GB"/>
        </w:rPr>
        <w:t>-in-mem &lt;input-digidoc-file&gt;</w:t>
      </w:r>
    </w:p>
    <w:p w14:paraId="5FE69935" w14:textId="4598490A" w:rsidR="008743A4" w:rsidRPr="006E1FD1" w:rsidRDefault="006E1FD1" w:rsidP="006E1FD1">
      <w:pPr>
        <w:pStyle w:val="UtilitySyntax"/>
        <w:ind w:left="720"/>
        <w:rPr>
          <w:lang w:val="en-GB"/>
        </w:rPr>
      </w:pPr>
      <w:r w:rsidRPr="006E1FD1">
        <w:rPr>
          <w:lang w:val="en-GB"/>
        </w:rPr>
        <w:t>Alternative</w:t>
      </w:r>
      <w:r>
        <w:rPr>
          <w:lang w:val="en-GB"/>
        </w:rPr>
        <w:t xml:space="preserve"> version of t</w:t>
      </w:r>
      <w:r w:rsidR="004B64C5">
        <w:rPr>
          <w:lang w:val="en-GB"/>
        </w:rPr>
        <w:t>–</w:t>
      </w:r>
      <w:r>
        <w:rPr>
          <w:lang w:val="en-GB"/>
        </w:rPr>
        <w:t xml:space="preserve">e -in command. </w:t>
      </w:r>
      <w:r w:rsidRPr="002D50CD">
        <w:rPr>
          <w:lang w:val="en-GB"/>
        </w:rPr>
        <w:t>The operation is conducted “in memory”, meaning that the data is kept in memory buffers and no intermediary data is written to temporary files on the disk.</w:t>
      </w:r>
    </w:p>
    <w:p w14:paraId="2C905EBF" w14:textId="7E36DC72" w:rsidR="00207556" w:rsidRPr="00751DBB" w:rsidRDefault="00207556" w:rsidP="00207556">
      <w:pPr>
        <w:rPr>
          <w:lang w:val="en-GB"/>
        </w:rPr>
      </w:pPr>
      <w:r w:rsidRPr="00751DBB">
        <w:rPr>
          <w:b/>
          <w:lang w:val="en-GB"/>
        </w:rPr>
        <w:t>-</w:t>
      </w:r>
      <w:r w:rsidR="00863980">
        <w:rPr>
          <w:b/>
          <w:lang w:val="en-GB"/>
        </w:rPr>
        <w:t>verify</w:t>
      </w:r>
      <w:r w:rsidRPr="00751DBB">
        <w:rPr>
          <w:lang w:val="en-GB"/>
        </w:rPr>
        <w:t xml:space="preserve"> </w:t>
      </w:r>
    </w:p>
    <w:p w14:paraId="734AE590" w14:textId="19B3FD20" w:rsidR="00C2539D" w:rsidRDefault="00207556" w:rsidP="00207556">
      <w:pPr>
        <w:pStyle w:val="UtilitySyntax"/>
        <w:rPr>
          <w:lang w:val="en-GB"/>
        </w:rPr>
      </w:pPr>
      <w:r w:rsidRPr="00751DBB">
        <w:rPr>
          <w:lang w:val="en-GB"/>
        </w:rPr>
        <w:t>Displays the dat</w:t>
      </w:r>
      <w:r w:rsidR="00621635" w:rsidRPr="00751DBB">
        <w:rPr>
          <w:lang w:val="en-GB"/>
        </w:rPr>
        <w:t>a file and signature info of a DigiD</w:t>
      </w:r>
      <w:r w:rsidRPr="00751DBB">
        <w:rPr>
          <w:lang w:val="en-GB"/>
        </w:rPr>
        <w:t xml:space="preserve">oc </w:t>
      </w:r>
      <w:r w:rsidR="00621635" w:rsidRPr="00751DBB">
        <w:rPr>
          <w:lang w:val="en-GB"/>
        </w:rPr>
        <w:t xml:space="preserve">document </w:t>
      </w:r>
      <w:r w:rsidRPr="00751DBB">
        <w:rPr>
          <w:lang w:val="en-GB"/>
        </w:rPr>
        <w:t xml:space="preserve">just read in; </w:t>
      </w:r>
      <w:r w:rsidR="00863980">
        <w:rPr>
          <w:lang w:val="en-GB"/>
        </w:rPr>
        <w:t>validates</w:t>
      </w:r>
      <w:r w:rsidR="00863980" w:rsidRPr="00751DBB">
        <w:rPr>
          <w:lang w:val="en-GB"/>
        </w:rPr>
        <w:t xml:space="preserve"> </w:t>
      </w:r>
      <w:r w:rsidRPr="00751DBB">
        <w:rPr>
          <w:lang w:val="en-GB"/>
        </w:rPr>
        <w:t xml:space="preserve">all signatures. </w:t>
      </w:r>
      <w:r w:rsidR="00C2539D" w:rsidRPr="00C2539D">
        <w:rPr>
          <w:lang w:val="en-GB"/>
        </w:rPr>
        <w:t>Note that starting from the library’s 3.8 version, warnings system is used, i.e. minor technical errors are printed out as warn</w:t>
      </w:r>
      <w:r w:rsidR="00C2539D">
        <w:rPr>
          <w:lang w:val="en-GB"/>
        </w:rPr>
        <w:t>ings. See chapter “</w:t>
      </w:r>
      <w:r w:rsidR="00C2539D">
        <w:rPr>
          <w:lang w:val="en-GB"/>
        </w:rPr>
        <w:fldChar w:fldCharType="begin"/>
      </w:r>
      <w:r w:rsidR="00C2539D">
        <w:rPr>
          <w:lang w:val="en-GB"/>
        </w:rPr>
        <w:instrText xml:space="preserve"> REF _Ref373423559 \r \h </w:instrText>
      </w:r>
      <w:r w:rsidR="00C2539D">
        <w:rPr>
          <w:lang w:val="en-GB"/>
        </w:rPr>
      </w:r>
      <w:r w:rsidR="00C2539D">
        <w:rPr>
          <w:lang w:val="en-GB"/>
        </w:rPr>
        <w:fldChar w:fldCharType="separate"/>
      </w:r>
      <w:r w:rsidR="00E0723E">
        <w:rPr>
          <w:lang w:val="en-GB"/>
        </w:rPr>
        <w:t>5.2.3.1</w:t>
      </w:r>
      <w:r w:rsidR="00C2539D">
        <w:rPr>
          <w:lang w:val="en-GB"/>
        </w:rPr>
        <w:fldChar w:fldCharType="end"/>
      </w:r>
      <w:r w:rsidR="00C2539D">
        <w:rPr>
          <w:lang w:val="en-GB"/>
        </w:rPr>
        <w:t xml:space="preserve"> </w:t>
      </w:r>
      <w:r w:rsidR="00C2539D">
        <w:rPr>
          <w:lang w:val="en-GB"/>
        </w:rPr>
        <w:fldChar w:fldCharType="begin"/>
      </w:r>
      <w:r w:rsidR="00C2539D">
        <w:rPr>
          <w:lang w:val="en-GB"/>
        </w:rPr>
        <w:instrText xml:space="preserve"> REF _Ref373423559 \h </w:instrText>
      </w:r>
      <w:r w:rsidR="00C2539D">
        <w:rPr>
          <w:lang w:val="en-GB"/>
        </w:rPr>
      </w:r>
      <w:r w:rsidR="00C2539D">
        <w:rPr>
          <w:lang w:val="en-GB"/>
        </w:rPr>
        <w:fldChar w:fldCharType="separate"/>
      </w:r>
      <w:r w:rsidR="00E0723E" w:rsidRPr="003F37F6">
        <w:t>Validation status VALID WITH WARNINGS</w:t>
      </w:r>
      <w:r w:rsidR="00C2539D">
        <w:rPr>
          <w:lang w:val="en-GB"/>
        </w:rPr>
        <w:fldChar w:fldCharType="end"/>
      </w:r>
      <w:r w:rsidR="00C2539D" w:rsidRPr="00C2539D">
        <w:rPr>
          <w:lang w:val="en-GB"/>
        </w:rPr>
        <w:t>” for detailed information about warning situations.</w:t>
      </w:r>
    </w:p>
    <w:p w14:paraId="398F8CB8" w14:textId="1B55CD9C" w:rsidR="00207556" w:rsidRPr="00751DBB" w:rsidRDefault="00207556" w:rsidP="00207556">
      <w:pPr>
        <w:pStyle w:val="UtilitySyntax"/>
        <w:rPr>
          <w:lang w:val="en-GB"/>
        </w:rPr>
      </w:pPr>
      <w:r w:rsidRPr="00751DBB">
        <w:rPr>
          <w:lang w:val="en-GB"/>
        </w:rPr>
        <w:t>Returns:</w:t>
      </w:r>
    </w:p>
    <w:p w14:paraId="531645AF" w14:textId="77777777" w:rsidR="00F00AB9" w:rsidRPr="00751DBB" w:rsidRDefault="00207556" w:rsidP="00602608">
      <w:pPr>
        <w:pStyle w:val="UtilitySyntax"/>
        <w:numPr>
          <w:ilvl w:val="0"/>
          <w:numId w:val="21"/>
        </w:numPr>
        <w:rPr>
          <w:lang w:val="en-GB"/>
        </w:rPr>
      </w:pPr>
      <w:r w:rsidRPr="00751DBB">
        <w:rPr>
          <w:b/>
          <w:lang w:val="en-GB"/>
        </w:rPr>
        <w:t>Digidoc container data</w:t>
      </w:r>
      <w:r w:rsidRPr="00751DBB">
        <w:rPr>
          <w:lang w:val="en-GB"/>
        </w:rPr>
        <w:t>, in format</w:t>
      </w:r>
      <w:r w:rsidR="00783140" w:rsidRPr="00751DBB">
        <w:rPr>
          <w:lang w:val="en-GB"/>
        </w:rPr>
        <w:t>:</w:t>
      </w:r>
      <w:r w:rsidRPr="00751DBB">
        <w:rPr>
          <w:lang w:val="en-GB"/>
        </w:rPr>
        <w:t xml:space="preserve"> </w:t>
      </w:r>
    </w:p>
    <w:p w14:paraId="187C386C" w14:textId="77777777" w:rsidR="00F00AB9" w:rsidRPr="00751DBB" w:rsidRDefault="00F00AB9" w:rsidP="00F00AB9">
      <w:pPr>
        <w:pStyle w:val="UtilitySyntax"/>
        <w:ind w:left="1287"/>
        <w:rPr>
          <w:lang w:val="en-GB"/>
        </w:rPr>
      </w:pPr>
      <w:r w:rsidRPr="00751DBB">
        <w:rPr>
          <w:lang w:val="en-GB"/>
        </w:rPr>
        <w:t>SignedDoc | &lt;format-</w:t>
      </w:r>
      <w:r w:rsidR="00207556" w:rsidRPr="00751DBB">
        <w:rPr>
          <w:lang w:val="en-GB"/>
        </w:rPr>
        <w:t>identifier&gt;</w:t>
      </w:r>
      <w:r w:rsidRPr="00751DBB">
        <w:rPr>
          <w:lang w:val="en-GB"/>
        </w:rPr>
        <w:t xml:space="preserve"> |</w:t>
      </w:r>
      <w:r w:rsidR="00207556" w:rsidRPr="00751DBB">
        <w:rPr>
          <w:lang w:val="en-GB"/>
        </w:rPr>
        <w:t xml:space="preserve"> &lt;version&gt; </w:t>
      </w:r>
    </w:p>
    <w:p w14:paraId="708D45A6" w14:textId="77777777" w:rsidR="00207556" w:rsidRPr="00751DBB" w:rsidRDefault="00F00AB9" w:rsidP="00F00AB9">
      <w:pPr>
        <w:pStyle w:val="UtilitySyntax"/>
        <w:ind w:left="1287"/>
        <w:rPr>
          <w:lang w:val="en-GB"/>
        </w:rPr>
      </w:pPr>
      <w:r w:rsidRPr="00751DBB">
        <w:rPr>
          <w:lang w:val="en-GB"/>
        </w:rPr>
        <w:t>For example: SignedDoc | DIGIDOC-XML | 1.3</w:t>
      </w:r>
    </w:p>
    <w:p w14:paraId="76B5D6E8" w14:textId="77777777" w:rsidR="00F00AB9" w:rsidRPr="00751DBB" w:rsidRDefault="00207556" w:rsidP="00602608">
      <w:pPr>
        <w:pStyle w:val="UtilitySyntax"/>
        <w:numPr>
          <w:ilvl w:val="0"/>
          <w:numId w:val="21"/>
        </w:numPr>
        <w:rPr>
          <w:lang w:val="en-GB"/>
        </w:rPr>
      </w:pPr>
      <w:r w:rsidRPr="00751DBB">
        <w:rPr>
          <w:b/>
          <w:lang w:val="en-GB"/>
        </w:rPr>
        <w:t>List of all data files</w:t>
      </w:r>
      <w:r w:rsidR="00783140" w:rsidRPr="00751DBB">
        <w:rPr>
          <w:lang w:val="en-GB"/>
        </w:rPr>
        <w:t>, in format:</w:t>
      </w:r>
    </w:p>
    <w:p w14:paraId="390267CF" w14:textId="77777777" w:rsidR="00F00AB9" w:rsidRPr="00751DBB" w:rsidRDefault="00207556" w:rsidP="00F00AB9">
      <w:pPr>
        <w:pStyle w:val="UtilitySyntax"/>
        <w:ind w:left="1287"/>
        <w:rPr>
          <w:lang w:val="en-GB"/>
        </w:rPr>
      </w:pPr>
      <w:r w:rsidRPr="00751DBB">
        <w:rPr>
          <w:lang w:val="en-GB"/>
        </w:rPr>
        <w:t>DataFile</w:t>
      </w:r>
      <w:r w:rsidR="00F00AB9" w:rsidRPr="00751DBB">
        <w:rPr>
          <w:lang w:val="en-GB"/>
        </w:rPr>
        <w:t xml:space="preserve"> | &lt;file</w:t>
      </w:r>
      <w:r w:rsidR="00783140" w:rsidRPr="00751DBB">
        <w:rPr>
          <w:lang w:val="en-GB"/>
        </w:rPr>
        <w:t xml:space="preserve"> </w:t>
      </w:r>
      <w:r w:rsidRPr="00751DBB">
        <w:rPr>
          <w:lang w:val="en-GB"/>
        </w:rPr>
        <w:t xml:space="preserve">identifier&gt; </w:t>
      </w:r>
      <w:r w:rsidR="00F00AB9" w:rsidRPr="00751DBB">
        <w:rPr>
          <w:lang w:val="en-GB"/>
        </w:rPr>
        <w:t>| &lt;file</w:t>
      </w:r>
      <w:r w:rsidR="00783140" w:rsidRPr="00751DBB">
        <w:rPr>
          <w:lang w:val="en-GB"/>
        </w:rPr>
        <w:t xml:space="preserve"> </w:t>
      </w:r>
      <w:r w:rsidR="00F00AB9" w:rsidRPr="00751DBB">
        <w:rPr>
          <w:lang w:val="en-GB"/>
        </w:rPr>
        <w:t>name&gt; | &lt;file</w:t>
      </w:r>
      <w:r w:rsidR="00783140" w:rsidRPr="00751DBB">
        <w:rPr>
          <w:lang w:val="en-GB"/>
        </w:rPr>
        <w:t xml:space="preserve"> </w:t>
      </w:r>
      <w:r w:rsidR="00F00AB9" w:rsidRPr="00751DBB">
        <w:rPr>
          <w:lang w:val="en-GB"/>
        </w:rPr>
        <w:t>size</w:t>
      </w:r>
      <w:r w:rsidR="00783140" w:rsidRPr="00751DBB">
        <w:rPr>
          <w:lang w:val="en-GB"/>
        </w:rPr>
        <w:t xml:space="preserve"> </w:t>
      </w:r>
      <w:r w:rsidR="00F00AB9" w:rsidRPr="00751DBB">
        <w:rPr>
          <w:lang w:val="en-GB"/>
        </w:rPr>
        <w:t>in</w:t>
      </w:r>
      <w:r w:rsidR="00783140" w:rsidRPr="00751DBB">
        <w:rPr>
          <w:lang w:val="en-GB"/>
        </w:rPr>
        <w:t xml:space="preserve"> </w:t>
      </w:r>
      <w:r w:rsidR="00F00AB9" w:rsidRPr="00751DBB">
        <w:rPr>
          <w:lang w:val="en-GB"/>
        </w:rPr>
        <w:t>bytes&gt; | &lt;mime</w:t>
      </w:r>
      <w:r w:rsidR="00783140" w:rsidRPr="00751DBB">
        <w:rPr>
          <w:lang w:val="en-GB"/>
        </w:rPr>
        <w:t xml:space="preserve"> </w:t>
      </w:r>
      <w:r w:rsidR="00F00AB9" w:rsidRPr="00751DBB">
        <w:rPr>
          <w:lang w:val="en-GB"/>
        </w:rPr>
        <w:t>type&gt; | &lt;</w:t>
      </w:r>
      <w:r w:rsidR="00783140" w:rsidRPr="00751DBB">
        <w:rPr>
          <w:lang w:val="en-GB"/>
        </w:rPr>
        <w:t>data file embedding option</w:t>
      </w:r>
      <w:r w:rsidR="00F00AB9" w:rsidRPr="00751DBB">
        <w:rPr>
          <w:lang w:val="en-GB"/>
        </w:rPr>
        <w:t>&gt;</w:t>
      </w:r>
    </w:p>
    <w:p w14:paraId="2C554ED6" w14:textId="77777777" w:rsidR="00207556" w:rsidRPr="00751DBB" w:rsidRDefault="00F00AB9" w:rsidP="00F00AB9">
      <w:pPr>
        <w:pStyle w:val="UtilitySyntax"/>
        <w:ind w:left="1287"/>
        <w:rPr>
          <w:lang w:val="en-GB"/>
        </w:rPr>
      </w:pPr>
      <w:r w:rsidRPr="00751DBB">
        <w:rPr>
          <w:lang w:val="en-GB"/>
        </w:rPr>
        <w:t>For example: DataFile |</w:t>
      </w:r>
      <w:r w:rsidR="00207556" w:rsidRPr="00751DBB">
        <w:rPr>
          <w:lang w:val="en-GB"/>
        </w:rPr>
        <w:t xml:space="preserve"> D0</w:t>
      </w:r>
      <w:r w:rsidRPr="00751DBB">
        <w:rPr>
          <w:lang w:val="en-GB"/>
        </w:rPr>
        <w:t xml:space="preserve"> | test1.txt | </w:t>
      </w:r>
      <w:r w:rsidR="005B7F4C" w:rsidRPr="00751DBB">
        <w:rPr>
          <w:lang w:val="en-GB"/>
        </w:rPr>
        <w:t>44</w:t>
      </w:r>
      <w:r w:rsidRPr="00751DBB">
        <w:rPr>
          <w:lang w:val="en-GB"/>
        </w:rPr>
        <w:t xml:space="preserve"> | text/plain | EMBEDDED_BASE64</w:t>
      </w:r>
    </w:p>
    <w:p w14:paraId="5FBE2B07" w14:textId="77777777" w:rsidR="00783140" w:rsidRPr="00751DBB" w:rsidRDefault="00207556" w:rsidP="00602608">
      <w:pPr>
        <w:pStyle w:val="UtilitySyntax"/>
        <w:numPr>
          <w:ilvl w:val="0"/>
          <w:numId w:val="21"/>
        </w:numPr>
        <w:rPr>
          <w:lang w:val="en-GB"/>
        </w:rPr>
      </w:pPr>
      <w:r w:rsidRPr="00751DBB">
        <w:rPr>
          <w:b/>
          <w:lang w:val="en-GB"/>
        </w:rPr>
        <w:t>List of all signatures</w:t>
      </w:r>
      <w:r w:rsidRPr="00751DBB">
        <w:rPr>
          <w:lang w:val="en-GB"/>
        </w:rPr>
        <w:t xml:space="preserve"> (if existing), in format: </w:t>
      </w:r>
    </w:p>
    <w:p w14:paraId="1D8589BB" w14:textId="77777777" w:rsidR="00783140" w:rsidRPr="00751DBB" w:rsidRDefault="00207556" w:rsidP="00783140">
      <w:pPr>
        <w:pStyle w:val="UtilitySyntax"/>
        <w:ind w:left="1287"/>
        <w:rPr>
          <w:lang w:val="en-GB"/>
        </w:rPr>
      </w:pPr>
      <w:r w:rsidRPr="00751DBB">
        <w:rPr>
          <w:lang w:val="en-GB"/>
        </w:rPr>
        <w:t>Signature</w:t>
      </w:r>
      <w:r w:rsidR="00783140" w:rsidRPr="00751DBB">
        <w:rPr>
          <w:lang w:val="en-GB"/>
        </w:rPr>
        <w:t xml:space="preserve"> |</w:t>
      </w:r>
      <w:r w:rsidRPr="00751DBB">
        <w:rPr>
          <w:lang w:val="en-GB"/>
        </w:rPr>
        <w:t xml:space="preserve"> </w:t>
      </w:r>
      <w:r w:rsidR="00FF4108" w:rsidRPr="00751DBB">
        <w:rPr>
          <w:lang w:val="en-GB"/>
        </w:rPr>
        <w:t xml:space="preserve">&lt;signature identifier&gt; </w:t>
      </w:r>
      <w:r w:rsidR="00783140" w:rsidRPr="00751DBB">
        <w:rPr>
          <w:lang w:val="en-GB"/>
        </w:rPr>
        <w:t>| &lt;signer’s key info: last name, first name, personal code&gt; | &lt;</w:t>
      </w:r>
      <w:r w:rsidR="00321FF3" w:rsidRPr="00751DBB">
        <w:rPr>
          <w:lang w:val="en-GB"/>
        </w:rPr>
        <w:t>verification</w:t>
      </w:r>
      <w:r w:rsidR="00783140" w:rsidRPr="00751DBB">
        <w:rPr>
          <w:lang w:val="en-GB"/>
        </w:rPr>
        <w:t xml:space="preserve"> return code&gt; | &lt;v</w:t>
      </w:r>
      <w:r w:rsidR="00321FF3" w:rsidRPr="00751DBB">
        <w:rPr>
          <w:lang w:val="en-GB"/>
        </w:rPr>
        <w:t>erification</w:t>
      </w:r>
      <w:r w:rsidR="00783140" w:rsidRPr="00751DBB">
        <w:rPr>
          <w:lang w:val="en-GB"/>
        </w:rPr>
        <w:t xml:space="preserve"> result&gt;</w:t>
      </w:r>
    </w:p>
    <w:p w14:paraId="27018AC6" w14:textId="77777777" w:rsidR="00207556" w:rsidRPr="00751DBB" w:rsidRDefault="00783140" w:rsidP="00783140">
      <w:pPr>
        <w:pStyle w:val="UtilitySyntax"/>
        <w:ind w:left="1287"/>
        <w:rPr>
          <w:lang w:val="en-GB"/>
        </w:rPr>
      </w:pPr>
      <w:r w:rsidRPr="00751DBB">
        <w:rPr>
          <w:lang w:val="en-GB"/>
        </w:rPr>
        <w:t>For example: Signature | S0 | MÄNNIK,MARI-LIIS,47101010033 | 0 | No errors</w:t>
      </w:r>
    </w:p>
    <w:p w14:paraId="01359E7B" w14:textId="77777777" w:rsidR="00FF4108" w:rsidRPr="00751DBB" w:rsidRDefault="007D1C3C" w:rsidP="00AC5E92">
      <w:pPr>
        <w:pStyle w:val="UtilitySyntax"/>
        <w:numPr>
          <w:ilvl w:val="0"/>
          <w:numId w:val="33"/>
        </w:numPr>
        <w:rPr>
          <w:lang w:val="en-GB"/>
        </w:rPr>
      </w:pPr>
      <w:r w:rsidRPr="00751DBB">
        <w:rPr>
          <w:b/>
          <w:lang w:val="en-GB"/>
        </w:rPr>
        <w:t>Signer’s certificate information</w:t>
      </w:r>
    </w:p>
    <w:p w14:paraId="010D9247" w14:textId="77777777" w:rsidR="00154955" w:rsidRPr="005D68F1" w:rsidRDefault="00154955" w:rsidP="00AC5E92">
      <w:pPr>
        <w:pStyle w:val="UtilitySyntax"/>
        <w:numPr>
          <w:ilvl w:val="0"/>
          <w:numId w:val="33"/>
        </w:numPr>
        <w:rPr>
          <w:lang w:val="en-GB"/>
        </w:rPr>
      </w:pPr>
      <w:r w:rsidRPr="00751DBB">
        <w:rPr>
          <w:b/>
          <w:lang w:val="en-GB"/>
        </w:rPr>
        <w:t>OCSP responder certificate information</w:t>
      </w:r>
    </w:p>
    <w:p w14:paraId="52C09581" w14:textId="6A0A9427" w:rsidR="005D68F1" w:rsidRDefault="005D68F1" w:rsidP="00AC5E92">
      <w:pPr>
        <w:pStyle w:val="UtilitySyntax"/>
        <w:numPr>
          <w:ilvl w:val="0"/>
          <w:numId w:val="33"/>
        </w:numPr>
      </w:pPr>
      <w:r w:rsidRPr="005E05FF">
        <w:rPr>
          <w:b/>
        </w:rPr>
        <w:t xml:space="preserve">Signature </w:t>
      </w:r>
      <w:r w:rsidR="002730AF">
        <w:rPr>
          <w:b/>
        </w:rPr>
        <w:t>validation</w:t>
      </w:r>
      <w:r w:rsidRPr="005E05FF">
        <w:rPr>
          <w:b/>
        </w:rPr>
        <w:t xml:space="preserve"> warning</w:t>
      </w:r>
      <w:r w:rsidRPr="005E05FF">
        <w:t xml:space="preserve"> (if present), in format: </w:t>
      </w:r>
    </w:p>
    <w:p w14:paraId="41344836" w14:textId="5BBF865C" w:rsidR="005D68F1" w:rsidRPr="005E05FF" w:rsidRDefault="005D68F1" w:rsidP="005D68F1">
      <w:pPr>
        <w:pStyle w:val="UtilitySyntax"/>
        <w:ind w:left="720" w:firstLine="567"/>
      </w:pPr>
      <w:r w:rsidRPr="00C67E6A">
        <w:t>WARNING</w:t>
      </w:r>
      <w:r w:rsidR="00576A5B">
        <w:t xml:space="preserve"> |</w:t>
      </w:r>
      <w:r w:rsidRPr="00C67E6A">
        <w:t xml:space="preserve"> </w:t>
      </w:r>
      <w:r>
        <w:t>&lt;error-code&gt;</w:t>
      </w:r>
      <w:r w:rsidRPr="00C67E6A">
        <w:t xml:space="preserve"> </w:t>
      </w:r>
      <w:r w:rsidR="00576A5B">
        <w:t>|</w:t>
      </w:r>
      <w:r w:rsidRPr="00C67E6A">
        <w:t xml:space="preserve"> </w:t>
      </w:r>
      <w:r>
        <w:t>&lt;warning message&gt;</w:t>
      </w:r>
    </w:p>
    <w:p w14:paraId="7C93F23A" w14:textId="40D4E9D8" w:rsidR="005D68F1" w:rsidRDefault="005D68F1" w:rsidP="005D68F1">
      <w:pPr>
        <w:pStyle w:val="UtilitySyntax"/>
        <w:ind w:left="1287"/>
      </w:pPr>
      <w:r>
        <w:t>For example: WARNING</w:t>
      </w:r>
      <w:r w:rsidR="00576A5B">
        <w:t xml:space="preserve"> |</w:t>
      </w:r>
      <w:r>
        <w:t>1</w:t>
      </w:r>
      <w:r w:rsidR="00576A5B">
        <w:t>7</w:t>
      </w:r>
      <w:r>
        <w:t>2</w:t>
      </w:r>
      <w:r w:rsidR="00576A5B">
        <w:t>|</w:t>
      </w:r>
      <w:r w:rsidRPr="00C67E6A">
        <w:t>Test signature!</w:t>
      </w:r>
    </w:p>
    <w:p w14:paraId="7BAB5D24" w14:textId="2BBFD47E" w:rsidR="0065343F" w:rsidRDefault="0065343F" w:rsidP="0065343F">
      <w:pPr>
        <w:pStyle w:val="ListParagraph"/>
        <w:ind w:left="720"/>
      </w:pPr>
      <w:r>
        <w:t>Parameter –libraryerrors can be added to the command to distinguish errors that are returned by the library.</w:t>
      </w:r>
    </w:p>
    <w:p w14:paraId="3E5B9C80" w14:textId="77777777" w:rsidR="00207556" w:rsidRPr="00751DBB" w:rsidRDefault="00207556" w:rsidP="00207556">
      <w:pPr>
        <w:rPr>
          <w:lang w:val="en-GB"/>
        </w:rPr>
      </w:pPr>
      <w:r w:rsidRPr="00751DBB">
        <w:rPr>
          <w:b/>
          <w:lang w:val="en-GB"/>
        </w:rPr>
        <w:t>-extract &lt;data-file-id&gt; &lt;output-file&gt;</w:t>
      </w:r>
      <w:r w:rsidRPr="00751DBB">
        <w:rPr>
          <w:lang w:val="en-GB"/>
        </w:rPr>
        <w:t xml:space="preserve"> </w:t>
      </w:r>
    </w:p>
    <w:p w14:paraId="5B8FB709" w14:textId="77777777" w:rsidR="00AE1F7A" w:rsidRPr="00751DBB" w:rsidRDefault="00207556" w:rsidP="00207556">
      <w:pPr>
        <w:pStyle w:val="UtilitySyntax"/>
        <w:rPr>
          <w:lang w:val="en-GB"/>
        </w:rPr>
      </w:pPr>
      <w:r w:rsidRPr="00751DBB">
        <w:rPr>
          <w:lang w:val="en-GB"/>
        </w:rPr>
        <w:t>Extracts the selected data file from the DigiDoc container and</w:t>
      </w:r>
      <w:r w:rsidRPr="00751DBB">
        <w:rPr>
          <w:b/>
          <w:lang w:val="en-GB"/>
        </w:rPr>
        <w:t xml:space="preserve"> </w:t>
      </w:r>
      <w:r w:rsidRPr="00751DBB">
        <w:rPr>
          <w:lang w:val="en-GB"/>
        </w:rPr>
        <w:t xml:space="preserve">stores it in a file. </w:t>
      </w:r>
    </w:p>
    <w:p w14:paraId="336DBA9F" w14:textId="77777777" w:rsidR="00AE1F7A" w:rsidRPr="00751DBB" w:rsidRDefault="00207556" w:rsidP="00207556">
      <w:pPr>
        <w:pStyle w:val="UtilitySyntax"/>
        <w:rPr>
          <w:lang w:val="en-GB"/>
        </w:rPr>
      </w:pPr>
      <w:r w:rsidRPr="00751DBB">
        <w:rPr>
          <w:b/>
          <w:lang w:val="en-GB"/>
        </w:rPr>
        <w:t xml:space="preserve">Data file id </w:t>
      </w:r>
      <w:r w:rsidRPr="00751DBB">
        <w:rPr>
          <w:lang w:val="en-GB"/>
        </w:rPr>
        <w:t>represents the ID for data file to be extracted fro</w:t>
      </w:r>
      <w:r w:rsidR="00AE1F7A" w:rsidRPr="00751DBB">
        <w:rPr>
          <w:lang w:val="en-GB"/>
        </w:rPr>
        <w:t>m inside the DigiDoc container</w:t>
      </w:r>
      <w:r w:rsidR="002964CE" w:rsidRPr="00751DBB">
        <w:rPr>
          <w:lang w:val="en-GB"/>
        </w:rPr>
        <w:t xml:space="preserve"> (e.g. D0, D1</w:t>
      </w:r>
      <w:r w:rsidR="00AE1F7A" w:rsidRPr="00751DBB">
        <w:rPr>
          <w:lang w:val="en-GB"/>
        </w:rPr>
        <w:t>…).</w:t>
      </w:r>
    </w:p>
    <w:p w14:paraId="139D4440" w14:textId="77777777" w:rsidR="00207556" w:rsidRDefault="00207556" w:rsidP="00207556">
      <w:pPr>
        <w:pStyle w:val="UtilitySyntax"/>
        <w:rPr>
          <w:lang w:val="en-GB"/>
        </w:rPr>
      </w:pPr>
      <w:r w:rsidRPr="00751DBB">
        <w:rPr>
          <w:b/>
          <w:lang w:val="en-GB"/>
        </w:rPr>
        <w:t xml:space="preserve">Output file </w:t>
      </w:r>
      <w:r w:rsidRPr="00751DBB">
        <w:rPr>
          <w:lang w:val="en-GB"/>
        </w:rPr>
        <w:t>represents the</w:t>
      </w:r>
      <w:r w:rsidRPr="00751DBB">
        <w:rPr>
          <w:b/>
          <w:lang w:val="en-GB"/>
        </w:rPr>
        <w:t xml:space="preserve"> </w:t>
      </w:r>
      <w:r w:rsidRPr="00751DBB">
        <w:rPr>
          <w:lang w:val="en-GB"/>
        </w:rPr>
        <w:t>name of the output file.</w:t>
      </w:r>
    </w:p>
    <w:p w14:paraId="2C572D78" w14:textId="53D8C880" w:rsidR="00863980" w:rsidRPr="00863980" w:rsidRDefault="00863980" w:rsidP="00863980">
      <w:pPr>
        <w:rPr>
          <w:lang w:val="en-GB"/>
        </w:rPr>
      </w:pPr>
      <w:r>
        <w:rPr>
          <w:b/>
          <w:lang w:val="en-GB"/>
        </w:rPr>
        <w:t>-extract</w:t>
      </w:r>
      <w:r w:rsidRPr="009B6EEF">
        <w:rPr>
          <w:b/>
          <w:lang w:val="en-GB"/>
        </w:rPr>
        <w:t xml:space="preserve">-mem </w:t>
      </w:r>
      <w:r w:rsidRPr="00751DBB">
        <w:rPr>
          <w:b/>
          <w:lang w:val="en-GB"/>
        </w:rPr>
        <w:t>&lt;data-file-id&gt; &lt;output-file&gt;</w:t>
      </w:r>
      <w:r w:rsidRPr="00751DBB">
        <w:rPr>
          <w:lang w:val="en-GB"/>
        </w:rPr>
        <w:t xml:space="preserve"> </w:t>
      </w:r>
    </w:p>
    <w:p w14:paraId="27783208" w14:textId="3FA6A1E8" w:rsidR="00863980" w:rsidRPr="006E1FD1" w:rsidRDefault="00863980" w:rsidP="00863980">
      <w:pPr>
        <w:pStyle w:val="UtilitySyntax"/>
        <w:ind w:left="720"/>
        <w:rPr>
          <w:lang w:val="en-GB"/>
        </w:rPr>
      </w:pPr>
      <w:r w:rsidRPr="006E1FD1">
        <w:rPr>
          <w:lang w:val="en-GB"/>
        </w:rPr>
        <w:lastRenderedPageBreak/>
        <w:t>Alternative</w:t>
      </w:r>
      <w:r>
        <w:rPr>
          <w:lang w:val="en-GB"/>
        </w:rPr>
        <w:t xml:space="preserve"> version of t</w:t>
      </w:r>
      <w:r w:rsidR="004B64C5">
        <w:rPr>
          <w:lang w:val="en-GB"/>
        </w:rPr>
        <w:t>–</w:t>
      </w:r>
      <w:r>
        <w:rPr>
          <w:lang w:val="en-GB"/>
        </w:rPr>
        <w:t xml:space="preserve">e -extract command. </w:t>
      </w:r>
      <w:r w:rsidRPr="002D50CD">
        <w:rPr>
          <w:lang w:val="en-GB"/>
        </w:rPr>
        <w:t>The operation is conducted “in memory”, meaning that the data is kept in memory buffers and no intermediary data is written to temporary files on the disk.</w:t>
      </w:r>
    </w:p>
    <w:p w14:paraId="7A8DC8A4" w14:textId="77777777" w:rsidR="00863980" w:rsidRPr="00751DBB" w:rsidRDefault="00863980" w:rsidP="00207556">
      <w:pPr>
        <w:pStyle w:val="UtilitySyntax"/>
        <w:rPr>
          <w:lang w:val="en-GB"/>
        </w:rPr>
      </w:pPr>
    </w:p>
    <w:p w14:paraId="1350009A" w14:textId="77777777" w:rsidR="00207556" w:rsidRPr="00751DBB" w:rsidRDefault="00207556" w:rsidP="00207556">
      <w:pPr>
        <w:spacing w:after="60"/>
        <w:rPr>
          <w:lang w:val="en-GB"/>
        </w:rPr>
      </w:pPr>
      <w:r w:rsidRPr="00751DBB">
        <w:rPr>
          <w:b/>
          <w:u w:val="single"/>
          <w:lang w:val="en-GB"/>
        </w:rPr>
        <w:t>Sample commands for reading/validating/extracting from DigiDoc files</w:t>
      </w:r>
      <w:r w:rsidRPr="00751DBB">
        <w:rPr>
          <w:lang w:val="en-GB"/>
        </w:rPr>
        <w:t>:</w:t>
      </w:r>
    </w:p>
    <w:p w14:paraId="6B531F79" w14:textId="77777777" w:rsidR="00207556" w:rsidRPr="00751DBB" w:rsidRDefault="00207556" w:rsidP="00207556">
      <w:pPr>
        <w:pStyle w:val="bat"/>
        <w:rPr>
          <w:b/>
          <w:szCs w:val="20"/>
          <w:u w:val="single"/>
          <w:lang w:val="en-GB"/>
        </w:rPr>
      </w:pPr>
      <w:r w:rsidRPr="00751DBB">
        <w:rPr>
          <w:b/>
          <w:szCs w:val="20"/>
          <w:u w:val="single"/>
          <w:lang w:val="en-GB"/>
        </w:rPr>
        <w:t>Sample: listing DigiDoc file’s contents, signed</w:t>
      </w:r>
    </w:p>
    <w:p w14:paraId="6EEB5951" w14:textId="1C638E4D" w:rsidR="00207556" w:rsidRPr="00751DBB" w:rsidRDefault="00380563" w:rsidP="00207556">
      <w:pPr>
        <w:pStyle w:val="bat"/>
        <w:rPr>
          <w:lang w:val="en-GB"/>
        </w:rPr>
      </w:pPr>
      <w:r w:rsidRPr="00751DBB">
        <w:rPr>
          <w:szCs w:val="20"/>
          <w:lang w:val="en-GB"/>
        </w:rPr>
        <w:t>&gt; c</w:t>
      </w:r>
      <w:r w:rsidR="00207556" w:rsidRPr="00751DBB">
        <w:rPr>
          <w:szCs w:val="20"/>
          <w:lang w:val="en-GB"/>
        </w:rPr>
        <w:t>digid</w:t>
      </w:r>
      <w:r w:rsidR="004B64C5">
        <w:rPr>
          <w:szCs w:val="20"/>
          <w:lang w:val="en-GB"/>
        </w:rPr>
        <w:t>–</w:t>
      </w:r>
      <w:r w:rsidR="00207556" w:rsidRPr="00751DBB">
        <w:rPr>
          <w:szCs w:val="20"/>
          <w:lang w:val="en-GB"/>
        </w:rPr>
        <w:t xml:space="preserve">c </w:t>
      </w:r>
      <w:r w:rsidR="00ED3355" w:rsidRPr="00751DBB">
        <w:rPr>
          <w:lang w:val="en-GB"/>
        </w:rPr>
        <w:t>-in c:\Temp\test1_s</w:t>
      </w:r>
      <w:r w:rsidR="00207556" w:rsidRPr="00751DBB">
        <w:rPr>
          <w:lang w:val="en-GB"/>
        </w:rPr>
        <w:t>.dd</w:t>
      </w:r>
      <w:r w:rsidR="004B64C5">
        <w:rPr>
          <w:lang w:val="en-GB"/>
        </w:rPr>
        <w:t>–</w:t>
      </w:r>
      <w:r w:rsidR="00207556" w:rsidRPr="00751DBB">
        <w:rPr>
          <w:lang w:val="en-GB"/>
        </w:rPr>
        <w:t xml:space="preserve">c </w:t>
      </w:r>
      <w:r w:rsidR="00207556" w:rsidRPr="00751DBB">
        <w:rPr>
          <w:color w:val="0070C0"/>
          <w:lang w:val="en-GB"/>
        </w:rPr>
        <w:t>-</w:t>
      </w:r>
      <w:r w:rsidR="00863980">
        <w:rPr>
          <w:color w:val="0070C0"/>
          <w:lang w:val="en-GB"/>
        </w:rPr>
        <w:t>verify</w:t>
      </w:r>
    </w:p>
    <w:p w14:paraId="55CE7C13" w14:textId="77777777" w:rsidR="00207556" w:rsidRPr="00751DBB" w:rsidRDefault="00207556" w:rsidP="00207556">
      <w:pPr>
        <w:pStyle w:val="bat"/>
        <w:rPr>
          <w:szCs w:val="20"/>
          <w:lang w:val="en-GB"/>
        </w:rPr>
      </w:pPr>
    </w:p>
    <w:p w14:paraId="6D7AC449" w14:textId="77777777" w:rsidR="00207556" w:rsidRPr="00751DBB" w:rsidRDefault="00207556" w:rsidP="00207556">
      <w:pPr>
        <w:pStyle w:val="bat"/>
        <w:rPr>
          <w:lang w:val="en-GB"/>
        </w:rPr>
      </w:pPr>
      <w:r w:rsidRPr="00751DBB">
        <w:rPr>
          <w:szCs w:val="20"/>
          <w:lang w:val="en-GB"/>
        </w:rPr>
        <w:t xml:space="preserve">Input: </w:t>
      </w:r>
    </w:p>
    <w:p w14:paraId="19C90721" w14:textId="77777777" w:rsidR="00207556" w:rsidRPr="00751DBB" w:rsidRDefault="00207556" w:rsidP="00207556">
      <w:pPr>
        <w:pStyle w:val="bat"/>
        <w:rPr>
          <w:szCs w:val="20"/>
          <w:lang w:val="en-GB"/>
        </w:rPr>
      </w:pPr>
      <w:r w:rsidRPr="00751DBB">
        <w:rPr>
          <w:lang w:val="en-GB"/>
        </w:rPr>
        <w:tab/>
      </w:r>
      <w:r w:rsidR="00ED3355" w:rsidRPr="00751DBB">
        <w:rPr>
          <w:szCs w:val="20"/>
          <w:lang w:val="en-GB"/>
        </w:rPr>
        <w:t>- c:\temp\test1_s</w:t>
      </w:r>
      <w:r w:rsidRPr="00751DBB">
        <w:rPr>
          <w:szCs w:val="20"/>
          <w:lang w:val="en-GB"/>
        </w:rPr>
        <w:t xml:space="preserve">.ddoc – </w:t>
      </w:r>
      <w:r w:rsidR="00ED3355" w:rsidRPr="00751DBB">
        <w:rPr>
          <w:szCs w:val="20"/>
          <w:lang w:val="en-GB"/>
        </w:rPr>
        <w:t xml:space="preserve">the digidoc file which </w:t>
      </w:r>
      <w:r w:rsidRPr="00751DBB">
        <w:rPr>
          <w:szCs w:val="20"/>
          <w:lang w:val="en-GB"/>
        </w:rPr>
        <w:t xml:space="preserve">contents </w:t>
      </w:r>
      <w:r w:rsidR="00ED3355" w:rsidRPr="00751DBB">
        <w:rPr>
          <w:szCs w:val="20"/>
          <w:lang w:val="en-GB"/>
        </w:rPr>
        <w:t xml:space="preserve">are to be </w:t>
      </w:r>
      <w:r w:rsidRPr="00751DBB">
        <w:rPr>
          <w:szCs w:val="20"/>
          <w:lang w:val="en-GB"/>
        </w:rPr>
        <w:t>listed</w:t>
      </w:r>
    </w:p>
    <w:p w14:paraId="502331F6" w14:textId="77777777" w:rsidR="005B7F4C" w:rsidRPr="00751DBB" w:rsidRDefault="005B7F4C" w:rsidP="00207556">
      <w:pPr>
        <w:pStyle w:val="bat"/>
        <w:rPr>
          <w:szCs w:val="20"/>
          <w:highlight w:val="yellow"/>
          <w:lang w:val="en-GB"/>
        </w:rPr>
      </w:pPr>
    </w:p>
    <w:p w14:paraId="71409450" w14:textId="77777777" w:rsidR="00207556" w:rsidRPr="00751DBB" w:rsidRDefault="00207556" w:rsidP="00207556">
      <w:pPr>
        <w:pStyle w:val="bat"/>
        <w:rPr>
          <w:lang w:val="en-GB"/>
        </w:rPr>
      </w:pPr>
      <w:r w:rsidRPr="00751DBB">
        <w:rPr>
          <w:szCs w:val="20"/>
          <w:lang w:val="en-GB"/>
        </w:rPr>
        <w:t>Returns:</w:t>
      </w:r>
    </w:p>
    <w:p w14:paraId="5586BB1F" w14:textId="77777777" w:rsidR="00ED3355" w:rsidRPr="00751DBB" w:rsidRDefault="00ED3355" w:rsidP="00ED3355">
      <w:pPr>
        <w:pStyle w:val="bat"/>
        <w:rPr>
          <w:szCs w:val="20"/>
          <w:lang w:val="en-GB"/>
        </w:rPr>
      </w:pPr>
      <w:r w:rsidRPr="00751DBB">
        <w:rPr>
          <w:szCs w:val="20"/>
          <w:lang w:val="en-GB"/>
        </w:rPr>
        <w:t>SignedDoc|DIGIDOC-XML|1.3</w:t>
      </w:r>
    </w:p>
    <w:p w14:paraId="2CC56A0E" w14:textId="77777777" w:rsidR="00ED3355" w:rsidRPr="00751DBB" w:rsidRDefault="00ED3355" w:rsidP="00ED3355">
      <w:pPr>
        <w:pStyle w:val="bat"/>
        <w:rPr>
          <w:szCs w:val="20"/>
          <w:lang w:val="en-GB"/>
        </w:rPr>
      </w:pPr>
      <w:r w:rsidRPr="00751DBB">
        <w:rPr>
          <w:szCs w:val="20"/>
          <w:lang w:val="en-GB"/>
        </w:rPr>
        <w:t>DataFile|D0|test1.txt|44|text/plain|EMBEDDED_BASE64</w:t>
      </w:r>
    </w:p>
    <w:p w14:paraId="2C82741A" w14:textId="77777777" w:rsidR="00ED3355" w:rsidRPr="00751DBB" w:rsidRDefault="00ED3355" w:rsidP="00ED3355">
      <w:pPr>
        <w:pStyle w:val="bat"/>
        <w:rPr>
          <w:szCs w:val="20"/>
          <w:lang w:val="en-GB"/>
        </w:rPr>
      </w:pPr>
      <w:r w:rsidRPr="00751DBB">
        <w:rPr>
          <w:szCs w:val="20"/>
          <w:lang w:val="en-GB"/>
        </w:rPr>
        <w:t>DataFile|D1|test2.txt|84|text/plain|EMBEDDED_BASE64</w:t>
      </w:r>
    </w:p>
    <w:p w14:paraId="23ACDB32" w14:textId="77777777" w:rsidR="00ED3355" w:rsidRPr="00751DBB" w:rsidRDefault="00ED3355" w:rsidP="00ED3355">
      <w:pPr>
        <w:pStyle w:val="bat"/>
        <w:rPr>
          <w:color w:val="0070C0"/>
          <w:lang w:val="en-GB"/>
        </w:rPr>
      </w:pPr>
      <w:r w:rsidRPr="00751DBB">
        <w:rPr>
          <w:color w:val="0070C0"/>
          <w:lang w:val="en-GB"/>
        </w:rPr>
        <w:t>Signature|S0|MÄNNIK,MARI-LIIS,47101010033|0|No errors</w:t>
      </w:r>
    </w:p>
    <w:p w14:paraId="3961C729" w14:textId="77777777" w:rsidR="00ED3355" w:rsidRPr="00751DBB" w:rsidRDefault="00ED3355" w:rsidP="00ED3355">
      <w:pPr>
        <w:pStyle w:val="bat"/>
        <w:rPr>
          <w:color w:val="auto"/>
          <w:lang w:val="en-GB"/>
        </w:rPr>
      </w:pPr>
      <w:r w:rsidRPr="00751DBB">
        <w:rPr>
          <w:color w:val="auto"/>
          <w:lang w:val="en-GB"/>
        </w:rPr>
        <w:t>/prints out signer’s and OCSP responder’s certificate data/</w:t>
      </w:r>
    </w:p>
    <w:p w14:paraId="772239FF" w14:textId="77777777" w:rsidR="00ED3355" w:rsidRPr="00751DBB" w:rsidRDefault="00ED3355" w:rsidP="00207556">
      <w:pPr>
        <w:pStyle w:val="bat"/>
        <w:rPr>
          <w:szCs w:val="20"/>
          <w:lang w:val="en-GB"/>
        </w:rPr>
      </w:pPr>
    </w:p>
    <w:p w14:paraId="7E06A399" w14:textId="77777777" w:rsidR="00207556" w:rsidRPr="00751DBB" w:rsidRDefault="00207556" w:rsidP="00207556">
      <w:pPr>
        <w:pStyle w:val="bat"/>
        <w:rPr>
          <w:b/>
          <w:szCs w:val="20"/>
          <w:u w:val="single"/>
          <w:lang w:val="en-GB"/>
        </w:rPr>
      </w:pPr>
      <w:r w:rsidRPr="00751DBB">
        <w:rPr>
          <w:b/>
          <w:u w:val="single"/>
          <w:lang w:val="en-GB"/>
        </w:rPr>
        <w:t>Sample: Extracting a data file from an existing DigiDoc file</w:t>
      </w:r>
    </w:p>
    <w:p w14:paraId="5FBF19FE" w14:textId="5FCC38FD" w:rsidR="00207556" w:rsidRPr="00751DBB" w:rsidRDefault="00380563" w:rsidP="00207556">
      <w:pPr>
        <w:pStyle w:val="bat"/>
        <w:rPr>
          <w:lang w:val="en-GB"/>
        </w:rPr>
      </w:pPr>
      <w:r w:rsidRPr="00751DBB">
        <w:rPr>
          <w:szCs w:val="20"/>
          <w:lang w:val="en-GB"/>
        </w:rPr>
        <w:t>&gt; c</w:t>
      </w:r>
      <w:r w:rsidR="00207556" w:rsidRPr="00751DBB">
        <w:rPr>
          <w:szCs w:val="20"/>
          <w:lang w:val="en-GB"/>
        </w:rPr>
        <w:t>digid</w:t>
      </w:r>
      <w:r w:rsidR="004B64C5">
        <w:rPr>
          <w:szCs w:val="20"/>
          <w:lang w:val="en-GB"/>
        </w:rPr>
        <w:t>–</w:t>
      </w:r>
      <w:r w:rsidR="00207556" w:rsidRPr="00751DBB">
        <w:rPr>
          <w:szCs w:val="20"/>
          <w:lang w:val="en-GB"/>
        </w:rPr>
        <w:t xml:space="preserve">c </w:t>
      </w:r>
      <w:r w:rsidR="00207556" w:rsidRPr="00751DBB">
        <w:rPr>
          <w:lang w:val="en-GB"/>
        </w:rPr>
        <w:t>-in c:\temp\test1.dd</w:t>
      </w:r>
      <w:r w:rsidR="004B64C5">
        <w:rPr>
          <w:lang w:val="en-GB"/>
        </w:rPr>
        <w:t>–</w:t>
      </w:r>
      <w:r w:rsidR="00207556" w:rsidRPr="00751DBB">
        <w:rPr>
          <w:lang w:val="en-GB"/>
        </w:rPr>
        <w:t xml:space="preserve">c </w:t>
      </w:r>
      <w:r w:rsidR="00207556" w:rsidRPr="00751DBB">
        <w:rPr>
          <w:color w:val="0070C0"/>
          <w:lang w:val="en-GB"/>
        </w:rPr>
        <w:t>-extract D</w:t>
      </w:r>
      <w:r w:rsidR="00A76B7A" w:rsidRPr="00751DBB">
        <w:rPr>
          <w:color w:val="0070C0"/>
          <w:lang w:val="en-GB"/>
        </w:rPr>
        <w:t>0</w:t>
      </w:r>
      <w:r w:rsidR="00207556" w:rsidRPr="00751DBB">
        <w:rPr>
          <w:lang w:val="en-GB"/>
        </w:rPr>
        <w:t xml:space="preserve"> </w:t>
      </w:r>
      <w:r w:rsidR="00207556" w:rsidRPr="00751DBB">
        <w:rPr>
          <w:color w:val="0070C0"/>
          <w:lang w:val="en-GB"/>
        </w:rPr>
        <w:t>c:\temp\test_ext.txt</w:t>
      </w:r>
    </w:p>
    <w:p w14:paraId="41551764" w14:textId="77777777" w:rsidR="00207556" w:rsidRPr="00751DBB" w:rsidRDefault="00207556" w:rsidP="00207556">
      <w:pPr>
        <w:pStyle w:val="bat"/>
        <w:rPr>
          <w:lang w:val="en-GB"/>
        </w:rPr>
      </w:pPr>
    </w:p>
    <w:p w14:paraId="786F234D" w14:textId="77777777" w:rsidR="00207556" w:rsidRPr="00751DBB" w:rsidRDefault="00207556" w:rsidP="00207556">
      <w:pPr>
        <w:pStyle w:val="bat"/>
        <w:rPr>
          <w:szCs w:val="20"/>
          <w:lang w:val="en-GB"/>
        </w:rPr>
      </w:pPr>
      <w:r w:rsidRPr="00751DBB">
        <w:rPr>
          <w:szCs w:val="20"/>
          <w:lang w:val="en-GB"/>
        </w:rPr>
        <w:t xml:space="preserve">Input: </w:t>
      </w:r>
    </w:p>
    <w:p w14:paraId="5AAA4838" w14:textId="77777777" w:rsidR="00207556" w:rsidRPr="00751DBB" w:rsidRDefault="00207556" w:rsidP="00207556">
      <w:pPr>
        <w:pStyle w:val="bat"/>
        <w:rPr>
          <w:szCs w:val="20"/>
          <w:lang w:val="en-GB"/>
        </w:rPr>
      </w:pPr>
      <w:r w:rsidRPr="00751DBB">
        <w:rPr>
          <w:szCs w:val="20"/>
          <w:lang w:val="en-GB"/>
        </w:rPr>
        <w:t xml:space="preserve">- c:\temp\test1.ddoc </w:t>
      </w:r>
      <w:r w:rsidRPr="00751DBB">
        <w:rPr>
          <w:szCs w:val="20"/>
          <w:lang w:val="en-GB"/>
        </w:rPr>
        <w:tab/>
        <w:t>– the digidoc file to be extracted from</w:t>
      </w:r>
    </w:p>
    <w:p w14:paraId="51A160F0" w14:textId="77777777" w:rsidR="00207556" w:rsidRPr="00751DBB" w:rsidRDefault="00207556" w:rsidP="00207556">
      <w:pPr>
        <w:pStyle w:val="bat"/>
        <w:rPr>
          <w:szCs w:val="20"/>
          <w:lang w:val="en-GB"/>
        </w:rPr>
      </w:pPr>
      <w:r w:rsidRPr="00751DBB">
        <w:rPr>
          <w:szCs w:val="20"/>
          <w:lang w:val="en-GB"/>
        </w:rPr>
        <w:t xml:space="preserve">- </w:t>
      </w:r>
      <w:r w:rsidRPr="00751DBB">
        <w:rPr>
          <w:color w:val="0070C0"/>
          <w:szCs w:val="20"/>
          <w:lang w:val="en-GB"/>
        </w:rPr>
        <w:t>D</w:t>
      </w:r>
      <w:r w:rsidR="00EB1826" w:rsidRPr="00751DBB">
        <w:rPr>
          <w:color w:val="0070C0"/>
          <w:szCs w:val="20"/>
          <w:lang w:val="en-GB"/>
        </w:rPr>
        <w:t>0</w:t>
      </w:r>
      <w:r w:rsidRPr="00751DBB">
        <w:rPr>
          <w:color w:val="0070C0"/>
          <w:szCs w:val="20"/>
          <w:lang w:val="en-GB"/>
        </w:rPr>
        <w:tab/>
      </w:r>
      <w:r w:rsidRPr="00751DBB">
        <w:rPr>
          <w:color w:val="0070C0"/>
          <w:szCs w:val="20"/>
          <w:lang w:val="en-GB"/>
        </w:rPr>
        <w:tab/>
      </w:r>
      <w:r w:rsidRPr="00751DBB">
        <w:rPr>
          <w:color w:val="0070C0"/>
          <w:szCs w:val="20"/>
          <w:lang w:val="en-GB"/>
        </w:rPr>
        <w:tab/>
        <w:t>- the data file ID to be extracted</w:t>
      </w:r>
    </w:p>
    <w:p w14:paraId="3710B3CD" w14:textId="38B329D6" w:rsidR="00207556" w:rsidRPr="00751DBB" w:rsidRDefault="00207556" w:rsidP="00207556">
      <w:pPr>
        <w:pStyle w:val="bat"/>
        <w:rPr>
          <w:color w:val="0070C0"/>
          <w:szCs w:val="20"/>
          <w:lang w:val="en-GB"/>
        </w:rPr>
      </w:pPr>
      <w:r w:rsidRPr="00751DBB">
        <w:rPr>
          <w:color w:val="0070C0"/>
          <w:lang w:val="en-GB"/>
        </w:rPr>
        <w:t>- c:\temp\test_ext.t</w:t>
      </w:r>
      <w:r w:rsidR="004B64C5">
        <w:rPr>
          <w:color w:val="0070C0"/>
          <w:lang w:val="en-GB"/>
        </w:rPr>
        <w:t>–</w:t>
      </w:r>
      <w:r w:rsidRPr="00751DBB">
        <w:rPr>
          <w:color w:val="0070C0"/>
          <w:lang w:val="en-GB"/>
        </w:rPr>
        <w:t>t - file for storing the extracted data</w:t>
      </w:r>
    </w:p>
    <w:p w14:paraId="16CE866F" w14:textId="77777777" w:rsidR="00207556" w:rsidRPr="00751DBB" w:rsidRDefault="00207556" w:rsidP="00207556">
      <w:pPr>
        <w:rPr>
          <w:lang w:val="en-GB"/>
        </w:rPr>
      </w:pPr>
    </w:p>
    <w:p w14:paraId="0C080454" w14:textId="77777777" w:rsidR="00857FA3" w:rsidRPr="00751DBB" w:rsidRDefault="00207556" w:rsidP="00D56B07">
      <w:pPr>
        <w:pStyle w:val="Heading2"/>
        <w:rPr>
          <w:lang w:val="en-GB"/>
        </w:rPr>
      </w:pPr>
      <w:bookmarkStart w:id="88" w:name="_Toc313013712"/>
      <w:bookmarkStart w:id="89" w:name="_Toc410733931"/>
      <w:r w:rsidRPr="00751DBB">
        <w:rPr>
          <w:lang w:val="en-GB"/>
        </w:rPr>
        <w:t>Encryption commands</w:t>
      </w:r>
      <w:bookmarkEnd w:id="88"/>
      <w:bookmarkEnd w:id="89"/>
    </w:p>
    <w:p w14:paraId="2A9AC03E" w14:textId="77777777" w:rsidR="00380563" w:rsidRPr="00DA44FF" w:rsidRDefault="00380563" w:rsidP="00602608">
      <w:pPr>
        <w:pStyle w:val="ListParagraph"/>
        <w:numPr>
          <w:ilvl w:val="0"/>
          <w:numId w:val="22"/>
        </w:numPr>
        <w:rPr>
          <w:b/>
          <w:lang w:val="en-GB"/>
        </w:rPr>
      </w:pPr>
      <w:r w:rsidRPr="00751DBB">
        <w:rPr>
          <w:b/>
          <w:lang w:val="en-GB"/>
        </w:rPr>
        <w:t>-in</w:t>
      </w:r>
      <w:r w:rsidR="005810E0" w:rsidRPr="00751DBB">
        <w:rPr>
          <w:b/>
          <w:lang w:val="en-GB"/>
        </w:rPr>
        <w:t xml:space="preserve"> &lt;input-encrypted-file&gt;</w:t>
      </w:r>
      <w:r w:rsidR="005810E0" w:rsidRPr="00751DBB">
        <w:rPr>
          <w:lang w:val="en-GB"/>
        </w:rPr>
        <w:t xml:space="preserve"> - </w:t>
      </w:r>
      <w:r w:rsidR="00FC08EE">
        <w:rPr>
          <w:lang w:val="en-GB"/>
        </w:rPr>
        <w:t xml:space="preserve">reads in the </w:t>
      </w:r>
      <w:r w:rsidR="005810E0" w:rsidRPr="00751DBB">
        <w:rPr>
          <w:lang w:val="en-GB"/>
        </w:rPr>
        <w:t>specifie</w:t>
      </w:r>
      <w:r w:rsidR="00FC08EE">
        <w:rPr>
          <w:lang w:val="en-GB"/>
        </w:rPr>
        <w:t>d</w:t>
      </w:r>
      <w:r w:rsidR="005810E0" w:rsidRPr="00751DBB">
        <w:rPr>
          <w:lang w:val="en-GB"/>
        </w:rPr>
        <w:t xml:space="preserve"> encrypted </w:t>
      </w:r>
      <w:r w:rsidR="006F164D" w:rsidRPr="00751DBB">
        <w:rPr>
          <w:lang w:val="en-GB"/>
        </w:rPr>
        <w:t xml:space="preserve">input </w:t>
      </w:r>
      <w:r w:rsidR="005810E0" w:rsidRPr="00751DBB">
        <w:rPr>
          <w:lang w:val="en-GB"/>
        </w:rPr>
        <w:t>document</w:t>
      </w:r>
    </w:p>
    <w:p w14:paraId="0DCDC712" w14:textId="77777777" w:rsidR="00DA44FF" w:rsidRPr="00751DBB" w:rsidRDefault="00DA44FF" w:rsidP="00602608">
      <w:pPr>
        <w:pStyle w:val="ListParagraph"/>
        <w:numPr>
          <w:ilvl w:val="0"/>
          <w:numId w:val="22"/>
        </w:numPr>
        <w:rPr>
          <w:b/>
          <w:lang w:val="en-GB"/>
        </w:rPr>
      </w:pPr>
      <w:r>
        <w:rPr>
          <w:b/>
          <w:lang w:val="en-GB"/>
        </w:rPr>
        <w:t xml:space="preserve">-in-mem </w:t>
      </w:r>
      <w:r w:rsidRPr="00751DBB">
        <w:rPr>
          <w:b/>
          <w:lang w:val="en-GB"/>
        </w:rPr>
        <w:t>&lt;input-encrypted-file&gt;</w:t>
      </w:r>
      <w:r w:rsidR="00941038" w:rsidRPr="002D50CD">
        <w:rPr>
          <w:b/>
          <w:lang w:val="en-GB"/>
        </w:rPr>
        <w:t xml:space="preserve"> - </w:t>
      </w:r>
      <w:r w:rsidR="00C85C78">
        <w:rPr>
          <w:lang w:val="en-GB"/>
        </w:rPr>
        <w:t xml:space="preserve">reads in an encrypted </w:t>
      </w:r>
      <w:r w:rsidR="00941038" w:rsidRPr="002D50CD">
        <w:rPr>
          <w:lang w:val="en-GB"/>
        </w:rPr>
        <w:t xml:space="preserve">file. </w:t>
      </w:r>
      <w:r w:rsidR="003F4936" w:rsidRPr="00A90F3D">
        <w:rPr>
          <w:lang w:val="en-GB"/>
        </w:rPr>
        <w:t xml:space="preserve">The operation is conducted “in memory”, meaning that </w:t>
      </w:r>
      <w:r w:rsidR="003F4936" w:rsidRPr="00B03459">
        <w:rPr>
          <w:lang w:val="en-GB"/>
        </w:rPr>
        <w:t xml:space="preserve">the data </w:t>
      </w:r>
      <w:r w:rsidR="003F4936">
        <w:rPr>
          <w:lang w:val="en-GB"/>
        </w:rPr>
        <w:t>is read into a</w:t>
      </w:r>
      <w:r w:rsidR="003F4936" w:rsidRPr="00B03459">
        <w:rPr>
          <w:lang w:val="en-GB"/>
        </w:rPr>
        <w:t xml:space="preserve"> memory buffer and no intermediary data is written to temporary files on the disk.</w:t>
      </w:r>
    </w:p>
    <w:p w14:paraId="2A5AA806" w14:textId="77777777" w:rsidR="006F164D" w:rsidRPr="00DA44FF" w:rsidRDefault="006F164D" w:rsidP="00602608">
      <w:pPr>
        <w:pStyle w:val="ListParagraph"/>
        <w:numPr>
          <w:ilvl w:val="0"/>
          <w:numId w:val="22"/>
        </w:numPr>
        <w:rPr>
          <w:b/>
          <w:lang w:val="en-GB"/>
        </w:rPr>
      </w:pPr>
      <w:r w:rsidRPr="00751DBB">
        <w:rPr>
          <w:b/>
          <w:lang w:val="en-GB"/>
        </w:rPr>
        <w:t>-out &lt;output-</w:t>
      </w:r>
      <w:r w:rsidR="00DA44FF">
        <w:rPr>
          <w:b/>
          <w:lang w:val="en-GB"/>
        </w:rPr>
        <w:t>de</w:t>
      </w:r>
      <w:r w:rsidRPr="00751DBB">
        <w:rPr>
          <w:b/>
          <w:lang w:val="en-GB"/>
        </w:rPr>
        <w:t xml:space="preserve">crypted-file&gt; - </w:t>
      </w:r>
      <w:r w:rsidRPr="00751DBB">
        <w:rPr>
          <w:lang w:val="en-GB"/>
        </w:rPr>
        <w:t xml:space="preserve">specifies the </w:t>
      </w:r>
      <w:r w:rsidR="00C85C78">
        <w:rPr>
          <w:lang w:val="en-GB"/>
        </w:rPr>
        <w:t>de</w:t>
      </w:r>
      <w:r w:rsidRPr="00751DBB">
        <w:rPr>
          <w:lang w:val="en-GB"/>
        </w:rPr>
        <w:t>crypted output document’s name</w:t>
      </w:r>
    </w:p>
    <w:p w14:paraId="72ECC7A4" w14:textId="77777777" w:rsidR="000C5665" w:rsidRPr="00A578F7" w:rsidRDefault="00041636" w:rsidP="000C5665">
      <w:pPr>
        <w:pStyle w:val="ListParagraph"/>
        <w:numPr>
          <w:ilvl w:val="0"/>
          <w:numId w:val="20"/>
        </w:numPr>
        <w:rPr>
          <w:b/>
          <w:lang w:val="en-GB"/>
        </w:rPr>
      </w:pPr>
      <w:r>
        <w:rPr>
          <w:b/>
          <w:lang w:val="en-GB"/>
        </w:rPr>
        <w:t xml:space="preserve">-out-mem </w:t>
      </w:r>
      <w:r w:rsidRPr="00751DBB">
        <w:rPr>
          <w:b/>
          <w:lang w:val="en-GB"/>
        </w:rPr>
        <w:t>&lt;output-</w:t>
      </w:r>
      <w:r>
        <w:rPr>
          <w:b/>
          <w:lang w:val="en-GB"/>
        </w:rPr>
        <w:t xml:space="preserve">decrypted-file&gt; - </w:t>
      </w:r>
      <w:r>
        <w:rPr>
          <w:lang w:val="en-GB"/>
        </w:rPr>
        <w:t xml:space="preserve">creates a </w:t>
      </w:r>
      <w:r w:rsidR="00C85C78">
        <w:rPr>
          <w:lang w:val="en-GB"/>
        </w:rPr>
        <w:t>decrypted output document</w:t>
      </w:r>
      <w:r>
        <w:rPr>
          <w:lang w:val="en-GB"/>
        </w:rPr>
        <w:t xml:space="preserve"> at the specified location. </w:t>
      </w:r>
      <w:r w:rsidR="000C5665">
        <w:rPr>
          <w:lang w:val="en-GB"/>
        </w:rPr>
        <w:t>The operation is conducted “in memory”, meaning that the data is read from and written to a memory buffer, no intermediary data is written to temporary files on the disk.</w:t>
      </w:r>
    </w:p>
    <w:p w14:paraId="00B3DA24" w14:textId="77777777" w:rsidR="00380563" w:rsidRPr="00751DBB" w:rsidRDefault="00380563" w:rsidP="00602608">
      <w:pPr>
        <w:pStyle w:val="ListParagraph"/>
        <w:numPr>
          <w:ilvl w:val="0"/>
          <w:numId w:val="22"/>
        </w:numPr>
        <w:rPr>
          <w:b/>
          <w:lang w:val="en-GB"/>
        </w:rPr>
      </w:pPr>
      <w:r w:rsidRPr="00751DBB">
        <w:rPr>
          <w:b/>
          <w:lang w:val="en-GB"/>
        </w:rPr>
        <w:t>-denc-list &lt;</w:t>
      </w:r>
      <w:r w:rsidR="00BC1801" w:rsidRPr="00751DBB">
        <w:rPr>
          <w:b/>
          <w:lang w:val="en-GB"/>
        </w:rPr>
        <w:t>input-</w:t>
      </w:r>
      <w:r w:rsidR="008A76D0" w:rsidRPr="00751DBB">
        <w:rPr>
          <w:b/>
          <w:lang w:val="en-GB"/>
        </w:rPr>
        <w:t>encrypted-</w:t>
      </w:r>
      <w:r w:rsidR="00BC1801" w:rsidRPr="00751DBB">
        <w:rPr>
          <w:b/>
          <w:lang w:val="en-GB"/>
        </w:rPr>
        <w:t>file</w:t>
      </w:r>
      <w:r w:rsidRPr="00751DBB">
        <w:rPr>
          <w:b/>
          <w:lang w:val="en-GB"/>
        </w:rPr>
        <w:t>&gt;</w:t>
      </w:r>
      <w:r w:rsidRPr="00751DBB">
        <w:rPr>
          <w:lang w:val="en-GB"/>
        </w:rPr>
        <w:t xml:space="preserve"> - </w:t>
      </w:r>
      <w:r w:rsidR="00BC1801" w:rsidRPr="00751DBB">
        <w:rPr>
          <w:lang w:val="en-GB"/>
        </w:rPr>
        <w:t>displays the encrypted document data and recipient</w:t>
      </w:r>
      <w:r w:rsidR="006F164D" w:rsidRPr="00751DBB">
        <w:rPr>
          <w:lang w:val="en-GB"/>
        </w:rPr>
        <w:t>’</w:t>
      </w:r>
      <w:r w:rsidR="00BC1801" w:rsidRPr="00751DBB">
        <w:rPr>
          <w:lang w:val="en-GB"/>
        </w:rPr>
        <w:t>s info</w:t>
      </w:r>
      <w:r w:rsidR="006F164D" w:rsidRPr="00751DBB">
        <w:rPr>
          <w:lang w:val="en-GB"/>
        </w:rPr>
        <w:t xml:space="preserve">. </w:t>
      </w:r>
    </w:p>
    <w:p w14:paraId="0EC4386D" w14:textId="77777777" w:rsidR="00CE097C" w:rsidRPr="00751DBB" w:rsidRDefault="00CE097C" w:rsidP="00602608">
      <w:pPr>
        <w:pStyle w:val="ListParagraph"/>
        <w:numPr>
          <w:ilvl w:val="0"/>
          <w:numId w:val="22"/>
        </w:numPr>
        <w:rPr>
          <w:lang w:val="en-GB"/>
        </w:rPr>
      </w:pPr>
      <w:r w:rsidRPr="00751DBB">
        <w:rPr>
          <w:b/>
          <w:lang w:val="en-GB"/>
        </w:rPr>
        <w:t xml:space="preserve">-encrecv &lt;certificate-file&gt; - </w:t>
      </w:r>
      <w:r w:rsidRPr="00751DBB">
        <w:rPr>
          <w:lang w:val="en-GB"/>
        </w:rPr>
        <w:t xml:space="preserve">adds recipient to an encrypted document </w:t>
      </w:r>
    </w:p>
    <w:p w14:paraId="18B55A8F" w14:textId="4C58CE1C" w:rsidR="00380563" w:rsidRPr="00751DBB" w:rsidRDefault="00380563" w:rsidP="00602608">
      <w:pPr>
        <w:pStyle w:val="ListParagraph"/>
        <w:numPr>
          <w:ilvl w:val="0"/>
          <w:numId w:val="22"/>
        </w:numPr>
        <w:jc w:val="both"/>
        <w:rPr>
          <w:b/>
          <w:lang w:val="en-GB"/>
        </w:rPr>
      </w:pPr>
      <w:r w:rsidRPr="00751DBB">
        <w:rPr>
          <w:b/>
          <w:lang w:val="en-GB"/>
        </w:rPr>
        <w:t>-encrypt-sk &lt;input-file&gt;</w:t>
      </w:r>
      <w:r w:rsidRPr="00751DBB">
        <w:rPr>
          <w:lang w:val="en-GB"/>
        </w:rPr>
        <w:t xml:space="preserve"> - </w:t>
      </w:r>
      <w:r w:rsidR="007B6177" w:rsidRPr="00751DBB">
        <w:rPr>
          <w:lang w:val="en-GB"/>
        </w:rPr>
        <w:t>encrypts the input document; recommended for compatibility with other DigiDoc software components, places the data file to be encrypted inside a new DigiDoc container</w:t>
      </w:r>
      <w:r w:rsidR="004B64C5">
        <w:rPr>
          <w:lang w:val="en-GB"/>
        </w:rPr>
        <w:t>–</w:t>
      </w:r>
      <w:r w:rsidR="007B6177" w:rsidRPr="00751DBB">
        <w:rPr>
          <w:lang w:val="en-GB"/>
        </w:rPr>
        <w:t xml:space="preserve"> </w:t>
      </w:r>
    </w:p>
    <w:p w14:paraId="005FDE55" w14:textId="05E7DA13" w:rsidR="00CE097C" w:rsidRPr="00751DBB" w:rsidRDefault="00CE097C" w:rsidP="00602608">
      <w:pPr>
        <w:pStyle w:val="ListParagraph"/>
        <w:numPr>
          <w:ilvl w:val="1"/>
          <w:numId w:val="22"/>
        </w:numPr>
        <w:rPr>
          <w:b/>
          <w:lang w:val="en-GB"/>
        </w:rPr>
      </w:pPr>
      <w:r w:rsidRPr="00751DBB">
        <w:rPr>
          <w:i/>
          <w:lang w:val="en-GB"/>
        </w:rPr>
        <w:t>-encrypt &lt;input-file&gt;</w:t>
      </w:r>
      <w:r w:rsidR="0011748D" w:rsidRPr="00751DBB">
        <w:rPr>
          <w:b/>
          <w:lang w:val="en-GB"/>
        </w:rPr>
        <w:t xml:space="preserve"> </w:t>
      </w:r>
      <w:r w:rsidR="0011748D" w:rsidRPr="00751DBB">
        <w:rPr>
          <w:lang w:val="en-GB"/>
        </w:rPr>
        <w:t xml:space="preserve"> - </w:t>
      </w:r>
      <w:r w:rsidR="007B6177" w:rsidRPr="00751DBB">
        <w:rPr>
          <w:lang w:val="en-GB"/>
        </w:rPr>
        <w:t>used for encrypting small files, not recommended for compatibility with other DigiDoc software component</w:t>
      </w:r>
      <w:r w:rsidR="004B64C5">
        <w:rPr>
          <w:lang w:val="en-GB"/>
        </w:rPr>
        <w:t>–</w:t>
      </w:r>
      <w:r w:rsidR="007B6177" w:rsidRPr="00751DBB">
        <w:rPr>
          <w:lang w:val="en-GB"/>
        </w:rPr>
        <w:t>.</w:t>
      </w:r>
    </w:p>
    <w:p w14:paraId="78E10B73" w14:textId="77777777" w:rsidR="00DF7133" w:rsidRPr="00751DBB" w:rsidRDefault="00DF7133" w:rsidP="00602608">
      <w:pPr>
        <w:pStyle w:val="ListParagraph"/>
        <w:numPr>
          <w:ilvl w:val="1"/>
          <w:numId w:val="22"/>
        </w:numPr>
        <w:jc w:val="both"/>
        <w:rPr>
          <w:b/>
          <w:lang w:val="en-GB"/>
        </w:rPr>
      </w:pPr>
      <w:r w:rsidRPr="00751DBB">
        <w:rPr>
          <w:i/>
          <w:lang w:val="en-GB"/>
        </w:rPr>
        <w:t>-encrypt-file &lt;input-file&gt; &lt;output-file&gt;</w:t>
      </w:r>
      <w:r w:rsidRPr="00751DBB">
        <w:rPr>
          <w:b/>
          <w:lang w:val="en-GB"/>
        </w:rPr>
        <w:t xml:space="preserve"> - </w:t>
      </w:r>
      <w:r w:rsidR="007B6177" w:rsidRPr="00751DBB">
        <w:rPr>
          <w:lang w:val="en-GB"/>
        </w:rPr>
        <w:t xml:space="preserve">used for encrypting large files, not recommended for compatibility with other DigiDoc software components. </w:t>
      </w:r>
    </w:p>
    <w:p w14:paraId="6C81358C" w14:textId="2AA5AC79" w:rsidR="00380563" w:rsidRPr="00751DBB" w:rsidRDefault="00380563" w:rsidP="00602608">
      <w:pPr>
        <w:pStyle w:val="ListParagraph"/>
        <w:numPr>
          <w:ilvl w:val="0"/>
          <w:numId w:val="22"/>
        </w:numPr>
        <w:jc w:val="both"/>
        <w:rPr>
          <w:b/>
          <w:lang w:val="en-GB"/>
        </w:rPr>
      </w:pPr>
      <w:r w:rsidRPr="00751DBB">
        <w:rPr>
          <w:b/>
          <w:lang w:val="en-GB"/>
        </w:rPr>
        <w:lastRenderedPageBreak/>
        <w:t>-decrypt-sk &lt;output-file&gt; &lt;pin&gt;</w:t>
      </w:r>
      <w:r w:rsidR="007B6177" w:rsidRPr="00751DBB">
        <w:rPr>
          <w:b/>
          <w:lang w:val="en-GB"/>
        </w:rPr>
        <w:t xml:space="preserve"> - </w:t>
      </w:r>
      <w:r w:rsidR="007B6177" w:rsidRPr="00751DBB">
        <w:rPr>
          <w:lang w:val="en-GB"/>
        </w:rPr>
        <w:t>decrypts the input file; recommended for compatibility with other DigiDoc software components, expects the encrypted input file to be in a DigiDoc container. Alternatives ar</w:t>
      </w:r>
      <w:r w:rsidR="004B64C5">
        <w:rPr>
          <w:lang w:val="en-GB"/>
        </w:rPr>
        <w:t>–</w:t>
      </w:r>
      <w:r w:rsidR="007B6177" w:rsidRPr="00751DBB">
        <w:rPr>
          <w:lang w:val="en-GB"/>
        </w:rPr>
        <w:t>:</w:t>
      </w:r>
    </w:p>
    <w:p w14:paraId="33F028BB" w14:textId="30D65FD2" w:rsidR="00CE097C" w:rsidRPr="00751DBB" w:rsidRDefault="00CE097C" w:rsidP="00602608">
      <w:pPr>
        <w:pStyle w:val="ListParagraph"/>
        <w:numPr>
          <w:ilvl w:val="1"/>
          <w:numId w:val="22"/>
        </w:numPr>
        <w:rPr>
          <w:i/>
          <w:lang w:val="en-GB"/>
        </w:rPr>
      </w:pPr>
      <w:r w:rsidRPr="00751DBB">
        <w:rPr>
          <w:i/>
          <w:lang w:val="en-GB"/>
        </w:rPr>
        <w:t>-decrypt &lt;output-file&gt; &lt;pin&gt;</w:t>
      </w:r>
      <w:r w:rsidR="007B6177" w:rsidRPr="00751DBB">
        <w:rPr>
          <w:i/>
          <w:lang w:val="en-GB"/>
        </w:rPr>
        <w:t xml:space="preserve"> - </w:t>
      </w:r>
      <w:r w:rsidR="007B6177" w:rsidRPr="00751DBB">
        <w:rPr>
          <w:lang w:val="en-GB"/>
        </w:rPr>
        <w:t>used for decrypting small files in any original forma</w:t>
      </w:r>
      <w:r w:rsidR="004B64C5">
        <w:rPr>
          <w:lang w:val="en-GB"/>
        </w:rPr>
        <w:t>–</w:t>
      </w:r>
      <w:r w:rsidR="007B6177" w:rsidRPr="00751DBB">
        <w:rPr>
          <w:lang w:val="en-GB"/>
        </w:rPr>
        <w:t>.</w:t>
      </w:r>
    </w:p>
    <w:p w14:paraId="1F5764ED" w14:textId="77777777" w:rsidR="00DF7133" w:rsidRPr="00DA44FF" w:rsidRDefault="00CE097C" w:rsidP="00602608">
      <w:pPr>
        <w:pStyle w:val="ListParagraph"/>
        <w:numPr>
          <w:ilvl w:val="1"/>
          <w:numId w:val="22"/>
        </w:numPr>
        <w:rPr>
          <w:i/>
          <w:lang w:val="en-GB"/>
        </w:rPr>
      </w:pPr>
      <w:r w:rsidRPr="00751DBB">
        <w:rPr>
          <w:i/>
          <w:lang w:val="en-GB"/>
        </w:rPr>
        <w:t>-decrypt-file</w:t>
      </w:r>
      <w:r w:rsidR="00DF7133" w:rsidRPr="00751DBB">
        <w:rPr>
          <w:i/>
          <w:lang w:val="en-GB"/>
        </w:rPr>
        <w:t xml:space="preserve"> &lt;input-file&gt; &lt;output-file&gt; &lt;pin&gt;</w:t>
      </w:r>
      <w:r w:rsidR="00B857FB" w:rsidRPr="00751DBB">
        <w:rPr>
          <w:i/>
          <w:lang w:val="en-GB"/>
        </w:rPr>
        <w:t xml:space="preserve"> </w:t>
      </w:r>
      <w:r w:rsidR="007B6177" w:rsidRPr="00751DBB">
        <w:rPr>
          <w:i/>
          <w:lang w:val="en-GB"/>
        </w:rPr>
        <w:t xml:space="preserve">- </w:t>
      </w:r>
      <w:r w:rsidR="007B6177" w:rsidRPr="00751DBB">
        <w:rPr>
          <w:lang w:val="en-GB"/>
        </w:rPr>
        <w:t xml:space="preserve">used for decrypting large files in any original format. </w:t>
      </w:r>
    </w:p>
    <w:p w14:paraId="76C7AD83" w14:textId="77777777" w:rsidR="00DA44FF" w:rsidRPr="00751DBB" w:rsidRDefault="00DA44FF" w:rsidP="00602608">
      <w:pPr>
        <w:pStyle w:val="ListParagraph"/>
        <w:numPr>
          <w:ilvl w:val="1"/>
          <w:numId w:val="22"/>
        </w:numPr>
        <w:rPr>
          <w:i/>
          <w:lang w:val="en-GB"/>
        </w:rPr>
      </w:pPr>
      <w:r>
        <w:rPr>
          <w:i/>
          <w:lang w:val="en-GB"/>
        </w:rPr>
        <w:t>decrypt-hex</w:t>
      </w:r>
      <w:r w:rsidR="00D765E8">
        <w:rPr>
          <w:i/>
          <w:lang w:val="en-GB"/>
        </w:rPr>
        <w:t xml:space="preserve"> </w:t>
      </w:r>
      <w:r w:rsidR="00D765E8" w:rsidRPr="00D765E8">
        <w:rPr>
          <w:i/>
          <w:lang w:val="en-GB"/>
        </w:rPr>
        <w:t>&lt;input-file&gt; &lt;key&gt; &lt;output-file&gt;</w:t>
      </w:r>
      <w:r w:rsidR="00D765E8">
        <w:rPr>
          <w:i/>
          <w:lang w:val="en-GB"/>
        </w:rPr>
        <w:t xml:space="preserve"> - used for testing decryption operation, Previously decrypted</w:t>
      </w:r>
      <w:r w:rsidR="00D765E8" w:rsidRPr="00D765E8">
        <w:rPr>
          <w:i/>
          <w:lang w:val="en-GB"/>
        </w:rPr>
        <w:t xml:space="preserve"> transport key value</w:t>
      </w:r>
      <w:r w:rsidR="00D765E8">
        <w:rPr>
          <w:i/>
          <w:lang w:val="en-GB"/>
        </w:rPr>
        <w:t xml:space="preserve"> has to be provided.</w:t>
      </w:r>
    </w:p>
    <w:p w14:paraId="65587D7D" w14:textId="77777777" w:rsidR="00207556" w:rsidRPr="00751DBB" w:rsidRDefault="00207556" w:rsidP="00207556">
      <w:pPr>
        <w:rPr>
          <w:b/>
          <w:u w:val="single"/>
          <w:lang w:val="en-GB"/>
        </w:rPr>
      </w:pPr>
      <w:r w:rsidRPr="00751DBB">
        <w:rPr>
          <w:b/>
          <w:u w:val="single"/>
          <w:lang w:val="en-GB"/>
        </w:rPr>
        <w:t>Reading encrypted files</w:t>
      </w:r>
    </w:p>
    <w:p w14:paraId="0ED30AD7" w14:textId="77777777" w:rsidR="00207556" w:rsidRPr="00751DBB" w:rsidRDefault="00207556" w:rsidP="00207556">
      <w:pPr>
        <w:rPr>
          <w:lang w:val="en-GB"/>
        </w:rPr>
      </w:pPr>
      <w:r w:rsidRPr="00751DBB">
        <w:rPr>
          <w:b/>
          <w:lang w:val="en-GB"/>
        </w:rPr>
        <w:t>-in &lt;input-encrypted-file&gt;</w:t>
      </w:r>
    </w:p>
    <w:p w14:paraId="51539932" w14:textId="77777777" w:rsidR="00207556" w:rsidRDefault="00207556" w:rsidP="00207556">
      <w:pPr>
        <w:pStyle w:val="ListParagraph"/>
        <w:ind w:left="720"/>
        <w:rPr>
          <w:lang w:val="en-GB"/>
        </w:rPr>
      </w:pPr>
      <w:r w:rsidRPr="00751DBB">
        <w:rPr>
          <w:b/>
          <w:lang w:val="en-GB"/>
        </w:rPr>
        <w:t xml:space="preserve">Input encrypted file </w:t>
      </w:r>
      <w:r w:rsidRPr="00751DBB">
        <w:rPr>
          <w:lang w:val="en-GB"/>
        </w:rPr>
        <w:t>(required)</w:t>
      </w:r>
      <w:r w:rsidRPr="00751DBB">
        <w:rPr>
          <w:b/>
          <w:lang w:val="en-GB"/>
        </w:rPr>
        <w:t xml:space="preserve"> </w:t>
      </w:r>
      <w:r w:rsidRPr="00751DBB">
        <w:rPr>
          <w:lang w:val="en-GB"/>
        </w:rPr>
        <w:t>specifies the encrypted file</w:t>
      </w:r>
      <w:r w:rsidR="00EB1826" w:rsidRPr="00751DBB">
        <w:rPr>
          <w:lang w:val="en-GB"/>
        </w:rPr>
        <w:t>’s name</w:t>
      </w:r>
      <w:r w:rsidRPr="00751DBB">
        <w:rPr>
          <w:lang w:val="en-GB"/>
        </w:rPr>
        <w:t>.</w:t>
      </w:r>
    </w:p>
    <w:p w14:paraId="0F28EAC2" w14:textId="77777777" w:rsidR="0095716E" w:rsidRDefault="0095716E" w:rsidP="0095716E">
      <w:pPr>
        <w:rPr>
          <w:b/>
          <w:lang w:val="en-GB"/>
        </w:rPr>
      </w:pPr>
      <w:r w:rsidRPr="0095716E">
        <w:rPr>
          <w:b/>
          <w:lang w:val="en-GB"/>
        </w:rPr>
        <w:t>-in-mem</w:t>
      </w:r>
      <w:r>
        <w:rPr>
          <w:lang w:val="en-GB"/>
        </w:rPr>
        <w:t xml:space="preserve"> </w:t>
      </w:r>
      <w:r w:rsidRPr="00751DBB">
        <w:rPr>
          <w:b/>
          <w:lang w:val="en-GB"/>
        </w:rPr>
        <w:t>&lt;input-encrypted-file&gt;</w:t>
      </w:r>
    </w:p>
    <w:p w14:paraId="2FC2D4EB" w14:textId="2B26C82B" w:rsidR="00FC08EE" w:rsidRPr="0095716E" w:rsidRDefault="00105E44" w:rsidP="00105E44">
      <w:pPr>
        <w:ind w:left="720"/>
        <w:rPr>
          <w:lang w:val="en-GB"/>
        </w:rPr>
      </w:pPr>
      <w:r>
        <w:rPr>
          <w:lang w:val="en-GB"/>
        </w:rPr>
        <w:t>Alternative version of t</w:t>
      </w:r>
      <w:r w:rsidR="004B64C5">
        <w:rPr>
          <w:lang w:val="en-GB"/>
        </w:rPr>
        <w:t>–</w:t>
      </w:r>
      <w:r>
        <w:rPr>
          <w:lang w:val="en-GB"/>
        </w:rPr>
        <w:t xml:space="preserve">e -in command. </w:t>
      </w:r>
      <w:r w:rsidR="00E74CD3" w:rsidRPr="00A90F3D">
        <w:rPr>
          <w:lang w:val="en-GB"/>
        </w:rPr>
        <w:t xml:space="preserve">The operation is conducted “in memory”, meaning that </w:t>
      </w:r>
      <w:r w:rsidR="00E74CD3" w:rsidRPr="00B03459">
        <w:rPr>
          <w:lang w:val="en-GB"/>
        </w:rPr>
        <w:t xml:space="preserve">the data </w:t>
      </w:r>
      <w:r w:rsidR="00E74CD3">
        <w:rPr>
          <w:lang w:val="en-GB"/>
        </w:rPr>
        <w:t>is read into a</w:t>
      </w:r>
      <w:r w:rsidR="00E74CD3" w:rsidRPr="00B03459">
        <w:rPr>
          <w:lang w:val="en-GB"/>
        </w:rPr>
        <w:t xml:space="preserve"> memory buffer and no intermediary data is written to temporary files on the disk.</w:t>
      </w:r>
    </w:p>
    <w:p w14:paraId="606EF6F0" w14:textId="77777777" w:rsidR="00207556" w:rsidRPr="00751DBB" w:rsidRDefault="00556EFA" w:rsidP="00207556">
      <w:pPr>
        <w:rPr>
          <w:lang w:val="en-GB"/>
        </w:rPr>
      </w:pPr>
      <w:r w:rsidRPr="00751DBB">
        <w:rPr>
          <w:b/>
          <w:lang w:val="en-GB"/>
        </w:rPr>
        <w:t>-denc</w:t>
      </w:r>
      <w:r w:rsidR="00207556" w:rsidRPr="00751DBB">
        <w:rPr>
          <w:b/>
          <w:lang w:val="en-GB"/>
        </w:rPr>
        <w:t>-list</w:t>
      </w:r>
      <w:r w:rsidR="00207556" w:rsidRPr="00751DBB">
        <w:rPr>
          <w:lang w:val="en-GB"/>
        </w:rPr>
        <w:t xml:space="preserve"> </w:t>
      </w:r>
    </w:p>
    <w:p w14:paraId="1C043E8A" w14:textId="77777777" w:rsidR="00207556" w:rsidRPr="00751DBB" w:rsidRDefault="00207556" w:rsidP="00207556">
      <w:pPr>
        <w:pStyle w:val="UtilitySyntax"/>
        <w:rPr>
          <w:lang w:val="en-GB"/>
        </w:rPr>
      </w:pPr>
      <w:r w:rsidRPr="00751DBB">
        <w:rPr>
          <w:lang w:val="en-GB"/>
        </w:rPr>
        <w:t xml:space="preserve">Displays the encrypted data and recipient’s info of an encrypted document just read in. </w:t>
      </w:r>
    </w:p>
    <w:p w14:paraId="69DFF671" w14:textId="77777777" w:rsidR="00207556" w:rsidRPr="00751DBB" w:rsidRDefault="00207556" w:rsidP="00207556">
      <w:pPr>
        <w:pStyle w:val="bat"/>
        <w:rPr>
          <w:b/>
          <w:u w:val="single"/>
          <w:lang w:val="en-GB"/>
        </w:rPr>
      </w:pPr>
      <w:r w:rsidRPr="00751DBB">
        <w:rPr>
          <w:b/>
          <w:u w:val="single"/>
          <w:lang w:val="en-GB"/>
        </w:rPr>
        <w:t>Sample: Displaying encrypted file’s recipient info and data</w:t>
      </w:r>
    </w:p>
    <w:p w14:paraId="4FFE43BD" w14:textId="09D9DB0A" w:rsidR="00207556" w:rsidRPr="00751DBB" w:rsidRDefault="00AE0270" w:rsidP="00207556">
      <w:pPr>
        <w:pStyle w:val="bat"/>
        <w:rPr>
          <w:color w:val="0070C0"/>
          <w:lang w:val="en-GB"/>
        </w:rPr>
      </w:pPr>
      <w:r w:rsidRPr="00751DBB">
        <w:rPr>
          <w:lang w:val="en-GB"/>
        </w:rPr>
        <w:t>&gt; c</w:t>
      </w:r>
      <w:r w:rsidR="00207556" w:rsidRPr="00751DBB">
        <w:rPr>
          <w:lang w:val="en-GB"/>
        </w:rPr>
        <w:t>digid</w:t>
      </w:r>
      <w:r w:rsidR="004B64C5">
        <w:rPr>
          <w:lang w:val="en-GB"/>
        </w:rPr>
        <w:t>–</w:t>
      </w:r>
      <w:r w:rsidR="00207556" w:rsidRPr="00751DBB">
        <w:rPr>
          <w:lang w:val="en-GB"/>
        </w:rPr>
        <w:t xml:space="preserve">c </w:t>
      </w:r>
      <w:r w:rsidR="00556EFA" w:rsidRPr="00751DBB">
        <w:rPr>
          <w:color w:val="0070C0"/>
          <w:lang w:val="en-GB"/>
        </w:rPr>
        <w:t>-denc-list</w:t>
      </w:r>
      <w:r w:rsidRPr="00751DBB">
        <w:rPr>
          <w:color w:val="0070C0"/>
          <w:lang w:val="en-GB"/>
        </w:rPr>
        <w:t xml:space="preserve"> c:\Temp\test1b.cdoc </w:t>
      </w:r>
    </w:p>
    <w:p w14:paraId="687978B5" w14:textId="77777777" w:rsidR="00EB1826" w:rsidRPr="00751DBB" w:rsidRDefault="00EB1826" w:rsidP="00207556">
      <w:pPr>
        <w:pStyle w:val="bat"/>
        <w:rPr>
          <w:lang w:val="en-GB"/>
        </w:rPr>
      </w:pPr>
    </w:p>
    <w:p w14:paraId="1718A9CC" w14:textId="77777777" w:rsidR="00207556" w:rsidRPr="00751DBB" w:rsidRDefault="00207556" w:rsidP="00207556">
      <w:pPr>
        <w:pStyle w:val="bat"/>
        <w:rPr>
          <w:lang w:val="en-GB"/>
        </w:rPr>
      </w:pPr>
      <w:r w:rsidRPr="00751DBB">
        <w:rPr>
          <w:lang w:val="en-GB"/>
        </w:rPr>
        <w:t xml:space="preserve">Input: </w:t>
      </w:r>
    </w:p>
    <w:p w14:paraId="2836BC1F" w14:textId="77777777" w:rsidR="00207556" w:rsidRPr="00751DBB" w:rsidRDefault="00207556" w:rsidP="00207556">
      <w:pPr>
        <w:pStyle w:val="bat"/>
        <w:rPr>
          <w:lang w:val="en-GB"/>
        </w:rPr>
      </w:pPr>
      <w:r w:rsidRPr="00751DBB">
        <w:rPr>
          <w:lang w:val="en-GB"/>
        </w:rPr>
        <w:tab/>
        <w:t xml:space="preserve">- c:\temp\test1b.cdoc </w:t>
      </w:r>
      <w:r w:rsidRPr="00751DBB">
        <w:rPr>
          <w:lang w:val="en-GB"/>
        </w:rPr>
        <w:tab/>
        <w:t>– the encrypted file to be read</w:t>
      </w:r>
    </w:p>
    <w:p w14:paraId="56DBAFE7" w14:textId="77777777" w:rsidR="00207556" w:rsidRPr="00751DBB" w:rsidRDefault="00207556" w:rsidP="00207556">
      <w:pPr>
        <w:pStyle w:val="bat"/>
        <w:rPr>
          <w:lang w:val="en-GB"/>
        </w:rPr>
      </w:pPr>
      <w:r w:rsidRPr="00751DBB">
        <w:rPr>
          <w:lang w:val="en-GB"/>
        </w:rPr>
        <w:tab/>
      </w:r>
    </w:p>
    <w:p w14:paraId="44F80510" w14:textId="77777777" w:rsidR="00EB1826" w:rsidRPr="00751DBB" w:rsidRDefault="00EB1826" w:rsidP="00556EFA">
      <w:pPr>
        <w:pStyle w:val="bat"/>
        <w:rPr>
          <w:lang w:val="en-GB"/>
        </w:rPr>
      </w:pPr>
      <w:r w:rsidRPr="00751DBB">
        <w:rPr>
          <w:lang w:val="en-GB"/>
        </w:rPr>
        <w:t>Returns:</w:t>
      </w:r>
    </w:p>
    <w:p w14:paraId="79E70FF9" w14:textId="77777777" w:rsidR="009D1A6C" w:rsidRPr="00751DBB" w:rsidRDefault="009D1A6C" w:rsidP="009D1A6C">
      <w:pPr>
        <w:pStyle w:val="bat"/>
        <w:ind w:firstLine="153"/>
        <w:rPr>
          <w:lang w:val="en-GB"/>
        </w:rPr>
      </w:pPr>
      <w:r w:rsidRPr="00751DBB">
        <w:rPr>
          <w:b/>
          <w:lang w:val="en-GB"/>
        </w:rPr>
        <w:t>EncryptedData</w:t>
      </w:r>
      <w:r w:rsidRPr="00751DBB">
        <w:rPr>
          <w:lang w:val="en-GB"/>
        </w:rPr>
        <w:t>|||http://www.isi.edu/in-</w:t>
      </w:r>
      <w:r w:rsidRPr="00751DBB">
        <w:rPr>
          <w:lang w:val="en-GB"/>
        </w:rPr>
        <w:tab/>
        <w:t>noes/iana/assignments/mediatypes/application/zip|http://www.w3.org/2001/04</w:t>
      </w:r>
      <w:r w:rsidRPr="00751DBB">
        <w:rPr>
          <w:lang w:val="en-GB"/>
        </w:rPr>
        <w:tab/>
        <w:t>/xmlenc#aes128-cbc</w:t>
      </w:r>
    </w:p>
    <w:p w14:paraId="305CC981" w14:textId="10C1674C" w:rsidR="009D1A6C" w:rsidRPr="00751DBB" w:rsidRDefault="009D1A6C" w:rsidP="009D1A6C">
      <w:pPr>
        <w:pStyle w:val="bat"/>
        <w:ind w:firstLine="153"/>
        <w:rPr>
          <w:lang w:val="en-GB"/>
        </w:rPr>
      </w:pPr>
      <w:r w:rsidRPr="00751DBB">
        <w:rPr>
          <w:b/>
          <w:lang w:val="en-GB"/>
        </w:rPr>
        <w:t>LIBRAR</w:t>
      </w:r>
      <w:r w:rsidR="004B64C5" w:rsidRPr="00751DBB">
        <w:rPr>
          <w:b/>
          <w:lang w:val="en-GB"/>
        </w:rPr>
        <w:t>y</w:t>
      </w:r>
      <w:r w:rsidRPr="00751DBB">
        <w:rPr>
          <w:lang w:val="en-GB"/>
        </w:rPr>
        <w:t>|CDigiDoc|2.7.1.59</w:t>
      </w:r>
    </w:p>
    <w:p w14:paraId="72AB320D" w14:textId="77777777" w:rsidR="009D1A6C" w:rsidRPr="00751DBB" w:rsidRDefault="009D1A6C" w:rsidP="009D1A6C">
      <w:pPr>
        <w:pStyle w:val="bat"/>
        <w:ind w:firstLine="153"/>
        <w:rPr>
          <w:lang w:val="en-GB"/>
        </w:rPr>
      </w:pPr>
      <w:r w:rsidRPr="00751DBB">
        <w:rPr>
          <w:b/>
          <w:lang w:val="en-GB"/>
        </w:rPr>
        <w:t>FORMAT</w:t>
      </w:r>
      <w:r w:rsidRPr="00751DBB">
        <w:rPr>
          <w:lang w:val="en-GB"/>
        </w:rPr>
        <w:t>|ENCDOC-XML|1.0</w:t>
      </w:r>
    </w:p>
    <w:p w14:paraId="2CAC14E9" w14:textId="77777777" w:rsidR="009D1A6C" w:rsidRPr="00751DBB" w:rsidRDefault="009D1A6C" w:rsidP="009D1A6C">
      <w:pPr>
        <w:pStyle w:val="bat"/>
        <w:ind w:firstLine="153"/>
        <w:rPr>
          <w:lang w:val="en-GB"/>
        </w:rPr>
      </w:pPr>
      <w:r w:rsidRPr="00751DBB">
        <w:rPr>
          <w:b/>
          <w:lang w:val="en-GB"/>
        </w:rPr>
        <w:t>EncryptedKey</w:t>
      </w:r>
      <w:r w:rsidRPr="00751DBB">
        <w:rPr>
          <w:lang w:val="en-GB"/>
        </w:rPr>
        <w:t xml:space="preserve">||MÄNNIK,MARI-                   </w:t>
      </w:r>
      <w:r w:rsidRPr="00751DBB">
        <w:rPr>
          <w:lang w:val="en-GB"/>
        </w:rPr>
        <w:tab/>
        <w:t>LIIS,47101010033|||http://www.w3.org/2001/04/xmlenc#rsa-1_5|OK</w:t>
      </w:r>
    </w:p>
    <w:p w14:paraId="60AAEF9B" w14:textId="77777777" w:rsidR="009D1A6C" w:rsidRPr="00751DBB" w:rsidRDefault="009D1A6C" w:rsidP="009D1A6C">
      <w:pPr>
        <w:pStyle w:val="bat"/>
        <w:ind w:firstLine="153"/>
        <w:rPr>
          <w:lang w:val="en-GB"/>
        </w:rPr>
      </w:pPr>
      <w:r w:rsidRPr="00751DBB">
        <w:rPr>
          <w:b/>
          <w:lang w:val="en-GB"/>
        </w:rPr>
        <w:t>EncryptionProperties</w:t>
      </w:r>
      <w:r w:rsidRPr="00751DBB">
        <w:rPr>
          <w:lang w:val="en-GB"/>
        </w:rPr>
        <w:t>|</w:t>
      </w:r>
    </w:p>
    <w:p w14:paraId="18B6F9A8" w14:textId="52B479EB" w:rsidR="009D1A6C" w:rsidRPr="00751DBB" w:rsidRDefault="009D1A6C" w:rsidP="009D1A6C">
      <w:pPr>
        <w:pStyle w:val="bat"/>
        <w:ind w:firstLine="153"/>
        <w:rPr>
          <w:lang w:val="en-GB"/>
        </w:rPr>
      </w:pPr>
      <w:r w:rsidRPr="00751DBB">
        <w:rPr>
          <w:lang w:val="en-GB"/>
        </w:rPr>
        <w:t>EncryptionProperty|||</w:t>
      </w:r>
      <w:r w:rsidRPr="00751DBB">
        <w:rPr>
          <w:b/>
          <w:lang w:val="en-GB"/>
        </w:rPr>
        <w:t>LibraryVersio</w:t>
      </w:r>
      <w:r w:rsidR="004B64C5" w:rsidRPr="00751DBB">
        <w:rPr>
          <w:b/>
          <w:lang w:val="en-GB"/>
        </w:rPr>
        <w:t>n</w:t>
      </w:r>
      <w:r w:rsidRPr="00751DBB">
        <w:rPr>
          <w:lang w:val="en-GB"/>
        </w:rPr>
        <w:t>|CDigiDoc|2.7.1.59</w:t>
      </w:r>
    </w:p>
    <w:p w14:paraId="3E946E89" w14:textId="77777777" w:rsidR="009D1A6C" w:rsidRPr="00751DBB" w:rsidRDefault="009D1A6C" w:rsidP="009D1A6C">
      <w:pPr>
        <w:pStyle w:val="bat"/>
        <w:ind w:firstLine="153"/>
        <w:rPr>
          <w:lang w:val="en-GB"/>
        </w:rPr>
      </w:pPr>
      <w:r w:rsidRPr="00751DBB">
        <w:rPr>
          <w:lang w:val="en-GB"/>
        </w:rPr>
        <w:t>EncryptionProperty|||</w:t>
      </w:r>
      <w:r w:rsidRPr="00751DBB">
        <w:rPr>
          <w:b/>
          <w:lang w:val="en-GB"/>
        </w:rPr>
        <w:t>DocumentFormat</w:t>
      </w:r>
      <w:r w:rsidRPr="00751DBB">
        <w:rPr>
          <w:lang w:val="en-GB"/>
        </w:rPr>
        <w:t>|ENCDOC-XML|1.0</w:t>
      </w:r>
    </w:p>
    <w:p w14:paraId="5F6142B4" w14:textId="77777777" w:rsidR="009D1A6C" w:rsidRPr="00751DBB" w:rsidRDefault="009D1A6C" w:rsidP="009D1A6C">
      <w:pPr>
        <w:pStyle w:val="bat"/>
        <w:ind w:firstLine="153"/>
        <w:rPr>
          <w:lang w:val="en-GB"/>
        </w:rPr>
      </w:pPr>
      <w:r w:rsidRPr="00751DBB">
        <w:rPr>
          <w:lang w:val="en-GB"/>
        </w:rPr>
        <w:t>EncryptionProperty|||</w:t>
      </w:r>
      <w:r w:rsidRPr="00751DBB">
        <w:rPr>
          <w:b/>
          <w:lang w:val="en-GB"/>
        </w:rPr>
        <w:t>Filename</w:t>
      </w:r>
      <w:r w:rsidRPr="00751DBB">
        <w:rPr>
          <w:lang w:val="en-GB"/>
        </w:rPr>
        <w:t>|test1.txt</w:t>
      </w:r>
    </w:p>
    <w:p w14:paraId="3148D16D" w14:textId="77777777" w:rsidR="009D1A6C" w:rsidRPr="00751DBB" w:rsidRDefault="009D1A6C" w:rsidP="009D1A6C">
      <w:pPr>
        <w:pStyle w:val="bat"/>
        <w:ind w:firstLine="153"/>
        <w:rPr>
          <w:lang w:val="en-GB"/>
        </w:rPr>
      </w:pPr>
      <w:r w:rsidRPr="00751DBB">
        <w:rPr>
          <w:lang w:val="en-GB"/>
        </w:rPr>
        <w:t>EncryptionProperty|||</w:t>
      </w:r>
      <w:r w:rsidRPr="00751DBB">
        <w:rPr>
          <w:b/>
          <w:lang w:val="en-GB"/>
        </w:rPr>
        <w:t>OriginalMimeType</w:t>
      </w:r>
      <w:r w:rsidRPr="00751DBB">
        <w:rPr>
          <w:lang w:val="en-GB"/>
        </w:rPr>
        <w:t>|http://www.sk.ee/DigiDoc/v1.3.0/digi</w:t>
      </w:r>
      <w:r w:rsidRPr="00751DBB">
        <w:rPr>
          <w:lang w:val="en-GB"/>
        </w:rPr>
        <w:tab/>
        <w:t>doc.xsd</w:t>
      </w:r>
    </w:p>
    <w:p w14:paraId="51971ADD" w14:textId="77777777" w:rsidR="009D1A6C" w:rsidRPr="00751DBB" w:rsidRDefault="009D1A6C" w:rsidP="009D1A6C">
      <w:pPr>
        <w:pStyle w:val="bat"/>
        <w:ind w:firstLine="153"/>
        <w:rPr>
          <w:lang w:val="en-GB"/>
        </w:rPr>
      </w:pPr>
      <w:r w:rsidRPr="00751DBB">
        <w:rPr>
          <w:lang w:val="en-GB"/>
        </w:rPr>
        <w:t>EncryptionProperty|||</w:t>
      </w:r>
      <w:r w:rsidRPr="00751DBB">
        <w:rPr>
          <w:b/>
          <w:lang w:val="en-GB"/>
        </w:rPr>
        <w:t>orig_file</w:t>
      </w:r>
      <w:r w:rsidRPr="00751DBB">
        <w:rPr>
          <w:lang w:val="en-GB"/>
        </w:rPr>
        <w:t>|c:\temp\test1.txt|44|application/file|D0</w:t>
      </w:r>
    </w:p>
    <w:p w14:paraId="2CEE6914" w14:textId="77777777" w:rsidR="009D1A6C" w:rsidRPr="00751DBB" w:rsidRDefault="009D1A6C" w:rsidP="009D1A6C">
      <w:pPr>
        <w:pStyle w:val="bat"/>
        <w:ind w:firstLine="153"/>
        <w:rPr>
          <w:lang w:val="en-GB"/>
        </w:rPr>
      </w:pPr>
      <w:r w:rsidRPr="00751DBB">
        <w:rPr>
          <w:lang w:val="en-GB"/>
        </w:rPr>
        <w:t>EncryptionProperty|||</w:t>
      </w:r>
      <w:r w:rsidRPr="00751DBB">
        <w:rPr>
          <w:b/>
          <w:lang w:val="en-GB"/>
        </w:rPr>
        <w:t>OriginalSize</w:t>
      </w:r>
      <w:r w:rsidRPr="00751DBB">
        <w:rPr>
          <w:lang w:val="en-GB"/>
        </w:rPr>
        <w:t>|360</w:t>
      </w:r>
    </w:p>
    <w:p w14:paraId="5141E11B" w14:textId="77777777" w:rsidR="00556EFA" w:rsidRPr="00751DBB" w:rsidRDefault="009D1A6C" w:rsidP="009D1A6C">
      <w:pPr>
        <w:pStyle w:val="bat"/>
        <w:ind w:firstLine="153"/>
        <w:rPr>
          <w:lang w:val="en-GB"/>
        </w:rPr>
      </w:pPr>
      <w:r w:rsidRPr="00751DBB">
        <w:rPr>
          <w:lang w:val="en-GB"/>
        </w:rPr>
        <w:t>EncryptionProperty|||</w:t>
      </w:r>
      <w:r w:rsidRPr="00751DBB">
        <w:rPr>
          <w:b/>
          <w:lang w:val="en-GB"/>
        </w:rPr>
        <w:t>OriginalMimeType</w:t>
      </w:r>
      <w:r w:rsidRPr="00751DBB">
        <w:rPr>
          <w:lang w:val="en-GB"/>
        </w:rPr>
        <w:t>|http://www.sk.ee/DigiDoc/v1.3.0/digi</w:t>
      </w:r>
      <w:r w:rsidRPr="00751DBB">
        <w:rPr>
          <w:lang w:val="en-GB"/>
        </w:rPr>
        <w:tab/>
        <w:t>doc.xsd</w:t>
      </w:r>
    </w:p>
    <w:p w14:paraId="6765B587" w14:textId="77777777" w:rsidR="00207556" w:rsidRPr="00751DBB" w:rsidRDefault="00207556" w:rsidP="00207556">
      <w:pPr>
        <w:rPr>
          <w:lang w:val="en-GB"/>
        </w:rPr>
      </w:pPr>
    </w:p>
    <w:p w14:paraId="43F1EB63" w14:textId="77777777" w:rsidR="00207556" w:rsidRPr="00751DBB" w:rsidRDefault="00207556" w:rsidP="00810DDE">
      <w:pPr>
        <w:rPr>
          <w:b/>
          <w:u w:val="single"/>
          <w:lang w:val="en-GB"/>
        </w:rPr>
      </w:pPr>
      <w:r w:rsidRPr="00751DBB">
        <w:rPr>
          <w:b/>
          <w:u w:val="single"/>
          <w:lang w:val="en-GB"/>
        </w:rPr>
        <w:t>Encrypting files</w:t>
      </w:r>
    </w:p>
    <w:p w14:paraId="32E00BA8" w14:textId="77777777" w:rsidR="00207556" w:rsidRPr="00751DBB" w:rsidRDefault="00AE0270" w:rsidP="00207556">
      <w:pPr>
        <w:rPr>
          <w:lang w:val="en-GB"/>
        </w:rPr>
      </w:pPr>
      <w:r w:rsidRPr="00751DBB">
        <w:rPr>
          <w:b/>
          <w:lang w:val="en-GB"/>
        </w:rPr>
        <w:t xml:space="preserve">-encrecv &lt;certificate-file&gt; </w:t>
      </w:r>
      <w:r w:rsidR="00207556" w:rsidRPr="00751DBB">
        <w:rPr>
          <w:b/>
          <w:lang w:val="en-GB"/>
        </w:rPr>
        <w:t>[recipient] [KeyName] [CarriedKeyName]</w:t>
      </w:r>
      <w:r w:rsidR="00207556" w:rsidRPr="00751DBB">
        <w:rPr>
          <w:lang w:val="en-GB"/>
        </w:rPr>
        <w:t xml:space="preserve"> </w:t>
      </w:r>
    </w:p>
    <w:p w14:paraId="582C0BF0" w14:textId="77777777" w:rsidR="00207556" w:rsidRPr="00751DBB" w:rsidRDefault="00207556" w:rsidP="00207556">
      <w:pPr>
        <w:pStyle w:val="UtilitySyntax"/>
        <w:rPr>
          <w:lang w:val="en-GB"/>
        </w:rPr>
      </w:pPr>
      <w:r w:rsidRPr="00751DBB">
        <w:rPr>
          <w:lang w:val="en-GB"/>
        </w:rPr>
        <w:t xml:space="preserve">Adds a new recipient certificate and other metadata to an encrypted document. </w:t>
      </w:r>
      <w:r w:rsidRPr="00751DBB">
        <w:rPr>
          <w:b/>
          <w:lang w:val="en-GB"/>
        </w:rPr>
        <w:t>Certificate file</w:t>
      </w:r>
      <w:r w:rsidRPr="00751DBB">
        <w:rPr>
          <w:lang w:val="en-GB"/>
        </w:rPr>
        <w:t xml:space="preserve"> (required) specifies the file from which the public key component is fetched for encrypting the data. The decryption can be performed only by using private key corresponding to that certificate.</w:t>
      </w:r>
    </w:p>
    <w:p w14:paraId="2CD2E336" w14:textId="77777777" w:rsidR="00207556" w:rsidRPr="00751DBB" w:rsidRDefault="00207556" w:rsidP="00207556">
      <w:pPr>
        <w:pStyle w:val="UtilitySyntax"/>
        <w:rPr>
          <w:lang w:val="en-GB"/>
        </w:rPr>
      </w:pPr>
      <w:r w:rsidRPr="00751DBB">
        <w:rPr>
          <w:lang w:val="en-GB"/>
        </w:rPr>
        <w:lastRenderedPageBreak/>
        <w:t>The input certificate files for encryption must come from the file system (PEM encodings are supported). Possible sources where the certificate files can be obtained from include:</w:t>
      </w:r>
    </w:p>
    <w:p w14:paraId="31634D1C" w14:textId="77777777" w:rsidR="00207556" w:rsidRPr="00751DBB" w:rsidRDefault="00207556" w:rsidP="00AC5E92">
      <w:pPr>
        <w:pStyle w:val="UtilitySyntax"/>
        <w:numPr>
          <w:ilvl w:val="0"/>
          <w:numId w:val="36"/>
        </w:numPr>
        <w:rPr>
          <w:lang w:val="en-GB"/>
        </w:rPr>
      </w:pPr>
      <w:r w:rsidRPr="00751DBB">
        <w:rPr>
          <w:lang w:val="en-GB"/>
        </w:rPr>
        <w:t>Windows Certificate Store (“Other Persons”)</w:t>
      </w:r>
    </w:p>
    <w:p w14:paraId="4991F161" w14:textId="77777777" w:rsidR="00207556" w:rsidRPr="00751DBB" w:rsidRDefault="00207556" w:rsidP="00AC5E92">
      <w:pPr>
        <w:pStyle w:val="UtilitySyntax"/>
        <w:numPr>
          <w:ilvl w:val="0"/>
          <w:numId w:val="36"/>
        </w:numPr>
        <w:rPr>
          <w:lang w:val="en-GB"/>
        </w:rPr>
      </w:pPr>
      <w:r w:rsidRPr="00751DBB">
        <w:rPr>
          <w:lang w:val="en-GB"/>
        </w:rPr>
        <w:t>LDAP directories</w:t>
      </w:r>
    </w:p>
    <w:p w14:paraId="7EE5F7A4" w14:textId="77777777" w:rsidR="00207556" w:rsidRPr="00751DBB" w:rsidRDefault="00207556" w:rsidP="00AC5E92">
      <w:pPr>
        <w:pStyle w:val="UtilitySyntax"/>
        <w:numPr>
          <w:ilvl w:val="0"/>
          <w:numId w:val="36"/>
        </w:numPr>
        <w:rPr>
          <w:lang w:val="en-GB"/>
        </w:rPr>
      </w:pPr>
      <w:r w:rsidRPr="00751DBB">
        <w:rPr>
          <w:lang w:val="en-GB"/>
        </w:rPr>
        <w:t>ID-card in smart-card reader</w:t>
      </w:r>
    </w:p>
    <w:p w14:paraId="35A653B4" w14:textId="13B704AB" w:rsidR="005E530C" w:rsidRPr="005E530C" w:rsidRDefault="005E530C" w:rsidP="005E530C">
      <w:pPr>
        <w:ind w:left="567"/>
      </w:pPr>
      <w:r w:rsidRPr="005E530C">
        <w:rPr>
          <w:b/>
        </w:rPr>
        <w:t>N</w:t>
      </w:r>
      <w:r w:rsidR="004B64C5" w:rsidRPr="005E530C">
        <w:rPr>
          <w:b/>
        </w:rPr>
        <w:t>b</w:t>
      </w:r>
      <w:r>
        <w:t>!</w:t>
      </w:r>
      <w:r w:rsidRPr="00D068E0">
        <w:t xml:space="preserve"> encryption should be done for the authentication certificates on all the recipient’s valid identity tokens (e.g. the national ID-card and Digi-ID card used in Estonia), except of the Mobile-ID certificates. </w:t>
      </w:r>
    </w:p>
    <w:p w14:paraId="575A53E0" w14:textId="77777777" w:rsidR="00207556" w:rsidRPr="00751DBB" w:rsidRDefault="00207556" w:rsidP="00207556">
      <w:pPr>
        <w:pStyle w:val="UtilitySyntax"/>
        <w:rPr>
          <w:lang w:val="en-GB"/>
        </w:rPr>
      </w:pPr>
      <w:r w:rsidRPr="00751DBB">
        <w:rPr>
          <w:lang w:val="en-GB"/>
        </w:rPr>
        <w:t>For example the certificate files for Estonian ID card owners can be retrieved from a LDAP directory at ldap://ldap.sk.ee. The query can be made in following format through the web browser (IE): ldap://ldap.sk.ee:389/c=EE??sub?(serialNumber= xxxxxxxxxxx) where serial Number is the recipient’s personal identification number, e,g.38307240240)</w:t>
      </w:r>
      <w:r w:rsidR="00AE0270" w:rsidRPr="00751DBB">
        <w:rPr>
          <w:lang w:val="en-GB"/>
        </w:rPr>
        <w:t>.</w:t>
      </w:r>
    </w:p>
    <w:p w14:paraId="3F50979C" w14:textId="77777777" w:rsidR="00207556" w:rsidRPr="00751DBB" w:rsidRDefault="00207556" w:rsidP="00207556">
      <w:pPr>
        <w:pStyle w:val="UtilitySyntax"/>
        <w:rPr>
          <w:lang w:val="en-GB"/>
        </w:rPr>
      </w:pPr>
      <w:r w:rsidRPr="00751DBB">
        <w:rPr>
          <w:lang w:val="en-GB"/>
        </w:rPr>
        <w:t>Other parameters include:</w:t>
      </w:r>
    </w:p>
    <w:tbl>
      <w:tblPr>
        <w:tblStyle w:val="Param"/>
        <w:tblW w:w="0" w:type="auto"/>
        <w:tblInd w:w="675" w:type="dxa"/>
        <w:shd w:val="clear" w:color="auto" w:fill="FFFFFF" w:themeFill="background1"/>
        <w:tblLayout w:type="fixed"/>
        <w:tblLook w:val="04A0" w:firstRow="1" w:lastRow="0" w:firstColumn="1" w:lastColumn="0" w:noHBand="0" w:noVBand="1"/>
      </w:tblPr>
      <w:tblGrid>
        <w:gridCol w:w="1701"/>
        <w:gridCol w:w="5954"/>
      </w:tblGrid>
      <w:tr w:rsidR="00207556" w:rsidRPr="00751DBB" w14:paraId="6F93C761" w14:textId="77777777" w:rsidTr="005865BF">
        <w:trPr>
          <w:cnfStyle w:val="100000000000" w:firstRow="1" w:lastRow="0" w:firstColumn="0" w:lastColumn="0" w:oddVBand="0" w:evenVBand="0" w:oddHBand="0" w:evenHBand="0" w:firstRowFirstColumn="0" w:firstRowLastColumn="0" w:lastRowFirstColumn="0" w:lastRowLastColumn="0"/>
        </w:trPr>
        <w:tc>
          <w:tcPr>
            <w:tcW w:w="1701" w:type="dxa"/>
            <w:tcBorders>
              <w:top w:val="nil"/>
              <w:bottom w:val="single" w:sz="4" w:space="0" w:color="auto"/>
            </w:tcBorders>
            <w:shd w:val="clear" w:color="auto" w:fill="FFFFFF" w:themeFill="background1"/>
          </w:tcPr>
          <w:p w14:paraId="11D51058" w14:textId="77777777" w:rsidR="00207556" w:rsidRPr="00751DBB" w:rsidRDefault="00207556" w:rsidP="003C712B">
            <w:pPr>
              <w:rPr>
                <w:lang w:val="en-GB"/>
              </w:rPr>
            </w:pPr>
            <w:r w:rsidRPr="00751DBB">
              <w:rPr>
                <w:lang w:val="en-GB"/>
              </w:rPr>
              <w:t>recipient</w:t>
            </w:r>
          </w:p>
        </w:tc>
        <w:tc>
          <w:tcPr>
            <w:tcW w:w="5954" w:type="dxa"/>
            <w:tcBorders>
              <w:top w:val="nil"/>
              <w:bottom w:val="single" w:sz="4" w:space="0" w:color="auto"/>
            </w:tcBorders>
            <w:shd w:val="clear" w:color="auto" w:fill="FFFFFF" w:themeFill="background1"/>
          </w:tcPr>
          <w:p w14:paraId="35E0BD30" w14:textId="77777777" w:rsidR="00207556" w:rsidRPr="00751DBB" w:rsidRDefault="00207556" w:rsidP="003C712B">
            <w:pPr>
              <w:rPr>
                <w:lang w:val="en-GB"/>
              </w:rPr>
            </w:pPr>
            <w:r w:rsidRPr="00751DBB">
              <w:rPr>
                <w:lang w:val="en-GB"/>
              </w:rPr>
              <w:t>If left unspecified, then the program assigns a unique</w:t>
            </w:r>
            <w:r w:rsidR="00B857FB" w:rsidRPr="00751DBB">
              <w:rPr>
                <w:lang w:val="en-GB"/>
              </w:rPr>
              <w:t xml:space="preserve"> value to this attribute</w:t>
            </w:r>
            <w:r w:rsidRPr="00751DBB">
              <w:rPr>
                <w:lang w:val="en-GB"/>
              </w:rPr>
              <w:t xml:space="preserve">. </w:t>
            </w:r>
          </w:p>
          <w:p w14:paraId="09C69D47" w14:textId="77777777" w:rsidR="00207556" w:rsidRPr="00751DBB" w:rsidRDefault="00207556" w:rsidP="003C712B">
            <w:pPr>
              <w:rPr>
                <w:lang w:val="en-GB"/>
              </w:rPr>
            </w:pPr>
            <w:r w:rsidRPr="00751DBB">
              <w:rPr>
                <w:lang w:val="en-GB"/>
              </w:rPr>
              <w:t xml:space="preserve">This is later used as a command line option to identify the recipient whose key and smart card is used to decrypt the data. </w:t>
            </w:r>
          </w:p>
          <w:p w14:paraId="238C612B" w14:textId="77777777" w:rsidR="00207556" w:rsidRPr="00751DBB" w:rsidRDefault="00207556" w:rsidP="003C712B">
            <w:pPr>
              <w:rPr>
                <w:b/>
                <w:lang w:val="en-GB"/>
              </w:rPr>
            </w:pPr>
            <w:r w:rsidRPr="00751DBB">
              <w:rPr>
                <w:b/>
                <w:lang w:val="en-GB"/>
              </w:rPr>
              <w:t xml:space="preserve">Note: </w:t>
            </w:r>
          </w:p>
          <w:p w14:paraId="5B78872F" w14:textId="77777777" w:rsidR="00207556" w:rsidRPr="00751DBB" w:rsidRDefault="00207556" w:rsidP="003C712B">
            <w:pPr>
              <w:rPr>
                <w:lang w:val="en-GB"/>
              </w:rPr>
            </w:pPr>
            <w:r w:rsidRPr="00751DBB">
              <w:rPr>
                <w:lang w:val="en-GB"/>
              </w:rPr>
              <w:t>Although this parameter is optional, it is recommended to pass on the entire CN value from the recipient’s certificate as the recipient identifier here, especially when dealing with multip</w:t>
            </w:r>
            <w:r w:rsidR="00B857FB" w:rsidRPr="00751DBB">
              <w:rPr>
                <w:lang w:val="en-GB"/>
              </w:rPr>
              <w:t>le recipients</w:t>
            </w:r>
            <w:r w:rsidR="00BF547E" w:rsidRPr="00751DBB">
              <w:rPr>
                <w:lang w:val="en-GB"/>
              </w:rPr>
              <w:t>.</w:t>
            </w:r>
          </w:p>
          <w:p w14:paraId="39E70ABD" w14:textId="77777777" w:rsidR="00207556" w:rsidRPr="00751DBB" w:rsidRDefault="00207556" w:rsidP="003C712B">
            <w:pPr>
              <w:rPr>
                <w:lang w:val="en-GB"/>
              </w:rPr>
            </w:pPr>
            <w:r w:rsidRPr="00751DBB">
              <w:rPr>
                <w:lang w:val="en-GB"/>
              </w:rPr>
              <w:t>For example  if CN = MÄNNIK,MARI-LIIS,41110212444, then recipient = MÄNNIK,MARI-LIIS,41110212444</w:t>
            </w:r>
          </w:p>
        </w:tc>
      </w:tr>
      <w:tr w:rsidR="00207556" w:rsidRPr="00751DBB" w14:paraId="779560B4" w14:textId="77777777" w:rsidTr="003C712B">
        <w:tc>
          <w:tcPr>
            <w:tcW w:w="1701" w:type="dxa"/>
            <w:tcBorders>
              <w:top w:val="single" w:sz="4" w:space="0" w:color="auto"/>
            </w:tcBorders>
          </w:tcPr>
          <w:p w14:paraId="1354C276" w14:textId="77777777" w:rsidR="00207556" w:rsidRPr="00751DBB" w:rsidRDefault="00207556" w:rsidP="003C712B">
            <w:pPr>
              <w:rPr>
                <w:lang w:val="en-GB"/>
              </w:rPr>
            </w:pPr>
            <w:r w:rsidRPr="00751DBB">
              <w:rPr>
                <w:lang w:val="en-GB"/>
              </w:rPr>
              <w:t>KeyName</w:t>
            </w:r>
          </w:p>
        </w:tc>
        <w:tc>
          <w:tcPr>
            <w:tcW w:w="5954" w:type="dxa"/>
            <w:tcBorders>
              <w:top w:val="single" w:sz="4" w:space="0" w:color="auto"/>
            </w:tcBorders>
          </w:tcPr>
          <w:p w14:paraId="35B4E3D6" w14:textId="77777777" w:rsidR="00207556" w:rsidRPr="00751DBB" w:rsidRDefault="00AE0270" w:rsidP="00AE0270">
            <w:pPr>
              <w:rPr>
                <w:lang w:val="en-GB"/>
              </w:rPr>
            </w:pPr>
            <w:r w:rsidRPr="00751DBB">
              <w:rPr>
                <w:lang w:val="en-GB"/>
              </w:rPr>
              <w:t>S</w:t>
            </w:r>
            <w:r w:rsidR="00207556" w:rsidRPr="00751DBB">
              <w:rPr>
                <w:lang w:val="en-GB"/>
              </w:rPr>
              <w:t>ub</w:t>
            </w:r>
            <w:r w:rsidRPr="00751DBB">
              <w:rPr>
                <w:lang w:val="en-GB"/>
              </w:rPr>
              <w:t>-</w:t>
            </w:r>
            <w:r w:rsidR="00207556" w:rsidRPr="00751DBB">
              <w:rPr>
                <w:lang w:val="en-GB"/>
              </w:rPr>
              <w:t>element &lt;KeyName&gt; can be added to better identify the key object. Optional, but can be used to search for the right recipient’s key or display its data in an application.</w:t>
            </w:r>
          </w:p>
        </w:tc>
      </w:tr>
      <w:tr w:rsidR="00207556" w:rsidRPr="00751DBB" w14:paraId="4B7A9B50" w14:textId="77777777" w:rsidTr="003C712B">
        <w:tc>
          <w:tcPr>
            <w:tcW w:w="1701" w:type="dxa"/>
          </w:tcPr>
          <w:p w14:paraId="38ABE309" w14:textId="77777777" w:rsidR="00207556" w:rsidRPr="00751DBB" w:rsidRDefault="00207556" w:rsidP="003C712B">
            <w:pPr>
              <w:rPr>
                <w:lang w:val="en-GB"/>
              </w:rPr>
            </w:pPr>
            <w:r w:rsidRPr="00751DBB">
              <w:rPr>
                <w:lang w:val="en-GB"/>
              </w:rPr>
              <w:t>CarriedKeyName</w:t>
            </w:r>
          </w:p>
        </w:tc>
        <w:tc>
          <w:tcPr>
            <w:tcW w:w="5954" w:type="dxa"/>
          </w:tcPr>
          <w:p w14:paraId="35319DAC" w14:textId="77777777" w:rsidR="00207556" w:rsidRPr="00751DBB" w:rsidRDefault="00AE0270" w:rsidP="003C712B">
            <w:pPr>
              <w:rPr>
                <w:lang w:val="en-GB"/>
              </w:rPr>
            </w:pPr>
            <w:r w:rsidRPr="00751DBB">
              <w:rPr>
                <w:lang w:val="en-GB"/>
              </w:rPr>
              <w:t>S</w:t>
            </w:r>
            <w:r w:rsidR="00207556" w:rsidRPr="00751DBB">
              <w:rPr>
                <w:lang w:val="en-GB"/>
              </w:rPr>
              <w:t>ub</w:t>
            </w:r>
            <w:r w:rsidRPr="00751DBB">
              <w:rPr>
                <w:lang w:val="en-GB"/>
              </w:rPr>
              <w:t>-</w:t>
            </w:r>
            <w:r w:rsidR="00207556" w:rsidRPr="00751DBB">
              <w:rPr>
                <w:lang w:val="en-GB"/>
              </w:rPr>
              <w:t xml:space="preserve">element &lt;CarriedKeyName&gt; can be added to better identify the key object. Optional, but can be used to search for the right recipient’s key or display its data in an application. </w:t>
            </w:r>
          </w:p>
        </w:tc>
      </w:tr>
    </w:tbl>
    <w:p w14:paraId="39A51F02" w14:textId="77777777" w:rsidR="00207556" w:rsidRPr="00751DBB" w:rsidRDefault="00207556" w:rsidP="00207556">
      <w:pPr>
        <w:rPr>
          <w:lang w:val="en-GB"/>
        </w:rPr>
      </w:pPr>
    </w:p>
    <w:p w14:paraId="0EA36C7E" w14:textId="77777777" w:rsidR="00B857FB" w:rsidRPr="00751DBB" w:rsidRDefault="00B857FB" w:rsidP="00207556">
      <w:pPr>
        <w:rPr>
          <w:b/>
          <w:lang w:val="en-GB"/>
        </w:rPr>
      </w:pPr>
      <w:r w:rsidRPr="00751DBB">
        <w:rPr>
          <w:b/>
          <w:lang w:val="en-GB"/>
        </w:rPr>
        <w:t xml:space="preserve">-out &lt;output-encrypted-file&gt; </w:t>
      </w:r>
    </w:p>
    <w:p w14:paraId="2E85CC4E" w14:textId="77777777" w:rsidR="00B857FB" w:rsidRDefault="00B857FB" w:rsidP="00B857FB">
      <w:pPr>
        <w:pStyle w:val="UtilitySyntax"/>
        <w:rPr>
          <w:lang w:val="en-GB"/>
        </w:rPr>
      </w:pPr>
      <w:r w:rsidRPr="00751DBB">
        <w:rPr>
          <w:b/>
          <w:lang w:val="en-GB"/>
        </w:rPr>
        <w:t>Output encrypted file</w:t>
      </w:r>
      <w:r w:rsidRPr="00751DBB">
        <w:rPr>
          <w:lang w:val="en-GB"/>
        </w:rPr>
        <w:t xml:space="preserve"> (required) specifies the name of the output file which will be created in the current encrypted document format (ENCDOC-XML ver 1.0), with file extension </w:t>
      </w:r>
      <w:r w:rsidRPr="00751DBB">
        <w:rPr>
          <w:b/>
          <w:lang w:val="en-GB"/>
        </w:rPr>
        <w:t>.cdoc</w:t>
      </w:r>
      <w:r w:rsidRPr="00751DBB">
        <w:rPr>
          <w:lang w:val="en-GB"/>
        </w:rPr>
        <w:t>.</w:t>
      </w:r>
    </w:p>
    <w:p w14:paraId="5DFB9E75" w14:textId="77777777" w:rsidR="00005F37" w:rsidRDefault="00005F37" w:rsidP="00005F37">
      <w:pPr>
        <w:pStyle w:val="UtilitySyntax"/>
        <w:ind w:left="0"/>
        <w:rPr>
          <w:b/>
          <w:lang w:val="en-GB"/>
        </w:rPr>
      </w:pPr>
      <w:r>
        <w:rPr>
          <w:b/>
          <w:lang w:val="en-GB"/>
        </w:rPr>
        <w:t xml:space="preserve">-out-mem </w:t>
      </w:r>
      <w:r w:rsidRPr="00751DBB">
        <w:rPr>
          <w:b/>
          <w:lang w:val="en-GB"/>
        </w:rPr>
        <w:t>&lt;output-encrypted-file&gt;</w:t>
      </w:r>
    </w:p>
    <w:p w14:paraId="18FACB58" w14:textId="05B4B1B4" w:rsidR="00FC08EE" w:rsidRPr="00FC08EE" w:rsidRDefault="00FC08EE" w:rsidP="00C85C78">
      <w:pPr>
        <w:pStyle w:val="UtilitySyntax"/>
        <w:ind w:left="720"/>
        <w:rPr>
          <w:lang w:val="en-GB"/>
        </w:rPr>
      </w:pPr>
      <w:r w:rsidRPr="00FC08EE">
        <w:rPr>
          <w:lang w:val="en-GB"/>
        </w:rPr>
        <w:t xml:space="preserve">Alternative version of </w:t>
      </w:r>
      <w:r>
        <w:rPr>
          <w:lang w:val="en-GB"/>
        </w:rPr>
        <w:t>t</w:t>
      </w:r>
      <w:r w:rsidR="004B64C5">
        <w:rPr>
          <w:lang w:val="en-GB"/>
        </w:rPr>
        <w:t>–</w:t>
      </w:r>
      <w:r>
        <w:rPr>
          <w:lang w:val="en-GB"/>
        </w:rPr>
        <w:t>e -out command</w:t>
      </w:r>
      <w:r w:rsidR="005E17B6">
        <w:rPr>
          <w:lang w:val="en-GB"/>
        </w:rPr>
        <w:t>.</w:t>
      </w:r>
      <w:r w:rsidR="00C85C78" w:rsidRPr="002D50CD">
        <w:rPr>
          <w:lang w:val="en-GB"/>
        </w:rPr>
        <w:t xml:space="preserve"> </w:t>
      </w:r>
      <w:r w:rsidR="00B211B9">
        <w:rPr>
          <w:lang w:val="en-GB"/>
        </w:rPr>
        <w:t xml:space="preserve">The operation is conducted “in memory”, meaning that the data is read from and written to a memory buffer, no intermediary data is written to temporary files on the disk. </w:t>
      </w:r>
    </w:p>
    <w:p w14:paraId="6857A477" w14:textId="77777777" w:rsidR="00207556" w:rsidRPr="00751DBB" w:rsidRDefault="00207556" w:rsidP="00207556">
      <w:pPr>
        <w:rPr>
          <w:b/>
          <w:lang w:val="en-GB"/>
        </w:rPr>
      </w:pPr>
      <w:r w:rsidRPr="00751DBB">
        <w:rPr>
          <w:b/>
          <w:lang w:val="en-GB"/>
        </w:rPr>
        <w:t xml:space="preserve">-encrypt-sk &lt;input-file&gt; </w:t>
      </w:r>
    </w:p>
    <w:p w14:paraId="054D5D99" w14:textId="77777777" w:rsidR="00207556" w:rsidRPr="00751DBB" w:rsidRDefault="00207556" w:rsidP="00207556">
      <w:pPr>
        <w:pStyle w:val="UtilitySyntax"/>
        <w:rPr>
          <w:b/>
          <w:lang w:val="en-GB"/>
        </w:rPr>
      </w:pPr>
      <w:r w:rsidRPr="00751DBB">
        <w:rPr>
          <w:lang w:val="en-GB"/>
        </w:rPr>
        <w:t xml:space="preserve">Encrypts the data from the given input file and writes the completed encrypted document in a file. </w:t>
      </w:r>
      <w:r w:rsidRPr="00751DBB">
        <w:rPr>
          <w:b/>
          <w:lang w:val="en-GB"/>
        </w:rPr>
        <w:t xml:space="preserve">Recommended for providing cross-usability with other DigiDoc software components. </w:t>
      </w:r>
    </w:p>
    <w:p w14:paraId="040C6D6F" w14:textId="77777777" w:rsidR="00207556" w:rsidRPr="00751DBB" w:rsidRDefault="00207556" w:rsidP="00207556">
      <w:pPr>
        <w:pStyle w:val="UtilitySyntax"/>
        <w:rPr>
          <w:lang w:val="en-GB"/>
        </w:rPr>
      </w:pPr>
      <w:r w:rsidRPr="00751DBB">
        <w:rPr>
          <w:lang w:val="en-GB"/>
        </w:rPr>
        <w:t>This command places the data file to be encrypted in a new DigiDoc container. Therefore handling such encrypted documents later with other DigiDoc applications is fully supported (e.g. DigiDoc3 client).</w:t>
      </w:r>
    </w:p>
    <w:p w14:paraId="6BCEED4D" w14:textId="77777777" w:rsidR="00207556" w:rsidRPr="00751DBB" w:rsidRDefault="00207556" w:rsidP="00207556">
      <w:pPr>
        <w:pStyle w:val="UtilitySyntax"/>
        <w:rPr>
          <w:lang w:val="en-GB"/>
        </w:rPr>
      </w:pPr>
      <w:r w:rsidRPr="00751DBB">
        <w:rPr>
          <w:b/>
          <w:lang w:val="en-GB"/>
        </w:rPr>
        <w:lastRenderedPageBreak/>
        <w:t xml:space="preserve">Input file </w:t>
      </w:r>
      <w:r w:rsidRPr="00751DBB">
        <w:rPr>
          <w:lang w:val="en-GB"/>
        </w:rPr>
        <w:t xml:space="preserve">(required) specifies the original data file to be encrypted. </w:t>
      </w:r>
    </w:p>
    <w:p w14:paraId="7C7282BA" w14:textId="77777777" w:rsidR="00207556" w:rsidRPr="00751DBB" w:rsidRDefault="00207556" w:rsidP="00207556">
      <w:pPr>
        <w:pStyle w:val="UtilitySyntax"/>
        <w:rPr>
          <w:lang w:val="en-GB"/>
        </w:rPr>
      </w:pPr>
      <w:r w:rsidRPr="00751DBB">
        <w:rPr>
          <w:b/>
          <w:lang w:val="en-GB"/>
        </w:rPr>
        <w:t>Note:</w:t>
      </w:r>
      <w:r w:rsidRPr="00751DBB">
        <w:rPr>
          <w:lang w:val="en-GB"/>
        </w:rPr>
        <w:t xml:space="preserve"> There are also alternative encryption commands which are however </w:t>
      </w:r>
      <w:r w:rsidRPr="00751DBB">
        <w:rPr>
          <w:b/>
          <w:lang w:val="en-GB"/>
        </w:rPr>
        <w:t>not recommended for providing cross-usability with other DigiDoc software components</w:t>
      </w:r>
      <w:r w:rsidRPr="00751DBB">
        <w:rPr>
          <w:lang w:val="en-GB"/>
        </w:rPr>
        <w:t>:</w:t>
      </w:r>
    </w:p>
    <w:p w14:paraId="500E1F2B" w14:textId="77777777" w:rsidR="00207556" w:rsidRPr="00751DBB" w:rsidRDefault="00207556" w:rsidP="00207556">
      <w:pPr>
        <w:pStyle w:val="UtilitySyntax"/>
        <w:rPr>
          <w:i/>
          <w:lang w:val="en-GB"/>
        </w:rPr>
      </w:pPr>
      <w:r w:rsidRPr="00751DBB">
        <w:rPr>
          <w:b/>
          <w:i/>
          <w:lang w:val="en-GB"/>
        </w:rPr>
        <w:t>-encrypt &lt;input-file&gt;</w:t>
      </w:r>
    </w:p>
    <w:p w14:paraId="48CE895D" w14:textId="77777777" w:rsidR="00207556" w:rsidRPr="00751DBB" w:rsidRDefault="00207556" w:rsidP="00207556">
      <w:pPr>
        <w:pStyle w:val="UtilitySyntax"/>
        <w:ind w:left="1134"/>
        <w:rPr>
          <w:lang w:val="en-GB"/>
        </w:rPr>
      </w:pPr>
      <w:r w:rsidRPr="00751DBB">
        <w:rPr>
          <w:lang w:val="en-GB"/>
        </w:rPr>
        <w:t xml:space="preserve">Encrypts the data from the given input file and writes the completed encrypted document in a file. Should be used only for encrypting </w:t>
      </w:r>
      <w:r w:rsidRPr="00751DBB">
        <w:rPr>
          <w:b/>
          <w:lang w:val="en-GB"/>
        </w:rPr>
        <w:t>small</w:t>
      </w:r>
      <w:r w:rsidRPr="00751DBB">
        <w:rPr>
          <w:lang w:val="en-GB"/>
        </w:rPr>
        <w:t xml:space="preserve"> documents, </w:t>
      </w:r>
      <w:r w:rsidRPr="00751DBB">
        <w:rPr>
          <w:b/>
          <w:lang w:val="en-GB"/>
        </w:rPr>
        <w:t>already in DIGIDOC-XML format.</w:t>
      </w:r>
    </w:p>
    <w:p w14:paraId="36789F56" w14:textId="77777777" w:rsidR="00207556" w:rsidRPr="00751DBB" w:rsidRDefault="00207556" w:rsidP="00207556">
      <w:pPr>
        <w:pStyle w:val="UtilitySyntax"/>
        <w:ind w:left="1134"/>
        <w:rPr>
          <w:lang w:val="en-GB"/>
        </w:rPr>
      </w:pPr>
      <w:r w:rsidRPr="00751DBB">
        <w:rPr>
          <w:b/>
          <w:lang w:val="en-GB"/>
        </w:rPr>
        <w:t xml:space="preserve">Input file </w:t>
      </w:r>
      <w:r w:rsidRPr="00751DBB">
        <w:rPr>
          <w:lang w:val="en-GB"/>
        </w:rPr>
        <w:t xml:space="preserve">(required) specifies the original data file to be encrypted. </w:t>
      </w:r>
    </w:p>
    <w:p w14:paraId="4C8564F5" w14:textId="77777777" w:rsidR="00207556" w:rsidRPr="00751DBB" w:rsidRDefault="00207556" w:rsidP="00207556">
      <w:pPr>
        <w:ind w:left="567"/>
        <w:rPr>
          <w:i/>
          <w:lang w:val="en-GB"/>
        </w:rPr>
      </w:pPr>
      <w:r w:rsidRPr="00751DBB">
        <w:rPr>
          <w:b/>
          <w:i/>
          <w:lang w:val="en-GB"/>
        </w:rPr>
        <w:t>-encrypt-</w:t>
      </w:r>
      <w:r w:rsidR="003056BD" w:rsidRPr="00751DBB">
        <w:rPr>
          <w:b/>
          <w:i/>
          <w:lang w:val="en-GB"/>
        </w:rPr>
        <w:t>file</w:t>
      </w:r>
      <w:r w:rsidRPr="00751DBB">
        <w:rPr>
          <w:b/>
          <w:i/>
          <w:lang w:val="en-GB"/>
        </w:rPr>
        <w:t xml:space="preserve"> &lt;input-file&gt; &lt;output-file&gt;</w:t>
      </w:r>
      <w:r w:rsidRPr="00751DBB">
        <w:rPr>
          <w:i/>
          <w:lang w:val="en-GB"/>
        </w:rPr>
        <w:t xml:space="preserve"> </w:t>
      </w:r>
    </w:p>
    <w:p w14:paraId="347EE61E" w14:textId="77777777" w:rsidR="00207556" w:rsidRPr="00751DBB" w:rsidRDefault="00207556" w:rsidP="00207556">
      <w:pPr>
        <w:pStyle w:val="UtilitySyntax"/>
        <w:ind w:left="1134"/>
        <w:rPr>
          <w:b/>
          <w:lang w:val="en-GB"/>
        </w:rPr>
      </w:pPr>
      <w:r w:rsidRPr="00751DBB">
        <w:rPr>
          <w:lang w:val="en-GB"/>
        </w:rPr>
        <w:t xml:space="preserve">Encrypts the input file and writes to output file. Should be used only for encrypting </w:t>
      </w:r>
      <w:r w:rsidRPr="00751DBB">
        <w:rPr>
          <w:b/>
          <w:lang w:val="en-GB"/>
        </w:rPr>
        <w:t>large</w:t>
      </w:r>
      <w:r w:rsidRPr="00751DBB">
        <w:rPr>
          <w:lang w:val="en-GB"/>
        </w:rPr>
        <w:t xml:space="preserve"> documents, </w:t>
      </w:r>
      <w:r w:rsidRPr="00751DBB">
        <w:rPr>
          <w:b/>
          <w:lang w:val="en-GB"/>
        </w:rPr>
        <w:t>already in DIGIDOC-XML format.</w:t>
      </w:r>
      <w:r w:rsidR="00B94454" w:rsidRPr="00751DBB">
        <w:rPr>
          <w:b/>
          <w:lang w:val="en-GB"/>
        </w:rPr>
        <w:t xml:space="preserve"> </w:t>
      </w:r>
      <w:r w:rsidR="00B94454" w:rsidRPr="00751DBB">
        <w:rPr>
          <w:lang w:val="en-GB"/>
        </w:rPr>
        <w:t>Note that the command in not currently tested.</w:t>
      </w:r>
    </w:p>
    <w:p w14:paraId="034EE1F2" w14:textId="77777777" w:rsidR="00207556" w:rsidRPr="00751DBB" w:rsidRDefault="00207556" w:rsidP="00207556">
      <w:pPr>
        <w:pStyle w:val="UtilitySyntax"/>
        <w:ind w:left="1134"/>
        <w:rPr>
          <w:lang w:val="en-GB"/>
        </w:rPr>
      </w:pPr>
      <w:r w:rsidRPr="00751DBB">
        <w:rPr>
          <w:b/>
          <w:lang w:val="en-GB"/>
        </w:rPr>
        <w:t xml:space="preserve">Input file </w:t>
      </w:r>
      <w:r w:rsidRPr="00751DBB">
        <w:rPr>
          <w:lang w:val="en-GB"/>
        </w:rPr>
        <w:t xml:space="preserve">(required) specifies the original data file to be encrypted. </w:t>
      </w:r>
    </w:p>
    <w:p w14:paraId="043EBA9D" w14:textId="77777777" w:rsidR="00207556" w:rsidRPr="00751DBB" w:rsidRDefault="00207556" w:rsidP="00207556">
      <w:pPr>
        <w:pStyle w:val="UtilitySyntax"/>
        <w:ind w:left="1134"/>
        <w:rPr>
          <w:lang w:val="en-GB"/>
        </w:rPr>
      </w:pPr>
      <w:r w:rsidRPr="00751DBB">
        <w:rPr>
          <w:b/>
          <w:lang w:val="en-GB"/>
        </w:rPr>
        <w:t>Output file</w:t>
      </w:r>
      <w:r w:rsidRPr="00751DBB">
        <w:rPr>
          <w:lang w:val="en-GB"/>
        </w:rPr>
        <w:t xml:space="preserve"> (required) specifies the name of the output file which will be created in the current encrypted document format (ENCDOC-XML ver 1.0), with file extension </w:t>
      </w:r>
      <w:r w:rsidRPr="00751DBB">
        <w:rPr>
          <w:b/>
          <w:lang w:val="en-GB"/>
        </w:rPr>
        <w:t>.cdoc</w:t>
      </w:r>
      <w:r w:rsidRPr="00751DBB">
        <w:rPr>
          <w:lang w:val="en-GB"/>
        </w:rPr>
        <w:t>.</w:t>
      </w:r>
    </w:p>
    <w:p w14:paraId="7589C744" w14:textId="77777777" w:rsidR="00207556" w:rsidRPr="00751DBB" w:rsidRDefault="00207556" w:rsidP="00207556">
      <w:pPr>
        <w:rPr>
          <w:b/>
          <w:u w:val="single"/>
          <w:lang w:val="en-GB"/>
        </w:rPr>
      </w:pPr>
      <w:r w:rsidRPr="00751DBB">
        <w:rPr>
          <w:b/>
          <w:u w:val="single"/>
          <w:lang w:val="en-GB"/>
        </w:rPr>
        <w:t>Command line samples for encrypting documents:</w:t>
      </w:r>
    </w:p>
    <w:p w14:paraId="41AE6F4F" w14:textId="77777777" w:rsidR="00207556" w:rsidRPr="00751DBB" w:rsidRDefault="00207556" w:rsidP="00207556">
      <w:pPr>
        <w:pStyle w:val="bat"/>
        <w:rPr>
          <w:b/>
          <w:u w:val="single"/>
          <w:lang w:val="en-GB"/>
        </w:rPr>
      </w:pPr>
      <w:r w:rsidRPr="00751DBB">
        <w:rPr>
          <w:b/>
          <w:u w:val="single"/>
          <w:lang w:val="en-GB"/>
        </w:rPr>
        <w:t>Sample: encrypting small doc (DigiDoc compatible, original in any format)</w:t>
      </w:r>
    </w:p>
    <w:p w14:paraId="5BF0FEBE" w14:textId="4CB70ACD" w:rsidR="008A76D0" w:rsidRPr="00751DBB" w:rsidRDefault="00207556" w:rsidP="00207556">
      <w:pPr>
        <w:pStyle w:val="bat"/>
        <w:rPr>
          <w:lang w:val="en-GB"/>
        </w:rPr>
      </w:pPr>
      <w:r w:rsidRPr="00751DBB">
        <w:rPr>
          <w:lang w:val="en-GB"/>
        </w:rPr>
        <w:t xml:space="preserve">&gt; </w:t>
      </w:r>
      <w:r w:rsidR="008A76D0" w:rsidRPr="00751DBB">
        <w:rPr>
          <w:lang w:val="en-GB"/>
        </w:rPr>
        <w:t>cdigid</w:t>
      </w:r>
      <w:r w:rsidR="004B64C5">
        <w:rPr>
          <w:lang w:val="en-GB"/>
        </w:rPr>
        <w:t>–</w:t>
      </w:r>
      <w:r w:rsidR="008A76D0" w:rsidRPr="00751DBB">
        <w:rPr>
          <w:lang w:val="en-GB"/>
        </w:rPr>
        <w:t xml:space="preserve">c </w:t>
      </w:r>
      <w:r w:rsidR="008A76D0" w:rsidRPr="00751DBB">
        <w:rPr>
          <w:color w:val="0070C0"/>
          <w:lang w:val="en-GB"/>
        </w:rPr>
        <w:t>-encrypt-sk c:\temp\test_Small.txt</w:t>
      </w:r>
      <w:r w:rsidR="008A76D0" w:rsidRPr="00751DBB">
        <w:rPr>
          <w:lang w:val="en-GB"/>
        </w:rPr>
        <w:t xml:space="preserve"> </w:t>
      </w:r>
      <w:r w:rsidR="00056F6D" w:rsidRPr="00751DBB">
        <w:rPr>
          <w:lang w:val="en-GB"/>
        </w:rPr>
        <w:t xml:space="preserve">–out </w:t>
      </w:r>
      <w:r w:rsidR="008A76D0" w:rsidRPr="00751DBB">
        <w:rPr>
          <w:lang w:val="en-GB"/>
        </w:rPr>
        <w:t>c:\Temp\test1.cd</w:t>
      </w:r>
      <w:r w:rsidR="004B64C5">
        <w:rPr>
          <w:lang w:val="en-GB"/>
        </w:rPr>
        <w:t>–</w:t>
      </w:r>
      <w:r w:rsidR="008A76D0" w:rsidRPr="00751DBB">
        <w:rPr>
          <w:lang w:val="en-GB"/>
        </w:rPr>
        <w:t xml:space="preserve">c -encrecv c:\temp\Rcert.cer </w:t>
      </w:r>
      <w:r w:rsidR="00056F6D" w:rsidRPr="00751DBB">
        <w:rPr>
          <w:lang w:val="en-GB"/>
        </w:rPr>
        <w:t>MÄNNIK,MARI-LIIS,47101010033</w:t>
      </w:r>
      <w:r w:rsidR="008A76D0" w:rsidRPr="00751DBB">
        <w:rPr>
          <w:lang w:val="en-GB"/>
        </w:rPr>
        <w:t xml:space="preserve"> </w:t>
      </w:r>
    </w:p>
    <w:p w14:paraId="47699F15" w14:textId="77777777" w:rsidR="008A76D0" w:rsidRPr="00751DBB" w:rsidRDefault="008A76D0" w:rsidP="00207556">
      <w:pPr>
        <w:pStyle w:val="bat"/>
        <w:rPr>
          <w:lang w:val="en-GB"/>
        </w:rPr>
      </w:pPr>
    </w:p>
    <w:p w14:paraId="3A08BD39" w14:textId="77777777" w:rsidR="00207556" w:rsidRPr="00751DBB" w:rsidRDefault="00207556" w:rsidP="00207556">
      <w:pPr>
        <w:pStyle w:val="bat"/>
        <w:rPr>
          <w:lang w:val="en-GB"/>
        </w:rPr>
      </w:pPr>
      <w:r w:rsidRPr="00751DBB">
        <w:rPr>
          <w:lang w:val="en-GB"/>
        </w:rPr>
        <w:t xml:space="preserve">Input: </w:t>
      </w:r>
    </w:p>
    <w:p w14:paraId="7C501051" w14:textId="77777777" w:rsidR="008A76D0" w:rsidRPr="00751DBB" w:rsidRDefault="00207556" w:rsidP="008A76D0">
      <w:pPr>
        <w:pStyle w:val="bat"/>
        <w:rPr>
          <w:color w:val="0070C0"/>
          <w:lang w:val="en-GB"/>
        </w:rPr>
      </w:pPr>
      <w:r w:rsidRPr="00751DBB">
        <w:rPr>
          <w:lang w:val="en-GB"/>
        </w:rPr>
        <w:t xml:space="preserve">- </w:t>
      </w:r>
      <w:r w:rsidR="008A76D0" w:rsidRPr="00751DBB">
        <w:rPr>
          <w:color w:val="0070C0"/>
          <w:lang w:val="en-GB"/>
        </w:rPr>
        <w:t>c:\temp\test_Small.txt – the input file to be encrypted</w:t>
      </w:r>
    </w:p>
    <w:p w14:paraId="268EE0BF" w14:textId="77777777" w:rsidR="008A76D0" w:rsidRPr="00751DBB" w:rsidRDefault="008A76D0" w:rsidP="008A76D0">
      <w:pPr>
        <w:pStyle w:val="bat"/>
        <w:rPr>
          <w:lang w:val="en-GB"/>
        </w:rPr>
      </w:pPr>
      <w:r w:rsidRPr="00751DBB">
        <w:rPr>
          <w:lang w:val="en-GB"/>
        </w:rPr>
        <w:t>- c:\temp\test1.cdoc</w:t>
      </w:r>
      <w:r w:rsidRPr="00751DBB">
        <w:rPr>
          <w:lang w:val="en-GB"/>
        </w:rPr>
        <w:tab/>
        <w:t>- the encrypted file to be created</w:t>
      </w:r>
    </w:p>
    <w:p w14:paraId="5250D9D3" w14:textId="77777777" w:rsidR="00207556" w:rsidRPr="00751DBB" w:rsidRDefault="008A76D0" w:rsidP="00207556">
      <w:pPr>
        <w:pStyle w:val="bat"/>
        <w:rPr>
          <w:lang w:val="en-GB"/>
        </w:rPr>
      </w:pPr>
      <w:r w:rsidRPr="00751DBB">
        <w:rPr>
          <w:lang w:val="en-GB"/>
        </w:rPr>
        <w:t xml:space="preserve">- </w:t>
      </w:r>
      <w:r w:rsidR="00207556" w:rsidRPr="00751DBB">
        <w:rPr>
          <w:lang w:val="en-GB"/>
        </w:rPr>
        <w:t xml:space="preserve">c:\temp\Rcert.cer </w:t>
      </w:r>
      <w:r w:rsidR="00207556" w:rsidRPr="00751DBB">
        <w:rPr>
          <w:lang w:val="en-GB"/>
        </w:rPr>
        <w:tab/>
        <w:t xml:space="preserve">– the recipient’s certificate file </w:t>
      </w:r>
    </w:p>
    <w:p w14:paraId="02C156B6" w14:textId="252649BF" w:rsidR="00207556" w:rsidRPr="00751DBB" w:rsidRDefault="00207556" w:rsidP="00207556">
      <w:pPr>
        <w:pStyle w:val="bat"/>
        <w:rPr>
          <w:lang w:val="en-GB"/>
        </w:rPr>
      </w:pPr>
      <w:r w:rsidRPr="00751DBB">
        <w:rPr>
          <w:lang w:val="en-GB"/>
        </w:rPr>
        <w:t>- MÄNNIK,MARI-LIIS,</w:t>
      </w:r>
      <w:r w:rsidR="00056F6D" w:rsidRPr="00751DBB">
        <w:rPr>
          <w:lang w:val="en-GB"/>
        </w:rPr>
        <w:t>471010100</w:t>
      </w:r>
      <w:r w:rsidR="004B64C5">
        <w:rPr>
          <w:lang w:val="en-GB"/>
        </w:rPr>
        <w:t>–</w:t>
      </w:r>
      <w:r w:rsidR="00056F6D" w:rsidRPr="00751DBB">
        <w:rPr>
          <w:lang w:val="en-GB"/>
        </w:rPr>
        <w:t xml:space="preserve">3 </w:t>
      </w:r>
      <w:r w:rsidRPr="00751DBB">
        <w:rPr>
          <w:lang w:val="en-GB"/>
        </w:rPr>
        <w:t>- the recipient’s ID (= certificate’s CN)</w:t>
      </w:r>
    </w:p>
    <w:p w14:paraId="4E283C8A" w14:textId="77777777" w:rsidR="00207556" w:rsidRPr="00751DBB" w:rsidRDefault="00207556" w:rsidP="00207556">
      <w:pPr>
        <w:pStyle w:val="bat"/>
        <w:rPr>
          <w:b/>
          <w:u w:val="single"/>
          <w:lang w:val="en-GB"/>
        </w:rPr>
      </w:pPr>
    </w:p>
    <w:p w14:paraId="78A74B5B" w14:textId="77777777" w:rsidR="00207556" w:rsidRPr="00751DBB" w:rsidRDefault="00207556" w:rsidP="00207556">
      <w:pPr>
        <w:pStyle w:val="bat"/>
        <w:rPr>
          <w:b/>
          <w:u w:val="single"/>
          <w:lang w:val="en-GB"/>
        </w:rPr>
      </w:pPr>
      <w:r w:rsidRPr="00751DBB">
        <w:rPr>
          <w:b/>
          <w:u w:val="single"/>
          <w:lang w:val="en-GB"/>
        </w:rPr>
        <w:t>Sample: encrypting small doc (not DigiDoc compatible, unless original doc already in DIGIDOC-XML format)</w:t>
      </w:r>
    </w:p>
    <w:p w14:paraId="4502CF01" w14:textId="5C0BA341" w:rsidR="002A52C1" w:rsidRPr="00751DBB" w:rsidRDefault="00207556" w:rsidP="00207556">
      <w:pPr>
        <w:pStyle w:val="bat"/>
        <w:rPr>
          <w:lang w:val="en-GB"/>
        </w:rPr>
      </w:pPr>
      <w:r w:rsidRPr="00751DBB">
        <w:rPr>
          <w:lang w:val="en-GB"/>
        </w:rPr>
        <w:t xml:space="preserve">&gt; </w:t>
      </w:r>
      <w:r w:rsidR="002A52C1" w:rsidRPr="00751DBB">
        <w:rPr>
          <w:lang w:val="en-GB"/>
        </w:rPr>
        <w:t>cdigid</w:t>
      </w:r>
      <w:r w:rsidR="004B64C5">
        <w:rPr>
          <w:lang w:val="en-GB"/>
        </w:rPr>
        <w:t>–</w:t>
      </w:r>
      <w:r w:rsidR="002A52C1" w:rsidRPr="00751DBB">
        <w:rPr>
          <w:lang w:val="en-GB"/>
        </w:rPr>
        <w:t xml:space="preserve">c </w:t>
      </w:r>
      <w:r w:rsidR="002A52C1" w:rsidRPr="00751DBB">
        <w:rPr>
          <w:color w:val="0070C0"/>
          <w:lang w:val="en-GB"/>
        </w:rPr>
        <w:t>-encrypt c:\temp\test_Small.dd</w:t>
      </w:r>
      <w:r w:rsidR="004B64C5">
        <w:rPr>
          <w:color w:val="0070C0"/>
          <w:lang w:val="en-GB"/>
        </w:rPr>
        <w:t>–</w:t>
      </w:r>
      <w:r w:rsidR="002A52C1" w:rsidRPr="00751DBB">
        <w:rPr>
          <w:color w:val="0070C0"/>
          <w:lang w:val="en-GB"/>
        </w:rPr>
        <w:t>c</w:t>
      </w:r>
      <w:r w:rsidR="002A52C1" w:rsidRPr="00751DBB">
        <w:rPr>
          <w:lang w:val="en-GB"/>
        </w:rPr>
        <w:t xml:space="preserve"> -out c:\Temp\test1.cd</w:t>
      </w:r>
      <w:r w:rsidR="004B64C5">
        <w:rPr>
          <w:lang w:val="en-GB"/>
        </w:rPr>
        <w:t>–</w:t>
      </w:r>
      <w:r w:rsidR="002A52C1" w:rsidRPr="00751DBB">
        <w:rPr>
          <w:lang w:val="en-GB"/>
        </w:rPr>
        <w:t>c -encrecv c:\temp\Rcert.cer</w:t>
      </w:r>
    </w:p>
    <w:p w14:paraId="17CC3767" w14:textId="77777777" w:rsidR="00207556" w:rsidRPr="00751DBB" w:rsidRDefault="00207556" w:rsidP="00207556">
      <w:pPr>
        <w:pStyle w:val="bat"/>
        <w:rPr>
          <w:lang w:val="en-GB"/>
        </w:rPr>
      </w:pPr>
    </w:p>
    <w:p w14:paraId="10761C53" w14:textId="77777777" w:rsidR="00207556" w:rsidRPr="00751DBB" w:rsidRDefault="00207556" w:rsidP="00207556">
      <w:pPr>
        <w:pStyle w:val="bat"/>
        <w:rPr>
          <w:lang w:val="en-GB"/>
        </w:rPr>
      </w:pPr>
      <w:r w:rsidRPr="00751DBB">
        <w:rPr>
          <w:lang w:val="en-GB"/>
        </w:rPr>
        <w:t xml:space="preserve">Input: </w:t>
      </w:r>
    </w:p>
    <w:p w14:paraId="1E294E95" w14:textId="77777777" w:rsidR="00207556" w:rsidRPr="00751DBB" w:rsidRDefault="00207556" w:rsidP="00207556">
      <w:pPr>
        <w:pStyle w:val="bat"/>
        <w:rPr>
          <w:lang w:val="en-GB"/>
        </w:rPr>
      </w:pPr>
      <w:r w:rsidRPr="00751DBB">
        <w:rPr>
          <w:lang w:val="en-GB"/>
        </w:rPr>
        <w:t xml:space="preserve">- c:\temp\Rcert.cer </w:t>
      </w:r>
      <w:r w:rsidRPr="00751DBB">
        <w:rPr>
          <w:lang w:val="en-GB"/>
        </w:rPr>
        <w:tab/>
        <w:t xml:space="preserve">– the recipient’s certificate file </w:t>
      </w:r>
    </w:p>
    <w:p w14:paraId="31B866F9" w14:textId="77777777" w:rsidR="00207556" w:rsidRPr="00751DBB" w:rsidRDefault="00207556" w:rsidP="00207556">
      <w:pPr>
        <w:pStyle w:val="bat"/>
        <w:rPr>
          <w:color w:val="0070C0"/>
          <w:lang w:val="en-GB"/>
        </w:rPr>
      </w:pPr>
      <w:r w:rsidRPr="00751DBB">
        <w:rPr>
          <w:color w:val="0070C0"/>
          <w:lang w:val="en-GB"/>
        </w:rPr>
        <w:t xml:space="preserve">- c:\temp\test_Small.ddoc </w:t>
      </w:r>
      <w:r w:rsidRPr="00751DBB">
        <w:rPr>
          <w:color w:val="0070C0"/>
          <w:lang w:val="en-GB"/>
        </w:rPr>
        <w:tab/>
        <w:t>– the input file to be encrypted</w:t>
      </w:r>
    </w:p>
    <w:p w14:paraId="0A5324D1" w14:textId="77777777" w:rsidR="00207556" w:rsidRPr="00751DBB" w:rsidRDefault="00207556" w:rsidP="00207556">
      <w:pPr>
        <w:pStyle w:val="bat"/>
        <w:rPr>
          <w:lang w:val="en-GB"/>
        </w:rPr>
      </w:pPr>
      <w:r w:rsidRPr="00751DBB">
        <w:rPr>
          <w:lang w:val="en-GB"/>
        </w:rPr>
        <w:t>- c:\temp\test1.cdoc</w:t>
      </w:r>
      <w:r w:rsidRPr="00751DBB">
        <w:rPr>
          <w:lang w:val="en-GB"/>
        </w:rPr>
        <w:tab/>
        <w:t>- the encrypted file to be created</w:t>
      </w:r>
    </w:p>
    <w:p w14:paraId="32B82EE8" w14:textId="77777777" w:rsidR="00207556" w:rsidRPr="00751DBB" w:rsidRDefault="00207556" w:rsidP="00207556">
      <w:pPr>
        <w:pStyle w:val="bat"/>
        <w:rPr>
          <w:b/>
          <w:u w:val="single"/>
          <w:lang w:val="en-GB"/>
        </w:rPr>
      </w:pPr>
    </w:p>
    <w:p w14:paraId="5EEC50F9" w14:textId="77777777" w:rsidR="00207556" w:rsidRPr="00751DBB" w:rsidRDefault="00207556" w:rsidP="00207556">
      <w:pPr>
        <w:pStyle w:val="bat"/>
        <w:rPr>
          <w:b/>
          <w:u w:val="single"/>
          <w:lang w:val="en-GB"/>
        </w:rPr>
      </w:pPr>
      <w:r w:rsidRPr="00751DBB">
        <w:rPr>
          <w:b/>
          <w:u w:val="single"/>
          <w:lang w:val="en-GB"/>
        </w:rPr>
        <w:t>Sample: encrypting large doc (not DigiDoc compatible, unless original doc already in DIGIDOC-XML format)</w:t>
      </w:r>
    </w:p>
    <w:p w14:paraId="2AEB405E" w14:textId="471D1678" w:rsidR="002A52C1" w:rsidRPr="00751DBB" w:rsidRDefault="00207556" w:rsidP="00DC35D4">
      <w:pPr>
        <w:pStyle w:val="bat"/>
        <w:rPr>
          <w:lang w:val="en-GB"/>
        </w:rPr>
      </w:pPr>
      <w:r w:rsidRPr="00751DBB">
        <w:rPr>
          <w:lang w:val="en-GB"/>
        </w:rPr>
        <w:t xml:space="preserve">&gt; </w:t>
      </w:r>
      <w:r w:rsidR="002A52C1" w:rsidRPr="00751DBB">
        <w:rPr>
          <w:lang w:val="en-GB"/>
        </w:rPr>
        <w:t>cdigid</w:t>
      </w:r>
      <w:r w:rsidR="004B64C5">
        <w:rPr>
          <w:lang w:val="en-GB"/>
        </w:rPr>
        <w:t>–</w:t>
      </w:r>
      <w:r w:rsidR="002A52C1" w:rsidRPr="00751DBB">
        <w:rPr>
          <w:lang w:val="en-GB"/>
        </w:rPr>
        <w:t xml:space="preserve">c </w:t>
      </w:r>
      <w:r w:rsidR="002A52C1" w:rsidRPr="00751DBB">
        <w:rPr>
          <w:color w:val="0070C0"/>
          <w:lang w:val="en-GB"/>
        </w:rPr>
        <w:t xml:space="preserve">-encrypt-file c:\temp\test_Large.ddoc </w:t>
      </w:r>
      <w:r w:rsidR="002A52C1" w:rsidRPr="00751DBB">
        <w:rPr>
          <w:lang w:val="en-GB"/>
        </w:rPr>
        <w:t>c:\Temp\test1.cd</w:t>
      </w:r>
      <w:r w:rsidR="004B64C5">
        <w:rPr>
          <w:lang w:val="en-GB"/>
        </w:rPr>
        <w:t>–</w:t>
      </w:r>
      <w:r w:rsidR="002A52C1" w:rsidRPr="00751DBB">
        <w:rPr>
          <w:lang w:val="en-GB"/>
        </w:rPr>
        <w:t xml:space="preserve">c -encrecv c:\temp\Rcert.cer  </w:t>
      </w:r>
    </w:p>
    <w:p w14:paraId="1E111CCF" w14:textId="77777777" w:rsidR="00DC35D4" w:rsidRPr="00751DBB" w:rsidRDefault="00DC35D4" w:rsidP="00207556">
      <w:pPr>
        <w:pStyle w:val="bat"/>
        <w:rPr>
          <w:lang w:val="en-GB"/>
        </w:rPr>
      </w:pPr>
    </w:p>
    <w:p w14:paraId="118AEFB1" w14:textId="77777777" w:rsidR="00207556" w:rsidRPr="00751DBB" w:rsidRDefault="00207556" w:rsidP="00207556">
      <w:pPr>
        <w:pStyle w:val="bat"/>
        <w:rPr>
          <w:lang w:val="en-GB"/>
        </w:rPr>
      </w:pPr>
      <w:r w:rsidRPr="00751DBB">
        <w:rPr>
          <w:lang w:val="en-GB"/>
        </w:rPr>
        <w:t xml:space="preserve">Input: </w:t>
      </w:r>
    </w:p>
    <w:p w14:paraId="1A1A1F83" w14:textId="77777777" w:rsidR="00207556" w:rsidRPr="00751DBB" w:rsidRDefault="00207556" w:rsidP="00207556">
      <w:pPr>
        <w:pStyle w:val="bat"/>
        <w:rPr>
          <w:lang w:val="en-GB"/>
        </w:rPr>
      </w:pPr>
      <w:r w:rsidRPr="00751DBB">
        <w:rPr>
          <w:lang w:val="en-GB"/>
        </w:rPr>
        <w:t xml:space="preserve">- c:\temp\Rcert.cer </w:t>
      </w:r>
      <w:r w:rsidRPr="00751DBB">
        <w:rPr>
          <w:lang w:val="en-GB"/>
        </w:rPr>
        <w:tab/>
        <w:t xml:space="preserve">– the recipient’s certificate file </w:t>
      </w:r>
    </w:p>
    <w:p w14:paraId="77379FA1" w14:textId="77777777" w:rsidR="00207556" w:rsidRPr="00751DBB" w:rsidRDefault="00207556" w:rsidP="00207556">
      <w:pPr>
        <w:pStyle w:val="bat"/>
        <w:rPr>
          <w:color w:val="0070C0"/>
          <w:lang w:val="en-GB"/>
        </w:rPr>
      </w:pPr>
      <w:r w:rsidRPr="00751DBB">
        <w:rPr>
          <w:color w:val="0070C0"/>
          <w:lang w:val="en-GB"/>
        </w:rPr>
        <w:t xml:space="preserve">- c:\temp\test_Large.ddoc </w:t>
      </w:r>
      <w:r w:rsidRPr="00751DBB">
        <w:rPr>
          <w:color w:val="0070C0"/>
          <w:lang w:val="en-GB"/>
        </w:rPr>
        <w:tab/>
        <w:t>– the input file to be encrypted</w:t>
      </w:r>
    </w:p>
    <w:p w14:paraId="2BF3E8CA" w14:textId="77777777" w:rsidR="00207556" w:rsidRPr="00751DBB" w:rsidRDefault="00207556" w:rsidP="00207556">
      <w:pPr>
        <w:pStyle w:val="bat"/>
        <w:rPr>
          <w:lang w:val="en-GB"/>
        </w:rPr>
      </w:pPr>
      <w:r w:rsidRPr="00751DBB">
        <w:rPr>
          <w:lang w:val="en-GB"/>
        </w:rPr>
        <w:t>- c:\temp\test1.cdoc</w:t>
      </w:r>
      <w:r w:rsidRPr="00751DBB">
        <w:rPr>
          <w:lang w:val="en-GB"/>
        </w:rPr>
        <w:tab/>
        <w:t>- the encrypted file to be created</w:t>
      </w:r>
    </w:p>
    <w:p w14:paraId="47364641" w14:textId="77777777" w:rsidR="00207556" w:rsidRPr="00751DBB" w:rsidRDefault="00207556" w:rsidP="00207556">
      <w:pPr>
        <w:pStyle w:val="bat"/>
        <w:rPr>
          <w:b/>
          <w:u w:val="single"/>
          <w:lang w:val="en-GB"/>
        </w:rPr>
      </w:pPr>
    </w:p>
    <w:p w14:paraId="08320049" w14:textId="77777777" w:rsidR="00207556" w:rsidRPr="00751DBB" w:rsidRDefault="00207556" w:rsidP="00207556">
      <w:pPr>
        <w:pStyle w:val="bat"/>
        <w:rPr>
          <w:b/>
          <w:u w:val="single"/>
          <w:lang w:val="en-GB"/>
        </w:rPr>
      </w:pPr>
      <w:r w:rsidRPr="00751DBB">
        <w:rPr>
          <w:b/>
          <w:u w:val="single"/>
          <w:lang w:val="en-GB"/>
        </w:rPr>
        <w:t xml:space="preserve">Sample: </w:t>
      </w:r>
      <w:r w:rsidR="002A52C1" w:rsidRPr="00751DBB">
        <w:rPr>
          <w:b/>
          <w:u w:val="single"/>
          <w:lang w:val="en-GB"/>
        </w:rPr>
        <w:t xml:space="preserve">encrypting </w:t>
      </w:r>
      <w:r w:rsidRPr="00751DBB">
        <w:rPr>
          <w:b/>
          <w:u w:val="single"/>
          <w:lang w:val="en-GB"/>
        </w:rPr>
        <w:t>small doc for multiple recipients</w:t>
      </w:r>
    </w:p>
    <w:p w14:paraId="0141ADBD" w14:textId="7077032B" w:rsidR="002A52C1" w:rsidRPr="00751DBB" w:rsidRDefault="00207556" w:rsidP="00207556">
      <w:pPr>
        <w:pStyle w:val="bat"/>
        <w:rPr>
          <w:lang w:val="en-GB"/>
        </w:rPr>
      </w:pPr>
      <w:r w:rsidRPr="00751DBB">
        <w:rPr>
          <w:lang w:val="en-GB"/>
        </w:rPr>
        <w:t xml:space="preserve">&gt; </w:t>
      </w:r>
      <w:r w:rsidR="002A52C1" w:rsidRPr="00751DBB">
        <w:rPr>
          <w:lang w:val="en-GB"/>
        </w:rPr>
        <w:t>cdigid</w:t>
      </w:r>
      <w:r w:rsidR="004B64C5">
        <w:rPr>
          <w:lang w:val="en-GB"/>
        </w:rPr>
        <w:t>–</w:t>
      </w:r>
      <w:r w:rsidR="002A52C1" w:rsidRPr="00751DBB">
        <w:rPr>
          <w:lang w:val="en-GB"/>
        </w:rPr>
        <w:t xml:space="preserve">c -encrypt-sk c:\temp\test1.txt </w:t>
      </w:r>
      <w:r w:rsidR="009B47E5" w:rsidRPr="00751DBB">
        <w:rPr>
          <w:lang w:val="en-GB"/>
        </w:rPr>
        <w:t xml:space="preserve">–out </w:t>
      </w:r>
      <w:r w:rsidR="002A52C1" w:rsidRPr="00751DBB">
        <w:rPr>
          <w:lang w:val="en-GB"/>
        </w:rPr>
        <w:t>c:\Temp\test</w:t>
      </w:r>
      <w:r w:rsidR="009B47E5" w:rsidRPr="00751DBB">
        <w:rPr>
          <w:lang w:val="en-GB"/>
        </w:rPr>
        <w:t>1</w:t>
      </w:r>
      <w:r w:rsidR="002A52C1" w:rsidRPr="00751DBB">
        <w:rPr>
          <w:lang w:val="en-GB"/>
        </w:rPr>
        <w:t>.cd</w:t>
      </w:r>
      <w:r w:rsidR="004B64C5">
        <w:rPr>
          <w:lang w:val="en-GB"/>
        </w:rPr>
        <w:t>–</w:t>
      </w:r>
      <w:r w:rsidR="002A52C1" w:rsidRPr="00751DBB">
        <w:rPr>
          <w:lang w:val="en-GB"/>
        </w:rPr>
        <w:t xml:space="preserve">c </w:t>
      </w:r>
      <w:r w:rsidR="002A52C1" w:rsidRPr="00751DBB">
        <w:rPr>
          <w:color w:val="0070C0"/>
          <w:lang w:val="en-GB"/>
        </w:rPr>
        <w:t>-encrecv c:\temp\R1cert.c</w:t>
      </w:r>
      <w:r w:rsidR="004B64C5">
        <w:rPr>
          <w:color w:val="0070C0"/>
          <w:lang w:val="en-GB"/>
        </w:rPr>
        <w:t>–</w:t>
      </w:r>
      <w:r w:rsidR="002A52C1" w:rsidRPr="00751DBB">
        <w:rPr>
          <w:color w:val="0070C0"/>
          <w:lang w:val="en-GB"/>
        </w:rPr>
        <w:t>r -encrecv c:\temp\R2cert.cer</w:t>
      </w:r>
    </w:p>
    <w:p w14:paraId="4FB2EE7F" w14:textId="77777777" w:rsidR="00207556" w:rsidRPr="00751DBB" w:rsidRDefault="00207556" w:rsidP="00207556">
      <w:pPr>
        <w:pStyle w:val="bat"/>
        <w:rPr>
          <w:rFonts w:ascii="Courier New" w:hAnsi="Courier New"/>
          <w:szCs w:val="20"/>
          <w:lang w:val="en-GB"/>
        </w:rPr>
      </w:pPr>
    </w:p>
    <w:p w14:paraId="1E7458E1" w14:textId="77777777" w:rsidR="00207556" w:rsidRPr="00751DBB" w:rsidRDefault="00207556" w:rsidP="00207556">
      <w:pPr>
        <w:pStyle w:val="bat"/>
        <w:rPr>
          <w:rFonts w:cs="Consolas"/>
          <w:szCs w:val="20"/>
          <w:lang w:val="en-GB"/>
        </w:rPr>
      </w:pPr>
      <w:r w:rsidRPr="00751DBB">
        <w:rPr>
          <w:rFonts w:cs="Consolas"/>
          <w:szCs w:val="20"/>
          <w:lang w:val="en-GB"/>
        </w:rPr>
        <w:t xml:space="preserve">Input: </w:t>
      </w:r>
    </w:p>
    <w:p w14:paraId="70826D67" w14:textId="77777777" w:rsidR="009B47E5" w:rsidRPr="00751DBB" w:rsidRDefault="009B47E5" w:rsidP="009B47E5">
      <w:pPr>
        <w:pStyle w:val="bat"/>
        <w:rPr>
          <w:rFonts w:cs="Consolas"/>
          <w:szCs w:val="20"/>
          <w:lang w:val="en-GB"/>
        </w:rPr>
      </w:pPr>
      <w:r w:rsidRPr="00751DBB">
        <w:rPr>
          <w:rFonts w:cs="Consolas"/>
          <w:szCs w:val="20"/>
          <w:lang w:val="en-GB"/>
        </w:rPr>
        <w:t xml:space="preserve">- C:\temp\test1.txt </w:t>
      </w:r>
      <w:r w:rsidRPr="00751DBB">
        <w:rPr>
          <w:rFonts w:cs="Consolas"/>
          <w:szCs w:val="20"/>
          <w:lang w:val="en-GB"/>
        </w:rPr>
        <w:tab/>
        <w:t>– the input file to be encrypted</w:t>
      </w:r>
    </w:p>
    <w:p w14:paraId="56ABF510" w14:textId="77777777" w:rsidR="009B47E5" w:rsidRPr="00751DBB" w:rsidRDefault="009B47E5" w:rsidP="009B47E5">
      <w:pPr>
        <w:pStyle w:val="bat"/>
        <w:rPr>
          <w:rFonts w:cs="Consolas"/>
          <w:lang w:val="en-GB"/>
        </w:rPr>
      </w:pPr>
      <w:r w:rsidRPr="00751DBB">
        <w:rPr>
          <w:rFonts w:cs="Consolas"/>
          <w:lang w:val="en-GB"/>
        </w:rPr>
        <w:lastRenderedPageBreak/>
        <w:t>- C:\temp\test1.cdoc</w:t>
      </w:r>
      <w:r w:rsidRPr="00751DBB">
        <w:rPr>
          <w:rFonts w:cs="Consolas"/>
          <w:lang w:val="en-GB"/>
        </w:rPr>
        <w:tab/>
        <w:t>- the encrypted file to be created</w:t>
      </w:r>
    </w:p>
    <w:p w14:paraId="1DE54F57" w14:textId="77777777" w:rsidR="00207556" w:rsidRPr="00751DBB" w:rsidRDefault="00207556" w:rsidP="00207556">
      <w:pPr>
        <w:pStyle w:val="bat"/>
        <w:rPr>
          <w:rFonts w:cs="Consolas"/>
          <w:color w:val="0070C0"/>
          <w:szCs w:val="20"/>
          <w:lang w:val="en-GB"/>
        </w:rPr>
      </w:pPr>
      <w:r w:rsidRPr="00751DBB">
        <w:rPr>
          <w:rFonts w:cs="Consolas"/>
          <w:color w:val="0070C0"/>
          <w:szCs w:val="20"/>
          <w:lang w:val="en-GB"/>
        </w:rPr>
        <w:t xml:space="preserve">- C:\temp\R1cert.cer </w:t>
      </w:r>
      <w:r w:rsidRPr="00751DBB">
        <w:rPr>
          <w:rFonts w:cs="Consolas"/>
          <w:color w:val="0070C0"/>
          <w:szCs w:val="20"/>
          <w:lang w:val="en-GB"/>
        </w:rPr>
        <w:tab/>
        <w:t>– the 1</w:t>
      </w:r>
      <w:r w:rsidRPr="00751DBB">
        <w:rPr>
          <w:rFonts w:cs="Consolas"/>
          <w:color w:val="0070C0"/>
          <w:szCs w:val="20"/>
          <w:vertAlign w:val="superscript"/>
          <w:lang w:val="en-GB"/>
        </w:rPr>
        <w:t>st</w:t>
      </w:r>
      <w:r w:rsidRPr="00751DBB">
        <w:rPr>
          <w:rFonts w:cs="Consolas"/>
          <w:color w:val="0070C0"/>
          <w:szCs w:val="20"/>
          <w:lang w:val="en-GB"/>
        </w:rPr>
        <w:t xml:space="preserve"> recipient’s certificate file </w:t>
      </w:r>
    </w:p>
    <w:p w14:paraId="01217EFF" w14:textId="77777777" w:rsidR="00207556" w:rsidRDefault="00207556" w:rsidP="00207556">
      <w:pPr>
        <w:pStyle w:val="bat"/>
        <w:rPr>
          <w:rFonts w:cs="Consolas"/>
          <w:color w:val="0070C0"/>
          <w:szCs w:val="20"/>
          <w:lang w:val="en-GB"/>
        </w:rPr>
      </w:pPr>
      <w:r w:rsidRPr="00751DBB">
        <w:rPr>
          <w:rFonts w:cs="Consolas"/>
          <w:color w:val="0070C0"/>
          <w:szCs w:val="20"/>
          <w:lang w:val="en-GB"/>
        </w:rPr>
        <w:t xml:space="preserve">- C:\temp\R2cert.cer </w:t>
      </w:r>
      <w:r w:rsidRPr="00751DBB">
        <w:rPr>
          <w:rFonts w:cs="Consolas"/>
          <w:color w:val="0070C0"/>
          <w:szCs w:val="20"/>
          <w:lang w:val="en-GB"/>
        </w:rPr>
        <w:tab/>
        <w:t>– the 2</w:t>
      </w:r>
      <w:r w:rsidRPr="00751DBB">
        <w:rPr>
          <w:rFonts w:cs="Consolas"/>
          <w:color w:val="0070C0"/>
          <w:szCs w:val="20"/>
          <w:vertAlign w:val="superscript"/>
          <w:lang w:val="en-GB"/>
        </w:rPr>
        <w:t>nd</w:t>
      </w:r>
      <w:r w:rsidRPr="00751DBB">
        <w:rPr>
          <w:rFonts w:cs="Consolas"/>
          <w:color w:val="0070C0"/>
          <w:szCs w:val="20"/>
          <w:lang w:val="en-GB"/>
        </w:rPr>
        <w:t xml:space="preserve"> recipient’s certificate file </w:t>
      </w:r>
    </w:p>
    <w:p w14:paraId="7D11AD90" w14:textId="77777777" w:rsidR="007535AF" w:rsidRDefault="007535AF" w:rsidP="00207556">
      <w:pPr>
        <w:pStyle w:val="bat"/>
        <w:rPr>
          <w:rFonts w:cs="Consolas"/>
          <w:color w:val="0070C0"/>
          <w:szCs w:val="20"/>
          <w:lang w:val="en-GB"/>
        </w:rPr>
      </w:pPr>
    </w:p>
    <w:p w14:paraId="2A3C5E9B" w14:textId="77777777" w:rsidR="007535AF" w:rsidRPr="00751DBB" w:rsidRDefault="007535AF" w:rsidP="007535AF">
      <w:pPr>
        <w:pStyle w:val="bat"/>
        <w:rPr>
          <w:b/>
          <w:u w:val="single"/>
          <w:lang w:val="en-GB"/>
        </w:rPr>
      </w:pPr>
      <w:r w:rsidRPr="00751DBB">
        <w:rPr>
          <w:b/>
          <w:u w:val="single"/>
          <w:lang w:val="en-GB"/>
        </w:rPr>
        <w:t>Sample: encrypting small doc (DigiDoc compatible, original in any format)</w:t>
      </w:r>
      <w:r>
        <w:rPr>
          <w:b/>
          <w:u w:val="single"/>
          <w:lang w:val="en-GB"/>
        </w:rPr>
        <w:t>, operation in memory</w:t>
      </w:r>
    </w:p>
    <w:p w14:paraId="690637E6" w14:textId="38B9BA49" w:rsidR="007535AF" w:rsidRPr="00751DBB" w:rsidRDefault="007535AF" w:rsidP="007535AF">
      <w:pPr>
        <w:pStyle w:val="bat"/>
        <w:rPr>
          <w:lang w:val="en-GB"/>
        </w:rPr>
      </w:pPr>
      <w:r w:rsidRPr="00751DBB">
        <w:rPr>
          <w:lang w:val="en-GB"/>
        </w:rPr>
        <w:t>&gt; cdigid</w:t>
      </w:r>
      <w:r w:rsidR="004B64C5">
        <w:rPr>
          <w:lang w:val="en-GB"/>
        </w:rPr>
        <w:t>–</w:t>
      </w:r>
      <w:r w:rsidRPr="00751DBB">
        <w:rPr>
          <w:lang w:val="en-GB"/>
        </w:rPr>
        <w:t xml:space="preserve">c </w:t>
      </w:r>
      <w:r w:rsidRPr="007535AF">
        <w:rPr>
          <w:color w:val="auto"/>
          <w:lang w:val="en-GB"/>
        </w:rPr>
        <w:t xml:space="preserve">-encrypt-sk c:\temp\test_Small.txt </w:t>
      </w:r>
      <w:r w:rsidRPr="007535AF">
        <w:rPr>
          <w:color w:val="0070C0"/>
          <w:lang w:val="en-GB"/>
        </w:rPr>
        <w:t>–out-mem</w:t>
      </w:r>
      <w:r w:rsidRPr="00751DBB">
        <w:rPr>
          <w:lang w:val="en-GB"/>
        </w:rPr>
        <w:t xml:space="preserve"> c:\Temp\test1.cd</w:t>
      </w:r>
      <w:r w:rsidR="004B64C5">
        <w:rPr>
          <w:lang w:val="en-GB"/>
        </w:rPr>
        <w:t>–</w:t>
      </w:r>
      <w:r w:rsidRPr="00751DBB">
        <w:rPr>
          <w:lang w:val="en-GB"/>
        </w:rPr>
        <w:t xml:space="preserve">c -encrecv c:\temp\Rcert.cer MÄNNIK,MARI-LIIS,47101010033 </w:t>
      </w:r>
    </w:p>
    <w:p w14:paraId="2E9B595C" w14:textId="77777777" w:rsidR="007535AF" w:rsidRPr="00751DBB" w:rsidRDefault="007535AF" w:rsidP="007535AF">
      <w:pPr>
        <w:pStyle w:val="bat"/>
        <w:rPr>
          <w:lang w:val="en-GB"/>
        </w:rPr>
      </w:pPr>
    </w:p>
    <w:p w14:paraId="18BFD9FE" w14:textId="77777777" w:rsidR="007535AF" w:rsidRPr="00751DBB" w:rsidRDefault="007535AF" w:rsidP="007535AF">
      <w:pPr>
        <w:pStyle w:val="bat"/>
        <w:rPr>
          <w:lang w:val="en-GB"/>
        </w:rPr>
      </w:pPr>
      <w:r w:rsidRPr="00751DBB">
        <w:rPr>
          <w:lang w:val="en-GB"/>
        </w:rPr>
        <w:t xml:space="preserve">Input: </w:t>
      </w:r>
    </w:p>
    <w:p w14:paraId="131AA843" w14:textId="77777777" w:rsidR="007535AF" w:rsidRPr="007535AF" w:rsidRDefault="007535AF" w:rsidP="007535AF">
      <w:pPr>
        <w:pStyle w:val="bat"/>
        <w:rPr>
          <w:color w:val="auto"/>
          <w:lang w:val="en-GB"/>
        </w:rPr>
      </w:pPr>
      <w:r w:rsidRPr="007535AF">
        <w:rPr>
          <w:color w:val="auto"/>
          <w:lang w:val="en-GB"/>
        </w:rPr>
        <w:t>- c:\temp\test_Small.txt – the input file to be encrypted</w:t>
      </w:r>
    </w:p>
    <w:p w14:paraId="00B5D4A8" w14:textId="77777777" w:rsidR="007535AF" w:rsidRPr="00751DBB" w:rsidRDefault="007535AF" w:rsidP="007535AF">
      <w:pPr>
        <w:pStyle w:val="bat"/>
        <w:rPr>
          <w:lang w:val="en-GB"/>
        </w:rPr>
      </w:pPr>
      <w:r w:rsidRPr="00751DBB">
        <w:rPr>
          <w:lang w:val="en-GB"/>
        </w:rPr>
        <w:t>- c:\temp\test1.cdoc</w:t>
      </w:r>
      <w:r w:rsidRPr="00751DBB">
        <w:rPr>
          <w:lang w:val="en-GB"/>
        </w:rPr>
        <w:tab/>
        <w:t>- the encrypted file to be created</w:t>
      </w:r>
    </w:p>
    <w:p w14:paraId="5AABDAFD" w14:textId="77777777" w:rsidR="007535AF" w:rsidRPr="00751DBB" w:rsidRDefault="007535AF" w:rsidP="007535AF">
      <w:pPr>
        <w:pStyle w:val="bat"/>
        <w:rPr>
          <w:lang w:val="en-GB"/>
        </w:rPr>
      </w:pPr>
      <w:r w:rsidRPr="00751DBB">
        <w:rPr>
          <w:lang w:val="en-GB"/>
        </w:rPr>
        <w:t xml:space="preserve">- c:\temp\Rcert.cer </w:t>
      </w:r>
      <w:r w:rsidRPr="00751DBB">
        <w:rPr>
          <w:lang w:val="en-GB"/>
        </w:rPr>
        <w:tab/>
        <w:t xml:space="preserve">– the recipient’s certificate file </w:t>
      </w:r>
    </w:p>
    <w:p w14:paraId="0DFD1154" w14:textId="482C420F" w:rsidR="007535AF" w:rsidRPr="007535AF" w:rsidRDefault="007535AF" w:rsidP="007535AF">
      <w:pPr>
        <w:pStyle w:val="bat"/>
        <w:rPr>
          <w:lang w:val="en-GB"/>
        </w:rPr>
      </w:pPr>
      <w:r w:rsidRPr="00751DBB">
        <w:rPr>
          <w:lang w:val="en-GB"/>
        </w:rPr>
        <w:t>- MÄNNIK,MARI-LIIS,471010100</w:t>
      </w:r>
      <w:r w:rsidR="004B64C5">
        <w:rPr>
          <w:lang w:val="en-GB"/>
        </w:rPr>
        <w:t>–</w:t>
      </w:r>
      <w:r w:rsidRPr="00751DBB">
        <w:rPr>
          <w:lang w:val="en-GB"/>
        </w:rPr>
        <w:t>3 - the recipient’s ID (= certificate’s CN)</w:t>
      </w:r>
    </w:p>
    <w:p w14:paraId="408E744B" w14:textId="77777777" w:rsidR="00207556" w:rsidRPr="00751DBB" w:rsidRDefault="00207556" w:rsidP="00207556">
      <w:pPr>
        <w:rPr>
          <w:b/>
          <w:lang w:val="en-GB"/>
        </w:rPr>
      </w:pPr>
    </w:p>
    <w:p w14:paraId="3410449A" w14:textId="77777777" w:rsidR="00207556" w:rsidRPr="00751DBB" w:rsidRDefault="00207556" w:rsidP="00207556">
      <w:pPr>
        <w:rPr>
          <w:b/>
          <w:u w:val="single"/>
          <w:lang w:val="en-GB"/>
        </w:rPr>
      </w:pPr>
      <w:r w:rsidRPr="00751DBB">
        <w:rPr>
          <w:b/>
          <w:u w:val="single"/>
          <w:lang w:val="en-GB"/>
        </w:rPr>
        <w:t>Decrypting files</w:t>
      </w:r>
    </w:p>
    <w:p w14:paraId="6F249C3D" w14:textId="77777777" w:rsidR="00207556" w:rsidRPr="00751DBB" w:rsidRDefault="0006016A" w:rsidP="00207556">
      <w:pPr>
        <w:rPr>
          <w:lang w:val="en-GB"/>
        </w:rPr>
      </w:pPr>
      <w:r w:rsidRPr="00751DBB">
        <w:rPr>
          <w:b/>
          <w:lang w:val="en-GB"/>
        </w:rPr>
        <w:t>-decrypt-sk &lt;input</w:t>
      </w:r>
      <w:r w:rsidR="00207556" w:rsidRPr="00751DBB">
        <w:rPr>
          <w:b/>
          <w:lang w:val="en-GB"/>
        </w:rPr>
        <w:t>-file&gt;</w:t>
      </w:r>
      <w:r w:rsidR="00207556" w:rsidRPr="00751DBB">
        <w:rPr>
          <w:lang w:val="en-GB"/>
        </w:rPr>
        <w:t xml:space="preserve"> </w:t>
      </w:r>
      <w:r w:rsidR="00932643" w:rsidRPr="00751DBB">
        <w:rPr>
          <w:b/>
          <w:lang w:val="en-GB"/>
        </w:rPr>
        <w:t>&lt;pin&gt;</w:t>
      </w:r>
      <w:r w:rsidR="002619D5" w:rsidRPr="00751DBB">
        <w:rPr>
          <w:b/>
          <w:lang w:val="en-GB"/>
        </w:rPr>
        <w:t xml:space="preserve"> [pkcs12-file]</w:t>
      </w:r>
      <w:r w:rsidR="00A12539">
        <w:rPr>
          <w:b/>
          <w:lang w:val="en-GB"/>
        </w:rPr>
        <w:t xml:space="preserve"> [slot(0)]</w:t>
      </w:r>
    </w:p>
    <w:p w14:paraId="6A8AB742" w14:textId="77777777" w:rsidR="00207556" w:rsidRPr="00751DBB" w:rsidRDefault="00207556" w:rsidP="00207556">
      <w:pPr>
        <w:pStyle w:val="UtilitySyntax"/>
        <w:rPr>
          <w:lang w:val="en-GB"/>
        </w:rPr>
      </w:pPr>
      <w:r w:rsidRPr="00751DBB">
        <w:rPr>
          <w:lang w:val="en-GB"/>
        </w:rPr>
        <w:t>Decrypts and possibly decompresses the encrypted file just read in and writes to output file. Expects the encrypted file t</w:t>
      </w:r>
      <w:r w:rsidRPr="00751DBB">
        <w:rPr>
          <w:b/>
          <w:lang w:val="en-GB"/>
        </w:rPr>
        <w:t>o be inside a DigiDoc container</w:t>
      </w:r>
      <w:r w:rsidRPr="00751DBB">
        <w:rPr>
          <w:lang w:val="en-GB"/>
        </w:rPr>
        <w:t>.</w:t>
      </w:r>
    </w:p>
    <w:p w14:paraId="66A55CC7" w14:textId="77777777" w:rsidR="0006016A" w:rsidRPr="00751DBB" w:rsidRDefault="0006016A" w:rsidP="0006016A">
      <w:pPr>
        <w:pStyle w:val="UtilitySyntax"/>
        <w:rPr>
          <w:lang w:val="en-GB"/>
        </w:rPr>
      </w:pPr>
      <w:r w:rsidRPr="00751DBB">
        <w:rPr>
          <w:b/>
          <w:lang w:val="en-GB"/>
        </w:rPr>
        <w:t>Input file</w:t>
      </w:r>
      <w:r w:rsidRPr="00751DBB">
        <w:rPr>
          <w:lang w:val="en-GB"/>
        </w:rPr>
        <w:t xml:space="preserve"> (required) specifies the input file’s name.</w:t>
      </w:r>
    </w:p>
    <w:p w14:paraId="70E53D85" w14:textId="77777777" w:rsidR="0006016A" w:rsidRPr="00751DBB" w:rsidRDefault="00207556" w:rsidP="00207556">
      <w:pPr>
        <w:pStyle w:val="UtilitySyntax"/>
        <w:rPr>
          <w:lang w:val="en-GB"/>
        </w:rPr>
      </w:pPr>
      <w:r w:rsidRPr="00751DBB">
        <w:rPr>
          <w:b/>
          <w:lang w:val="en-GB"/>
        </w:rPr>
        <w:t>Pin</w:t>
      </w:r>
      <w:r w:rsidRPr="00751DBB">
        <w:rPr>
          <w:lang w:val="en-GB"/>
        </w:rPr>
        <w:t xml:space="preserve"> (required) represents the recipient’s pin1 (in context of Estonian ID cards). </w:t>
      </w:r>
    </w:p>
    <w:p w14:paraId="2576017E" w14:textId="77777777" w:rsidR="002619D5" w:rsidRDefault="002619D5" w:rsidP="00207556">
      <w:pPr>
        <w:pStyle w:val="UtilitySyntax"/>
        <w:rPr>
          <w:lang w:val="en-GB"/>
        </w:rPr>
      </w:pPr>
      <w:r w:rsidRPr="00751DBB">
        <w:rPr>
          <w:b/>
          <w:lang w:val="en-GB"/>
        </w:rPr>
        <w:t xml:space="preserve">pkcs12-file </w:t>
      </w:r>
      <w:r w:rsidRPr="00751DBB">
        <w:rPr>
          <w:lang w:val="en-GB"/>
        </w:rPr>
        <w:t>(optional)</w:t>
      </w:r>
      <w:r w:rsidRPr="00751DBB">
        <w:rPr>
          <w:b/>
          <w:lang w:val="en-GB"/>
        </w:rPr>
        <w:t xml:space="preserve"> </w:t>
      </w:r>
      <w:r w:rsidRPr="00751DBB">
        <w:rPr>
          <w:lang w:val="en-GB"/>
        </w:rPr>
        <w:t>specifies the PKCS#12 file if decrypting is done with a software token.</w:t>
      </w:r>
    </w:p>
    <w:p w14:paraId="3B240116" w14:textId="77777777" w:rsidR="00885CF0" w:rsidRPr="00751DBB" w:rsidRDefault="00885CF0" w:rsidP="00207556">
      <w:pPr>
        <w:pStyle w:val="UtilitySyntax"/>
        <w:rPr>
          <w:lang w:val="en-GB"/>
        </w:rPr>
      </w:pPr>
      <w:r>
        <w:rPr>
          <w:b/>
          <w:lang w:val="en-GB"/>
        </w:rPr>
        <w:t xml:space="preserve">slot </w:t>
      </w:r>
      <w:r w:rsidRPr="00885CF0">
        <w:rPr>
          <w:lang w:val="en-GB"/>
        </w:rPr>
        <w:t>(</w:t>
      </w:r>
      <w:r>
        <w:rPr>
          <w:lang w:val="en-GB"/>
        </w:rPr>
        <w:t xml:space="preserve">optional) </w:t>
      </w:r>
      <w:r w:rsidR="00E53CE5">
        <w:rPr>
          <w:lang w:val="en-GB"/>
        </w:rPr>
        <w:t xml:space="preserve">specifies sequence number </w:t>
      </w:r>
      <w:r w:rsidR="00C93EAC">
        <w:rPr>
          <w:lang w:val="en-GB"/>
        </w:rPr>
        <w:t xml:space="preserve">(counting from zero) </w:t>
      </w:r>
      <w:r w:rsidR="00E53CE5">
        <w:rPr>
          <w:lang w:val="en-GB"/>
        </w:rPr>
        <w:t xml:space="preserve">of the </w:t>
      </w:r>
      <w:r w:rsidR="001B4CD9">
        <w:rPr>
          <w:lang w:val="en-GB"/>
        </w:rPr>
        <w:t xml:space="preserve">recipient’s </w:t>
      </w:r>
      <w:r w:rsidR="00E53CE5">
        <w:rPr>
          <w:lang w:val="en-GB"/>
        </w:rPr>
        <w:t xml:space="preserve">decryption certificate and accompanying private key on the identity token. Slot 0 is used by default. Note that the sequence number </w:t>
      </w:r>
      <w:r w:rsidR="0004655B">
        <w:rPr>
          <w:lang w:val="en-GB"/>
        </w:rPr>
        <w:t xml:space="preserve">used in the current command </w:t>
      </w:r>
      <w:r w:rsidR="00E53CE5">
        <w:rPr>
          <w:lang w:val="en-GB"/>
        </w:rPr>
        <w:t>may not be the same as the actual slot</w:t>
      </w:r>
      <w:r w:rsidR="00384C75">
        <w:rPr>
          <w:lang w:val="en-GB"/>
        </w:rPr>
        <w:t>’s</w:t>
      </w:r>
      <w:r w:rsidR="00E53CE5">
        <w:rPr>
          <w:lang w:val="en-GB"/>
        </w:rPr>
        <w:t xml:space="preserve"> ID. </w:t>
      </w:r>
    </w:p>
    <w:p w14:paraId="6F4A7950" w14:textId="77777777" w:rsidR="00207556" w:rsidRPr="00751DBB" w:rsidRDefault="00207556" w:rsidP="00207556">
      <w:pPr>
        <w:pStyle w:val="UtilitySyntax"/>
        <w:rPr>
          <w:lang w:val="en-GB"/>
        </w:rPr>
      </w:pPr>
      <w:r w:rsidRPr="00751DBB">
        <w:rPr>
          <w:b/>
          <w:lang w:val="en-GB"/>
        </w:rPr>
        <w:t>Note:</w:t>
      </w:r>
      <w:r w:rsidRPr="00751DBB">
        <w:rPr>
          <w:lang w:val="en-GB"/>
        </w:rPr>
        <w:t xml:space="preserve"> There are also alternative commands for decryption, depending on the encrypted file’s format, size and the certificate type used for decrypting it.</w:t>
      </w:r>
    </w:p>
    <w:p w14:paraId="171CE77A" w14:textId="77777777" w:rsidR="00207556" w:rsidRPr="00751DBB" w:rsidRDefault="00207556" w:rsidP="00207556">
      <w:pPr>
        <w:ind w:left="567"/>
        <w:rPr>
          <w:lang w:val="en-GB"/>
        </w:rPr>
      </w:pPr>
      <w:r w:rsidRPr="00751DBB">
        <w:rPr>
          <w:b/>
          <w:i/>
          <w:lang w:val="en-GB"/>
        </w:rPr>
        <w:t xml:space="preserve">-decrypt </w:t>
      </w:r>
      <w:r w:rsidR="004E2156" w:rsidRPr="00751DBB">
        <w:rPr>
          <w:b/>
          <w:i/>
          <w:lang w:val="en-GB"/>
        </w:rPr>
        <w:t>&lt;input</w:t>
      </w:r>
      <w:r w:rsidRPr="00751DBB">
        <w:rPr>
          <w:b/>
          <w:i/>
          <w:lang w:val="en-GB"/>
        </w:rPr>
        <w:t>-file&gt;</w:t>
      </w:r>
      <w:r w:rsidRPr="00751DBB">
        <w:rPr>
          <w:lang w:val="en-GB"/>
        </w:rPr>
        <w:t xml:space="preserve"> </w:t>
      </w:r>
      <w:r w:rsidR="004E2156" w:rsidRPr="00751DBB">
        <w:rPr>
          <w:b/>
          <w:i/>
          <w:lang w:val="en-GB"/>
        </w:rPr>
        <w:t>&lt;pin&gt;</w:t>
      </w:r>
      <w:r w:rsidR="002619D5" w:rsidRPr="00751DBB">
        <w:rPr>
          <w:b/>
          <w:i/>
          <w:lang w:val="en-GB"/>
        </w:rPr>
        <w:t xml:space="preserve"> [pkcs12-file]</w:t>
      </w:r>
      <w:r w:rsidR="008E1FAC">
        <w:rPr>
          <w:b/>
          <w:i/>
          <w:lang w:val="en-GB"/>
        </w:rPr>
        <w:t xml:space="preserve"> </w:t>
      </w:r>
      <w:r w:rsidR="008E1FAC" w:rsidRPr="008E1FAC">
        <w:rPr>
          <w:b/>
          <w:i/>
          <w:lang w:val="en-GB"/>
        </w:rPr>
        <w:t>[slot(0)]</w:t>
      </w:r>
    </w:p>
    <w:p w14:paraId="4AE8FF13" w14:textId="64EF147C" w:rsidR="00207556" w:rsidRPr="00751DBB" w:rsidRDefault="00207556" w:rsidP="00207556">
      <w:pPr>
        <w:pStyle w:val="UtilitySyntax"/>
        <w:ind w:left="1134"/>
        <w:rPr>
          <w:lang w:val="en-GB"/>
        </w:rPr>
      </w:pPr>
      <w:r w:rsidRPr="00751DBB">
        <w:rPr>
          <w:lang w:val="en-GB"/>
        </w:rPr>
        <w:t>Of</w:t>
      </w:r>
      <w:r w:rsidR="0006016A" w:rsidRPr="00751DBB">
        <w:rPr>
          <w:lang w:val="en-GB"/>
        </w:rPr>
        <w:t xml:space="preserve">fers same functionality </w:t>
      </w:r>
      <w:r w:rsidR="004B64C5">
        <w:rPr>
          <w:lang w:val="en-GB"/>
        </w:rPr>
        <w:t>–</w:t>
      </w:r>
      <w:r w:rsidR="0006016A" w:rsidRPr="00751DBB">
        <w:rPr>
          <w:lang w:val="en-GB"/>
        </w:rPr>
        <w:t xml:space="preserve">s </w:t>
      </w:r>
      <w:r w:rsidRPr="00751DBB">
        <w:rPr>
          <w:lang w:val="en-GB"/>
        </w:rPr>
        <w:t>-decrypt-sk, should be used for decrypting</w:t>
      </w:r>
      <w:r w:rsidRPr="00751DBB">
        <w:rPr>
          <w:b/>
          <w:lang w:val="en-GB"/>
        </w:rPr>
        <w:t xml:space="preserve"> small</w:t>
      </w:r>
      <w:r w:rsidRPr="00751DBB">
        <w:rPr>
          <w:lang w:val="en-GB"/>
        </w:rPr>
        <w:t xml:space="preserve"> files (which do not need to be inside a DigiDoc container).</w:t>
      </w:r>
    </w:p>
    <w:p w14:paraId="678E47E1" w14:textId="77777777" w:rsidR="0006016A" w:rsidRPr="00751DBB" w:rsidRDefault="0006016A" w:rsidP="00207556">
      <w:pPr>
        <w:pStyle w:val="UtilitySyntax"/>
        <w:ind w:left="1134"/>
        <w:rPr>
          <w:lang w:val="en-GB"/>
        </w:rPr>
      </w:pPr>
      <w:r w:rsidRPr="00751DBB">
        <w:rPr>
          <w:b/>
          <w:lang w:val="en-GB"/>
        </w:rPr>
        <w:t>Input file</w:t>
      </w:r>
      <w:r w:rsidRPr="00751DBB">
        <w:rPr>
          <w:lang w:val="en-GB"/>
        </w:rPr>
        <w:t xml:space="preserve"> (required) specifies the input file’s name.</w:t>
      </w:r>
    </w:p>
    <w:p w14:paraId="5868639F" w14:textId="77777777" w:rsidR="002619D5" w:rsidRPr="00751DBB" w:rsidRDefault="00207556" w:rsidP="00207556">
      <w:pPr>
        <w:pStyle w:val="UtilitySyntax"/>
        <w:ind w:left="1134"/>
        <w:rPr>
          <w:lang w:val="en-GB"/>
        </w:rPr>
      </w:pPr>
      <w:r w:rsidRPr="00751DBB">
        <w:rPr>
          <w:b/>
          <w:lang w:val="en-GB"/>
        </w:rPr>
        <w:t>Pin</w:t>
      </w:r>
      <w:r w:rsidRPr="00751DBB">
        <w:rPr>
          <w:lang w:val="en-GB"/>
        </w:rPr>
        <w:t xml:space="preserve"> (required) represents the recipient’s pin1 (in contexts of Estonian ID cards).</w:t>
      </w:r>
    </w:p>
    <w:p w14:paraId="37C29F48" w14:textId="77777777" w:rsidR="00207556" w:rsidRDefault="002619D5" w:rsidP="002619D5">
      <w:pPr>
        <w:pStyle w:val="UtilitySyntax"/>
        <w:ind w:left="1134"/>
        <w:rPr>
          <w:lang w:val="en-GB"/>
        </w:rPr>
      </w:pPr>
      <w:r w:rsidRPr="00751DBB">
        <w:rPr>
          <w:b/>
          <w:lang w:val="en-GB"/>
        </w:rPr>
        <w:t xml:space="preserve">pkcs12-file </w:t>
      </w:r>
      <w:r w:rsidRPr="00751DBB">
        <w:rPr>
          <w:lang w:val="en-GB"/>
        </w:rPr>
        <w:t>(optional)</w:t>
      </w:r>
      <w:r w:rsidRPr="00751DBB">
        <w:rPr>
          <w:b/>
          <w:lang w:val="en-GB"/>
        </w:rPr>
        <w:t xml:space="preserve"> </w:t>
      </w:r>
      <w:r w:rsidRPr="00751DBB">
        <w:rPr>
          <w:lang w:val="en-GB"/>
        </w:rPr>
        <w:t>specifies the PKCS#12 file if decrypting is done with a software token.</w:t>
      </w:r>
      <w:r w:rsidR="00207556" w:rsidRPr="00751DBB">
        <w:rPr>
          <w:lang w:val="en-GB"/>
        </w:rPr>
        <w:t xml:space="preserve"> </w:t>
      </w:r>
    </w:p>
    <w:p w14:paraId="406562CD" w14:textId="77777777" w:rsidR="008E1FAC" w:rsidRPr="00751DBB" w:rsidRDefault="008E1FAC" w:rsidP="008E1FAC">
      <w:pPr>
        <w:pStyle w:val="UtilitySyntax"/>
        <w:ind w:left="1134"/>
        <w:rPr>
          <w:lang w:val="en-GB"/>
        </w:rPr>
      </w:pPr>
      <w:r>
        <w:rPr>
          <w:b/>
          <w:lang w:val="en-GB"/>
        </w:rPr>
        <w:t xml:space="preserve">slot </w:t>
      </w:r>
      <w:r w:rsidRPr="00885CF0">
        <w:rPr>
          <w:lang w:val="en-GB"/>
        </w:rPr>
        <w:t>(</w:t>
      </w:r>
      <w:r>
        <w:rPr>
          <w:lang w:val="en-GB"/>
        </w:rPr>
        <w:t>optional) specifies sequence number</w:t>
      </w:r>
      <w:r w:rsidR="00C93EAC">
        <w:rPr>
          <w:lang w:val="en-GB"/>
        </w:rPr>
        <w:t xml:space="preserve"> (counting from zero)</w:t>
      </w:r>
      <w:r>
        <w:rPr>
          <w:lang w:val="en-GB"/>
        </w:rPr>
        <w:t xml:space="preserve"> of the </w:t>
      </w:r>
      <w:r w:rsidR="001B4CD9">
        <w:rPr>
          <w:lang w:val="en-GB"/>
        </w:rPr>
        <w:t xml:space="preserve">recipient’s </w:t>
      </w:r>
      <w:r>
        <w:rPr>
          <w:lang w:val="en-GB"/>
        </w:rPr>
        <w:t xml:space="preserve">decryption certificate and accompanying private key on the identity token. Slot 0 is used by default. Note that the sequence number used in the current command may not be the same as the actual slot’s ID. </w:t>
      </w:r>
    </w:p>
    <w:p w14:paraId="0C8C1D8E" w14:textId="77777777" w:rsidR="00207556" w:rsidRPr="00751DBB" w:rsidRDefault="00207556" w:rsidP="00207556">
      <w:pPr>
        <w:ind w:left="567"/>
        <w:rPr>
          <w:i/>
          <w:lang w:val="en-GB"/>
        </w:rPr>
      </w:pPr>
      <w:r w:rsidRPr="00751DBB">
        <w:rPr>
          <w:b/>
          <w:i/>
          <w:lang w:val="en-GB"/>
        </w:rPr>
        <w:t>-decrypt-</w:t>
      </w:r>
      <w:r w:rsidR="002202F5" w:rsidRPr="00751DBB">
        <w:rPr>
          <w:b/>
          <w:i/>
          <w:lang w:val="en-GB"/>
        </w:rPr>
        <w:t>file</w:t>
      </w:r>
      <w:r w:rsidRPr="00751DBB">
        <w:rPr>
          <w:b/>
          <w:i/>
          <w:lang w:val="en-GB"/>
        </w:rPr>
        <w:t xml:space="preserve"> &lt;input-file&gt; </w:t>
      </w:r>
      <w:r w:rsidR="004E2156" w:rsidRPr="00751DBB">
        <w:rPr>
          <w:b/>
          <w:i/>
          <w:lang w:val="en-GB"/>
        </w:rPr>
        <w:t>&lt;output-file&gt;</w:t>
      </w:r>
      <w:r w:rsidR="004E2156" w:rsidRPr="00751DBB">
        <w:rPr>
          <w:i/>
          <w:lang w:val="en-GB"/>
        </w:rPr>
        <w:t xml:space="preserve"> </w:t>
      </w:r>
      <w:r w:rsidRPr="00751DBB">
        <w:rPr>
          <w:b/>
          <w:i/>
          <w:lang w:val="en-GB"/>
        </w:rPr>
        <w:t xml:space="preserve">&lt;pin&gt; </w:t>
      </w:r>
      <w:r w:rsidR="002619D5" w:rsidRPr="00751DBB">
        <w:rPr>
          <w:b/>
          <w:i/>
          <w:lang w:val="en-GB"/>
        </w:rPr>
        <w:t>[pkcs12-file]</w:t>
      </w:r>
    </w:p>
    <w:p w14:paraId="76568435" w14:textId="42F1CD7C" w:rsidR="00207556" w:rsidRPr="00751DBB" w:rsidRDefault="00207556" w:rsidP="00207556">
      <w:pPr>
        <w:pStyle w:val="UtilitySyntax"/>
        <w:ind w:left="1134"/>
        <w:rPr>
          <w:lang w:val="en-GB"/>
        </w:rPr>
      </w:pPr>
      <w:r w:rsidRPr="00751DBB">
        <w:rPr>
          <w:lang w:val="en-GB"/>
        </w:rPr>
        <w:t>Of</w:t>
      </w:r>
      <w:r w:rsidR="0006016A" w:rsidRPr="00751DBB">
        <w:rPr>
          <w:lang w:val="en-GB"/>
        </w:rPr>
        <w:t xml:space="preserve">fers same functionality </w:t>
      </w:r>
      <w:r w:rsidR="004B64C5">
        <w:rPr>
          <w:lang w:val="en-GB"/>
        </w:rPr>
        <w:t>–</w:t>
      </w:r>
      <w:r w:rsidR="0006016A" w:rsidRPr="00751DBB">
        <w:rPr>
          <w:lang w:val="en-GB"/>
        </w:rPr>
        <w:t xml:space="preserve">s </w:t>
      </w:r>
      <w:r w:rsidRPr="00751DBB">
        <w:rPr>
          <w:lang w:val="en-GB"/>
        </w:rPr>
        <w:t>-decrypt for decrypting documents, should be used for decrypting</w:t>
      </w:r>
      <w:r w:rsidRPr="00751DBB">
        <w:rPr>
          <w:b/>
          <w:lang w:val="en-GB"/>
        </w:rPr>
        <w:t xml:space="preserve"> large files</w:t>
      </w:r>
      <w:r w:rsidRPr="00751DBB">
        <w:rPr>
          <w:lang w:val="en-GB"/>
        </w:rPr>
        <w:t xml:space="preserve"> (which do not need to be inside a DigiDoc container).</w:t>
      </w:r>
      <w:r w:rsidR="00B94454" w:rsidRPr="00751DBB">
        <w:rPr>
          <w:lang w:val="en-GB"/>
        </w:rPr>
        <w:t xml:space="preserve"> </w:t>
      </w:r>
      <w:r w:rsidR="00445237">
        <w:rPr>
          <w:lang w:val="en-GB"/>
        </w:rPr>
        <w:t xml:space="preserve">Expects the encrypted data not to be compressed. </w:t>
      </w:r>
      <w:r w:rsidR="00B94454" w:rsidRPr="00751DBB">
        <w:rPr>
          <w:lang w:val="en-GB"/>
        </w:rPr>
        <w:t>Note that the command i</w:t>
      </w:r>
      <w:r w:rsidR="00445237">
        <w:rPr>
          <w:lang w:val="en-GB"/>
        </w:rPr>
        <w:t>s</w:t>
      </w:r>
      <w:r w:rsidR="00B94454" w:rsidRPr="00751DBB">
        <w:rPr>
          <w:lang w:val="en-GB"/>
        </w:rPr>
        <w:t xml:space="preserve"> not currently tested.</w:t>
      </w:r>
    </w:p>
    <w:p w14:paraId="701AEB39" w14:textId="77777777" w:rsidR="00207556" w:rsidRPr="00751DBB" w:rsidRDefault="00207556" w:rsidP="00207556">
      <w:pPr>
        <w:pStyle w:val="UtilitySyntax"/>
        <w:ind w:left="1134"/>
        <w:rPr>
          <w:lang w:val="en-GB"/>
        </w:rPr>
      </w:pPr>
      <w:r w:rsidRPr="00751DBB">
        <w:rPr>
          <w:b/>
          <w:lang w:val="en-GB"/>
        </w:rPr>
        <w:lastRenderedPageBreak/>
        <w:t xml:space="preserve">Input file </w:t>
      </w:r>
      <w:r w:rsidRPr="00751DBB">
        <w:rPr>
          <w:lang w:val="en-GB"/>
        </w:rPr>
        <w:t>(required)</w:t>
      </w:r>
      <w:r w:rsidRPr="00751DBB">
        <w:rPr>
          <w:b/>
          <w:lang w:val="en-GB"/>
        </w:rPr>
        <w:t xml:space="preserve"> </w:t>
      </w:r>
      <w:r w:rsidRPr="00751DBB">
        <w:rPr>
          <w:lang w:val="en-GB"/>
        </w:rPr>
        <w:t xml:space="preserve">specifies the </w:t>
      </w:r>
      <w:r w:rsidR="0006016A" w:rsidRPr="00751DBB">
        <w:rPr>
          <w:lang w:val="en-GB"/>
        </w:rPr>
        <w:t>encrypted</w:t>
      </w:r>
      <w:r w:rsidRPr="00751DBB">
        <w:rPr>
          <w:lang w:val="en-GB"/>
        </w:rPr>
        <w:t xml:space="preserve"> file to be </w:t>
      </w:r>
      <w:r w:rsidR="0006016A" w:rsidRPr="00751DBB">
        <w:rPr>
          <w:lang w:val="en-GB"/>
        </w:rPr>
        <w:t>de</w:t>
      </w:r>
      <w:r w:rsidRPr="00751DBB">
        <w:rPr>
          <w:lang w:val="en-GB"/>
        </w:rPr>
        <w:t xml:space="preserve">crypted. </w:t>
      </w:r>
    </w:p>
    <w:p w14:paraId="53BEE137" w14:textId="77777777" w:rsidR="0006016A" w:rsidRPr="00751DBB" w:rsidRDefault="0006016A" w:rsidP="0006016A">
      <w:pPr>
        <w:pStyle w:val="UtilitySyntax"/>
        <w:ind w:left="1134"/>
        <w:rPr>
          <w:lang w:val="en-GB"/>
        </w:rPr>
      </w:pPr>
      <w:r w:rsidRPr="00751DBB">
        <w:rPr>
          <w:b/>
          <w:lang w:val="en-GB"/>
        </w:rPr>
        <w:t>Output file</w:t>
      </w:r>
      <w:r w:rsidRPr="00751DBB">
        <w:rPr>
          <w:lang w:val="en-GB"/>
        </w:rPr>
        <w:t xml:space="preserve"> (required) specifies the output file name.</w:t>
      </w:r>
    </w:p>
    <w:p w14:paraId="5CD2F064" w14:textId="77777777" w:rsidR="00207556" w:rsidRPr="00751DBB" w:rsidRDefault="0006016A" w:rsidP="0006016A">
      <w:pPr>
        <w:pStyle w:val="UtilitySyntax"/>
        <w:ind w:left="1134"/>
        <w:rPr>
          <w:lang w:val="en-GB"/>
        </w:rPr>
      </w:pPr>
      <w:r w:rsidRPr="00751DBB">
        <w:rPr>
          <w:b/>
          <w:lang w:val="en-GB"/>
        </w:rPr>
        <w:t>Pin</w:t>
      </w:r>
      <w:r w:rsidRPr="00751DBB">
        <w:rPr>
          <w:lang w:val="en-GB"/>
        </w:rPr>
        <w:t xml:space="preserve"> (required) represents the recipient’s pin1 (in contexts of Estonian ID cards).</w:t>
      </w:r>
    </w:p>
    <w:p w14:paraId="235D1E5F" w14:textId="77777777" w:rsidR="002619D5" w:rsidRDefault="002619D5" w:rsidP="002619D5">
      <w:pPr>
        <w:pStyle w:val="UtilitySyntax"/>
        <w:ind w:left="1134"/>
        <w:rPr>
          <w:lang w:val="en-GB"/>
        </w:rPr>
      </w:pPr>
      <w:r w:rsidRPr="00751DBB">
        <w:rPr>
          <w:b/>
          <w:lang w:val="en-GB"/>
        </w:rPr>
        <w:t xml:space="preserve">pkcs12-file </w:t>
      </w:r>
      <w:r w:rsidRPr="00751DBB">
        <w:rPr>
          <w:lang w:val="en-GB"/>
        </w:rPr>
        <w:t>(optional)</w:t>
      </w:r>
      <w:r w:rsidRPr="00751DBB">
        <w:rPr>
          <w:b/>
          <w:lang w:val="en-GB"/>
        </w:rPr>
        <w:t xml:space="preserve"> </w:t>
      </w:r>
      <w:r w:rsidRPr="00751DBB">
        <w:rPr>
          <w:lang w:val="en-GB"/>
        </w:rPr>
        <w:t>specifies the PKCS#12 file if decrypting is done with a software token.</w:t>
      </w:r>
    </w:p>
    <w:p w14:paraId="4662E785" w14:textId="77777777" w:rsidR="00E11F25" w:rsidRPr="00751DBB" w:rsidRDefault="00E11F25" w:rsidP="00E11F25">
      <w:pPr>
        <w:ind w:left="567"/>
        <w:rPr>
          <w:i/>
          <w:lang w:val="en-GB"/>
        </w:rPr>
      </w:pPr>
      <w:r w:rsidRPr="00751DBB">
        <w:rPr>
          <w:b/>
          <w:i/>
          <w:lang w:val="en-GB"/>
        </w:rPr>
        <w:t>-decrypt-</w:t>
      </w:r>
      <w:r>
        <w:rPr>
          <w:b/>
          <w:i/>
          <w:lang w:val="en-GB"/>
        </w:rPr>
        <w:t>hex</w:t>
      </w:r>
      <w:r w:rsidRPr="00751DBB">
        <w:rPr>
          <w:b/>
          <w:i/>
          <w:lang w:val="en-GB"/>
        </w:rPr>
        <w:t xml:space="preserve"> &lt;input-file&gt; </w:t>
      </w:r>
      <w:r>
        <w:rPr>
          <w:b/>
          <w:i/>
          <w:lang w:val="en-GB"/>
        </w:rPr>
        <w:t xml:space="preserve">&lt;key&gt; </w:t>
      </w:r>
      <w:r w:rsidRPr="00751DBB">
        <w:rPr>
          <w:b/>
          <w:i/>
          <w:lang w:val="en-GB"/>
        </w:rPr>
        <w:t>&lt;output-file&gt;</w:t>
      </w:r>
    </w:p>
    <w:p w14:paraId="5B58BE52" w14:textId="77777777" w:rsidR="00E11F25" w:rsidRPr="00E11F25" w:rsidRDefault="00E11F25" w:rsidP="00E11F25">
      <w:pPr>
        <w:pStyle w:val="UtilitySyntax"/>
        <w:ind w:left="1134"/>
        <w:rPr>
          <w:lang w:val="en-GB"/>
        </w:rPr>
      </w:pPr>
      <w:r w:rsidRPr="00E11F25">
        <w:rPr>
          <w:lang w:val="en-GB"/>
        </w:rPr>
        <w:t xml:space="preserve">For testing purposes. Decryption </w:t>
      </w:r>
      <w:r>
        <w:rPr>
          <w:lang w:val="en-GB"/>
        </w:rPr>
        <w:t xml:space="preserve">of the input file </w:t>
      </w:r>
      <w:r w:rsidRPr="00E11F25">
        <w:rPr>
          <w:lang w:val="en-GB"/>
        </w:rPr>
        <w:t>can be done by providing transport key value that has previously been decrypted with the recipient’s private key.</w:t>
      </w:r>
    </w:p>
    <w:p w14:paraId="768A23EE" w14:textId="77777777" w:rsidR="00E11F25" w:rsidRPr="00751DBB" w:rsidRDefault="00E11F25" w:rsidP="00E11F25">
      <w:pPr>
        <w:pStyle w:val="UtilitySyntax"/>
        <w:ind w:left="1134"/>
        <w:rPr>
          <w:lang w:val="en-GB"/>
        </w:rPr>
      </w:pPr>
      <w:r w:rsidRPr="00751DBB">
        <w:rPr>
          <w:b/>
          <w:lang w:val="en-GB"/>
        </w:rPr>
        <w:t xml:space="preserve">Input file </w:t>
      </w:r>
      <w:r w:rsidRPr="00751DBB">
        <w:rPr>
          <w:lang w:val="en-GB"/>
        </w:rPr>
        <w:t>(required)</w:t>
      </w:r>
      <w:r w:rsidRPr="00751DBB">
        <w:rPr>
          <w:b/>
          <w:lang w:val="en-GB"/>
        </w:rPr>
        <w:t xml:space="preserve"> </w:t>
      </w:r>
      <w:r w:rsidRPr="00751DBB">
        <w:rPr>
          <w:lang w:val="en-GB"/>
        </w:rPr>
        <w:t xml:space="preserve">specifies the encrypted file to be decrypted. </w:t>
      </w:r>
    </w:p>
    <w:p w14:paraId="2C9160FE" w14:textId="77777777" w:rsidR="00E11F25" w:rsidRPr="00E11F25" w:rsidRDefault="00E11F25" w:rsidP="00E11F25">
      <w:pPr>
        <w:pStyle w:val="UtilitySyntax"/>
        <w:ind w:left="1134"/>
        <w:rPr>
          <w:lang w:val="en-GB"/>
        </w:rPr>
      </w:pPr>
      <w:r>
        <w:rPr>
          <w:b/>
          <w:lang w:val="en-GB"/>
        </w:rPr>
        <w:t xml:space="preserve">Key </w:t>
      </w:r>
      <w:r w:rsidRPr="00E11F25">
        <w:rPr>
          <w:lang w:val="en-GB"/>
        </w:rPr>
        <w:t>(</w:t>
      </w:r>
      <w:r>
        <w:rPr>
          <w:lang w:val="en-GB"/>
        </w:rPr>
        <w:t>required) specifies transport key’s value that has previously been decrypted with recipient’s private authentication key. The key should be provided in hexadecimal format.</w:t>
      </w:r>
    </w:p>
    <w:p w14:paraId="6042A9BE" w14:textId="77777777" w:rsidR="00E11F25" w:rsidRPr="00751DBB" w:rsidRDefault="00E11F25" w:rsidP="00E11F25">
      <w:pPr>
        <w:pStyle w:val="UtilitySyntax"/>
        <w:ind w:left="1134"/>
        <w:rPr>
          <w:lang w:val="en-GB"/>
        </w:rPr>
      </w:pPr>
      <w:r w:rsidRPr="00751DBB">
        <w:rPr>
          <w:b/>
          <w:lang w:val="en-GB"/>
        </w:rPr>
        <w:t>Output file</w:t>
      </w:r>
      <w:r w:rsidRPr="00751DBB">
        <w:rPr>
          <w:lang w:val="en-GB"/>
        </w:rPr>
        <w:t xml:space="preserve"> (required) specifies the output file name.</w:t>
      </w:r>
    </w:p>
    <w:p w14:paraId="7876C413" w14:textId="77777777" w:rsidR="00E11F25" w:rsidRPr="00751DBB" w:rsidRDefault="00E11F25" w:rsidP="00E11F25">
      <w:pPr>
        <w:pStyle w:val="UtilitySyntax"/>
        <w:rPr>
          <w:lang w:val="en-GB"/>
        </w:rPr>
      </w:pPr>
    </w:p>
    <w:p w14:paraId="7F4CF5E0" w14:textId="77777777" w:rsidR="00207556" w:rsidRPr="00751DBB" w:rsidRDefault="00207556" w:rsidP="00207556">
      <w:pPr>
        <w:rPr>
          <w:b/>
          <w:u w:val="single"/>
          <w:lang w:val="en-GB"/>
        </w:rPr>
      </w:pPr>
      <w:r w:rsidRPr="00751DBB">
        <w:rPr>
          <w:b/>
          <w:u w:val="single"/>
          <w:lang w:val="en-GB"/>
        </w:rPr>
        <w:t>Command line samples for decrypting documents:</w:t>
      </w:r>
    </w:p>
    <w:p w14:paraId="46817EA5" w14:textId="77777777" w:rsidR="00207556" w:rsidRPr="00751DBB" w:rsidRDefault="00207556" w:rsidP="00207556">
      <w:pPr>
        <w:pStyle w:val="bat"/>
        <w:rPr>
          <w:b/>
          <w:u w:val="single"/>
          <w:lang w:val="en-GB"/>
        </w:rPr>
      </w:pPr>
      <w:r w:rsidRPr="00751DBB">
        <w:rPr>
          <w:b/>
          <w:u w:val="single"/>
          <w:lang w:val="en-GB"/>
        </w:rPr>
        <w:t>Sample: decrypting small encrypted file, inside a DigiDoc container</w:t>
      </w:r>
    </w:p>
    <w:p w14:paraId="70E46BE9" w14:textId="28AD6F4B" w:rsidR="00A757A5" w:rsidRPr="00751DBB" w:rsidRDefault="00207556" w:rsidP="00207556">
      <w:pPr>
        <w:pStyle w:val="bat"/>
        <w:rPr>
          <w:lang w:val="en-GB"/>
        </w:rPr>
      </w:pPr>
      <w:r w:rsidRPr="00751DBB">
        <w:rPr>
          <w:lang w:val="en-GB"/>
        </w:rPr>
        <w:t xml:space="preserve">&gt; </w:t>
      </w:r>
      <w:r w:rsidR="00A757A5" w:rsidRPr="00751DBB">
        <w:rPr>
          <w:lang w:val="en-GB"/>
        </w:rPr>
        <w:t>cdigid</w:t>
      </w:r>
      <w:r w:rsidR="004B64C5">
        <w:rPr>
          <w:lang w:val="en-GB"/>
        </w:rPr>
        <w:t>–</w:t>
      </w:r>
      <w:r w:rsidR="00A757A5" w:rsidRPr="00751DBB">
        <w:rPr>
          <w:lang w:val="en-GB"/>
        </w:rPr>
        <w:t xml:space="preserve">c </w:t>
      </w:r>
      <w:r w:rsidR="00A757A5" w:rsidRPr="00751DBB">
        <w:rPr>
          <w:color w:val="0070C0"/>
          <w:lang w:val="en-GB"/>
        </w:rPr>
        <w:t>-decrypt-sk</w:t>
      </w:r>
      <w:r w:rsidR="00A757A5" w:rsidRPr="00751DBB">
        <w:rPr>
          <w:lang w:val="en-GB"/>
        </w:rPr>
        <w:t xml:space="preserve"> c:\Temp\test1_small.cdoc 12</w:t>
      </w:r>
      <w:r w:rsidR="004B64C5">
        <w:rPr>
          <w:lang w:val="en-GB"/>
        </w:rPr>
        <w:t>–</w:t>
      </w:r>
      <w:r w:rsidR="00A757A5" w:rsidRPr="00751DBB">
        <w:rPr>
          <w:lang w:val="en-GB"/>
        </w:rPr>
        <w:t>4 -out c:\Temp\test1_d.ddoc</w:t>
      </w:r>
    </w:p>
    <w:p w14:paraId="060CC009" w14:textId="77777777" w:rsidR="00207556" w:rsidRPr="00751DBB" w:rsidRDefault="00207556" w:rsidP="00207556">
      <w:pPr>
        <w:pStyle w:val="bat"/>
        <w:rPr>
          <w:lang w:val="en-GB"/>
        </w:rPr>
      </w:pPr>
      <w:r w:rsidRPr="00751DBB">
        <w:rPr>
          <w:lang w:val="en-GB"/>
        </w:rPr>
        <w:tab/>
      </w:r>
    </w:p>
    <w:p w14:paraId="322FCC72" w14:textId="77777777" w:rsidR="00207556" w:rsidRPr="00751DBB" w:rsidRDefault="00207556" w:rsidP="00207556">
      <w:pPr>
        <w:pStyle w:val="bat"/>
        <w:rPr>
          <w:lang w:val="en-GB"/>
        </w:rPr>
      </w:pPr>
      <w:r w:rsidRPr="00751DBB">
        <w:rPr>
          <w:lang w:val="en-GB"/>
        </w:rPr>
        <w:t xml:space="preserve">Input: </w:t>
      </w:r>
    </w:p>
    <w:p w14:paraId="6EC30D93" w14:textId="77777777" w:rsidR="00207556" w:rsidRPr="00751DBB" w:rsidRDefault="00207556" w:rsidP="00207556">
      <w:pPr>
        <w:pStyle w:val="bat"/>
        <w:rPr>
          <w:lang w:val="en-GB"/>
        </w:rPr>
      </w:pPr>
      <w:r w:rsidRPr="00751DBB">
        <w:rPr>
          <w:lang w:val="en-GB"/>
        </w:rPr>
        <w:tab/>
        <w:t>- c:\Temp\test1_small.cdoc</w:t>
      </w:r>
      <w:r w:rsidRPr="00751DBB">
        <w:rPr>
          <w:lang w:val="en-GB"/>
        </w:rPr>
        <w:tab/>
        <w:t>– the encrypted file to be decrypted</w:t>
      </w:r>
    </w:p>
    <w:p w14:paraId="4BECAA47" w14:textId="77777777" w:rsidR="00207556" w:rsidRPr="00751DBB" w:rsidRDefault="00207556" w:rsidP="00207556">
      <w:pPr>
        <w:pStyle w:val="bat"/>
        <w:rPr>
          <w:lang w:val="en-GB"/>
        </w:rPr>
      </w:pPr>
      <w:r w:rsidRPr="00751DBB">
        <w:rPr>
          <w:lang w:val="en-GB"/>
        </w:rPr>
        <w:tab/>
        <w:t>- 1234</w:t>
      </w:r>
      <w:r w:rsidRPr="00751DBB">
        <w:rPr>
          <w:lang w:val="en-GB"/>
        </w:rPr>
        <w:tab/>
      </w:r>
      <w:r w:rsidRPr="00751DBB">
        <w:rPr>
          <w:lang w:val="en-GB"/>
        </w:rPr>
        <w:tab/>
      </w:r>
      <w:r w:rsidRPr="00751DBB">
        <w:rPr>
          <w:lang w:val="en-GB"/>
        </w:rPr>
        <w:tab/>
      </w:r>
      <w:r w:rsidRPr="00751DBB">
        <w:rPr>
          <w:lang w:val="en-GB"/>
        </w:rPr>
        <w:tab/>
        <w:t>– the recipients pin1</w:t>
      </w:r>
    </w:p>
    <w:p w14:paraId="514D3298" w14:textId="77777777" w:rsidR="003B1252" w:rsidRPr="00751DBB" w:rsidRDefault="00207556" w:rsidP="00207556">
      <w:pPr>
        <w:pStyle w:val="bat"/>
        <w:rPr>
          <w:lang w:val="en-GB"/>
        </w:rPr>
      </w:pPr>
      <w:r w:rsidRPr="00751DBB">
        <w:rPr>
          <w:lang w:val="en-GB"/>
        </w:rPr>
        <w:tab/>
        <w:t>- C:\temp\test1_d.ddoc</w:t>
      </w:r>
      <w:r w:rsidRPr="00751DBB">
        <w:rPr>
          <w:lang w:val="en-GB"/>
        </w:rPr>
        <w:tab/>
        <w:t>- the decrypted file to be created</w:t>
      </w:r>
    </w:p>
    <w:p w14:paraId="199AD207" w14:textId="77777777" w:rsidR="00207556" w:rsidRPr="00751DBB" w:rsidRDefault="00207556" w:rsidP="00207556">
      <w:pPr>
        <w:pStyle w:val="bat"/>
        <w:rPr>
          <w:b/>
          <w:u w:val="single"/>
          <w:lang w:val="en-GB"/>
        </w:rPr>
      </w:pPr>
    </w:p>
    <w:p w14:paraId="63782418" w14:textId="77777777" w:rsidR="00207556" w:rsidRPr="00751DBB" w:rsidRDefault="00207556" w:rsidP="00207556">
      <w:pPr>
        <w:pStyle w:val="bat"/>
        <w:rPr>
          <w:b/>
          <w:u w:val="single"/>
          <w:lang w:val="en-GB"/>
        </w:rPr>
      </w:pPr>
      <w:r w:rsidRPr="00751DBB">
        <w:rPr>
          <w:b/>
          <w:u w:val="single"/>
          <w:lang w:val="en-GB"/>
        </w:rPr>
        <w:t>Sample: decrypting small encrypted file, in any original format</w:t>
      </w:r>
    </w:p>
    <w:p w14:paraId="130D867C" w14:textId="4D8B5704" w:rsidR="00A757A5" w:rsidRPr="00751DBB" w:rsidRDefault="00207556" w:rsidP="00207556">
      <w:pPr>
        <w:pStyle w:val="bat"/>
        <w:rPr>
          <w:lang w:val="en-GB"/>
        </w:rPr>
      </w:pPr>
      <w:r w:rsidRPr="00751DBB">
        <w:rPr>
          <w:lang w:val="en-GB"/>
        </w:rPr>
        <w:t xml:space="preserve">&gt; </w:t>
      </w:r>
      <w:r w:rsidR="00A757A5" w:rsidRPr="00751DBB">
        <w:rPr>
          <w:lang w:val="en-GB"/>
        </w:rPr>
        <w:t>cdigid</w:t>
      </w:r>
      <w:r w:rsidR="004B64C5">
        <w:rPr>
          <w:lang w:val="en-GB"/>
        </w:rPr>
        <w:t>–</w:t>
      </w:r>
      <w:r w:rsidR="00A757A5" w:rsidRPr="00751DBB">
        <w:rPr>
          <w:lang w:val="en-GB"/>
        </w:rPr>
        <w:t xml:space="preserve">c </w:t>
      </w:r>
      <w:r w:rsidR="00A757A5" w:rsidRPr="00751DBB">
        <w:rPr>
          <w:color w:val="0070C0"/>
          <w:lang w:val="en-GB"/>
        </w:rPr>
        <w:t xml:space="preserve">-decrypt </w:t>
      </w:r>
      <w:r w:rsidR="00A757A5" w:rsidRPr="00751DBB">
        <w:rPr>
          <w:lang w:val="en-GB"/>
        </w:rPr>
        <w:t>c:\Temp\test1_small.cdoc 12</w:t>
      </w:r>
      <w:r w:rsidR="004B64C5">
        <w:rPr>
          <w:lang w:val="en-GB"/>
        </w:rPr>
        <w:t>–</w:t>
      </w:r>
      <w:r w:rsidR="00A757A5" w:rsidRPr="00751DBB">
        <w:rPr>
          <w:lang w:val="en-GB"/>
        </w:rPr>
        <w:t>4 -out c:\Temp\test1_d.ddoc</w:t>
      </w:r>
    </w:p>
    <w:p w14:paraId="08ED0DC1" w14:textId="77777777" w:rsidR="00207556" w:rsidRPr="00751DBB" w:rsidRDefault="00207556" w:rsidP="00207556">
      <w:pPr>
        <w:pStyle w:val="bat"/>
        <w:rPr>
          <w:lang w:val="en-GB"/>
        </w:rPr>
      </w:pPr>
      <w:r w:rsidRPr="00751DBB">
        <w:rPr>
          <w:lang w:val="en-GB"/>
        </w:rPr>
        <w:tab/>
      </w:r>
    </w:p>
    <w:p w14:paraId="09355C44" w14:textId="77777777" w:rsidR="00207556" w:rsidRPr="00751DBB" w:rsidRDefault="00207556" w:rsidP="00207556">
      <w:pPr>
        <w:pStyle w:val="bat"/>
        <w:rPr>
          <w:lang w:val="en-GB"/>
        </w:rPr>
      </w:pPr>
      <w:r w:rsidRPr="00751DBB">
        <w:rPr>
          <w:lang w:val="en-GB"/>
        </w:rPr>
        <w:t xml:space="preserve">Input: </w:t>
      </w:r>
    </w:p>
    <w:p w14:paraId="5F214430" w14:textId="77777777" w:rsidR="00207556" w:rsidRPr="00751DBB" w:rsidRDefault="00207556" w:rsidP="00207556">
      <w:pPr>
        <w:pStyle w:val="bat"/>
        <w:rPr>
          <w:lang w:val="en-GB"/>
        </w:rPr>
      </w:pPr>
      <w:r w:rsidRPr="00751DBB">
        <w:rPr>
          <w:lang w:val="en-GB"/>
        </w:rPr>
        <w:tab/>
        <w:t>- c:\Temp\test1_small.cdoc</w:t>
      </w:r>
      <w:r w:rsidRPr="00751DBB">
        <w:rPr>
          <w:lang w:val="en-GB"/>
        </w:rPr>
        <w:tab/>
        <w:t>– the encrypted file to be decrypted</w:t>
      </w:r>
    </w:p>
    <w:p w14:paraId="1A41DB14" w14:textId="77777777" w:rsidR="00207556" w:rsidRPr="00751DBB" w:rsidRDefault="00207556" w:rsidP="00207556">
      <w:pPr>
        <w:pStyle w:val="bat"/>
        <w:rPr>
          <w:lang w:val="en-GB"/>
        </w:rPr>
      </w:pPr>
      <w:r w:rsidRPr="00751DBB">
        <w:rPr>
          <w:lang w:val="en-GB"/>
        </w:rPr>
        <w:tab/>
        <w:t>- 1234</w:t>
      </w:r>
      <w:r w:rsidRPr="00751DBB">
        <w:rPr>
          <w:lang w:val="en-GB"/>
        </w:rPr>
        <w:tab/>
      </w:r>
      <w:r w:rsidRPr="00751DBB">
        <w:rPr>
          <w:lang w:val="en-GB"/>
        </w:rPr>
        <w:tab/>
      </w:r>
      <w:r w:rsidRPr="00751DBB">
        <w:rPr>
          <w:lang w:val="en-GB"/>
        </w:rPr>
        <w:tab/>
      </w:r>
      <w:r w:rsidRPr="00751DBB">
        <w:rPr>
          <w:lang w:val="en-GB"/>
        </w:rPr>
        <w:tab/>
        <w:t>– the recipients pin1</w:t>
      </w:r>
    </w:p>
    <w:p w14:paraId="6B7E487C" w14:textId="77777777" w:rsidR="00207556" w:rsidRPr="00751DBB" w:rsidRDefault="00207556" w:rsidP="00207556">
      <w:pPr>
        <w:pStyle w:val="bat"/>
        <w:rPr>
          <w:lang w:val="en-GB"/>
        </w:rPr>
      </w:pPr>
      <w:r w:rsidRPr="00751DBB">
        <w:rPr>
          <w:lang w:val="en-GB"/>
        </w:rPr>
        <w:tab/>
        <w:t>- C:\temp\test1_d.ddoc</w:t>
      </w:r>
      <w:r w:rsidRPr="00751DBB">
        <w:rPr>
          <w:lang w:val="en-GB"/>
        </w:rPr>
        <w:tab/>
        <w:t>- the decrypted file to be created</w:t>
      </w:r>
    </w:p>
    <w:p w14:paraId="66AF9C0E" w14:textId="77777777" w:rsidR="00207556" w:rsidRPr="00751DBB" w:rsidRDefault="00207556" w:rsidP="00207556">
      <w:pPr>
        <w:pStyle w:val="bat"/>
        <w:rPr>
          <w:b/>
          <w:u w:val="single"/>
          <w:lang w:val="en-GB"/>
        </w:rPr>
      </w:pPr>
    </w:p>
    <w:p w14:paraId="7A02AB36" w14:textId="77777777" w:rsidR="00207556" w:rsidRPr="00751DBB" w:rsidRDefault="00207556" w:rsidP="00207556">
      <w:pPr>
        <w:pStyle w:val="bat"/>
        <w:rPr>
          <w:b/>
          <w:u w:val="single"/>
          <w:lang w:val="en-GB"/>
        </w:rPr>
      </w:pPr>
      <w:r w:rsidRPr="00751DBB">
        <w:rPr>
          <w:b/>
          <w:u w:val="single"/>
          <w:lang w:val="en-GB"/>
        </w:rPr>
        <w:t>Sample: decrypting large encrypted file, in any original format</w:t>
      </w:r>
    </w:p>
    <w:p w14:paraId="536F268F" w14:textId="75960CF1" w:rsidR="00A757A5" w:rsidRPr="00751DBB" w:rsidRDefault="00207556" w:rsidP="00207556">
      <w:pPr>
        <w:pStyle w:val="bat"/>
        <w:rPr>
          <w:lang w:val="en-GB"/>
        </w:rPr>
      </w:pPr>
      <w:r w:rsidRPr="00751DBB">
        <w:rPr>
          <w:lang w:val="en-GB"/>
        </w:rPr>
        <w:t xml:space="preserve"> &gt; </w:t>
      </w:r>
      <w:r w:rsidR="00A757A5" w:rsidRPr="00751DBB">
        <w:rPr>
          <w:lang w:val="en-GB"/>
        </w:rPr>
        <w:t>cdigid</w:t>
      </w:r>
      <w:r w:rsidR="004B64C5">
        <w:rPr>
          <w:lang w:val="en-GB"/>
        </w:rPr>
        <w:t>–</w:t>
      </w:r>
      <w:r w:rsidR="00A757A5" w:rsidRPr="00751DBB">
        <w:rPr>
          <w:lang w:val="en-GB"/>
        </w:rPr>
        <w:t xml:space="preserve">c </w:t>
      </w:r>
      <w:r w:rsidR="00A757A5" w:rsidRPr="00751DBB">
        <w:rPr>
          <w:color w:val="0070C0"/>
          <w:lang w:val="en-GB"/>
        </w:rPr>
        <w:t xml:space="preserve">-decrypt-file </w:t>
      </w:r>
      <w:r w:rsidR="00A757A5" w:rsidRPr="00751DBB">
        <w:rPr>
          <w:lang w:val="en-GB"/>
        </w:rPr>
        <w:t>c:\Temp\test1_large.cdoc c:\Temp\test1_d.ddoc 1234</w:t>
      </w:r>
    </w:p>
    <w:p w14:paraId="6A27242C" w14:textId="77777777" w:rsidR="00207556" w:rsidRPr="00751DBB" w:rsidRDefault="00207556" w:rsidP="00207556">
      <w:pPr>
        <w:pStyle w:val="bat"/>
        <w:rPr>
          <w:lang w:val="en-GB"/>
        </w:rPr>
      </w:pPr>
      <w:r w:rsidRPr="00751DBB">
        <w:rPr>
          <w:lang w:val="en-GB"/>
        </w:rPr>
        <w:tab/>
      </w:r>
    </w:p>
    <w:p w14:paraId="7AA39F39" w14:textId="77777777" w:rsidR="00207556" w:rsidRPr="00751DBB" w:rsidRDefault="00207556" w:rsidP="00207556">
      <w:pPr>
        <w:pStyle w:val="bat"/>
        <w:rPr>
          <w:lang w:val="en-GB"/>
        </w:rPr>
      </w:pPr>
      <w:r w:rsidRPr="00751DBB">
        <w:rPr>
          <w:lang w:val="en-GB"/>
        </w:rPr>
        <w:t xml:space="preserve">Input: </w:t>
      </w:r>
    </w:p>
    <w:p w14:paraId="7220357B" w14:textId="77777777" w:rsidR="00207556" w:rsidRPr="00751DBB" w:rsidRDefault="00207556" w:rsidP="00207556">
      <w:pPr>
        <w:pStyle w:val="bat"/>
        <w:rPr>
          <w:color w:val="auto"/>
          <w:lang w:val="en-GB"/>
        </w:rPr>
      </w:pPr>
      <w:r w:rsidRPr="00751DBB">
        <w:rPr>
          <w:color w:val="auto"/>
          <w:lang w:val="en-GB"/>
        </w:rPr>
        <w:tab/>
        <w:t>- c:\Temp\test1_large.cdoc</w:t>
      </w:r>
      <w:r w:rsidRPr="00751DBB">
        <w:rPr>
          <w:color w:val="auto"/>
          <w:lang w:val="en-GB"/>
        </w:rPr>
        <w:tab/>
        <w:t>– the encrypted file to be decrypted</w:t>
      </w:r>
    </w:p>
    <w:p w14:paraId="58B09F8D" w14:textId="187B6740" w:rsidR="00207556" w:rsidRPr="00751DBB" w:rsidRDefault="00207556" w:rsidP="00207556">
      <w:pPr>
        <w:pStyle w:val="bat"/>
        <w:rPr>
          <w:lang w:val="en-GB"/>
        </w:rPr>
      </w:pPr>
      <w:r w:rsidRPr="00751DBB">
        <w:rPr>
          <w:lang w:val="en-GB"/>
        </w:rPr>
        <w:t>- MÄNNIK,MARI-LIIS,411102124</w:t>
      </w:r>
      <w:r w:rsidR="004B64C5">
        <w:rPr>
          <w:lang w:val="en-GB"/>
        </w:rPr>
        <w:t>–</w:t>
      </w:r>
      <w:r w:rsidRPr="00751DBB">
        <w:rPr>
          <w:lang w:val="en-GB"/>
        </w:rPr>
        <w:t>4 - the recipient’s ID (= certificate’s CN)</w:t>
      </w:r>
    </w:p>
    <w:p w14:paraId="0AE5C569" w14:textId="77777777" w:rsidR="00207556" w:rsidRPr="00751DBB" w:rsidRDefault="00207556" w:rsidP="00207556">
      <w:pPr>
        <w:pStyle w:val="bat"/>
        <w:rPr>
          <w:color w:val="auto"/>
          <w:lang w:val="en-GB"/>
        </w:rPr>
      </w:pPr>
      <w:r w:rsidRPr="00751DBB">
        <w:rPr>
          <w:color w:val="auto"/>
          <w:lang w:val="en-GB"/>
        </w:rPr>
        <w:tab/>
        <w:t>- 1234</w:t>
      </w:r>
      <w:r w:rsidRPr="00751DBB">
        <w:rPr>
          <w:color w:val="auto"/>
          <w:lang w:val="en-GB"/>
        </w:rPr>
        <w:tab/>
      </w:r>
      <w:r w:rsidRPr="00751DBB">
        <w:rPr>
          <w:color w:val="auto"/>
          <w:lang w:val="en-GB"/>
        </w:rPr>
        <w:tab/>
      </w:r>
      <w:r w:rsidRPr="00751DBB">
        <w:rPr>
          <w:color w:val="auto"/>
          <w:lang w:val="en-GB"/>
        </w:rPr>
        <w:tab/>
      </w:r>
      <w:r w:rsidRPr="00751DBB">
        <w:rPr>
          <w:color w:val="auto"/>
          <w:lang w:val="en-GB"/>
        </w:rPr>
        <w:tab/>
        <w:t>– the recipients pin1</w:t>
      </w:r>
    </w:p>
    <w:p w14:paraId="2BD2F0D0" w14:textId="77777777" w:rsidR="00207556" w:rsidRPr="00751DBB" w:rsidRDefault="00207556" w:rsidP="00207556">
      <w:pPr>
        <w:pStyle w:val="bat"/>
        <w:rPr>
          <w:color w:val="0070C0"/>
          <w:lang w:val="en-GB"/>
        </w:rPr>
      </w:pPr>
      <w:r w:rsidRPr="00751DBB">
        <w:rPr>
          <w:color w:val="auto"/>
          <w:lang w:val="en-GB"/>
        </w:rPr>
        <w:tab/>
        <w:t>- c:\temp\test1_d.ddoc</w:t>
      </w:r>
      <w:r w:rsidRPr="00751DBB">
        <w:rPr>
          <w:color w:val="auto"/>
          <w:lang w:val="en-GB"/>
        </w:rPr>
        <w:tab/>
        <w:t>- the decrypted file to be created</w:t>
      </w:r>
    </w:p>
    <w:p w14:paraId="566D20B8" w14:textId="77777777" w:rsidR="00207556" w:rsidRPr="00751DBB" w:rsidRDefault="00207556" w:rsidP="00207556">
      <w:pPr>
        <w:pStyle w:val="bat"/>
        <w:rPr>
          <w:lang w:val="en-GB"/>
        </w:rPr>
      </w:pPr>
    </w:p>
    <w:p w14:paraId="338D25C9" w14:textId="77777777" w:rsidR="00207556" w:rsidRPr="00751DBB" w:rsidRDefault="00207556" w:rsidP="00207556">
      <w:pPr>
        <w:pStyle w:val="bat"/>
        <w:rPr>
          <w:b/>
          <w:u w:val="single"/>
          <w:lang w:val="en-GB"/>
        </w:rPr>
      </w:pPr>
      <w:r w:rsidRPr="00751DBB">
        <w:rPr>
          <w:b/>
          <w:u w:val="single"/>
          <w:lang w:val="en-GB"/>
        </w:rPr>
        <w:t>Sample: decrypting, using PKCS#12 software token, in any original format</w:t>
      </w:r>
    </w:p>
    <w:p w14:paraId="48EF5BEC" w14:textId="6DB9776A" w:rsidR="00A757A5" w:rsidRPr="00751DBB" w:rsidRDefault="00207556" w:rsidP="00207556">
      <w:pPr>
        <w:pStyle w:val="bat"/>
        <w:rPr>
          <w:lang w:val="en-GB"/>
        </w:rPr>
      </w:pPr>
      <w:r w:rsidRPr="00751DBB">
        <w:rPr>
          <w:lang w:val="en-GB"/>
        </w:rPr>
        <w:t xml:space="preserve"> &gt; </w:t>
      </w:r>
      <w:r w:rsidR="00A757A5" w:rsidRPr="00751DBB">
        <w:rPr>
          <w:lang w:val="en-GB"/>
        </w:rPr>
        <w:t>cdigid</w:t>
      </w:r>
      <w:r w:rsidR="004B64C5">
        <w:rPr>
          <w:lang w:val="en-GB"/>
        </w:rPr>
        <w:t>–</w:t>
      </w:r>
      <w:r w:rsidR="00A757A5" w:rsidRPr="00751DBB">
        <w:rPr>
          <w:lang w:val="en-GB"/>
        </w:rPr>
        <w:t xml:space="preserve">c </w:t>
      </w:r>
      <w:r w:rsidR="00A757A5" w:rsidRPr="00C625AD">
        <w:rPr>
          <w:color w:val="0070C0"/>
          <w:lang w:val="en-GB"/>
        </w:rPr>
        <w:t xml:space="preserve">-decrypt-sk </w:t>
      </w:r>
      <w:r w:rsidR="00A757A5" w:rsidRPr="00751DBB">
        <w:rPr>
          <w:lang w:val="en-GB"/>
        </w:rPr>
        <w:t xml:space="preserve">c:\Temp\test1_small.cdoc </w:t>
      </w:r>
      <w:r w:rsidR="00BF547E" w:rsidRPr="00751DBB">
        <w:rPr>
          <w:lang w:val="en-GB"/>
        </w:rPr>
        <w:t xml:space="preserve">123456 </w:t>
      </w:r>
      <w:r w:rsidR="00C625AD" w:rsidRPr="00C625AD">
        <w:rPr>
          <w:color w:val="0070C0"/>
          <w:lang w:val="en-GB"/>
        </w:rPr>
        <w:t>c:\test\pkcs12.p</w:t>
      </w:r>
      <w:r w:rsidR="004B64C5">
        <w:rPr>
          <w:color w:val="0070C0"/>
          <w:lang w:val="en-GB"/>
        </w:rPr>
        <w:t>–</w:t>
      </w:r>
      <w:r w:rsidR="00C625AD" w:rsidRPr="00C625AD">
        <w:rPr>
          <w:color w:val="0070C0"/>
          <w:lang w:val="en-GB"/>
        </w:rPr>
        <w:t>x</w:t>
      </w:r>
      <w:r w:rsidR="00C625AD">
        <w:rPr>
          <w:lang w:val="en-GB"/>
        </w:rPr>
        <w:t xml:space="preserve"> </w:t>
      </w:r>
      <w:r w:rsidR="00BF547E" w:rsidRPr="00751DBB">
        <w:rPr>
          <w:lang w:val="en-GB"/>
        </w:rPr>
        <w:t>-out c:\Temp\test1_d.txt</w:t>
      </w:r>
    </w:p>
    <w:p w14:paraId="21A646A7" w14:textId="77777777" w:rsidR="00207556" w:rsidRPr="00751DBB" w:rsidRDefault="00207556" w:rsidP="00207556">
      <w:pPr>
        <w:pStyle w:val="bat"/>
        <w:rPr>
          <w:lang w:val="en-GB"/>
        </w:rPr>
      </w:pPr>
    </w:p>
    <w:p w14:paraId="02F126F3" w14:textId="77777777" w:rsidR="00207556" w:rsidRPr="00751DBB" w:rsidRDefault="00207556" w:rsidP="00207556">
      <w:pPr>
        <w:pStyle w:val="bat"/>
        <w:rPr>
          <w:lang w:val="en-GB"/>
        </w:rPr>
      </w:pPr>
      <w:r w:rsidRPr="00751DBB">
        <w:rPr>
          <w:lang w:val="en-GB"/>
        </w:rPr>
        <w:t xml:space="preserve">Input: </w:t>
      </w:r>
    </w:p>
    <w:p w14:paraId="786FE72E" w14:textId="77777777" w:rsidR="00207556" w:rsidRPr="00751DBB" w:rsidRDefault="00207556" w:rsidP="00207556">
      <w:pPr>
        <w:pStyle w:val="bat"/>
        <w:rPr>
          <w:color w:val="auto"/>
          <w:lang w:val="en-GB"/>
        </w:rPr>
      </w:pPr>
      <w:r w:rsidRPr="00751DBB">
        <w:rPr>
          <w:color w:val="auto"/>
          <w:lang w:val="en-GB"/>
        </w:rPr>
        <w:tab/>
        <w:t>- c:\Temp\test1_small.cdoc</w:t>
      </w:r>
      <w:r w:rsidRPr="00751DBB">
        <w:rPr>
          <w:color w:val="auto"/>
          <w:lang w:val="en-GB"/>
        </w:rPr>
        <w:tab/>
        <w:t>– the encrypted file to be decrypted</w:t>
      </w:r>
    </w:p>
    <w:p w14:paraId="7804C4AC" w14:textId="77777777" w:rsidR="00BF547E" w:rsidRDefault="00BF547E" w:rsidP="00BF547E">
      <w:pPr>
        <w:pStyle w:val="bat"/>
        <w:ind w:firstLine="153"/>
        <w:rPr>
          <w:color w:val="auto"/>
          <w:lang w:val="en-GB"/>
        </w:rPr>
      </w:pPr>
      <w:r w:rsidRPr="00751DBB">
        <w:rPr>
          <w:color w:val="auto"/>
          <w:lang w:val="en-GB"/>
        </w:rPr>
        <w:t>- 123456</w:t>
      </w:r>
      <w:r w:rsidRPr="00751DBB">
        <w:rPr>
          <w:color w:val="auto"/>
          <w:lang w:val="en-GB"/>
        </w:rPr>
        <w:tab/>
      </w:r>
      <w:r w:rsidRPr="00751DBB">
        <w:rPr>
          <w:color w:val="auto"/>
          <w:lang w:val="en-GB"/>
        </w:rPr>
        <w:tab/>
      </w:r>
      <w:r w:rsidRPr="00751DBB">
        <w:rPr>
          <w:color w:val="auto"/>
          <w:lang w:val="en-GB"/>
        </w:rPr>
        <w:tab/>
        <w:t>- pin code of the software token</w:t>
      </w:r>
    </w:p>
    <w:p w14:paraId="69FA0014" w14:textId="77777777" w:rsidR="00C625AD" w:rsidRPr="00751DBB" w:rsidRDefault="008E739F" w:rsidP="00BF547E">
      <w:pPr>
        <w:pStyle w:val="bat"/>
        <w:ind w:firstLine="153"/>
        <w:rPr>
          <w:color w:val="auto"/>
          <w:lang w:val="en-GB"/>
        </w:rPr>
      </w:pPr>
      <w:r w:rsidRPr="006270A0">
        <w:rPr>
          <w:color w:val="0070C0"/>
          <w:lang w:val="en-GB"/>
        </w:rPr>
        <w:t>- c:\test\pkcs12.pfx</w:t>
      </w:r>
      <w:r w:rsidRPr="006270A0">
        <w:rPr>
          <w:color w:val="0070C0"/>
          <w:lang w:val="en-GB"/>
        </w:rPr>
        <w:tab/>
      </w:r>
      <w:r>
        <w:rPr>
          <w:color w:val="0070C0"/>
          <w:lang w:val="en-GB"/>
        </w:rPr>
        <w:tab/>
      </w:r>
      <w:r w:rsidRPr="006270A0">
        <w:rPr>
          <w:color w:val="0070C0"/>
          <w:lang w:val="en-GB"/>
        </w:rPr>
        <w:t xml:space="preserve">- </w:t>
      </w:r>
      <w:r w:rsidR="001B4CD9">
        <w:rPr>
          <w:color w:val="0070C0"/>
          <w:lang w:val="en-GB"/>
        </w:rPr>
        <w:t>software token</w:t>
      </w:r>
      <w:r w:rsidRPr="006270A0">
        <w:rPr>
          <w:color w:val="0070C0"/>
          <w:lang w:val="en-GB"/>
        </w:rPr>
        <w:t xml:space="preserve"> </w:t>
      </w:r>
      <w:r>
        <w:rPr>
          <w:color w:val="0070C0"/>
          <w:lang w:val="en-GB"/>
        </w:rPr>
        <w:t>(</w:t>
      </w:r>
      <w:r w:rsidRPr="006270A0">
        <w:rPr>
          <w:color w:val="0070C0"/>
          <w:lang w:val="en-GB"/>
        </w:rPr>
        <w:t>PKCS#12 container</w:t>
      </w:r>
      <w:r>
        <w:rPr>
          <w:color w:val="0070C0"/>
          <w:lang w:val="en-GB"/>
        </w:rPr>
        <w:t>)</w:t>
      </w:r>
      <w:r w:rsidRPr="006270A0">
        <w:rPr>
          <w:color w:val="0070C0"/>
          <w:lang w:val="en-GB"/>
        </w:rPr>
        <w:t xml:space="preserve"> file</w:t>
      </w:r>
    </w:p>
    <w:p w14:paraId="36E1FA60" w14:textId="77777777" w:rsidR="0083753E" w:rsidRDefault="00207556" w:rsidP="00F00394">
      <w:pPr>
        <w:pStyle w:val="bat"/>
        <w:rPr>
          <w:lang w:val="en-GB"/>
        </w:rPr>
      </w:pPr>
      <w:r w:rsidRPr="00751DBB">
        <w:rPr>
          <w:lang w:val="en-GB"/>
        </w:rPr>
        <w:tab/>
        <w:t>- c:\temp\test1_d.</w:t>
      </w:r>
      <w:r w:rsidR="00BF547E" w:rsidRPr="00751DBB">
        <w:rPr>
          <w:lang w:val="en-GB"/>
        </w:rPr>
        <w:t>txt</w:t>
      </w:r>
      <w:r w:rsidR="00BF547E" w:rsidRPr="00751DBB">
        <w:rPr>
          <w:lang w:val="en-GB"/>
        </w:rPr>
        <w:tab/>
      </w:r>
      <w:r w:rsidRPr="00751DBB">
        <w:rPr>
          <w:lang w:val="en-GB"/>
        </w:rPr>
        <w:tab/>
        <w:t>- the decrypted file to be created</w:t>
      </w:r>
    </w:p>
    <w:p w14:paraId="164EF910" w14:textId="77777777" w:rsidR="00C625AD" w:rsidRDefault="00C625AD" w:rsidP="00F00394">
      <w:pPr>
        <w:pStyle w:val="bat"/>
        <w:rPr>
          <w:lang w:val="en-GB"/>
        </w:rPr>
      </w:pPr>
    </w:p>
    <w:p w14:paraId="6EB59986" w14:textId="77777777" w:rsidR="00C625AD" w:rsidRPr="00751DBB" w:rsidRDefault="00C625AD" w:rsidP="00C625AD">
      <w:pPr>
        <w:pStyle w:val="bat"/>
        <w:rPr>
          <w:b/>
          <w:u w:val="single"/>
          <w:lang w:val="en-GB"/>
        </w:rPr>
      </w:pPr>
      <w:r w:rsidRPr="00751DBB">
        <w:rPr>
          <w:b/>
          <w:u w:val="single"/>
          <w:lang w:val="en-GB"/>
        </w:rPr>
        <w:t>Sample: decrypting</w:t>
      </w:r>
      <w:r>
        <w:rPr>
          <w:b/>
          <w:u w:val="single"/>
          <w:lang w:val="en-GB"/>
        </w:rPr>
        <w:t xml:space="preserve">, specifying slot value </w:t>
      </w:r>
    </w:p>
    <w:p w14:paraId="47CFAB28" w14:textId="168F9033" w:rsidR="00C625AD" w:rsidRPr="00751DBB" w:rsidRDefault="00C625AD" w:rsidP="00C625AD">
      <w:pPr>
        <w:pStyle w:val="bat"/>
        <w:rPr>
          <w:lang w:val="en-GB"/>
        </w:rPr>
      </w:pPr>
      <w:r w:rsidRPr="00751DBB">
        <w:rPr>
          <w:lang w:val="en-GB"/>
        </w:rPr>
        <w:t>&gt; cdigid</w:t>
      </w:r>
      <w:r w:rsidR="004B64C5">
        <w:rPr>
          <w:lang w:val="en-GB"/>
        </w:rPr>
        <w:t>–</w:t>
      </w:r>
      <w:r w:rsidRPr="00751DBB">
        <w:rPr>
          <w:lang w:val="en-GB"/>
        </w:rPr>
        <w:t xml:space="preserve">c </w:t>
      </w:r>
      <w:r w:rsidRPr="00751DBB">
        <w:rPr>
          <w:color w:val="0070C0"/>
          <w:lang w:val="en-GB"/>
        </w:rPr>
        <w:t>-decrypt-sk</w:t>
      </w:r>
      <w:r w:rsidRPr="00751DBB">
        <w:rPr>
          <w:lang w:val="en-GB"/>
        </w:rPr>
        <w:t xml:space="preserve"> c:\Temp\test1_small.cdoc 1234 </w:t>
      </w:r>
      <w:r>
        <w:rPr>
          <w:lang w:val="en-GB"/>
        </w:rPr>
        <w:t>“”</w:t>
      </w:r>
      <w:r w:rsidR="004B64C5">
        <w:rPr>
          <w:lang w:val="en-GB"/>
        </w:rPr>
        <w:t>–</w:t>
      </w:r>
      <w:r w:rsidRPr="001B4CD9">
        <w:rPr>
          <w:color w:val="0070C0"/>
          <w:lang w:val="en-GB"/>
        </w:rPr>
        <w:t>1</w:t>
      </w:r>
      <w:r>
        <w:rPr>
          <w:lang w:val="en-GB"/>
        </w:rPr>
        <w:t xml:space="preserve"> </w:t>
      </w:r>
      <w:r w:rsidRPr="00751DBB">
        <w:rPr>
          <w:lang w:val="en-GB"/>
        </w:rPr>
        <w:t xml:space="preserve">-out </w:t>
      </w:r>
      <w:r w:rsidRPr="00751DBB">
        <w:rPr>
          <w:lang w:val="en-GB"/>
        </w:rPr>
        <w:lastRenderedPageBreak/>
        <w:t>c:\Temp\test1_d.ddoc</w:t>
      </w:r>
    </w:p>
    <w:p w14:paraId="04E5F294" w14:textId="77777777" w:rsidR="00C625AD" w:rsidRPr="00751DBB" w:rsidRDefault="00C625AD" w:rsidP="00C625AD">
      <w:pPr>
        <w:pStyle w:val="bat"/>
        <w:rPr>
          <w:lang w:val="en-GB"/>
        </w:rPr>
      </w:pPr>
      <w:r w:rsidRPr="00751DBB">
        <w:rPr>
          <w:lang w:val="en-GB"/>
        </w:rPr>
        <w:tab/>
      </w:r>
    </w:p>
    <w:p w14:paraId="0497D177" w14:textId="77777777" w:rsidR="00C625AD" w:rsidRPr="00751DBB" w:rsidRDefault="00C625AD" w:rsidP="00C625AD">
      <w:pPr>
        <w:pStyle w:val="bat"/>
        <w:rPr>
          <w:lang w:val="en-GB"/>
        </w:rPr>
      </w:pPr>
      <w:r w:rsidRPr="00751DBB">
        <w:rPr>
          <w:lang w:val="en-GB"/>
        </w:rPr>
        <w:t xml:space="preserve">Input: </w:t>
      </w:r>
    </w:p>
    <w:p w14:paraId="4F4B7076" w14:textId="77777777" w:rsidR="00C625AD" w:rsidRPr="00751DBB" w:rsidRDefault="00C625AD" w:rsidP="00C625AD">
      <w:pPr>
        <w:pStyle w:val="bat"/>
        <w:rPr>
          <w:lang w:val="en-GB"/>
        </w:rPr>
      </w:pPr>
      <w:r w:rsidRPr="00751DBB">
        <w:rPr>
          <w:lang w:val="en-GB"/>
        </w:rPr>
        <w:tab/>
        <w:t>- c:\Temp\test1_small.cdoc</w:t>
      </w:r>
      <w:r w:rsidRPr="00751DBB">
        <w:rPr>
          <w:lang w:val="en-GB"/>
        </w:rPr>
        <w:tab/>
        <w:t>– the encrypted file to be decrypted</w:t>
      </w:r>
    </w:p>
    <w:p w14:paraId="1C263B7B" w14:textId="77777777" w:rsidR="00C625AD" w:rsidRDefault="00C625AD" w:rsidP="00C625AD">
      <w:pPr>
        <w:pStyle w:val="bat"/>
        <w:rPr>
          <w:lang w:val="en-GB"/>
        </w:rPr>
      </w:pPr>
      <w:r w:rsidRPr="00751DBB">
        <w:rPr>
          <w:lang w:val="en-GB"/>
        </w:rPr>
        <w:tab/>
        <w:t>- 1234</w:t>
      </w:r>
      <w:r w:rsidRPr="00751DBB">
        <w:rPr>
          <w:lang w:val="en-GB"/>
        </w:rPr>
        <w:tab/>
      </w:r>
      <w:r w:rsidRPr="00751DBB">
        <w:rPr>
          <w:lang w:val="en-GB"/>
        </w:rPr>
        <w:tab/>
      </w:r>
      <w:r w:rsidRPr="00751DBB">
        <w:rPr>
          <w:lang w:val="en-GB"/>
        </w:rPr>
        <w:tab/>
      </w:r>
      <w:r w:rsidRPr="00751DBB">
        <w:rPr>
          <w:lang w:val="en-GB"/>
        </w:rPr>
        <w:tab/>
        <w:t xml:space="preserve">– the </w:t>
      </w:r>
      <w:r>
        <w:rPr>
          <w:lang w:val="en-GB"/>
        </w:rPr>
        <w:t>PIN code of the recipient</w:t>
      </w:r>
    </w:p>
    <w:p w14:paraId="01C4A4A5" w14:textId="77777777" w:rsidR="00C625AD" w:rsidRDefault="00C625AD" w:rsidP="00C625AD">
      <w:pPr>
        <w:pStyle w:val="bat"/>
        <w:ind w:firstLine="153"/>
        <w:rPr>
          <w:lang w:val="en-GB"/>
        </w:rPr>
      </w:pPr>
      <w:r>
        <w:rPr>
          <w:lang w:val="en-GB"/>
        </w:rPr>
        <w:t>- “”</w:t>
      </w:r>
      <w:r>
        <w:rPr>
          <w:lang w:val="en-GB"/>
        </w:rPr>
        <w:tab/>
      </w:r>
      <w:r>
        <w:rPr>
          <w:lang w:val="en-GB"/>
        </w:rPr>
        <w:tab/>
      </w:r>
      <w:r>
        <w:rPr>
          <w:lang w:val="en-GB"/>
        </w:rPr>
        <w:tab/>
      </w:r>
      <w:r>
        <w:rPr>
          <w:lang w:val="en-GB"/>
        </w:rPr>
        <w:tab/>
        <w:t>- empty string for optional PKCS#12 file parameter</w:t>
      </w:r>
    </w:p>
    <w:p w14:paraId="6FED01F0" w14:textId="77777777" w:rsidR="00C625AD" w:rsidRPr="00934E43" w:rsidRDefault="00C625AD" w:rsidP="00C625AD">
      <w:pPr>
        <w:pStyle w:val="bat"/>
        <w:ind w:firstLine="153"/>
        <w:rPr>
          <w:color w:val="0070C0"/>
          <w:lang w:val="en-GB"/>
        </w:rPr>
      </w:pPr>
      <w:r w:rsidRPr="00934E43">
        <w:rPr>
          <w:color w:val="0070C0"/>
          <w:lang w:val="en-GB"/>
        </w:rPr>
        <w:t xml:space="preserve">- </w:t>
      </w:r>
      <w:r w:rsidR="00040BE1" w:rsidRPr="00934E43">
        <w:rPr>
          <w:color w:val="0070C0"/>
          <w:lang w:val="en-GB"/>
        </w:rPr>
        <w:t>1</w:t>
      </w:r>
      <w:r w:rsidR="00040BE1" w:rsidRPr="00934E43">
        <w:rPr>
          <w:color w:val="0070C0"/>
          <w:lang w:val="en-GB"/>
        </w:rPr>
        <w:tab/>
      </w:r>
      <w:r w:rsidR="00040BE1" w:rsidRPr="00934E43">
        <w:rPr>
          <w:color w:val="0070C0"/>
          <w:lang w:val="en-GB"/>
        </w:rPr>
        <w:tab/>
      </w:r>
      <w:r w:rsidR="00040BE1" w:rsidRPr="00934E43">
        <w:rPr>
          <w:color w:val="0070C0"/>
          <w:lang w:val="en-GB"/>
        </w:rPr>
        <w:tab/>
      </w:r>
      <w:r w:rsidR="00040BE1" w:rsidRPr="00934E43">
        <w:rPr>
          <w:color w:val="0070C0"/>
          <w:lang w:val="en-GB"/>
        </w:rPr>
        <w:tab/>
        <w:t xml:space="preserve">- slot </w:t>
      </w:r>
      <w:r w:rsidR="000A0A4B">
        <w:rPr>
          <w:color w:val="0070C0"/>
          <w:lang w:val="en-GB"/>
        </w:rPr>
        <w:t xml:space="preserve">(sequence number) </w:t>
      </w:r>
      <w:r w:rsidR="00040BE1" w:rsidRPr="00934E43">
        <w:rPr>
          <w:color w:val="0070C0"/>
          <w:lang w:val="en-GB"/>
        </w:rPr>
        <w:t>of the recipient’s decryption certificate on identity token</w:t>
      </w:r>
    </w:p>
    <w:p w14:paraId="727056A3" w14:textId="77777777" w:rsidR="002A1E8E" w:rsidRDefault="00C625AD" w:rsidP="002A1E8E">
      <w:pPr>
        <w:pStyle w:val="bat"/>
        <w:rPr>
          <w:lang w:val="en-GB"/>
        </w:rPr>
      </w:pPr>
      <w:r w:rsidRPr="00751DBB">
        <w:rPr>
          <w:lang w:val="en-GB"/>
        </w:rPr>
        <w:tab/>
        <w:t>- C:\temp\test1_d.ddoc</w:t>
      </w:r>
      <w:r w:rsidRPr="00751DBB">
        <w:rPr>
          <w:lang w:val="en-GB"/>
        </w:rPr>
        <w:tab/>
        <w:t>- the decrypted file to be created</w:t>
      </w:r>
    </w:p>
    <w:p w14:paraId="5AB8A51F" w14:textId="77777777" w:rsidR="00B828A2" w:rsidRDefault="00B828A2" w:rsidP="002A1E8E">
      <w:pPr>
        <w:pStyle w:val="bat"/>
        <w:rPr>
          <w:lang w:val="en-GB"/>
        </w:rPr>
      </w:pPr>
    </w:p>
    <w:p w14:paraId="78A3847A" w14:textId="77777777" w:rsidR="00B828A2" w:rsidRPr="00751DBB" w:rsidRDefault="00B828A2" w:rsidP="00B828A2">
      <w:pPr>
        <w:pStyle w:val="bat"/>
        <w:rPr>
          <w:b/>
          <w:u w:val="single"/>
          <w:lang w:val="en-GB"/>
        </w:rPr>
      </w:pPr>
      <w:r w:rsidRPr="00751DBB">
        <w:rPr>
          <w:b/>
          <w:u w:val="single"/>
          <w:lang w:val="en-GB"/>
        </w:rPr>
        <w:t>Sample: decrypting small encrypted file, inside a DigiDoc container</w:t>
      </w:r>
      <w:r>
        <w:rPr>
          <w:b/>
          <w:u w:val="single"/>
          <w:lang w:val="en-GB"/>
        </w:rPr>
        <w:t>, operation in memory</w:t>
      </w:r>
    </w:p>
    <w:p w14:paraId="341E43F1" w14:textId="1C9BBABD" w:rsidR="00B828A2" w:rsidRPr="00751DBB" w:rsidRDefault="00B828A2" w:rsidP="00B828A2">
      <w:pPr>
        <w:pStyle w:val="bat"/>
        <w:rPr>
          <w:lang w:val="en-GB"/>
        </w:rPr>
      </w:pPr>
      <w:r w:rsidRPr="00751DBB">
        <w:rPr>
          <w:lang w:val="en-GB"/>
        </w:rPr>
        <w:t xml:space="preserve">&gt; </w:t>
      </w:r>
      <w:r w:rsidRPr="00B828A2">
        <w:rPr>
          <w:color w:val="auto"/>
          <w:lang w:val="en-GB"/>
        </w:rPr>
        <w:t>cdigid</w:t>
      </w:r>
      <w:r w:rsidR="004B64C5">
        <w:rPr>
          <w:color w:val="auto"/>
          <w:lang w:val="en-GB"/>
        </w:rPr>
        <w:t>–</w:t>
      </w:r>
      <w:r w:rsidRPr="00B828A2">
        <w:rPr>
          <w:color w:val="auto"/>
          <w:lang w:val="en-GB"/>
        </w:rPr>
        <w:t xml:space="preserve">c -decrypt-sk </w:t>
      </w:r>
      <w:r w:rsidRPr="00751DBB">
        <w:rPr>
          <w:lang w:val="en-GB"/>
        </w:rPr>
        <w:t xml:space="preserve">c:\Temp\test1_small.cdoc 1234 </w:t>
      </w:r>
      <w:r w:rsidRPr="00B828A2">
        <w:rPr>
          <w:color w:val="0070C0"/>
          <w:lang w:val="en-GB"/>
        </w:rPr>
        <w:t>–out-mem</w:t>
      </w:r>
      <w:r w:rsidRPr="00751DBB">
        <w:rPr>
          <w:lang w:val="en-GB"/>
        </w:rPr>
        <w:t xml:space="preserve"> c:\Temp\test1_d.ddoc</w:t>
      </w:r>
    </w:p>
    <w:p w14:paraId="082145B4" w14:textId="77777777" w:rsidR="00B828A2" w:rsidRPr="00751DBB" w:rsidRDefault="00B828A2" w:rsidP="00B828A2">
      <w:pPr>
        <w:pStyle w:val="bat"/>
        <w:rPr>
          <w:lang w:val="en-GB"/>
        </w:rPr>
      </w:pPr>
      <w:r w:rsidRPr="00751DBB">
        <w:rPr>
          <w:lang w:val="en-GB"/>
        </w:rPr>
        <w:tab/>
      </w:r>
    </w:p>
    <w:p w14:paraId="7F7BB300" w14:textId="77777777" w:rsidR="00B828A2" w:rsidRPr="00751DBB" w:rsidRDefault="00B828A2" w:rsidP="00B828A2">
      <w:pPr>
        <w:pStyle w:val="bat"/>
        <w:rPr>
          <w:lang w:val="en-GB"/>
        </w:rPr>
      </w:pPr>
      <w:r w:rsidRPr="00751DBB">
        <w:rPr>
          <w:lang w:val="en-GB"/>
        </w:rPr>
        <w:t xml:space="preserve">Input: </w:t>
      </w:r>
    </w:p>
    <w:p w14:paraId="478EF213" w14:textId="77777777" w:rsidR="00B828A2" w:rsidRPr="00751DBB" w:rsidRDefault="00B828A2" w:rsidP="00B828A2">
      <w:pPr>
        <w:pStyle w:val="bat"/>
        <w:rPr>
          <w:lang w:val="en-GB"/>
        </w:rPr>
      </w:pPr>
      <w:r w:rsidRPr="00751DBB">
        <w:rPr>
          <w:lang w:val="en-GB"/>
        </w:rPr>
        <w:tab/>
        <w:t>- c:\Temp\test1_small.cdoc</w:t>
      </w:r>
      <w:r w:rsidRPr="00751DBB">
        <w:rPr>
          <w:lang w:val="en-GB"/>
        </w:rPr>
        <w:tab/>
        <w:t>– the encrypted file to be decrypted</w:t>
      </w:r>
    </w:p>
    <w:p w14:paraId="51E98C1B" w14:textId="77777777" w:rsidR="00B828A2" w:rsidRPr="00751DBB" w:rsidRDefault="00B828A2" w:rsidP="00B828A2">
      <w:pPr>
        <w:pStyle w:val="bat"/>
        <w:rPr>
          <w:lang w:val="en-GB"/>
        </w:rPr>
      </w:pPr>
      <w:r w:rsidRPr="00751DBB">
        <w:rPr>
          <w:lang w:val="en-GB"/>
        </w:rPr>
        <w:tab/>
        <w:t>- 1234</w:t>
      </w:r>
      <w:r w:rsidRPr="00751DBB">
        <w:rPr>
          <w:lang w:val="en-GB"/>
        </w:rPr>
        <w:tab/>
      </w:r>
      <w:r w:rsidRPr="00751DBB">
        <w:rPr>
          <w:lang w:val="en-GB"/>
        </w:rPr>
        <w:tab/>
      </w:r>
      <w:r w:rsidRPr="00751DBB">
        <w:rPr>
          <w:lang w:val="en-GB"/>
        </w:rPr>
        <w:tab/>
      </w:r>
      <w:r w:rsidRPr="00751DBB">
        <w:rPr>
          <w:lang w:val="en-GB"/>
        </w:rPr>
        <w:tab/>
        <w:t>– the recipients pin1</w:t>
      </w:r>
    </w:p>
    <w:p w14:paraId="07B0D369" w14:textId="77777777" w:rsidR="00B828A2" w:rsidRPr="00751DBB" w:rsidRDefault="00B828A2" w:rsidP="00B828A2">
      <w:pPr>
        <w:pStyle w:val="bat"/>
        <w:rPr>
          <w:lang w:val="en-GB"/>
        </w:rPr>
      </w:pPr>
      <w:r w:rsidRPr="00751DBB">
        <w:rPr>
          <w:lang w:val="en-GB"/>
        </w:rPr>
        <w:tab/>
        <w:t>- C:\temp\test1_d.ddoc</w:t>
      </w:r>
      <w:r w:rsidRPr="00751DBB">
        <w:rPr>
          <w:lang w:val="en-GB"/>
        </w:rPr>
        <w:tab/>
        <w:t>- the decrypted file to be created</w:t>
      </w:r>
    </w:p>
    <w:p w14:paraId="25AB1054" w14:textId="43ACFC77" w:rsidR="000F158D" w:rsidRDefault="000F158D" w:rsidP="00D56B07">
      <w:pPr>
        <w:pStyle w:val="Heading2"/>
        <w:rPr>
          <w:lang w:val="en-GB"/>
        </w:rPr>
      </w:pPr>
      <w:bookmarkStart w:id="90" w:name="_Toc410733932"/>
      <w:r>
        <w:rPr>
          <w:lang w:val="en-GB"/>
        </w:rPr>
        <w:t>Commands in CGI mod</w:t>
      </w:r>
      <w:r w:rsidR="004B64C5">
        <w:rPr>
          <w:lang w:val="en-GB"/>
        </w:rPr>
        <w:t>e</w:t>
      </w:r>
      <w:bookmarkEnd w:id="90"/>
    </w:p>
    <w:p w14:paraId="2E9E2E4C" w14:textId="77777777" w:rsidR="000F158D" w:rsidRDefault="000F158D" w:rsidP="000F158D">
      <w:pPr>
        <w:rPr>
          <w:lang w:val="en-GB"/>
        </w:rPr>
      </w:pPr>
      <w:r>
        <w:rPr>
          <w:lang w:val="en-GB"/>
        </w:rPr>
        <w:t xml:space="preserve">CDigiDoc utility program can be used as a CGI program to add digital signature creation functionality to web sites. </w:t>
      </w:r>
    </w:p>
    <w:p w14:paraId="0562F3E7" w14:textId="77777777" w:rsidR="000F158D" w:rsidRDefault="000F158D" w:rsidP="000F158D">
      <w:pPr>
        <w:rPr>
          <w:lang w:val="en-GB"/>
        </w:rPr>
      </w:pPr>
      <w:r w:rsidRPr="000F158D">
        <w:rPr>
          <w:b/>
          <w:lang w:val="en-GB"/>
        </w:rPr>
        <w:t>Note:</w:t>
      </w:r>
      <w:r>
        <w:rPr>
          <w:lang w:val="en-GB"/>
        </w:rPr>
        <w:t xml:space="preserve"> the CGI mode commands are not currently included in testing.</w:t>
      </w:r>
    </w:p>
    <w:p w14:paraId="403393AC" w14:textId="77777777" w:rsidR="000F158D" w:rsidRPr="00751DBB" w:rsidRDefault="000F158D" w:rsidP="00602608">
      <w:pPr>
        <w:pStyle w:val="ListParagraph"/>
        <w:numPr>
          <w:ilvl w:val="0"/>
          <w:numId w:val="22"/>
        </w:numPr>
        <w:rPr>
          <w:b/>
          <w:lang w:val="en-GB"/>
        </w:rPr>
      </w:pPr>
      <w:r>
        <w:rPr>
          <w:b/>
          <w:lang w:val="en-GB"/>
        </w:rPr>
        <w:t>-calc-sign</w:t>
      </w:r>
      <w:r w:rsidRPr="00751DBB">
        <w:rPr>
          <w:b/>
          <w:lang w:val="en-GB"/>
        </w:rPr>
        <w:t xml:space="preserve"> &lt;</w:t>
      </w:r>
      <w:r>
        <w:rPr>
          <w:b/>
          <w:lang w:val="en-GB"/>
        </w:rPr>
        <w:t>cert</w:t>
      </w:r>
      <w:r w:rsidRPr="00751DBB">
        <w:rPr>
          <w:b/>
          <w:lang w:val="en-GB"/>
        </w:rPr>
        <w:t>-file&gt;</w:t>
      </w:r>
      <w:r>
        <w:rPr>
          <w:b/>
          <w:lang w:val="en-GB"/>
        </w:rPr>
        <w:t xml:space="preserve"> [&lt;manifest&gt;] [&lt;city&gt; &lt;state&gt; &lt;zip&gt; &lt;country&gt;]</w:t>
      </w:r>
      <w:r w:rsidRPr="00751DBB">
        <w:rPr>
          <w:lang w:val="en-GB"/>
        </w:rPr>
        <w:t xml:space="preserve"> </w:t>
      </w:r>
      <w:r w:rsidR="006224F8">
        <w:rPr>
          <w:lang w:val="en-GB"/>
        </w:rPr>
        <w:t>–</w:t>
      </w:r>
      <w:r w:rsidRPr="00751DBB">
        <w:rPr>
          <w:lang w:val="en-GB"/>
        </w:rPr>
        <w:t xml:space="preserve"> </w:t>
      </w:r>
      <w:r w:rsidR="006224F8">
        <w:rPr>
          <w:lang w:val="en-GB"/>
        </w:rPr>
        <w:t>calculate hash of a digital signature. The certificate file has to be in PEM format, in a separate file. The calculated hash is displayed in console in base64 format.</w:t>
      </w:r>
    </w:p>
    <w:p w14:paraId="15B51484" w14:textId="77777777" w:rsidR="000F158D" w:rsidRPr="00751DBB" w:rsidRDefault="000F158D" w:rsidP="00602608">
      <w:pPr>
        <w:pStyle w:val="ListParagraph"/>
        <w:numPr>
          <w:ilvl w:val="0"/>
          <w:numId w:val="22"/>
        </w:numPr>
        <w:rPr>
          <w:b/>
          <w:lang w:val="en-GB"/>
        </w:rPr>
      </w:pPr>
      <w:r>
        <w:rPr>
          <w:b/>
          <w:lang w:val="en-GB"/>
        </w:rPr>
        <w:t>-add-sign-value</w:t>
      </w:r>
      <w:r w:rsidRPr="00751DBB">
        <w:rPr>
          <w:b/>
          <w:lang w:val="en-GB"/>
        </w:rPr>
        <w:t xml:space="preserve"> &lt;</w:t>
      </w:r>
      <w:r>
        <w:rPr>
          <w:b/>
          <w:lang w:val="en-GB"/>
        </w:rPr>
        <w:t>sign-value</w:t>
      </w:r>
      <w:r w:rsidRPr="00751DBB">
        <w:rPr>
          <w:b/>
          <w:lang w:val="en-GB"/>
        </w:rPr>
        <w:t>-file&gt;</w:t>
      </w:r>
      <w:r>
        <w:rPr>
          <w:b/>
          <w:lang w:val="en-GB"/>
        </w:rPr>
        <w:t xml:space="preserve"> &lt;sign-id&gt;</w:t>
      </w:r>
      <w:r w:rsidRPr="00751DBB">
        <w:rPr>
          <w:b/>
          <w:lang w:val="en-GB"/>
        </w:rPr>
        <w:t xml:space="preserve"> - </w:t>
      </w:r>
      <w:r w:rsidR="006224F8">
        <w:rPr>
          <w:lang w:val="en-GB"/>
        </w:rPr>
        <w:t>add a RSA-SHA1 signature. The signature has to be in base64 format in a separate file.</w:t>
      </w:r>
    </w:p>
    <w:p w14:paraId="5EE0B610" w14:textId="77777777" w:rsidR="000F158D" w:rsidRPr="006224F8" w:rsidRDefault="000F158D" w:rsidP="00602608">
      <w:pPr>
        <w:pStyle w:val="ListParagraph"/>
        <w:numPr>
          <w:ilvl w:val="0"/>
          <w:numId w:val="22"/>
        </w:numPr>
        <w:rPr>
          <w:b/>
          <w:lang w:val="en-GB"/>
        </w:rPr>
      </w:pPr>
      <w:r>
        <w:rPr>
          <w:b/>
          <w:lang w:val="en-GB"/>
        </w:rPr>
        <w:t>-del-sign</w:t>
      </w:r>
      <w:r w:rsidRPr="00751DBB">
        <w:rPr>
          <w:b/>
          <w:lang w:val="en-GB"/>
        </w:rPr>
        <w:t xml:space="preserve"> &lt;</w:t>
      </w:r>
      <w:r>
        <w:rPr>
          <w:b/>
          <w:lang w:val="en-GB"/>
        </w:rPr>
        <w:t>sign-id</w:t>
      </w:r>
      <w:r w:rsidRPr="00751DBB">
        <w:rPr>
          <w:b/>
          <w:lang w:val="en-GB"/>
        </w:rPr>
        <w:t>&gt;</w:t>
      </w:r>
      <w:r w:rsidRPr="00751DBB">
        <w:rPr>
          <w:lang w:val="en-GB"/>
        </w:rPr>
        <w:t xml:space="preserve"> - </w:t>
      </w:r>
      <w:r w:rsidR="005A1294">
        <w:rPr>
          <w:lang w:val="en-GB"/>
        </w:rPr>
        <w:t>remove a digital signature.</w:t>
      </w:r>
    </w:p>
    <w:p w14:paraId="6DB560CC" w14:textId="77777777" w:rsidR="006224F8" w:rsidRPr="006224F8" w:rsidRDefault="006224F8" w:rsidP="00602608">
      <w:pPr>
        <w:pStyle w:val="ListParagraph"/>
        <w:numPr>
          <w:ilvl w:val="0"/>
          <w:numId w:val="22"/>
        </w:numPr>
        <w:rPr>
          <w:b/>
          <w:lang w:val="en-GB"/>
        </w:rPr>
      </w:pPr>
      <w:r>
        <w:rPr>
          <w:b/>
          <w:lang w:val="en-GB"/>
        </w:rPr>
        <w:t xml:space="preserve">-cgimode [&lt;output-separator&gt;] </w:t>
      </w:r>
      <w:r w:rsidR="005A1294">
        <w:rPr>
          <w:b/>
          <w:lang w:val="en-GB"/>
        </w:rPr>
        <w:t>-</w:t>
      </w:r>
      <w:r>
        <w:rPr>
          <w:b/>
          <w:lang w:val="en-GB"/>
        </w:rPr>
        <w:t xml:space="preserve"> </w:t>
      </w:r>
      <w:r w:rsidRPr="006224F8">
        <w:rPr>
          <w:b/>
          <w:lang w:val="en-GB"/>
        </w:rPr>
        <w:t xml:space="preserve"> </w:t>
      </w:r>
      <w:r w:rsidRPr="006224F8">
        <w:rPr>
          <w:lang w:val="en-GB"/>
        </w:rPr>
        <w:t>output in CGI mode</w:t>
      </w:r>
      <w:r>
        <w:rPr>
          <w:lang w:val="en-GB"/>
        </w:rPr>
        <w:t>. Data sets in output are separated with the specified output separator symbol. ‘|’ is used by default.</w:t>
      </w:r>
    </w:p>
    <w:p w14:paraId="624F5BE8" w14:textId="1D579FB5" w:rsidR="006224F8" w:rsidRPr="006224F8" w:rsidRDefault="006224F8" w:rsidP="00602608">
      <w:pPr>
        <w:pStyle w:val="ListParagraph"/>
        <w:numPr>
          <w:ilvl w:val="0"/>
          <w:numId w:val="22"/>
        </w:numPr>
        <w:rPr>
          <w:b/>
          <w:lang w:val="en-GB"/>
        </w:rPr>
      </w:pPr>
      <w:r>
        <w:rPr>
          <w:b/>
          <w:lang w:val="en-GB"/>
        </w:rPr>
        <w:t>-consolemo</w:t>
      </w:r>
      <w:r w:rsidR="004B64C5">
        <w:rPr>
          <w:b/>
          <w:lang w:val="en-GB"/>
        </w:rPr>
        <w:t>–</w:t>
      </w:r>
      <w:r>
        <w:rPr>
          <w:b/>
          <w:lang w:val="en-GB"/>
        </w:rPr>
        <w:t xml:space="preserve">e </w:t>
      </w:r>
      <w:r w:rsidR="005A1294">
        <w:rPr>
          <w:b/>
          <w:lang w:val="en-GB"/>
        </w:rPr>
        <w:t>-</w:t>
      </w:r>
      <w:r>
        <w:rPr>
          <w:b/>
          <w:lang w:val="en-GB"/>
        </w:rPr>
        <w:t xml:space="preserve"> </w:t>
      </w:r>
      <w:r>
        <w:rPr>
          <w:lang w:val="en-GB"/>
        </w:rPr>
        <w:t>output in console (not CGI) mode</w:t>
      </w:r>
    </w:p>
    <w:p w14:paraId="1985BF68" w14:textId="45969B53" w:rsidR="006224F8" w:rsidRPr="006224F8" w:rsidRDefault="006224F8" w:rsidP="00602608">
      <w:pPr>
        <w:pStyle w:val="ListParagraph"/>
        <w:numPr>
          <w:ilvl w:val="0"/>
          <w:numId w:val="22"/>
        </w:numPr>
        <w:rPr>
          <w:b/>
          <w:lang w:val="en-GB"/>
        </w:rPr>
      </w:pPr>
      <w:r>
        <w:rPr>
          <w:b/>
          <w:lang w:val="en-GB"/>
        </w:rPr>
        <w:t>-S</w:t>
      </w:r>
      <w:r w:rsidR="004B64C5">
        <w:rPr>
          <w:b/>
          <w:lang w:val="en-GB"/>
        </w:rPr>
        <w:t>–</w:t>
      </w:r>
      <w:r>
        <w:rPr>
          <w:b/>
          <w:lang w:val="en-GB"/>
        </w:rPr>
        <w:t xml:space="preserve">X </w:t>
      </w:r>
      <w:r w:rsidR="005A1294">
        <w:rPr>
          <w:b/>
          <w:lang w:val="en-GB"/>
        </w:rPr>
        <w:t>-</w:t>
      </w:r>
      <w:r>
        <w:rPr>
          <w:b/>
          <w:lang w:val="en-GB"/>
        </w:rPr>
        <w:t xml:space="preserve"> </w:t>
      </w:r>
      <w:r>
        <w:rPr>
          <w:lang w:val="en-GB"/>
        </w:rPr>
        <w:t>use SAX parser</w:t>
      </w:r>
    </w:p>
    <w:p w14:paraId="3B0CB061" w14:textId="3DD19E50" w:rsidR="006224F8" w:rsidRPr="00751DBB" w:rsidRDefault="006224F8" w:rsidP="00602608">
      <w:pPr>
        <w:pStyle w:val="ListParagraph"/>
        <w:numPr>
          <w:ilvl w:val="0"/>
          <w:numId w:val="22"/>
        </w:numPr>
        <w:rPr>
          <w:b/>
          <w:lang w:val="en-GB"/>
        </w:rPr>
      </w:pPr>
      <w:r>
        <w:rPr>
          <w:b/>
          <w:lang w:val="en-GB"/>
        </w:rPr>
        <w:t>-XR</w:t>
      </w:r>
      <w:r w:rsidR="004B64C5">
        <w:rPr>
          <w:b/>
          <w:lang w:val="en-GB"/>
        </w:rPr>
        <w:t>–</w:t>
      </w:r>
      <w:r>
        <w:rPr>
          <w:b/>
          <w:lang w:val="en-GB"/>
        </w:rPr>
        <w:t xml:space="preserve">R </w:t>
      </w:r>
      <w:r w:rsidR="005A1294">
        <w:rPr>
          <w:b/>
          <w:lang w:val="en-GB"/>
        </w:rPr>
        <w:t>-</w:t>
      </w:r>
      <w:r>
        <w:rPr>
          <w:b/>
          <w:lang w:val="en-GB"/>
        </w:rPr>
        <w:t xml:space="preserve"> </w:t>
      </w:r>
      <w:r>
        <w:rPr>
          <w:lang w:val="en-GB"/>
        </w:rPr>
        <w:t>use XmlReader parser</w:t>
      </w:r>
    </w:p>
    <w:p w14:paraId="70D74A88" w14:textId="77777777" w:rsidR="000F158D" w:rsidRPr="000F158D" w:rsidRDefault="000F158D" w:rsidP="000F158D">
      <w:pPr>
        <w:rPr>
          <w:lang w:val="en-GB"/>
        </w:rPr>
      </w:pPr>
    </w:p>
    <w:p w14:paraId="7B0EFD9C" w14:textId="77777777" w:rsidR="00E272D2" w:rsidRDefault="00E272D2">
      <w:pPr>
        <w:spacing w:after="0"/>
        <w:jc w:val="left"/>
        <w:rPr>
          <w:rFonts w:ascii="Arial" w:hAnsi="Arial" w:cs="Arial"/>
          <w:bCs/>
          <w:kern w:val="32"/>
          <w:sz w:val="32"/>
          <w:szCs w:val="32"/>
          <w:lang w:val="en-GB"/>
        </w:rPr>
      </w:pPr>
      <w:r>
        <w:rPr>
          <w:lang w:val="en-GB"/>
        </w:rPr>
        <w:br w:type="page"/>
      </w:r>
    </w:p>
    <w:p w14:paraId="0E5346AF" w14:textId="3ACA398F" w:rsidR="000D0D8D" w:rsidRPr="00751DBB" w:rsidRDefault="000D0D8D" w:rsidP="00C813B3">
      <w:pPr>
        <w:pStyle w:val="Heading1"/>
        <w:rPr>
          <w:lang w:val="en-GB"/>
        </w:rPr>
      </w:pPr>
      <w:bookmarkStart w:id="91" w:name="_Toc410733933"/>
      <w:r w:rsidRPr="00751DBB">
        <w:rPr>
          <w:lang w:val="en-GB"/>
        </w:rPr>
        <w:lastRenderedPageBreak/>
        <w:t>National and cross-border support</w:t>
      </w:r>
      <w:bookmarkEnd w:id="91"/>
    </w:p>
    <w:p w14:paraId="2BCB640B" w14:textId="77777777" w:rsidR="000D0D8D" w:rsidRPr="00751DBB" w:rsidRDefault="000D0D8D" w:rsidP="00D56B07">
      <w:pPr>
        <w:pStyle w:val="Heading2"/>
        <w:rPr>
          <w:lang w:val="en-GB"/>
        </w:rPr>
      </w:pPr>
      <w:bookmarkStart w:id="92" w:name="_Ref374311788"/>
      <w:bookmarkStart w:id="93" w:name="_Ref374311796"/>
      <w:bookmarkStart w:id="94" w:name="_Toc410733934"/>
      <w:r w:rsidRPr="00751DBB">
        <w:rPr>
          <w:lang w:val="en-GB"/>
        </w:rPr>
        <w:t>National PKI solutions and support</w:t>
      </w:r>
      <w:bookmarkEnd w:id="92"/>
      <w:bookmarkEnd w:id="93"/>
      <w:bookmarkEnd w:id="94"/>
    </w:p>
    <w:p w14:paraId="34C9C3E0" w14:textId="2DB330C4" w:rsidR="000D0D8D" w:rsidRPr="00751DBB" w:rsidRDefault="000D0D8D" w:rsidP="00B73DF1">
      <w:pPr>
        <w:pStyle w:val="Heading3"/>
      </w:pPr>
      <w:bookmarkStart w:id="95" w:name="_Toc410733935"/>
      <w:r w:rsidRPr="00751DBB">
        <w:t xml:space="preserve">Supported Estonian </w:t>
      </w:r>
      <w:r w:rsidR="00116A6C">
        <w:t>i</w:t>
      </w:r>
      <w:r w:rsidRPr="00751DBB">
        <w:t>dentity tokens</w:t>
      </w:r>
      <w:bookmarkEnd w:id="95"/>
    </w:p>
    <w:p w14:paraId="22874184" w14:textId="6070E379" w:rsidR="000D0D8D" w:rsidRPr="00751DBB" w:rsidRDefault="000D0D8D" w:rsidP="000D0D8D">
      <w:pPr>
        <w:rPr>
          <w:lang w:val="en-GB"/>
        </w:rPr>
      </w:pPr>
      <w:r w:rsidRPr="00751DBB">
        <w:rPr>
          <w:lang w:val="en-GB"/>
        </w:rPr>
        <w:t>Currently</w:t>
      </w:r>
      <w:r w:rsidR="004B64C5" w:rsidRPr="00751DBB">
        <w:rPr>
          <w:lang w:val="en-GB"/>
        </w:rPr>
        <w:t>,</w:t>
      </w:r>
      <w:r w:rsidRPr="00751DBB">
        <w:rPr>
          <w:lang w:val="en-GB"/>
        </w:rPr>
        <w:t xml:space="preserve"> </w:t>
      </w:r>
      <w:r w:rsidR="008F4943" w:rsidRPr="00751DBB">
        <w:rPr>
          <w:lang w:val="en-GB"/>
        </w:rPr>
        <w:t>C</w:t>
      </w:r>
      <w:r w:rsidRPr="00751DBB">
        <w:rPr>
          <w:lang w:val="en-GB"/>
        </w:rPr>
        <w:t>DigiDoc library has been tested with the following Estonian ID tokens:</w:t>
      </w:r>
    </w:p>
    <w:tbl>
      <w:tblPr>
        <w:tblStyle w:val="Param"/>
        <w:tblW w:w="8217" w:type="dxa"/>
        <w:tblLayout w:type="fixed"/>
        <w:tblLook w:val="04A0" w:firstRow="1" w:lastRow="0" w:firstColumn="1" w:lastColumn="0" w:noHBand="0" w:noVBand="1"/>
      </w:tblPr>
      <w:tblGrid>
        <w:gridCol w:w="1271"/>
        <w:gridCol w:w="1701"/>
        <w:gridCol w:w="2126"/>
        <w:gridCol w:w="3119"/>
      </w:tblGrid>
      <w:tr w:rsidR="000D0D8D" w:rsidRPr="00751DBB" w14:paraId="43497389" w14:textId="77777777" w:rsidTr="008F4943">
        <w:trPr>
          <w:cnfStyle w:val="100000000000" w:firstRow="1" w:lastRow="0" w:firstColumn="0" w:lastColumn="0" w:oddVBand="0" w:evenVBand="0" w:oddHBand="0" w:evenHBand="0" w:firstRowFirstColumn="0" w:firstRowLastColumn="0" w:lastRowFirstColumn="0" w:lastRowLastColumn="0"/>
        </w:trPr>
        <w:tc>
          <w:tcPr>
            <w:tcW w:w="1271" w:type="dxa"/>
            <w:vAlign w:val="center"/>
          </w:tcPr>
          <w:p w14:paraId="39E93102" w14:textId="77777777" w:rsidR="000D0D8D" w:rsidRPr="00751DBB" w:rsidRDefault="000D0D8D" w:rsidP="008F4943">
            <w:pPr>
              <w:jc w:val="left"/>
              <w:rPr>
                <w:b/>
                <w:lang w:val="en-GB"/>
              </w:rPr>
            </w:pPr>
            <w:r w:rsidRPr="00751DBB">
              <w:rPr>
                <w:b/>
                <w:lang w:val="en-GB"/>
              </w:rPr>
              <w:t>Token</w:t>
            </w:r>
          </w:p>
        </w:tc>
        <w:tc>
          <w:tcPr>
            <w:tcW w:w="1701" w:type="dxa"/>
            <w:vAlign w:val="center"/>
          </w:tcPr>
          <w:p w14:paraId="4209DB37" w14:textId="77777777" w:rsidR="000D0D8D" w:rsidRPr="00751DBB" w:rsidRDefault="000D0D8D" w:rsidP="008F4943">
            <w:pPr>
              <w:jc w:val="left"/>
              <w:rPr>
                <w:b/>
                <w:lang w:val="en-GB"/>
              </w:rPr>
            </w:pPr>
            <w:r w:rsidRPr="00751DBB">
              <w:rPr>
                <w:b/>
                <w:lang w:val="en-GB"/>
              </w:rPr>
              <w:t>Type</w:t>
            </w:r>
          </w:p>
        </w:tc>
        <w:tc>
          <w:tcPr>
            <w:tcW w:w="2126" w:type="dxa"/>
            <w:vAlign w:val="center"/>
          </w:tcPr>
          <w:p w14:paraId="0F2B9D62" w14:textId="77777777" w:rsidR="000D0D8D" w:rsidRPr="00751DBB" w:rsidRDefault="000D0D8D" w:rsidP="008F4943">
            <w:pPr>
              <w:jc w:val="left"/>
              <w:rPr>
                <w:b/>
                <w:lang w:val="en-GB"/>
              </w:rPr>
            </w:pPr>
            <w:r w:rsidRPr="00751DBB">
              <w:rPr>
                <w:b/>
                <w:lang w:val="en-GB"/>
              </w:rPr>
              <w:t>Description</w:t>
            </w:r>
          </w:p>
        </w:tc>
        <w:tc>
          <w:tcPr>
            <w:tcW w:w="3119" w:type="dxa"/>
            <w:vAlign w:val="center"/>
          </w:tcPr>
          <w:p w14:paraId="17416842" w14:textId="7D85D228" w:rsidR="000D0D8D" w:rsidRPr="00751DBB" w:rsidRDefault="008F4943" w:rsidP="008F4943">
            <w:pPr>
              <w:jc w:val="left"/>
              <w:rPr>
                <w:b/>
                <w:lang w:val="en-GB"/>
              </w:rPr>
            </w:pPr>
            <w:r w:rsidRPr="00751DBB">
              <w:rPr>
                <w:b/>
                <w:lang w:val="en-GB"/>
              </w:rPr>
              <w:t>Supporte</w:t>
            </w:r>
            <w:r w:rsidR="004B64C5" w:rsidRPr="00751DBB">
              <w:rPr>
                <w:b/>
                <w:lang w:val="en-GB"/>
              </w:rPr>
              <w:t>d</w:t>
            </w:r>
            <w:r w:rsidRPr="00751DBB">
              <w:rPr>
                <w:b/>
                <w:lang w:val="en-GB"/>
              </w:rPr>
              <w:t xml:space="preserve"> C</w:t>
            </w:r>
            <w:r w:rsidR="000D0D8D" w:rsidRPr="00751DBB">
              <w:rPr>
                <w:b/>
                <w:lang w:val="en-GB"/>
              </w:rPr>
              <w:t>DigiDoc  functionality</w:t>
            </w:r>
          </w:p>
        </w:tc>
      </w:tr>
      <w:tr w:rsidR="000D0D8D" w:rsidRPr="00751DBB" w14:paraId="2CB4811A" w14:textId="77777777" w:rsidTr="007D56F4">
        <w:tc>
          <w:tcPr>
            <w:tcW w:w="1271" w:type="dxa"/>
          </w:tcPr>
          <w:p w14:paraId="73E21426" w14:textId="58A9470C" w:rsidR="000D0D8D" w:rsidRPr="00751DBB" w:rsidRDefault="000D0D8D" w:rsidP="007D56F4">
            <w:pPr>
              <w:rPr>
                <w:lang w:val="en-GB"/>
              </w:rPr>
            </w:pPr>
            <w:r w:rsidRPr="00751DBB">
              <w:rPr>
                <w:lang w:val="en-GB"/>
              </w:rPr>
              <w:t>EstEID 3.</w:t>
            </w:r>
            <w:r w:rsidR="0035481D">
              <w:rPr>
                <w:lang w:val="en-GB"/>
              </w:rPr>
              <w:t>5</w:t>
            </w:r>
            <w:r w:rsidRPr="00751DBB">
              <w:rPr>
                <w:lang w:val="en-GB"/>
              </w:rPr>
              <w:t xml:space="preserve">  and 1.0 </w:t>
            </w:r>
          </w:p>
        </w:tc>
        <w:tc>
          <w:tcPr>
            <w:tcW w:w="1701" w:type="dxa"/>
          </w:tcPr>
          <w:p w14:paraId="432BFDA6" w14:textId="77777777" w:rsidR="000D0D8D" w:rsidRPr="00751DBB" w:rsidRDefault="000D0D8D" w:rsidP="00B703E7">
            <w:pPr>
              <w:jc w:val="left"/>
              <w:rPr>
                <w:lang w:val="en-GB"/>
              </w:rPr>
            </w:pPr>
            <w:r w:rsidRPr="00751DBB">
              <w:rPr>
                <w:lang w:val="en-GB"/>
              </w:rPr>
              <w:t>Certificate–based PKI smart cards</w:t>
            </w:r>
          </w:p>
        </w:tc>
        <w:tc>
          <w:tcPr>
            <w:tcW w:w="2126" w:type="dxa"/>
          </w:tcPr>
          <w:p w14:paraId="3FD5142C" w14:textId="44089BA3" w:rsidR="000D0D8D" w:rsidRPr="00751DBB" w:rsidRDefault="000D0D8D" w:rsidP="00B703E7">
            <w:pPr>
              <w:jc w:val="left"/>
              <w:rPr>
                <w:lang w:val="en-GB"/>
              </w:rPr>
            </w:pPr>
            <w:r w:rsidRPr="00751DBB">
              <w:rPr>
                <w:lang w:val="en-GB"/>
              </w:rPr>
              <w:t>Different Estonian ID card versions</w:t>
            </w:r>
            <w:r w:rsidR="0035481D">
              <w:rPr>
                <w:lang w:val="en-GB"/>
              </w:rPr>
              <w:t>.</w:t>
            </w:r>
          </w:p>
        </w:tc>
        <w:tc>
          <w:tcPr>
            <w:tcW w:w="3119" w:type="dxa"/>
          </w:tcPr>
          <w:p w14:paraId="6C73ACAE" w14:textId="4C7FF337" w:rsidR="000D0D8D" w:rsidRPr="00751DBB" w:rsidRDefault="008F4943" w:rsidP="007D56F4">
            <w:pPr>
              <w:rPr>
                <w:lang w:val="en-GB"/>
              </w:rPr>
            </w:pPr>
            <w:r w:rsidRPr="00751DBB">
              <w:rPr>
                <w:lang w:val="en-GB"/>
              </w:rPr>
              <w:t>Al</w:t>
            </w:r>
            <w:r w:rsidR="004B64C5" w:rsidRPr="00751DBB">
              <w:rPr>
                <w:lang w:val="en-GB"/>
              </w:rPr>
              <w:t>l</w:t>
            </w:r>
            <w:r w:rsidRPr="00751DBB">
              <w:rPr>
                <w:lang w:val="en-GB"/>
              </w:rPr>
              <w:t xml:space="preserve"> C</w:t>
            </w:r>
            <w:r w:rsidR="000D0D8D" w:rsidRPr="00751DBB">
              <w:rPr>
                <w:lang w:val="en-GB"/>
              </w:rPr>
              <w:t>DigiDoc functionalities (authentication, signing, verification, encryption/decryption)</w:t>
            </w:r>
          </w:p>
        </w:tc>
      </w:tr>
      <w:tr w:rsidR="000D0D8D" w:rsidRPr="00751DBB" w14:paraId="6391CC18" w14:textId="77777777" w:rsidTr="007D56F4">
        <w:tc>
          <w:tcPr>
            <w:tcW w:w="1271" w:type="dxa"/>
          </w:tcPr>
          <w:p w14:paraId="23C99FE2" w14:textId="77777777" w:rsidR="000D0D8D" w:rsidRPr="00751DBB" w:rsidRDefault="000D0D8D" w:rsidP="007D56F4">
            <w:pPr>
              <w:rPr>
                <w:lang w:val="en-GB"/>
              </w:rPr>
            </w:pPr>
            <w:r w:rsidRPr="00751DBB">
              <w:rPr>
                <w:lang w:val="en-GB"/>
              </w:rPr>
              <w:t>Digi-ID</w:t>
            </w:r>
          </w:p>
          <w:p w14:paraId="090767FD" w14:textId="77777777" w:rsidR="000D0D8D" w:rsidRPr="00751DBB" w:rsidRDefault="000D0D8D" w:rsidP="007D56F4">
            <w:pPr>
              <w:rPr>
                <w:lang w:val="en-GB"/>
              </w:rPr>
            </w:pPr>
            <w:r w:rsidRPr="00751DBB">
              <w:rPr>
                <w:lang w:val="en-GB"/>
              </w:rPr>
              <w:t>(since 2010)</w:t>
            </w:r>
          </w:p>
        </w:tc>
        <w:tc>
          <w:tcPr>
            <w:tcW w:w="1701" w:type="dxa"/>
          </w:tcPr>
          <w:p w14:paraId="7C2D01F0" w14:textId="1947A2A5" w:rsidR="000D0D8D" w:rsidRPr="00751DBB" w:rsidRDefault="000D0D8D" w:rsidP="00B703E7">
            <w:pPr>
              <w:jc w:val="left"/>
              <w:rPr>
                <w:lang w:val="en-GB"/>
              </w:rPr>
            </w:pPr>
            <w:r w:rsidRPr="00751DBB">
              <w:rPr>
                <w:lang w:val="en-GB"/>
              </w:rPr>
              <w:t>Certificate–based PKI smart card</w:t>
            </w:r>
          </w:p>
        </w:tc>
        <w:tc>
          <w:tcPr>
            <w:tcW w:w="2126" w:type="dxa"/>
          </w:tcPr>
          <w:p w14:paraId="65B05AC2" w14:textId="77777777" w:rsidR="000D0D8D" w:rsidRPr="00751DBB" w:rsidRDefault="000D0D8D" w:rsidP="00B703E7">
            <w:pPr>
              <w:jc w:val="left"/>
              <w:rPr>
                <w:lang w:val="en-GB"/>
              </w:rPr>
            </w:pPr>
            <w:r w:rsidRPr="00751DBB">
              <w:rPr>
                <w:lang w:val="en-GB"/>
              </w:rPr>
              <w:t xml:space="preserve">Estonian Digital ID card for use only  in electronic environments </w:t>
            </w:r>
          </w:p>
        </w:tc>
        <w:tc>
          <w:tcPr>
            <w:tcW w:w="3119" w:type="dxa"/>
          </w:tcPr>
          <w:p w14:paraId="3996A702" w14:textId="697AF4AC" w:rsidR="000D0D8D" w:rsidRPr="00751DBB" w:rsidRDefault="008F4943" w:rsidP="007D56F4">
            <w:pPr>
              <w:rPr>
                <w:lang w:val="en-GB"/>
              </w:rPr>
            </w:pPr>
            <w:r w:rsidRPr="00751DBB">
              <w:rPr>
                <w:lang w:val="en-GB"/>
              </w:rPr>
              <w:t>Al</w:t>
            </w:r>
            <w:r w:rsidR="004B64C5" w:rsidRPr="00751DBB">
              <w:rPr>
                <w:lang w:val="en-GB"/>
              </w:rPr>
              <w:t>l</w:t>
            </w:r>
            <w:r w:rsidRPr="00751DBB">
              <w:rPr>
                <w:lang w:val="en-GB"/>
              </w:rPr>
              <w:t xml:space="preserve"> C</w:t>
            </w:r>
            <w:r w:rsidR="000D0D8D" w:rsidRPr="00751DBB">
              <w:rPr>
                <w:lang w:val="en-GB"/>
              </w:rPr>
              <w:t>DigiDoc functionalities</w:t>
            </w:r>
          </w:p>
        </w:tc>
      </w:tr>
      <w:tr w:rsidR="000D0D8D" w:rsidRPr="00751DBB" w14:paraId="04D280DD" w14:textId="77777777" w:rsidTr="007D56F4">
        <w:tc>
          <w:tcPr>
            <w:tcW w:w="1271" w:type="dxa"/>
          </w:tcPr>
          <w:p w14:paraId="32C08422" w14:textId="77777777" w:rsidR="000D0D8D" w:rsidRPr="00751DBB" w:rsidRDefault="000D0D8D" w:rsidP="00B703E7">
            <w:pPr>
              <w:jc w:val="left"/>
              <w:rPr>
                <w:lang w:val="en-GB"/>
              </w:rPr>
            </w:pPr>
            <w:r w:rsidRPr="00751DBB">
              <w:rPr>
                <w:lang w:val="en-GB"/>
              </w:rPr>
              <w:t>Aladdin eToken Pro</w:t>
            </w:r>
          </w:p>
        </w:tc>
        <w:tc>
          <w:tcPr>
            <w:tcW w:w="1701" w:type="dxa"/>
          </w:tcPr>
          <w:p w14:paraId="1E99CDEB" w14:textId="6C375307" w:rsidR="000D0D8D" w:rsidRPr="00751DBB" w:rsidRDefault="000D0D8D" w:rsidP="00B703E7">
            <w:pPr>
              <w:jc w:val="left"/>
              <w:rPr>
                <w:lang w:val="en-GB"/>
              </w:rPr>
            </w:pPr>
            <w:r w:rsidRPr="00751DBB">
              <w:rPr>
                <w:lang w:val="en-GB"/>
              </w:rPr>
              <w:t>Certificate–based PKI USB authenticator</w:t>
            </w:r>
          </w:p>
        </w:tc>
        <w:tc>
          <w:tcPr>
            <w:tcW w:w="2126" w:type="dxa"/>
          </w:tcPr>
          <w:p w14:paraId="0D7D6161" w14:textId="77777777" w:rsidR="000D0D8D" w:rsidRPr="00751DBB" w:rsidRDefault="000D0D8D" w:rsidP="00B703E7">
            <w:pPr>
              <w:jc w:val="left"/>
              <w:rPr>
                <w:lang w:val="en-GB"/>
              </w:rPr>
            </w:pPr>
            <w:r w:rsidRPr="00751DBB">
              <w:rPr>
                <w:lang w:val="en-GB"/>
              </w:rPr>
              <w:t>Carrier for ID certificates issued to organizations.</w:t>
            </w:r>
          </w:p>
        </w:tc>
        <w:tc>
          <w:tcPr>
            <w:tcW w:w="3119" w:type="dxa"/>
          </w:tcPr>
          <w:p w14:paraId="1E0D71C6" w14:textId="33EC79C4" w:rsidR="000D0D8D" w:rsidRPr="00751DBB" w:rsidRDefault="000D0D8D" w:rsidP="00B703E7">
            <w:pPr>
              <w:rPr>
                <w:lang w:val="en-GB"/>
              </w:rPr>
            </w:pPr>
            <w:r w:rsidRPr="00751DBB">
              <w:rPr>
                <w:b/>
                <w:lang w:val="en-GB"/>
              </w:rPr>
              <w:t>Note</w:t>
            </w:r>
            <w:r w:rsidRPr="00751DBB">
              <w:rPr>
                <w:lang w:val="en-GB"/>
              </w:rPr>
              <w:t xml:space="preserve">: </w:t>
            </w:r>
            <w:r w:rsidR="00B703E7">
              <w:t>tested only indirectly via DigiDoc3 Client application</w:t>
            </w:r>
            <w:r w:rsidR="00B703E7" w:rsidRPr="005E05FF">
              <w:t>.</w:t>
            </w:r>
          </w:p>
        </w:tc>
      </w:tr>
    </w:tbl>
    <w:p w14:paraId="1AA66026" w14:textId="77777777" w:rsidR="000D0D8D" w:rsidRPr="00751DBB" w:rsidRDefault="000D0D8D" w:rsidP="000D0D8D">
      <w:pPr>
        <w:rPr>
          <w:lang w:val="en-GB"/>
        </w:rPr>
      </w:pPr>
    </w:p>
    <w:p w14:paraId="7BC35EAE" w14:textId="77777777" w:rsidR="000D0D8D" w:rsidRPr="00751DBB" w:rsidRDefault="000D0D8D" w:rsidP="00B73DF1">
      <w:pPr>
        <w:pStyle w:val="Heading3"/>
      </w:pPr>
      <w:bookmarkStart w:id="96" w:name="_Toc410733936"/>
      <w:r w:rsidRPr="00751DBB">
        <w:t>Trusted Estonian Certificate Authorities</w:t>
      </w:r>
      <w:bookmarkEnd w:id="96"/>
    </w:p>
    <w:p w14:paraId="111420FD" w14:textId="77777777" w:rsidR="000D0D8D" w:rsidRPr="00751DBB" w:rsidRDefault="000D0D8D" w:rsidP="000D0D8D">
      <w:pPr>
        <w:rPr>
          <w:lang w:val="en-GB"/>
        </w:rPr>
      </w:pPr>
      <w:r w:rsidRPr="00751DBB">
        <w:rPr>
          <w:b/>
          <w:lang w:val="en-GB"/>
        </w:rPr>
        <w:t>AS Sertifitseerimiskeskus</w:t>
      </w:r>
      <w:r w:rsidRPr="00751DBB">
        <w:rPr>
          <w:lang w:val="en-GB"/>
        </w:rPr>
        <w:t xml:space="preserve"> (SK, </w:t>
      </w:r>
      <w:hyperlink r:id="rId53" w:history="1">
        <w:r w:rsidRPr="00751DBB">
          <w:rPr>
            <w:color w:val="0000FF"/>
            <w:u w:val="single"/>
            <w:lang w:val="en-GB"/>
          </w:rPr>
          <w:t>http://sk.ee/en</w:t>
        </w:r>
      </w:hyperlink>
      <w:r w:rsidRPr="00751DBB">
        <w:rPr>
          <w:lang w:val="en-GB"/>
        </w:rPr>
        <w:t>) functions as CA for all the Estonian ID tokens, maintains the electronic infrastructure necessary for issuing and using the ID cards, and develops the associated services and software.</w:t>
      </w:r>
    </w:p>
    <w:p w14:paraId="4C42536A" w14:textId="77777777" w:rsidR="000D0D8D" w:rsidRPr="00751DBB" w:rsidRDefault="000D0D8D" w:rsidP="000D0D8D">
      <w:pPr>
        <w:rPr>
          <w:lang w:val="en-GB"/>
        </w:rPr>
      </w:pPr>
      <w:r w:rsidRPr="00751DBB">
        <w:rPr>
          <w:lang w:val="en-GB"/>
        </w:rPr>
        <w:t>SK issues the certificates and acts as Trusted Service Provider (TSP) for validation of authentication requests and digital signatures. SK maintains the following electronic services for checking certificate validity including:</w:t>
      </w:r>
    </w:p>
    <w:p w14:paraId="2786EA9E" w14:textId="77777777" w:rsidR="000D0D8D" w:rsidRPr="00751DBB" w:rsidRDefault="000D0D8D" w:rsidP="00602608">
      <w:pPr>
        <w:numPr>
          <w:ilvl w:val="0"/>
          <w:numId w:val="16"/>
        </w:numPr>
        <w:rPr>
          <w:lang w:val="en-GB"/>
        </w:rPr>
      </w:pPr>
      <w:r w:rsidRPr="00751DBB">
        <w:rPr>
          <w:b/>
          <w:lang w:val="en-GB"/>
        </w:rPr>
        <w:t>OCSP validation service</w:t>
      </w:r>
      <w:r w:rsidRPr="00751DBB">
        <w:rPr>
          <w:lang w:val="en-GB"/>
        </w:rPr>
        <w:t xml:space="preserve"> (an RFC2560-compliant OCSP server, operating directly off the CA master certificate database and providing validity confirmations to certificates and signatures). There are two ways of getting access the service:</w:t>
      </w:r>
    </w:p>
    <w:p w14:paraId="7DE37275" w14:textId="77777777" w:rsidR="000D0D8D" w:rsidRPr="00751DBB" w:rsidRDefault="000D0D8D" w:rsidP="00602608">
      <w:pPr>
        <w:numPr>
          <w:ilvl w:val="1"/>
          <w:numId w:val="16"/>
        </w:numPr>
        <w:rPr>
          <w:lang w:val="en-GB"/>
        </w:rPr>
      </w:pPr>
      <w:r w:rsidRPr="00751DBB">
        <w:rPr>
          <w:lang w:val="en-GB"/>
        </w:rPr>
        <w:t xml:space="preserve">having a contract with SK and accessing the service from a specific IP address(es) – as practiced </w:t>
      </w:r>
      <w:r w:rsidRPr="00751DBB">
        <w:rPr>
          <w:b/>
          <w:lang w:val="en-GB"/>
        </w:rPr>
        <w:t>by companies/services</w:t>
      </w:r>
    </w:p>
    <w:p w14:paraId="19AAE226" w14:textId="12082102" w:rsidR="000D0D8D" w:rsidRPr="00751DBB" w:rsidRDefault="000D0D8D" w:rsidP="00602608">
      <w:pPr>
        <w:numPr>
          <w:ilvl w:val="1"/>
          <w:numId w:val="16"/>
        </w:numPr>
        <w:rPr>
          <w:lang w:val="en-GB"/>
        </w:rPr>
      </w:pPr>
      <w:r w:rsidRPr="00751DBB">
        <w:rPr>
          <w:lang w:val="en-GB"/>
        </w:rPr>
        <w:t>by having certificate for accessing the service and sending signed reques</w:t>
      </w:r>
      <w:r w:rsidR="004B64C5">
        <w:rPr>
          <w:lang w:val="en-GB"/>
        </w:rPr>
        <w:t>–</w:t>
      </w:r>
      <w:r w:rsidRPr="00751DBB">
        <w:rPr>
          <w:lang w:val="en-GB"/>
        </w:rPr>
        <w:t xml:space="preserve">s - as used </w:t>
      </w:r>
      <w:r w:rsidRPr="00751DBB">
        <w:rPr>
          <w:b/>
          <w:lang w:val="en-GB"/>
        </w:rPr>
        <w:t xml:space="preserve">by private persons </w:t>
      </w:r>
      <w:r w:rsidRPr="00751DBB">
        <w:rPr>
          <w:lang w:val="en-GB"/>
        </w:rPr>
        <w:t>for giving digital signatures; registering for the service is required and service is limited to 10 signatures per month</w:t>
      </w:r>
    </w:p>
    <w:p w14:paraId="4BB29828" w14:textId="77777777" w:rsidR="000D0D8D" w:rsidRPr="00751DBB" w:rsidRDefault="000D0D8D" w:rsidP="00602608">
      <w:pPr>
        <w:numPr>
          <w:ilvl w:val="0"/>
          <w:numId w:val="16"/>
        </w:numPr>
        <w:rPr>
          <w:lang w:val="en-GB"/>
        </w:rPr>
      </w:pPr>
      <w:r w:rsidRPr="00751DBB">
        <w:rPr>
          <w:lang w:val="en-GB"/>
        </w:rPr>
        <w:t>CRL-s (mainly for backward compatibility)</w:t>
      </w:r>
    </w:p>
    <w:p w14:paraId="1D8413E5" w14:textId="77777777" w:rsidR="000D0D8D" w:rsidRPr="00751DBB" w:rsidRDefault="000D0D8D" w:rsidP="00602608">
      <w:pPr>
        <w:numPr>
          <w:ilvl w:val="0"/>
          <w:numId w:val="15"/>
        </w:numPr>
        <w:rPr>
          <w:lang w:val="en-GB"/>
        </w:rPr>
      </w:pPr>
      <w:r w:rsidRPr="00751DBB">
        <w:rPr>
          <w:lang w:val="en-GB"/>
        </w:rPr>
        <w:t>LDAP directory service (containing all valid certificates)</w:t>
      </w:r>
    </w:p>
    <w:p w14:paraId="6EFBF81A" w14:textId="77777777" w:rsidR="000D0D8D" w:rsidRPr="00751DBB" w:rsidRDefault="000D0D8D" w:rsidP="0035481D">
      <w:pPr>
        <w:pStyle w:val="Heading4"/>
        <w:rPr>
          <w:lang w:val="en-GB"/>
        </w:rPr>
      </w:pPr>
      <w:bookmarkStart w:id="97" w:name="_Toc410733937"/>
      <w:r w:rsidRPr="00751DBB">
        <w:rPr>
          <w:lang w:val="en-GB"/>
        </w:rPr>
        <w:t xml:space="preserve">Supported </w:t>
      </w:r>
      <w:r w:rsidR="00917239">
        <w:rPr>
          <w:lang w:val="en-GB"/>
        </w:rPr>
        <w:t>SK live</w:t>
      </w:r>
      <w:r w:rsidRPr="00751DBB">
        <w:rPr>
          <w:lang w:val="en-GB"/>
        </w:rPr>
        <w:t xml:space="preserve"> hierarchy chains</w:t>
      </w:r>
      <w:bookmarkEnd w:id="97"/>
    </w:p>
    <w:p w14:paraId="5369FB53" w14:textId="5CE7042B" w:rsidR="000D0D8D" w:rsidRPr="00751DBB" w:rsidRDefault="00EE11E3" w:rsidP="000D0D8D">
      <w:pPr>
        <w:rPr>
          <w:lang w:val="en-GB"/>
        </w:rPr>
      </w:pPr>
      <w:r w:rsidRPr="00751DBB">
        <w:rPr>
          <w:b/>
          <w:lang w:val="en-GB"/>
        </w:rPr>
        <w:t>Note</w:t>
      </w:r>
      <w:r w:rsidRPr="00751DBB">
        <w:rPr>
          <w:lang w:val="en-GB"/>
        </w:rPr>
        <w:t xml:space="preserve">: no additional actions are needed for using the following CA and </w:t>
      </w:r>
      <w:r w:rsidR="004E2C76" w:rsidRPr="00751DBB">
        <w:rPr>
          <w:lang w:val="en-GB"/>
        </w:rPr>
        <w:t>OCSP</w:t>
      </w:r>
      <w:r w:rsidR="004D6A6F" w:rsidRPr="00751DBB">
        <w:rPr>
          <w:lang w:val="en-GB"/>
        </w:rPr>
        <w:t xml:space="preserve"> responder certificates wit</w:t>
      </w:r>
      <w:r w:rsidR="004B64C5" w:rsidRPr="00751DBB">
        <w:rPr>
          <w:lang w:val="en-GB"/>
        </w:rPr>
        <w:t>h</w:t>
      </w:r>
      <w:r w:rsidR="004D6A6F" w:rsidRPr="00751DBB">
        <w:rPr>
          <w:lang w:val="en-GB"/>
        </w:rPr>
        <w:t xml:space="preserve"> C</w:t>
      </w:r>
      <w:r w:rsidRPr="00751DBB">
        <w:rPr>
          <w:lang w:val="en-GB"/>
        </w:rPr>
        <w:t>DigiD</w:t>
      </w:r>
      <w:r w:rsidR="004B64C5">
        <w:rPr>
          <w:lang w:val="en-GB"/>
        </w:rPr>
        <w:t>–</w:t>
      </w:r>
      <w:r w:rsidRPr="00751DBB">
        <w:rPr>
          <w:lang w:val="en-GB"/>
        </w:rPr>
        <w:t>c - the</w:t>
      </w:r>
      <w:r w:rsidR="000D0D8D" w:rsidRPr="00751DBB">
        <w:rPr>
          <w:lang w:val="en-GB"/>
        </w:rPr>
        <w:t>se</w:t>
      </w:r>
      <w:r w:rsidRPr="00751DBB">
        <w:rPr>
          <w:lang w:val="en-GB"/>
        </w:rPr>
        <w:t xml:space="preserve"> certificate files </w:t>
      </w:r>
      <w:r w:rsidR="000D0D8D" w:rsidRPr="00751DBB">
        <w:rPr>
          <w:lang w:val="en-GB"/>
        </w:rPr>
        <w:t>have been:</w:t>
      </w:r>
    </w:p>
    <w:p w14:paraId="23DB7EFD" w14:textId="71B1C3A5" w:rsidR="000D0D8D" w:rsidRPr="00751DBB" w:rsidRDefault="004D6A6F" w:rsidP="00602608">
      <w:pPr>
        <w:numPr>
          <w:ilvl w:val="0"/>
          <w:numId w:val="25"/>
        </w:numPr>
        <w:rPr>
          <w:lang w:val="en-GB"/>
        </w:rPr>
      </w:pPr>
      <w:r w:rsidRPr="00751DBB">
        <w:rPr>
          <w:lang w:val="en-GB"/>
        </w:rPr>
        <w:t>included in th</w:t>
      </w:r>
      <w:r w:rsidR="004B64C5" w:rsidRPr="00751DBB">
        <w:rPr>
          <w:lang w:val="en-GB"/>
        </w:rPr>
        <w:t>e</w:t>
      </w:r>
      <w:r w:rsidRPr="00751DBB">
        <w:rPr>
          <w:lang w:val="en-GB"/>
        </w:rPr>
        <w:t xml:space="preserve"> C</w:t>
      </w:r>
      <w:r w:rsidR="00EE11E3" w:rsidRPr="00751DBB">
        <w:rPr>
          <w:lang w:val="en-GB"/>
        </w:rPr>
        <w:t>DigiDoc distribution</w:t>
      </w:r>
    </w:p>
    <w:p w14:paraId="36A36F9A" w14:textId="0C2355D9" w:rsidR="007D56F4" w:rsidRDefault="004D6A6F" w:rsidP="00602608">
      <w:pPr>
        <w:numPr>
          <w:ilvl w:val="0"/>
          <w:numId w:val="25"/>
        </w:numPr>
        <w:rPr>
          <w:lang w:val="en-GB"/>
        </w:rPr>
      </w:pPr>
      <w:r w:rsidRPr="00751DBB">
        <w:rPr>
          <w:lang w:val="en-GB"/>
        </w:rPr>
        <w:t>registered in th</w:t>
      </w:r>
      <w:r w:rsidR="004B64C5" w:rsidRPr="00751DBB">
        <w:rPr>
          <w:lang w:val="en-GB"/>
        </w:rPr>
        <w:t>e</w:t>
      </w:r>
      <w:r w:rsidRPr="00751DBB">
        <w:rPr>
          <w:lang w:val="en-GB"/>
        </w:rPr>
        <w:t xml:space="preserve"> C</w:t>
      </w:r>
      <w:r w:rsidR="00EE11E3" w:rsidRPr="00751DBB">
        <w:rPr>
          <w:lang w:val="en-GB"/>
        </w:rPr>
        <w:t xml:space="preserve">DigiDoc configuration file. </w:t>
      </w:r>
    </w:p>
    <w:tbl>
      <w:tblPr>
        <w:tblStyle w:val="Param"/>
        <w:tblW w:w="0" w:type="auto"/>
        <w:tblInd w:w="0" w:type="dxa"/>
        <w:tblLook w:val="04A0" w:firstRow="1" w:lastRow="0" w:firstColumn="1" w:lastColumn="0" w:noHBand="0" w:noVBand="1"/>
      </w:tblPr>
      <w:tblGrid>
        <w:gridCol w:w="1136"/>
        <w:gridCol w:w="1454"/>
        <w:gridCol w:w="1906"/>
        <w:gridCol w:w="1401"/>
        <w:gridCol w:w="2323"/>
      </w:tblGrid>
      <w:tr w:rsidR="008C4298" w:rsidRPr="00751DBB" w14:paraId="022F2F3A" w14:textId="77777777" w:rsidTr="00E67CCC">
        <w:trPr>
          <w:cnfStyle w:val="100000000000" w:firstRow="1" w:lastRow="0" w:firstColumn="0" w:lastColumn="0" w:oddVBand="0" w:evenVBand="0" w:oddHBand="0" w:evenHBand="0" w:firstRowFirstColumn="0" w:firstRowLastColumn="0" w:lastRowFirstColumn="0" w:lastRowLastColumn="0"/>
          <w:tblHeader/>
        </w:trPr>
        <w:tc>
          <w:tcPr>
            <w:tcW w:w="4496" w:type="dxa"/>
            <w:gridSpan w:val="3"/>
            <w:tcBorders>
              <w:top w:val="nil"/>
              <w:bottom w:val="single" w:sz="4" w:space="0" w:color="auto"/>
            </w:tcBorders>
          </w:tcPr>
          <w:p w14:paraId="480F2260" w14:textId="77777777" w:rsidR="008C4298" w:rsidRPr="00E67CCC" w:rsidRDefault="008C4298" w:rsidP="00E67CCC">
            <w:pPr>
              <w:ind w:left="360"/>
              <w:rPr>
                <w:b/>
                <w:lang w:val="en-GB"/>
              </w:rPr>
            </w:pPr>
            <w:r w:rsidRPr="00E67CCC">
              <w:rPr>
                <w:b/>
                <w:lang w:val="en-GB"/>
              </w:rPr>
              <w:t>Certificate Common Name (CN)</w:t>
            </w:r>
          </w:p>
        </w:tc>
        <w:tc>
          <w:tcPr>
            <w:tcW w:w="1401" w:type="dxa"/>
            <w:tcBorders>
              <w:top w:val="nil"/>
              <w:bottom w:val="single" w:sz="4" w:space="0" w:color="auto"/>
            </w:tcBorders>
          </w:tcPr>
          <w:p w14:paraId="07A68F87" w14:textId="77777777" w:rsidR="008C4298" w:rsidRPr="00751DBB" w:rsidRDefault="008C4298" w:rsidP="00E67CCC">
            <w:pPr>
              <w:jc w:val="left"/>
              <w:rPr>
                <w:b/>
                <w:lang w:val="en-GB"/>
              </w:rPr>
            </w:pPr>
            <w:r w:rsidRPr="00751DBB">
              <w:rPr>
                <w:b/>
                <w:lang w:val="en-GB"/>
              </w:rPr>
              <w:t>Valid to</w:t>
            </w:r>
          </w:p>
        </w:tc>
        <w:tc>
          <w:tcPr>
            <w:tcW w:w="2323" w:type="dxa"/>
            <w:tcBorders>
              <w:top w:val="nil"/>
              <w:bottom w:val="single" w:sz="4" w:space="0" w:color="auto"/>
            </w:tcBorders>
          </w:tcPr>
          <w:p w14:paraId="1BDCD6F5" w14:textId="77777777" w:rsidR="008C4298" w:rsidRPr="00751DBB" w:rsidRDefault="008C4298" w:rsidP="00E67CCC">
            <w:pPr>
              <w:jc w:val="left"/>
              <w:rPr>
                <w:b/>
                <w:lang w:val="en-GB"/>
              </w:rPr>
            </w:pPr>
            <w:r w:rsidRPr="00751DBB">
              <w:rPr>
                <w:b/>
                <w:lang w:val="en-GB"/>
              </w:rPr>
              <w:t>Description</w:t>
            </w:r>
          </w:p>
        </w:tc>
      </w:tr>
      <w:tr w:rsidR="008C4298" w:rsidRPr="00751DBB" w14:paraId="0EFC07A0" w14:textId="77777777" w:rsidTr="00E67CCC">
        <w:tc>
          <w:tcPr>
            <w:tcW w:w="4496" w:type="dxa"/>
            <w:gridSpan w:val="3"/>
            <w:tcBorders>
              <w:top w:val="single" w:sz="4" w:space="0" w:color="auto"/>
              <w:bottom w:val="single" w:sz="4" w:space="0" w:color="auto"/>
            </w:tcBorders>
            <w:shd w:val="clear" w:color="auto" w:fill="F2F2F2" w:themeFill="background1" w:themeFillShade="F2"/>
          </w:tcPr>
          <w:p w14:paraId="67337CB7" w14:textId="77777777" w:rsidR="008C4298" w:rsidRPr="00751DBB" w:rsidRDefault="008C4298" w:rsidP="00E67CCC">
            <w:pPr>
              <w:jc w:val="left"/>
              <w:rPr>
                <w:u w:val="single"/>
                <w:lang w:val="en-GB"/>
              </w:rPr>
            </w:pPr>
            <w:r w:rsidRPr="00751DBB">
              <w:rPr>
                <w:b/>
                <w:u w:val="single"/>
                <w:lang w:val="en-GB"/>
              </w:rPr>
              <w:t>JUUR-SK</w:t>
            </w:r>
          </w:p>
        </w:tc>
        <w:tc>
          <w:tcPr>
            <w:tcW w:w="1401" w:type="dxa"/>
            <w:tcBorders>
              <w:top w:val="single" w:sz="4" w:space="0" w:color="auto"/>
              <w:bottom w:val="single" w:sz="4" w:space="0" w:color="auto"/>
            </w:tcBorders>
            <w:shd w:val="clear" w:color="auto" w:fill="F2F2F2" w:themeFill="background1" w:themeFillShade="F2"/>
          </w:tcPr>
          <w:p w14:paraId="3D445E9C" w14:textId="77777777" w:rsidR="008C4298" w:rsidRPr="00751DBB" w:rsidRDefault="008C4298" w:rsidP="00E67CCC">
            <w:pPr>
              <w:jc w:val="left"/>
              <w:rPr>
                <w:lang w:val="en-GB"/>
              </w:rPr>
            </w:pPr>
            <w:r w:rsidRPr="00751DBB">
              <w:rPr>
                <w:szCs w:val="18"/>
                <w:lang w:val="en-GB"/>
              </w:rPr>
              <w:t>26-Aug-2016</w:t>
            </w:r>
          </w:p>
        </w:tc>
        <w:tc>
          <w:tcPr>
            <w:tcW w:w="2323" w:type="dxa"/>
            <w:tcBorders>
              <w:top w:val="single" w:sz="4" w:space="0" w:color="auto"/>
              <w:bottom w:val="single" w:sz="4" w:space="0" w:color="auto"/>
            </w:tcBorders>
            <w:shd w:val="clear" w:color="auto" w:fill="F2F2F2" w:themeFill="background1" w:themeFillShade="F2"/>
          </w:tcPr>
          <w:p w14:paraId="02EE6742" w14:textId="77777777" w:rsidR="008C4298" w:rsidRPr="00751DBB" w:rsidRDefault="008C4298" w:rsidP="00E67CCC">
            <w:pPr>
              <w:jc w:val="left"/>
              <w:rPr>
                <w:lang w:val="en-GB"/>
              </w:rPr>
            </w:pPr>
            <w:r w:rsidRPr="00751DBB">
              <w:rPr>
                <w:szCs w:val="18"/>
                <w:lang w:val="en-GB"/>
              </w:rPr>
              <w:t>SK’s 1</w:t>
            </w:r>
            <w:r w:rsidRPr="00751DBB">
              <w:rPr>
                <w:szCs w:val="18"/>
                <w:vertAlign w:val="superscript"/>
                <w:lang w:val="en-GB"/>
              </w:rPr>
              <w:t>st</w:t>
            </w:r>
            <w:r w:rsidRPr="00751DBB">
              <w:rPr>
                <w:szCs w:val="18"/>
                <w:lang w:val="en-GB"/>
              </w:rPr>
              <w:t xml:space="preserve"> root certificate</w:t>
            </w:r>
          </w:p>
        </w:tc>
      </w:tr>
      <w:tr w:rsidR="008C4298" w:rsidRPr="00751DBB" w14:paraId="2BBE509C" w14:textId="77777777" w:rsidTr="00E67CCC">
        <w:tc>
          <w:tcPr>
            <w:tcW w:w="1136" w:type="dxa"/>
            <w:tcBorders>
              <w:top w:val="single" w:sz="4" w:space="0" w:color="auto"/>
            </w:tcBorders>
          </w:tcPr>
          <w:p w14:paraId="75BD44E3" w14:textId="77777777" w:rsidR="008C4298" w:rsidRPr="00751DBB" w:rsidRDefault="008C4298" w:rsidP="00E67CCC">
            <w:pPr>
              <w:jc w:val="left"/>
              <w:rPr>
                <w:b/>
                <w:lang w:val="en-GB"/>
              </w:rPr>
            </w:pPr>
          </w:p>
        </w:tc>
        <w:tc>
          <w:tcPr>
            <w:tcW w:w="1454" w:type="dxa"/>
            <w:tcBorders>
              <w:top w:val="single" w:sz="4" w:space="0" w:color="auto"/>
            </w:tcBorders>
          </w:tcPr>
          <w:p w14:paraId="7908BF68" w14:textId="77777777" w:rsidR="008C4298" w:rsidRPr="00751DBB" w:rsidRDefault="008C4298" w:rsidP="00E67CCC">
            <w:pPr>
              <w:jc w:val="left"/>
              <w:rPr>
                <w:b/>
                <w:lang w:val="en-GB"/>
              </w:rPr>
            </w:pPr>
            <w:r w:rsidRPr="00751DBB">
              <w:rPr>
                <w:b/>
                <w:szCs w:val="18"/>
                <w:lang w:val="en-GB"/>
              </w:rPr>
              <w:t>ESTEID-SK</w:t>
            </w:r>
          </w:p>
        </w:tc>
        <w:tc>
          <w:tcPr>
            <w:tcW w:w="1906" w:type="dxa"/>
            <w:tcBorders>
              <w:top w:val="single" w:sz="4" w:space="0" w:color="auto"/>
            </w:tcBorders>
          </w:tcPr>
          <w:p w14:paraId="5FA3FE3A" w14:textId="77777777" w:rsidR="008C4298" w:rsidRPr="00751DBB" w:rsidRDefault="008C4298" w:rsidP="00E67CCC">
            <w:pPr>
              <w:jc w:val="left"/>
              <w:rPr>
                <w:lang w:val="en-GB"/>
              </w:rPr>
            </w:pPr>
          </w:p>
        </w:tc>
        <w:tc>
          <w:tcPr>
            <w:tcW w:w="1401" w:type="dxa"/>
            <w:tcBorders>
              <w:top w:val="single" w:sz="4" w:space="0" w:color="auto"/>
            </w:tcBorders>
          </w:tcPr>
          <w:p w14:paraId="315CE43E" w14:textId="77777777" w:rsidR="008C4298" w:rsidRPr="00751DBB" w:rsidRDefault="008C4298" w:rsidP="00E67CCC">
            <w:pPr>
              <w:jc w:val="left"/>
              <w:rPr>
                <w:b/>
                <w:lang w:val="en-GB"/>
              </w:rPr>
            </w:pPr>
            <w:r w:rsidRPr="00751DBB">
              <w:rPr>
                <w:szCs w:val="18"/>
                <w:lang w:val="en-GB"/>
              </w:rPr>
              <w:t>13-‎Jan-2012</w:t>
            </w:r>
          </w:p>
        </w:tc>
        <w:tc>
          <w:tcPr>
            <w:tcW w:w="2323" w:type="dxa"/>
            <w:tcBorders>
              <w:top w:val="single" w:sz="4" w:space="0" w:color="auto"/>
            </w:tcBorders>
          </w:tcPr>
          <w:p w14:paraId="53ACEAF3" w14:textId="77777777" w:rsidR="008C4298" w:rsidRPr="00751DBB" w:rsidRDefault="008C4298" w:rsidP="00E67CCC">
            <w:pPr>
              <w:jc w:val="left"/>
              <w:rPr>
                <w:b/>
                <w:lang w:val="en-GB"/>
              </w:rPr>
            </w:pPr>
            <w:r w:rsidRPr="00751DBB">
              <w:rPr>
                <w:szCs w:val="18"/>
                <w:lang w:val="en-GB"/>
              </w:rPr>
              <w:t>‎for ID cards issued until 2007</w:t>
            </w:r>
          </w:p>
        </w:tc>
      </w:tr>
      <w:tr w:rsidR="008C4298" w:rsidRPr="00751DBB" w14:paraId="2F4F56CD" w14:textId="77777777" w:rsidTr="00E67CCC">
        <w:tc>
          <w:tcPr>
            <w:tcW w:w="1136" w:type="dxa"/>
          </w:tcPr>
          <w:p w14:paraId="3F272C77" w14:textId="77777777" w:rsidR="008C4298" w:rsidRPr="00751DBB" w:rsidRDefault="008C4298" w:rsidP="00E67CCC">
            <w:pPr>
              <w:jc w:val="left"/>
              <w:rPr>
                <w:b/>
                <w:lang w:val="en-GB"/>
              </w:rPr>
            </w:pPr>
          </w:p>
        </w:tc>
        <w:tc>
          <w:tcPr>
            <w:tcW w:w="1454" w:type="dxa"/>
          </w:tcPr>
          <w:p w14:paraId="5CE1A91F" w14:textId="77777777" w:rsidR="008C4298" w:rsidRPr="00751DBB" w:rsidRDefault="008C4298" w:rsidP="00E67CCC">
            <w:pPr>
              <w:jc w:val="left"/>
              <w:rPr>
                <w:b/>
                <w:lang w:val="en-GB"/>
              </w:rPr>
            </w:pPr>
          </w:p>
        </w:tc>
        <w:tc>
          <w:tcPr>
            <w:tcW w:w="1906" w:type="dxa"/>
          </w:tcPr>
          <w:p w14:paraId="5821E692" w14:textId="77777777" w:rsidR="008C4298" w:rsidRPr="00751DBB" w:rsidRDefault="008C4298" w:rsidP="00E67CCC">
            <w:pPr>
              <w:jc w:val="left"/>
              <w:rPr>
                <w:lang w:val="en-GB"/>
              </w:rPr>
            </w:pPr>
            <w:r w:rsidRPr="00751DBB">
              <w:rPr>
                <w:i/>
                <w:szCs w:val="18"/>
                <w:lang w:val="en-GB"/>
              </w:rPr>
              <w:t>ESTEID-SK OCSP RESPONDER</w:t>
            </w:r>
          </w:p>
        </w:tc>
        <w:tc>
          <w:tcPr>
            <w:tcW w:w="1401" w:type="dxa"/>
          </w:tcPr>
          <w:p w14:paraId="279766DA" w14:textId="77777777" w:rsidR="008C4298" w:rsidRPr="00751DBB" w:rsidRDefault="008C4298" w:rsidP="00E67CCC">
            <w:pPr>
              <w:jc w:val="left"/>
              <w:rPr>
                <w:b/>
                <w:lang w:val="en-GB"/>
              </w:rPr>
            </w:pPr>
            <w:r w:rsidRPr="00751DBB">
              <w:rPr>
                <w:i/>
                <w:szCs w:val="18"/>
                <w:lang w:val="en-GB"/>
              </w:rPr>
              <w:t>24-Mar-2005</w:t>
            </w:r>
          </w:p>
        </w:tc>
        <w:tc>
          <w:tcPr>
            <w:tcW w:w="2323" w:type="dxa"/>
          </w:tcPr>
          <w:p w14:paraId="76517DAD" w14:textId="77777777" w:rsidR="008C4298" w:rsidRPr="00751DBB" w:rsidRDefault="008C4298" w:rsidP="00E67CCC">
            <w:pPr>
              <w:jc w:val="left"/>
              <w:rPr>
                <w:b/>
                <w:lang w:val="en-GB"/>
              </w:rPr>
            </w:pPr>
            <w:r w:rsidRPr="00751DBB">
              <w:rPr>
                <w:szCs w:val="18"/>
                <w:lang w:val="en-GB"/>
              </w:rPr>
              <w:t>ESTEID-SK OCSP Responder</w:t>
            </w:r>
          </w:p>
        </w:tc>
      </w:tr>
      <w:tr w:rsidR="008C4298" w:rsidRPr="00751DBB" w14:paraId="6873C40A" w14:textId="77777777" w:rsidTr="00E67CCC">
        <w:tc>
          <w:tcPr>
            <w:tcW w:w="1136" w:type="dxa"/>
          </w:tcPr>
          <w:p w14:paraId="11C1C12E" w14:textId="77777777" w:rsidR="008C4298" w:rsidRPr="00751DBB" w:rsidRDefault="008C4298" w:rsidP="00E67CCC">
            <w:pPr>
              <w:jc w:val="left"/>
              <w:rPr>
                <w:b/>
                <w:lang w:val="en-GB"/>
              </w:rPr>
            </w:pPr>
          </w:p>
        </w:tc>
        <w:tc>
          <w:tcPr>
            <w:tcW w:w="1454" w:type="dxa"/>
          </w:tcPr>
          <w:p w14:paraId="511CB8DC" w14:textId="77777777" w:rsidR="008C4298" w:rsidRPr="00751DBB" w:rsidRDefault="008C4298" w:rsidP="00E67CCC">
            <w:pPr>
              <w:jc w:val="left"/>
              <w:rPr>
                <w:b/>
                <w:lang w:val="en-GB"/>
              </w:rPr>
            </w:pPr>
          </w:p>
        </w:tc>
        <w:tc>
          <w:tcPr>
            <w:tcW w:w="1906" w:type="dxa"/>
          </w:tcPr>
          <w:p w14:paraId="55EC9DC5" w14:textId="77777777" w:rsidR="008C4298" w:rsidRPr="00751DBB" w:rsidRDefault="008C4298" w:rsidP="00E67CCC">
            <w:pPr>
              <w:jc w:val="left"/>
              <w:rPr>
                <w:lang w:val="en-GB"/>
              </w:rPr>
            </w:pPr>
            <w:r w:rsidRPr="00751DBB">
              <w:rPr>
                <w:i/>
                <w:szCs w:val="18"/>
                <w:lang w:val="en-GB"/>
              </w:rPr>
              <w:t>ESTEID-SK OCSP RESPONDER 2005</w:t>
            </w:r>
          </w:p>
        </w:tc>
        <w:tc>
          <w:tcPr>
            <w:tcW w:w="1401" w:type="dxa"/>
          </w:tcPr>
          <w:p w14:paraId="716D8433" w14:textId="77777777" w:rsidR="008C4298" w:rsidRPr="00751DBB" w:rsidRDefault="008C4298" w:rsidP="00E67CCC">
            <w:pPr>
              <w:jc w:val="left"/>
              <w:rPr>
                <w:b/>
                <w:lang w:val="en-GB"/>
              </w:rPr>
            </w:pPr>
            <w:r w:rsidRPr="00751DBB">
              <w:rPr>
                <w:i/>
                <w:szCs w:val="18"/>
                <w:lang w:val="en-GB"/>
              </w:rPr>
              <w:t>12-Jan- 2012</w:t>
            </w:r>
          </w:p>
        </w:tc>
        <w:tc>
          <w:tcPr>
            <w:tcW w:w="2323" w:type="dxa"/>
          </w:tcPr>
          <w:p w14:paraId="11759F7A" w14:textId="77777777" w:rsidR="008C4298" w:rsidRPr="00751DBB" w:rsidRDefault="008C4298" w:rsidP="00E67CCC">
            <w:pPr>
              <w:jc w:val="left"/>
              <w:rPr>
                <w:b/>
                <w:lang w:val="en-GB"/>
              </w:rPr>
            </w:pPr>
            <w:r w:rsidRPr="00751DBB">
              <w:rPr>
                <w:szCs w:val="18"/>
                <w:lang w:val="en-GB"/>
              </w:rPr>
              <w:t>ESTEID-SK OCSP Responder</w:t>
            </w:r>
          </w:p>
        </w:tc>
      </w:tr>
      <w:tr w:rsidR="008C4298" w:rsidRPr="00751DBB" w14:paraId="41CEF4FB" w14:textId="77777777" w:rsidTr="00E67CCC">
        <w:tc>
          <w:tcPr>
            <w:tcW w:w="1136" w:type="dxa"/>
          </w:tcPr>
          <w:p w14:paraId="3C34A0BB" w14:textId="77777777" w:rsidR="008C4298" w:rsidRPr="00751DBB" w:rsidRDefault="008C4298" w:rsidP="00E67CCC">
            <w:pPr>
              <w:jc w:val="left"/>
              <w:rPr>
                <w:b/>
                <w:lang w:val="en-GB"/>
              </w:rPr>
            </w:pPr>
          </w:p>
        </w:tc>
        <w:tc>
          <w:tcPr>
            <w:tcW w:w="1454" w:type="dxa"/>
          </w:tcPr>
          <w:p w14:paraId="4A06EB64" w14:textId="77777777" w:rsidR="008C4298" w:rsidRPr="00751DBB" w:rsidRDefault="008C4298" w:rsidP="00E67CCC">
            <w:pPr>
              <w:jc w:val="left"/>
              <w:rPr>
                <w:b/>
                <w:lang w:val="en-GB"/>
              </w:rPr>
            </w:pPr>
            <w:r w:rsidRPr="00751DBB">
              <w:rPr>
                <w:b/>
                <w:szCs w:val="18"/>
                <w:lang w:val="en-GB"/>
              </w:rPr>
              <w:t>ESTEID-SK 2007</w:t>
            </w:r>
          </w:p>
        </w:tc>
        <w:tc>
          <w:tcPr>
            <w:tcW w:w="1906" w:type="dxa"/>
          </w:tcPr>
          <w:p w14:paraId="068143C8" w14:textId="77777777" w:rsidR="008C4298" w:rsidRPr="00751DBB" w:rsidRDefault="008C4298" w:rsidP="00E67CCC">
            <w:pPr>
              <w:jc w:val="left"/>
              <w:rPr>
                <w:lang w:val="en-GB"/>
              </w:rPr>
            </w:pPr>
          </w:p>
        </w:tc>
        <w:tc>
          <w:tcPr>
            <w:tcW w:w="1401" w:type="dxa"/>
          </w:tcPr>
          <w:p w14:paraId="28120B14" w14:textId="77777777" w:rsidR="008C4298" w:rsidRPr="00751DBB" w:rsidRDefault="008C4298" w:rsidP="00E67CCC">
            <w:pPr>
              <w:jc w:val="left"/>
              <w:rPr>
                <w:b/>
                <w:lang w:val="en-GB"/>
              </w:rPr>
            </w:pPr>
            <w:r w:rsidRPr="00751DBB">
              <w:rPr>
                <w:szCs w:val="18"/>
                <w:lang w:val="en-GB"/>
              </w:rPr>
              <w:t>26-Aug-2016</w:t>
            </w:r>
          </w:p>
        </w:tc>
        <w:tc>
          <w:tcPr>
            <w:tcW w:w="2323" w:type="dxa"/>
          </w:tcPr>
          <w:p w14:paraId="573FB350" w14:textId="77777777" w:rsidR="008C4298" w:rsidRPr="00751DBB" w:rsidRDefault="008C4298" w:rsidP="00E67CCC">
            <w:pPr>
              <w:jc w:val="left"/>
              <w:rPr>
                <w:b/>
                <w:lang w:val="en-GB"/>
              </w:rPr>
            </w:pPr>
            <w:r w:rsidRPr="00751DBB">
              <w:rPr>
                <w:szCs w:val="18"/>
                <w:lang w:val="en-GB"/>
              </w:rPr>
              <w:t>for ID cards, Digi-ID and Mobile-IDs issued until 06.2011</w:t>
            </w:r>
          </w:p>
        </w:tc>
      </w:tr>
      <w:tr w:rsidR="008C4298" w:rsidRPr="00751DBB" w14:paraId="1F4F7340" w14:textId="77777777" w:rsidTr="00E67CCC">
        <w:tc>
          <w:tcPr>
            <w:tcW w:w="1136" w:type="dxa"/>
          </w:tcPr>
          <w:p w14:paraId="3B9910C2" w14:textId="77777777" w:rsidR="008C4298" w:rsidRPr="00751DBB" w:rsidRDefault="008C4298" w:rsidP="00E67CCC">
            <w:pPr>
              <w:jc w:val="left"/>
              <w:rPr>
                <w:b/>
                <w:lang w:val="en-GB"/>
              </w:rPr>
            </w:pPr>
          </w:p>
        </w:tc>
        <w:tc>
          <w:tcPr>
            <w:tcW w:w="1454" w:type="dxa"/>
          </w:tcPr>
          <w:p w14:paraId="7A24B891" w14:textId="77777777" w:rsidR="008C4298" w:rsidRPr="00751DBB" w:rsidRDefault="008C4298" w:rsidP="00E67CCC">
            <w:pPr>
              <w:jc w:val="left"/>
              <w:rPr>
                <w:b/>
                <w:lang w:val="en-GB"/>
              </w:rPr>
            </w:pPr>
          </w:p>
        </w:tc>
        <w:tc>
          <w:tcPr>
            <w:tcW w:w="1906" w:type="dxa"/>
          </w:tcPr>
          <w:p w14:paraId="6DC98790" w14:textId="77777777" w:rsidR="008C4298" w:rsidRPr="00751DBB" w:rsidRDefault="008C4298" w:rsidP="00E67CCC">
            <w:pPr>
              <w:jc w:val="left"/>
              <w:rPr>
                <w:lang w:val="en-GB"/>
              </w:rPr>
            </w:pPr>
            <w:r w:rsidRPr="00751DBB">
              <w:rPr>
                <w:i/>
                <w:szCs w:val="18"/>
                <w:lang w:val="en-GB"/>
              </w:rPr>
              <w:t>ESTEID-SK 2007 OCSP RESPONDER</w:t>
            </w:r>
          </w:p>
        </w:tc>
        <w:tc>
          <w:tcPr>
            <w:tcW w:w="1401" w:type="dxa"/>
          </w:tcPr>
          <w:p w14:paraId="676286F0" w14:textId="77777777" w:rsidR="008C4298" w:rsidRPr="00751DBB" w:rsidRDefault="008C4298" w:rsidP="00E67CCC">
            <w:pPr>
              <w:jc w:val="left"/>
              <w:rPr>
                <w:b/>
                <w:lang w:val="en-GB"/>
              </w:rPr>
            </w:pPr>
            <w:r w:rsidRPr="00751DBB">
              <w:rPr>
                <w:i/>
                <w:szCs w:val="18"/>
                <w:lang w:val="en-GB"/>
              </w:rPr>
              <w:t>08-Jan-2010</w:t>
            </w:r>
          </w:p>
        </w:tc>
        <w:tc>
          <w:tcPr>
            <w:tcW w:w="2323" w:type="dxa"/>
          </w:tcPr>
          <w:p w14:paraId="49DF871E" w14:textId="77777777" w:rsidR="008C4298" w:rsidRPr="00751DBB" w:rsidRDefault="008C4298" w:rsidP="00E67CCC">
            <w:pPr>
              <w:jc w:val="left"/>
              <w:rPr>
                <w:lang w:val="en-GB"/>
              </w:rPr>
            </w:pPr>
            <w:r w:rsidRPr="00751DBB">
              <w:rPr>
                <w:szCs w:val="18"/>
                <w:lang w:val="en-GB"/>
              </w:rPr>
              <w:t>ESTEID-SK 2007 OCSP Responder</w:t>
            </w:r>
          </w:p>
        </w:tc>
      </w:tr>
      <w:tr w:rsidR="008C4298" w:rsidRPr="00751DBB" w14:paraId="2E95B5AD" w14:textId="77777777" w:rsidTr="00E67CCC">
        <w:tc>
          <w:tcPr>
            <w:tcW w:w="1136" w:type="dxa"/>
          </w:tcPr>
          <w:p w14:paraId="46052090" w14:textId="77777777" w:rsidR="008C4298" w:rsidRPr="00751DBB" w:rsidRDefault="008C4298" w:rsidP="00E67CCC">
            <w:pPr>
              <w:jc w:val="left"/>
              <w:rPr>
                <w:b/>
                <w:lang w:val="en-GB"/>
              </w:rPr>
            </w:pPr>
          </w:p>
        </w:tc>
        <w:tc>
          <w:tcPr>
            <w:tcW w:w="1454" w:type="dxa"/>
          </w:tcPr>
          <w:p w14:paraId="4DBF04A3" w14:textId="77777777" w:rsidR="008C4298" w:rsidRPr="00751DBB" w:rsidRDefault="008C4298" w:rsidP="00E67CCC">
            <w:pPr>
              <w:jc w:val="left"/>
              <w:rPr>
                <w:b/>
                <w:lang w:val="en-GB"/>
              </w:rPr>
            </w:pPr>
          </w:p>
        </w:tc>
        <w:tc>
          <w:tcPr>
            <w:tcW w:w="1906" w:type="dxa"/>
          </w:tcPr>
          <w:p w14:paraId="3421B044" w14:textId="77777777" w:rsidR="008C4298" w:rsidRPr="00751DBB" w:rsidRDefault="008C4298" w:rsidP="00E67CCC">
            <w:pPr>
              <w:jc w:val="left"/>
              <w:rPr>
                <w:lang w:val="en-GB"/>
              </w:rPr>
            </w:pPr>
            <w:r w:rsidRPr="00751DBB">
              <w:rPr>
                <w:i/>
                <w:szCs w:val="18"/>
                <w:lang w:val="en-GB"/>
              </w:rPr>
              <w:t>ESTEID-SK 2007 OCSP RESPONDER 2010</w:t>
            </w:r>
          </w:p>
        </w:tc>
        <w:tc>
          <w:tcPr>
            <w:tcW w:w="1401" w:type="dxa"/>
          </w:tcPr>
          <w:p w14:paraId="0B73EC62" w14:textId="77777777" w:rsidR="008C4298" w:rsidRPr="00751DBB" w:rsidRDefault="008C4298" w:rsidP="00E67CCC">
            <w:pPr>
              <w:jc w:val="left"/>
              <w:rPr>
                <w:b/>
                <w:lang w:val="en-GB"/>
              </w:rPr>
            </w:pPr>
            <w:r w:rsidRPr="00751DBB">
              <w:rPr>
                <w:i/>
                <w:szCs w:val="18"/>
                <w:lang w:val="en-GB"/>
              </w:rPr>
              <w:t>26-Aug-2016</w:t>
            </w:r>
          </w:p>
        </w:tc>
        <w:tc>
          <w:tcPr>
            <w:tcW w:w="2323" w:type="dxa"/>
          </w:tcPr>
          <w:p w14:paraId="7940309B" w14:textId="77777777" w:rsidR="008C4298" w:rsidRPr="00751DBB" w:rsidRDefault="008C4298" w:rsidP="00E67CCC">
            <w:pPr>
              <w:jc w:val="left"/>
              <w:rPr>
                <w:b/>
                <w:lang w:val="en-GB"/>
              </w:rPr>
            </w:pPr>
            <w:r w:rsidRPr="00751DBB">
              <w:rPr>
                <w:szCs w:val="18"/>
                <w:lang w:val="en-GB"/>
              </w:rPr>
              <w:t>ESTEID-SK 2007 OCSP Responder</w:t>
            </w:r>
          </w:p>
        </w:tc>
      </w:tr>
      <w:tr w:rsidR="008C4298" w:rsidRPr="00751DBB" w14:paraId="701DF60D" w14:textId="77777777" w:rsidTr="00E67CCC">
        <w:tc>
          <w:tcPr>
            <w:tcW w:w="1136" w:type="dxa"/>
          </w:tcPr>
          <w:p w14:paraId="406781FE" w14:textId="77777777" w:rsidR="008C4298" w:rsidRPr="00751DBB" w:rsidRDefault="008C4298" w:rsidP="00E67CCC">
            <w:pPr>
              <w:jc w:val="left"/>
              <w:rPr>
                <w:b/>
                <w:lang w:val="en-GB"/>
              </w:rPr>
            </w:pPr>
          </w:p>
        </w:tc>
        <w:tc>
          <w:tcPr>
            <w:tcW w:w="1454" w:type="dxa"/>
          </w:tcPr>
          <w:p w14:paraId="5DF2C670" w14:textId="77777777" w:rsidR="008C4298" w:rsidRPr="00751DBB" w:rsidRDefault="008C4298" w:rsidP="00E67CCC">
            <w:pPr>
              <w:jc w:val="left"/>
              <w:rPr>
                <w:b/>
                <w:lang w:val="en-GB"/>
              </w:rPr>
            </w:pPr>
            <w:r w:rsidRPr="00751DBB">
              <w:rPr>
                <w:b/>
                <w:szCs w:val="18"/>
                <w:lang w:val="en-GB"/>
              </w:rPr>
              <w:t>EID-SK</w:t>
            </w:r>
          </w:p>
        </w:tc>
        <w:tc>
          <w:tcPr>
            <w:tcW w:w="1906" w:type="dxa"/>
          </w:tcPr>
          <w:p w14:paraId="45B3965F" w14:textId="77777777" w:rsidR="008C4298" w:rsidRPr="00751DBB" w:rsidRDefault="008C4298" w:rsidP="00E67CCC">
            <w:pPr>
              <w:jc w:val="left"/>
              <w:rPr>
                <w:lang w:val="en-GB"/>
              </w:rPr>
            </w:pPr>
          </w:p>
        </w:tc>
        <w:tc>
          <w:tcPr>
            <w:tcW w:w="1401" w:type="dxa"/>
          </w:tcPr>
          <w:p w14:paraId="159C92A1" w14:textId="77777777" w:rsidR="008C4298" w:rsidRPr="00751DBB" w:rsidRDefault="008C4298" w:rsidP="00E67CCC">
            <w:pPr>
              <w:jc w:val="left"/>
              <w:rPr>
                <w:b/>
                <w:lang w:val="en-GB"/>
              </w:rPr>
            </w:pPr>
            <w:r w:rsidRPr="00751DBB">
              <w:rPr>
                <w:szCs w:val="18"/>
                <w:lang w:val="en-GB"/>
              </w:rPr>
              <w:t>08-May-2014</w:t>
            </w:r>
          </w:p>
        </w:tc>
        <w:tc>
          <w:tcPr>
            <w:tcW w:w="2323" w:type="dxa"/>
          </w:tcPr>
          <w:p w14:paraId="32B1F558" w14:textId="77777777" w:rsidR="008C4298" w:rsidRPr="00751DBB" w:rsidRDefault="008C4298" w:rsidP="00E67CCC">
            <w:pPr>
              <w:jc w:val="left"/>
              <w:rPr>
                <w:b/>
                <w:lang w:val="en-GB"/>
              </w:rPr>
            </w:pPr>
            <w:r w:rsidRPr="00751DBB">
              <w:rPr>
                <w:szCs w:val="18"/>
                <w:lang w:val="en-GB"/>
              </w:rPr>
              <w:t>for all other personal certificates issued until 01.2007</w:t>
            </w:r>
          </w:p>
        </w:tc>
      </w:tr>
      <w:tr w:rsidR="008C4298" w:rsidRPr="00751DBB" w14:paraId="7242330B" w14:textId="77777777" w:rsidTr="00E67CCC">
        <w:tc>
          <w:tcPr>
            <w:tcW w:w="1136" w:type="dxa"/>
          </w:tcPr>
          <w:p w14:paraId="48753CB2" w14:textId="77777777" w:rsidR="008C4298" w:rsidRPr="00751DBB" w:rsidRDefault="008C4298" w:rsidP="00E67CCC">
            <w:pPr>
              <w:jc w:val="left"/>
              <w:rPr>
                <w:b/>
                <w:lang w:val="en-GB"/>
              </w:rPr>
            </w:pPr>
          </w:p>
        </w:tc>
        <w:tc>
          <w:tcPr>
            <w:tcW w:w="1454" w:type="dxa"/>
          </w:tcPr>
          <w:p w14:paraId="54A648C3" w14:textId="77777777" w:rsidR="008C4298" w:rsidRPr="00751DBB" w:rsidRDefault="008C4298" w:rsidP="00E67CCC">
            <w:pPr>
              <w:jc w:val="left"/>
              <w:rPr>
                <w:b/>
                <w:lang w:val="en-GB"/>
              </w:rPr>
            </w:pPr>
          </w:p>
        </w:tc>
        <w:tc>
          <w:tcPr>
            <w:tcW w:w="1906" w:type="dxa"/>
          </w:tcPr>
          <w:p w14:paraId="0A42415A" w14:textId="77777777" w:rsidR="008C4298" w:rsidRPr="00751DBB" w:rsidRDefault="008C4298" w:rsidP="00E67CCC">
            <w:pPr>
              <w:jc w:val="left"/>
              <w:rPr>
                <w:lang w:val="en-GB"/>
              </w:rPr>
            </w:pPr>
            <w:r w:rsidRPr="00751DBB">
              <w:rPr>
                <w:i/>
                <w:szCs w:val="18"/>
                <w:lang w:val="en-GB"/>
              </w:rPr>
              <w:t>EID-SK</w:t>
            </w:r>
            <w:r>
              <w:rPr>
                <w:i/>
                <w:szCs w:val="18"/>
                <w:lang w:val="en-GB"/>
              </w:rPr>
              <w:t xml:space="preserve"> 2007</w:t>
            </w:r>
            <w:r w:rsidRPr="00751DBB">
              <w:rPr>
                <w:i/>
                <w:szCs w:val="18"/>
                <w:lang w:val="en-GB"/>
              </w:rPr>
              <w:t xml:space="preserve"> OCSP RESPONDER</w:t>
            </w:r>
          </w:p>
        </w:tc>
        <w:tc>
          <w:tcPr>
            <w:tcW w:w="1401" w:type="dxa"/>
          </w:tcPr>
          <w:p w14:paraId="2AD1CB60" w14:textId="77777777" w:rsidR="008C4298" w:rsidRPr="00751DBB" w:rsidRDefault="008C4298" w:rsidP="00E67CCC">
            <w:pPr>
              <w:jc w:val="left"/>
              <w:rPr>
                <w:b/>
                <w:lang w:val="en-GB"/>
              </w:rPr>
            </w:pPr>
            <w:r w:rsidRPr="00751DBB">
              <w:rPr>
                <w:i/>
                <w:szCs w:val="18"/>
                <w:lang w:val="en-GB"/>
              </w:rPr>
              <w:t>15-May-2007</w:t>
            </w:r>
          </w:p>
        </w:tc>
        <w:tc>
          <w:tcPr>
            <w:tcW w:w="2323" w:type="dxa"/>
          </w:tcPr>
          <w:p w14:paraId="4D73E5C2" w14:textId="77777777" w:rsidR="008C4298" w:rsidRPr="00751DBB" w:rsidRDefault="008C4298" w:rsidP="00E67CCC">
            <w:pPr>
              <w:jc w:val="left"/>
              <w:rPr>
                <w:b/>
                <w:lang w:val="en-GB"/>
              </w:rPr>
            </w:pPr>
            <w:r w:rsidRPr="00751DBB">
              <w:rPr>
                <w:szCs w:val="18"/>
                <w:lang w:val="en-GB"/>
              </w:rPr>
              <w:t>EID-SK OCSP Responder</w:t>
            </w:r>
          </w:p>
        </w:tc>
      </w:tr>
      <w:tr w:rsidR="008C4298" w:rsidRPr="00751DBB" w14:paraId="43FCB23A" w14:textId="77777777" w:rsidTr="00E67CCC">
        <w:tc>
          <w:tcPr>
            <w:tcW w:w="1136" w:type="dxa"/>
          </w:tcPr>
          <w:p w14:paraId="70AD1897" w14:textId="77777777" w:rsidR="008C4298" w:rsidRPr="00751DBB" w:rsidRDefault="008C4298" w:rsidP="00E67CCC">
            <w:pPr>
              <w:jc w:val="left"/>
              <w:rPr>
                <w:b/>
                <w:lang w:val="en-GB"/>
              </w:rPr>
            </w:pPr>
          </w:p>
        </w:tc>
        <w:tc>
          <w:tcPr>
            <w:tcW w:w="1454" w:type="dxa"/>
          </w:tcPr>
          <w:p w14:paraId="3B9552C4" w14:textId="77777777" w:rsidR="008C4298" w:rsidRPr="00751DBB" w:rsidRDefault="008C4298" w:rsidP="00E67CCC">
            <w:pPr>
              <w:jc w:val="left"/>
              <w:rPr>
                <w:b/>
                <w:lang w:val="en-GB"/>
              </w:rPr>
            </w:pPr>
            <w:r w:rsidRPr="00751DBB">
              <w:rPr>
                <w:b/>
                <w:szCs w:val="18"/>
                <w:lang w:val="en-GB"/>
              </w:rPr>
              <w:t>EID-SK 2007</w:t>
            </w:r>
          </w:p>
        </w:tc>
        <w:tc>
          <w:tcPr>
            <w:tcW w:w="1906" w:type="dxa"/>
          </w:tcPr>
          <w:p w14:paraId="6A94F10F" w14:textId="77777777" w:rsidR="008C4298" w:rsidRPr="00751DBB" w:rsidRDefault="008C4298" w:rsidP="00E67CCC">
            <w:pPr>
              <w:jc w:val="left"/>
              <w:rPr>
                <w:lang w:val="en-GB"/>
              </w:rPr>
            </w:pPr>
          </w:p>
        </w:tc>
        <w:tc>
          <w:tcPr>
            <w:tcW w:w="1401" w:type="dxa"/>
          </w:tcPr>
          <w:p w14:paraId="6EF0ADB4" w14:textId="77777777" w:rsidR="008C4298" w:rsidRPr="00751DBB" w:rsidRDefault="008C4298" w:rsidP="00E67CCC">
            <w:pPr>
              <w:jc w:val="left"/>
              <w:rPr>
                <w:b/>
                <w:lang w:val="en-GB"/>
              </w:rPr>
            </w:pPr>
            <w:r w:rsidRPr="00751DBB">
              <w:rPr>
                <w:szCs w:val="18"/>
                <w:lang w:val="en-GB"/>
              </w:rPr>
              <w:t>26-Aug-2016</w:t>
            </w:r>
          </w:p>
        </w:tc>
        <w:tc>
          <w:tcPr>
            <w:tcW w:w="2323" w:type="dxa"/>
          </w:tcPr>
          <w:p w14:paraId="2244C9C1" w14:textId="77777777" w:rsidR="008C4298" w:rsidRPr="00751DBB" w:rsidRDefault="008C4298" w:rsidP="00E67CCC">
            <w:pPr>
              <w:jc w:val="left"/>
              <w:rPr>
                <w:b/>
                <w:lang w:val="en-GB"/>
              </w:rPr>
            </w:pPr>
            <w:r w:rsidRPr="00751DBB">
              <w:rPr>
                <w:szCs w:val="18"/>
                <w:lang w:val="en-GB"/>
              </w:rPr>
              <w:t>for Estonian Mobile-IDs issued until 02.2011 and Lithuanian Mobile IDs issued until 06.2011</w:t>
            </w:r>
          </w:p>
        </w:tc>
      </w:tr>
      <w:tr w:rsidR="008C4298" w:rsidRPr="00751DBB" w14:paraId="6C6D671A" w14:textId="77777777" w:rsidTr="00E67CCC">
        <w:tc>
          <w:tcPr>
            <w:tcW w:w="1136" w:type="dxa"/>
          </w:tcPr>
          <w:p w14:paraId="504E2EFD" w14:textId="77777777" w:rsidR="008C4298" w:rsidRPr="00751DBB" w:rsidRDefault="008C4298" w:rsidP="00E67CCC">
            <w:pPr>
              <w:jc w:val="left"/>
              <w:rPr>
                <w:b/>
                <w:lang w:val="en-GB"/>
              </w:rPr>
            </w:pPr>
          </w:p>
        </w:tc>
        <w:tc>
          <w:tcPr>
            <w:tcW w:w="1454" w:type="dxa"/>
          </w:tcPr>
          <w:p w14:paraId="626D8A88" w14:textId="77777777" w:rsidR="008C4298" w:rsidRPr="00751DBB" w:rsidRDefault="008C4298" w:rsidP="00E67CCC">
            <w:pPr>
              <w:jc w:val="left"/>
              <w:rPr>
                <w:b/>
                <w:lang w:val="en-GB"/>
              </w:rPr>
            </w:pPr>
          </w:p>
        </w:tc>
        <w:tc>
          <w:tcPr>
            <w:tcW w:w="1906" w:type="dxa"/>
          </w:tcPr>
          <w:p w14:paraId="1F686F75" w14:textId="77777777" w:rsidR="008C4298" w:rsidRPr="00751DBB" w:rsidRDefault="008C4298" w:rsidP="00E67CCC">
            <w:pPr>
              <w:jc w:val="left"/>
              <w:rPr>
                <w:lang w:val="en-GB"/>
              </w:rPr>
            </w:pPr>
            <w:r w:rsidRPr="00751DBB">
              <w:rPr>
                <w:i/>
                <w:szCs w:val="18"/>
                <w:lang w:val="en-GB"/>
              </w:rPr>
              <w:t>EID-SK 2007 OCSP RESPONDER</w:t>
            </w:r>
          </w:p>
        </w:tc>
        <w:tc>
          <w:tcPr>
            <w:tcW w:w="1401" w:type="dxa"/>
          </w:tcPr>
          <w:p w14:paraId="04888C23" w14:textId="77777777" w:rsidR="008C4298" w:rsidRPr="00751DBB" w:rsidRDefault="008C4298" w:rsidP="00E67CCC">
            <w:pPr>
              <w:jc w:val="left"/>
              <w:rPr>
                <w:b/>
                <w:lang w:val="en-GB"/>
              </w:rPr>
            </w:pPr>
            <w:r w:rsidRPr="00751DBB">
              <w:rPr>
                <w:i/>
                <w:szCs w:val="18"/>
                <w:lang w:val="en-GB"/>
              </w:rPr>
              <w:t>17-Apr- ‎2010</w:t>
            </w:r>
          </w:p>
        </w:tc>
        <w:tc>
          <w:tcPr>
            <w:tcW w:w="2323" w:type="dxa"/>
          </w:tcPr>
          <w:p w14:paraId="0574C9C6" w14:textId="77777777" w:rsidR="008C4298" w:rsidRPr="00751DBB" w:rsidRDefault="008C4298" w:rsidP="00E67CCC">
            <w:pPr>
              <w:jc w:val="left"/>
              <w:rPr>
                <w:b/>
                <w:lang w:val="en-GB"/>
              </w:rPr>
            </w:pPr>
            <w:r w:rsidRPr="00751DBB">
              <w:rPr>
                <w:szCs w:val="18"/>
                <w:lang w:val="en-GB"/>
              </w:rPr>
              <w:t>EID-SK 2007 OCSP Responder</w:t>
            </w:r>
          </w:p>
        </w:tc>
      </w:tr>
      <w:tr w:rsidR="008C4298" w:rsidRPr="00751DBB" w14:paraId="0A4B21C8" w14:textId="77777777" w:rsidTr="00E67CCC">
        <w:tc>
          <w:tcPr>
            <w:tcW w:w="1136" w:type="dxa"/>
          </w:tcPr>
          <w:p w14:paraId="3C1936CC" w14:textId="77777777" w:rsidR="008C4298" w:rsidRPr="00751DBB" w:rsidRDefault="008C4298" w:rsidP="00E67CCC">
            <w:pPr>
              <w:jc w:val="left"/>
              <w:rPr>
                <w:b/>
                <w:lang w:val="en-GB"/>
              </w:rPr>
            </w:pPr>
          </w:p>
        </w:tc>
        <w:tc>
          <w:tcPr>
            <w:tcW w:w="1454" w:type="dxa"/>
          </w:tcPr>
          <w:p w14:paraId="2E580EBF" w14:textId="77777777" w:rsidR="008C4298" w:rsidRPr="00751DBB" w:rsidRDefault="008C4298" w:rsidP="00E67CCC">
            <w:pPr>
              <w:jc w:val="left"/>
              <w:rPr>
                <w:b/>
                <w:lang w:val="en-GB"/>
              </w:rPr>
            </w:pPr>
          </w:p>
        </w:tc>
        <w:tc>
          <w:tcPr>
            <w:tcW w:w="1906" w:type="dxa"/>
          </w:tcPr>
          <w:p w14:paraId="033A78AD" w14:textId="77777777" w:rsidR="008C4298" w:rsidRPr="00751DBB" w:rsidRDefault="008C4298" w:rsidP="00E67CCC">
            <w:pPr>
              <w:jc w:val="left"/>
              <w:rPr>
                <w:lang w:val="en-GB"/>
              </w:rPr>
            </w:pPr>
            <w:r w:rsidRPr="00751DBB">
              <w:rPr>
                <w:i/>
                <w:szCs w:val="18"/>
                <w:lang w:val="en-GB"/>
              </w:rPr>
              <w:t>EID-SK 2007 OCSP RESPONDER</w:t>
            </w:r>
            <w:r>
              <w:rPr>
                <w:i/>
                <w:szCs w:val="18"/>
                <w:lang w:val="en-GB"/>
              </w:rPr>
              <w:t xml:space="preserve"> 2010</w:t>
            </w:r>
          </w:p>
        </w:tc>
        <w:tc>
          <w:tcPr>
            <w:tcW w:w="1401" w:type="dxa"/>
          </w:tcPr>
          <w:p w14:paraId="75343CAB" w14:textId="77777777" w:rsidR="008C4298" w:rsidRPr="00751DBB" w:rsidRDefault="008C4298" w:rsidP="00E67CCC">
            <w:pPr>
              <w:jc w:val="left"/>
              <w:rPr>
                <w:b/>
                <w:lang w:val="en-GB"/>
              </w:rPr>
            </w:pPr>
            <w:r w:rsidRPr="00751DBB">
              <w:rPr>
                <w:i/>
                <w:szCs w:val="18"/>
                <w:lang w:val="en-GB"/>
              </w:rPr>
              <w:t>26-Aug- ‎2010</w:t>
            </w:r>
          </w:p>
        </w:tc>
        <w:tc>
          <w:tcPr>
            <w:tcW w:w="2323" w:type="dxa"/>
          </w:tcPr>
          <w:p w14:paraId="70085253" w14:textId="77777777" w:rsidR="008C4298" w:rsidRPr="00751DBB" w:rsidRDefault="008C4298" w:rsidP="00E67CCC">
            <w:pPr>
              <w:jc w:val="left"/>
              <w:rPr>
                <w:b/>
                <w:lang w:val="en-GB"/>
              </w:rPr>
            </w:pPr>
            <w:r w:rsidRPr="00751DBB">
              <w:rPr>
                <w:szCs w:val="18"/>
                <w:lang w:val="en-GB"/>
              </w:rPr>
              <w:t>EID-SK 2007 OCSP   Responder</w:t>
            </w:r>
          </w:p>
        </w:tc>
      </w:tr>
      <w:tr w:rsidR="008C4298" w:rsidRPr="00751DBB" w14:paraId="2C8BC5AD" w14:textId="77777777" w:rsidTr="00E67CCC">
        <w:tc>
          <w:tcPr>
            <w:tcW w:w="1136" w:type="dxa"/>
          </w:tcPr>
          <w:p w14:paraId="7F5BB139" w14:textId="77777777" w:rsidR="008C4298" w:rsidRPr="00751DBB" w:rsidRDefault="008C4298" w:rsidP="00E67CCC">
            <w:pPr>
              <w:jc w:val="left"/>
              <w:rPr>
                <w:b/>
                <w:lang w:val="en-GB"/>
              </w:rPr>
            </w:pPr>
          </w:p>
        </w:tc>
        <w:tc>
          <w:tcPr>
            <w:tcW w:w="1454" w:type="dxa"/>
          </w:tcPr>
          <w:p w14:paraId="7BAAC10E" w14:textId="77777777" w:rsidR="008C4298" w:rsidRPr="00751DBB" w:rsidRDefault="008C4298" w:rsidP="00E67CCC">
            <w:pPr>
              <w:jc w:val="left"/>
              <w:rPr>
                <w:b/>
                <w:lang w:val="en-GB"/>
              </w:rPr>
            </w:pPr>
            <w:r w:rsidRPr="00751DBB">
              <w:rPr>
                <w:b/>
                <w:szCs w:val="18"/>
                <w:lang w:val="en-GB"/>
              </w:rPr>
              <w:t>KLASS</w:t>
            </w:r>
            <w:r>
              <w:rPr>
                <w:b/>
                <w:szCs w:val="18"/>
                <w:lang w:val="en-GB"/>
              </w:rPr>
              <w:t>3</w:t>
            </w:r>
            <w:r w:rsidRPr="00751DBB">
              <w:rPr>
                <w:b/>
                <w:szCs w:val="18"/>
                <w:lang w:val="en-GB"/>
              </w:rPr>
              <w:t>-SK</w:t>
            </w:r>
          </w:p>
        </w:tc>
        <w:tc>
          <w:tcPr>
            <w:tcW w:w="1906" w:type="dxa"/>
          </w:tcPr>
          <w:p w14:paraId="60BD1EE9" w14:textId="77777777" w:rsidR="008C4298" w:rsidRPr="00751DBB" w:rsidRDefault="008C4298" w:rsidP="00E67CCC">
            <w:pPr>
              <w:jc w:val="left"/>
              <w:rPr>
                <w:lang w:val="en-GB"/>
              </w:rPr>
            </w:pPr>
          </w:p>
        </w:tc>
        <w:tc>
          <w:tcPr>
            <w:tcW w:w="1401" w:type="dxa"/>
          </w:tcPr>
          <w:p w14:paraId="5257AEFA" w14:textId="77777777" w:rsidR="008C4298" w:rsidRPr="00751DBB" w:rsidRDefault="008C4298" w:rsidP="00E67CCC">
            <w:pPr>
              <w:jc w:val="left"/>
              <w:rPr>
                <w:b/>
                <w:lang w:val="en-GB"/>
              </w:rPr>
            </w:pPr>
            <w:r w:rsidRPr="00751DBB">
              <w:rPr>
                <w:szCs w:val="18"/>
                <w:lang w:val="en-GB"/>
              </w:rPr>
              <w:t>05-May-2012</w:t>
            </w:r>
          </w:p>
        </w:tc>
        <w:tc>
          <w:tcPr>
            <w:tcW w:w="2323" w:type="dxa"/>
          </w:tcPr>
          <w:p w14:paraId="08E0A0F6" w14:textId="77777777" w:rsidR="008C4298" w:rsidRPr="00751DBB" w:rsidRDefault="008C4298" w:rsidP="00E67CCC">
            <w:pPr>
              <w:jc w:val="left"/>
              <w:rPr>
                <w:b/>
                <w:lang w:val="en-GB"/>
              </w:rPr>
            </w:pPr>
            <w:r w:rsidRPr="00751DBB">
              <w:rPr>
                <w:szCs w:val="18"/>
                <w:lang w:val="en-GB"/>
              </w:rPr>
              <w:t>for organizational certificates issued until 10.2010</w:t>
            </w:r>
          </w:p>
        </w:tc>
      </w:tr>
      <w:tr w:rsidR="008C4298" w:rsidRPr="00751DBB" w14:paraId="2DE77848" w14:textId="77777777" w:rsidTr="00E67CCC">
        <w:tc>
          <w:tcPr>
            <w:tcW w:w="1136" w:type="dxa"/>
          </w:tcPr>
          <w:p w14:paraId="092B3C31" w14:textId="77777777" w:rsidR="008C4298" w:rsidRPr="00751DBB" w:rsidRDefault="008C4298" w:rsidP="00E67CCC">
            <w:pPr>
              <w:jc w:val="left"/>
              <w:rPr>
                <w:b/>
                <w:lang w:val="en-GB"/>
              </w:rPr>
            </w:pPr>
          </w:p>
        </w:tc>
        <w:tc>
          <w:tcPr>
            <w:tcW w:w="1454" w:type="dxa"/>
          </w:tcPr>
          <w:p w14:paraId="5AB0DC12" w14:textId="77777777" w:rsidR="008C4298" w:rsidRPr="00751DBB" w:rsidRDefault="008C4298" w:rsidP="00E67CCC">
            <w:pPr>
              <w:jc w:val="left"/>
              <w:rPr>
                <w:b/>
                <w:lang w:val="en-GB"/>
              </w:rPr>
            </w:pPr>
          </w:p>
        </w:tc>
        <w:tc>
          <w:tcPr>
            <w:tcW w:w="1906" w:type="dxa"/>
          </w:tcPr>
          <w:p w14:paraId="4DF78830" w14:textId="77777777" w:rsidR="008C4298" w:rsidRPr="00751DBB" w:rsidRDefault="008C4298" w:rsidP="00E67CCC">
            <w:pPr>
              <w:jc w:val="left"/>
              <w:rPr>
                <w:lang w:val="en-GB"/>
              </w:rPr>
            </w:pPr>
            <w:r w:rsidRPr="00751DBB">
              <w:rPr>
                <w:i/>
                <w:szCs w:val="18"/>
                <w:lang w:val="en-GB"/>
              </w:rPr>
              <w:t>KLASS</w:t>
            </w:r>
            <w:r>
              <w:rPr>
                <w:i/>
                <w:szCs w:val="18"/>
                <w:lang w:val="en-GB"/>
              </w:rPr>
              <w:t>3</w:t>
            </w:r>
            <w:r w:rsidRPr="00751DBB">
              <w:rPr>
                <w:i/>
                <w:szCs w:val="18"/>
                <w:lang w:val="en-GB"/>
              </w:rPr>
              <w:t>-SK OCSP RESPONDER</w:t>
            </w:r>
          </w:p>
        </w:tc>
        <w:tc>
          <w:tcPr>
            <w:tcW w:w="1401" w:type="dxa"/>
          </w:tcPr>
          <w:p w14:paraId="2C3077A0" w14:textId="77777777" w:rsidR="008C4298" w:rsidRPr="00751DBB" w:rsidRDefault="008C4298" w:rsidP="00E67CCC">
            <w:pPr>
              <w:jc w:val="left"/>
              <w:rPr>
                <w:b/>
                <w:lang w:val="en-GB"/>
              </w:rPr>
            </w:pPr>
            <w:r w:rsidRPr="00751DBB">
              <w:rPr>
                <w:i/>
                <w:szCs w:val="18"/>
                <w:lang w:val="en-GB"/>
              </w:rPr>
              <w:t>05-Apr- 2006</w:t>
            </w:r>
          </w:p>
        </w:tc>
        <w:tc>
          <w:tcPr>
            <w:tcW w:w="2323" w:type="dxa"/>
          </w:tcPr>
          <w:p w14:paraId="5A69F4F6" w14:textId="77777777" w:rsidR="008C4298" w:rsidRPr="00751DBB" w:rsidRDefault="008C4298" w:rsidP="00E67CCC">
            <w:pPr>
              <w:jc w:val="left"/>
              <w:rPr>
                <w:b/>
                <w:lang w:val="en-GB"/>
              </w:rPr>
            </w:pPr>
            <w:r w:rsidRPr="00751DBB">
              <w:rPr>
                <w:szCs w:val="18"/>
                <w:lang w:val="en-GB"/>
              </w:rPr>
              <w:t>KLASS</w:t>
            </w:r>
            <w:r>
              <w:rPr>
                <w:szCs w:val="18"/>
                <w:lang w:val="en-GB"/>
              </w:rPr>
              <w:t>3</w:t>
            </w:r>
            <w:r w:rsidRPr="00751DBB">
              <w:rPr>
                <w:szCs w:val="18"/>
                <w:lang w:val="en-GB"/>
              </w:rPr>
              <w:t>-SK OCSP   Responder</w:t>
            </w:r>
          </w:p>
        </w:tc>
      </w:tr>
      <w:tr w:rsidR="008C4298" w:rsidRPr="00751DBB" w14:paraId="4B823C5A" w14:textId="77777777" w:rsidTr="00E67CCC">
        <w:tc>
          <w:tcPr>
            <w:tcW w:w="1136" w:type="dxa"/>
          </w:tcPr>
          <w:p w14:paraId="23FE1FC0" w14:textId="77777777" w:rsidR="008C4298" w:rsidRPr="00751DBB" w:rsidRDefault="008C4298" w:rsidP="00E67CCC">
            <w:pPr>
              <w:jc w:val="left"/>
              <w:rPr>
                <w:b/>
                <w:lang w:val="en-GB"/>
              </w:rPr>
            </w:pPr>
          </w:p>
        </w:tc>
        <w:tc>
          <w:tcPr>
            <w:tcW w:w="1454" w:type="dxa"/>
          </w:tcPr>
          <w:p w14:paraId="6714C810" w14:textId="77777777" w:rsidR="008C4298" w:rsidRPr="00751DBB" w:rsidRDefault="008C4298" w:rsidP="00E67CCC">
            <w:pPr>
              <w:jc w:val="left"/>
              <w:rPr>
                <w:b/>
                <w:lang w:val="en-GB"/>
              </w:rPr>
            </w:pPr>
          </w:p>
        </w:tc>
        <w:tc>
          <w:tcPr>
            <w:tcW w:w="1906" w:type="dxa"/>
          </w:tcPr>
          <w:p w14:paraId="234BFA50" w14:textId="77777777" w:rsidR="008C4298" w:rsidRPr="00751DBB" w:rsidRDefault="008C4298" w:rsidP="00E67CCC">
            <w:pPr>
              <w:jc w:val="left"/>
              <w:rPr>
                <w:lang w:val="en-GB"/>
              </w:rPr>
            </w:pPr>
            <w:r w:rsidRPr="00751DBB">
              <w:rPr>
                <w:i/>
                <w:szCs w:val="18"/>
                <w:lang w:val="en-GB"/>
              </w:rPr>
              <w:t>KLASS</w:t>
            </w:r>
            <w:r>
              <w:rPr>
                <w:i/>
                <w:szCs w:val="18"/>
                <w:lang w:val="en-GB"/>
              </w:rPr>
              <w:t>3</w:t>
            </w:r>
            <w:r w:rsidRPr="00751DBB">
              <w:rPr>
                <w:i/>
                <w:szCs w:val="18"/>
                <w:lang w:val="en-GB"/>
              </w:rPr>
              <w:t>-SK OCSP 2006 RESPONDER</w:t>
            </w:r>
          </w:p>
        </w:tc>
        <w:tc>
          <w:tcPr>
            <w:tcW w:w="1401" w:type="dxa"/>
          </w:tcPr>
          <w:p w14:paraId="34CE8324" w14:textId="77777777" w:rsidR="008C4298" w:rsidRPr="00751DBB" w:rsidRDefault="008C4298" w:rsidP="00E67CCC">
            <w:pPr>
              <w:jc w:val="left"/>
              <w:rPr>
                <w:b/>
                <w:lang w:val="en-GB"/>
              </w:rPr>
            </w:pPr>
            <w:r w:rsidRPr="00751DBB">
              <w:rPr>
                <w:i/>
                <w:szCs w:val="18"/>
                <w:lang w:val="en-GB"/>
              </w:rPr>
              <w:t>27-Mar-2009</w:t>
            </w:r>
          </w:p>
        </w:tc>
        <w:tc>
          <w:tcPr>
            <w:tcW w:w="2323" w:type="dxa"/>
          </w:tcPr>
          <w:p w14:paraId="7189B8C4" w14:textId="77777777" w:rsidR="008C4298" w:rsidRPr="00751DBB" w:rsidRDefault="008C4298" w:rsidP="00E67CCC">
            <w:pPr>
              <w:jc w:val="left"/>
              <w:rPr>
                <w:b/>
                <w:lang w:val="en-GB"/>
              </w:rPr>
            </w:pPr>
            <w:r w:rsidRPr="00751DBB">
              <w:rPr>
                <w:szCs w:val="18"/>
                <w:lang w:val="en-GB"/>
              </w:rPr>
              <w:t>KLASS</w:t>
            </w:r>
            <w:r>
              <w:rPr>
                <w:szCs w:val="18"/>
                <w:lang w:val="en-GB"/>
              </w:rPr>
              <w:t>3</w:t>
            </w:r>
            <w:r w:rsidRPr="00751DBB">
              <w:rPr>
                <w:szCs w:val="18"/>
                <w:lang w:val="en-GB"/>
              </w:rPr>
              <w:t>-SK OCSP   Responder</w:t>
            </w:r>
          </w:p>
        </w:tc>
      </w:tr>
      <w:tr w:rsidR="008C4298" w:rsidRPr="00751DBB" w14:paraId="0556BE82" w14:textId="77777777" w:rsidTr="00E67CCC">
        <w:tc>
          <w:tcPr>
            <w:tcW w:w="1136" w:type="dxa"/>
          </w:tcPr>
          <w:p w14:paraId="5E5219FE" w14:textId="77777777" w:rsidR="008C4298" w:rsidRPr="00751DBB" w:rsidRDefault="008C4298" w:rsidP="00E67CCC">
            <w:pPr>
              <w:jc w:val="left"/>
              <w:rPr>
                <w:b/>
                <w:lang w:val="en-GB"/>
              </w:rPr>
            </w:pPr>
          </w:p>
        </w:tc>
        <w:tc>
          <w:tcPr>
            <w:tcW w:w="1454" w:type="dxa"/>
          </w:tcPr>
          <w:p w14:paraId="0EBC0230" w14:textId="77777777" w:rsidR="008C4298" w:rsidRPr="00751DBB" w:rsidRDefault="008C4298" w:rsidP="00E67CCC">
            <w:pPr>
              <w:jc w:val="left"/>
              <w:rPr>
                <w:b/>
                <w:lang w:val="en-GB"/>
              </w:rPr>
            </w:pPr>
          </w:p>
        </w:tc>
        <w:tc>
          <w:tcPr>
            <w:tcW w:w="1906" w:type="dxa"/>
          </w:tcPr>
          <w:p w14:paraId="5DACA7E7" w14:textId="77777777" w:rsidR="008C4298" w:rsidRPr="00751DBB" w:rsidRDefault="008C4298" w:rsidP="00E67CCC">
            <w:pPr>
              <w:jc w:val="left"/>
              <w:rPr>
                <w:lang w:val="en-GB"/>
              </w:rPr>
            </w:pPr>
            <w:r w:rsidRPr="00751DBB">
              <w:rPr>
                <w:i/>
                <w:szCs w:val="18"/>
                <w:lang w:val="en-GB"/>
              </w:rPr>
              <w:t>KLASS</w:t>
            </w:r>
            <w:r>
              <w:rPr>
                <w:i/>
                <w:szCs w:val="18"/>
                <w:lang w:val="en-GB"/>
              </w:rPr>
              <w:t>3</w:t>
            </w:r>
            <w:r w:rsidRPr="00751DBB">
              <w:rPr>
                <w:i/>
                <w:szCs w:val="18"/>
                <w:lang w:val="en-GB"/>
              </w:rPr>
              <w:t>-SK OCSP 2009 RESPONDER</w:t>
            </w:r>
          </w:p>
        </w:tc>
        <w:tc>
          <w:tcPr>
            <w:tcW w:w="1401" w:type="dxa"/>
          </w:tcPr>
          <w:p w14:paraId="43B23929" w14:textId="77777777" w:rsidR="008C4298" w:rsidRPr="00751DBB" w:rsidRDefault="008C4298" w:rsidP="00E67CCC">
            <w:pPr>
              <w:jc w:val="left"/>
              <w:rPr>
                <w:b/>
                <w:lang w:val="en-GB"/>
              </w:rPr>
            </w:pPr>
            <w:r w:rsidRPr="00751DBB">
              <w:rPr>
                <w:i/>
                <w:szCs w:val="18"/>
                <w:lang w:val="en-GB"/>
              </w:rPr>
              <w:t>04-May- ‎2012</w:t>
            </w:r>
          </w:p>
        </w:tc>
        <w:tc>
          <w:tcPr>
            <w:tcW w:w="2323" w:type="dxa"/>
          </w:tcPr>
          <w:p w14:paraId="2747B77B" w14:textId="77777777" w:rsidR="008C4298" w:rsidRPr="00751DBB" w:rsidRDefault="008C4298" w:rsidP="00E67CCC">
            <w:pPr>
              <w:jc w:val="left"/>
              <w:rPr>
                <w:b/>
                <w:lang w:val="en-GB"/>
              </w:rPr>
            </w:pPr>
            <w:r w:rsidRPr="00751DBB">
              <w:rPr>
                <w:szCs w:val="18"/>
                <w:lang w:val="en-GB"/>
              </w:rPr>
              <w:t>KLASS</w:t>
            </w:r>
            <w:r>
              <w:rPr>
                <w:szCs w:val="18"/>
                <w:lang w:val="en-GB"/>
              </w:rPr>
              <w:t>3</w:t>
            </w:r>
            <w:r w:rsidRPr="00751DBB">
              <w:rPr>
                <w:szCs w:val="18"/>
                <w:lang w:val="en-GB"/>
              </w:rPr>
              <w:t>-SK OCSP   Responder</w:t>
            </w:r>
          </w:p>
        </w:tc>
      </w:tr>
      <w:tr w:rsidR="008C4298" w:rsidRPr="00751DBB" w14:paraId="5CF15676" w14:textId="77777777" w:rsidTr="00E67CCC">
        <w:tc>
          <w:tcPr>
            <w:tcW w:w="1136" w:type="dxa"/>
          </w:tcPr>
          <w:p w14:paraId="6BD72604" w14:textId="77777777" w:rsidR="008C4298" w:rsidRPr="00751DBB" w:rsidRDefault="008C4298" w:rsidP="00E67CCC">
            <w:pPr>
              <w:jc w:val="left"/>
              <w:rPr>
                <w:b/>
                <w:lang w:val="en-GB"/>
              </w:rPr>
            </w:pPr>
          </w:p>
        </w:tc>
        <w:tc>
          <w:tcPr>
            <w:tcW w:w="1454" w:type="dxa"/>
          </w:tcPr>
          <w:p w14:paraId="37DA4869" w14:textId="77777777" w:rsidR="008C4298" w:rsidRPr="00751DBB" w:rsidRDefault="008C4298" w:rsidP="00E67CCC">
            <w:pPr>
              <w:jc w:val="left"/>
              <w:rPr>
                <w:b/>
                <w:lang w:val="en-GB"/>
              </w:rPr>
            </w:pPr>
            <w:r w:rsidRPr="00751DBB">
              <w:rPr>
                <w:b/>
                <w:szCs w:val="18"/>
                <w:lang w:val="en-GB"/>
              </w:rPr>
              <w:t>KLASS</w:t>
            </w:r>
            <w:r>
              <w:rPr>
                <w:b/>
                <w:szCs w:val="18"/>
                <w:lang w:val="en-GB"/>
              </w:rPr>
              <w:t>3</w:t>
            </w:r>
            <w:r w:rsidRPr="00751DBB">
              <w:rPr>
                <w:b/>
                <w:szCs w:val="18"/>
                <w:lang w:val="en-GB"/>
              </w:rPr>
              <w:t>-SK 2010</w:t>
            </w:r>
          </w:p>
        </w:tc>
        <w:tc>
          <w:tcPr>
            <w:tcW w:w="1906" w:type="dxa"/>
          </w:tcPr>
          <w:p w14:paraId="4C18BFC8" w14:textId="77777777" w:rsidR="008C4298" w:rsidRPr="00751DBB" w:rsidRDefault="008C4298" w:rsidP="00E67CCC">
            <w:pPr>
              <w:jc w:val="left"/>
              <w:rPr>
                <w:lang w:val="en-GB"/>
              </w:rPr>
            </w:pPr>
          </w:p>
        </w:tc>
        <w:tc>
          <w:tcPr>
            <w:tcW w:w="1401" w:type="dxa"/>
          </w:tcPr>
          <w:p w14:paraId="6C823B1D" w14:textId="77777777" w:rsidR="008C4298" w:rsidRPr="00751DBB" w:rsidRDefault="008C4298" w:rsidP="00E67CCC">
            <w:pPr>
              <w:jc w:val="left"/>
              <w:rPr>
                <w:b/>
                <w:lang w:val="en-GB"/>
              </w:rPr>
            </w:pPr>
            <w:r w:rsidRPr="00751DBB">
              <w:rPr>
                <w:szCs w:val="18"/>
                <w:lang w:val="en-GB"/>
              </w:rPr>
              <w:t>26-Aug-2016</w:t>
            </w:r>
          </w:p>
        </w:tc>
        <w:tc>
          <w:tcPr>
            <w:tcW w:w="2323" w:type="dxa"/>
          </w:tcPr>
          <w:p w14:paraId="5B22B11C" w14:textId="77777777" w:rsidR="008C4298" w:rsidRPr="00751DBB" w:rsidRDefault="008C4298" w:rsidP="00E67CCC">
            <w:pPr>
              <w:jc w:val="left"/>
              <w:rPr>
                <w:b/>
                <w:lang w:val="en-GB"/>
              </w:rPr>
            </w:pPr>
            <w:r w:rsidRPr="00751DBB">
              <w:rPr>
                <w:szCs w:val="18"/>
                <w:lang w:val="en-GB"/>
              </w:rPr>
              <w:t>for organizational certificates issued from 10.2010</w:t>
            </w:r>
          </w:p>
        </w:tc>
      </w:tr>
      <w:tr w:rsidR="008C4298" w:rsidRPr="00751DBB" w14:paraId="2184A44A" w14:textId="77777777" w:rsidTr="00E67CCC">
        <w:tc>
          <w:tcPr>
            <w:tcW w:w="1136" w:type="dxa"/>
            <w:tcBorders>
              <w:bottom w:val="single" w:sz="4" w:space="0" w:color="auto"/>
            </w:tcBorders>
          </w:tcPr>
          <w:p w14:paraId="318EDE29" w14:textId="77777777" w:rsidR="008C4298" w:rsidRPr="00751DBB" w:rsidRDefault="008C4298" w:rsidP="00E67CCC">
            <w:pPr>
              <w:jc w:val="left"/>
              <w:rPr>
                <w:b/>
                <w:lang w:val="en-GB"/>
              </w:rPr>
            </w:pPr>
          </w:p>
        </w:tc>
        <w:tc>
          <w:tcPr>
            <w:tcW w:w="1454" w:type="dxa"/>
            <w:tcBorders>
              <w:bottom w:val="single" w:sz="4" w:space="0" w:color="auto"/>
            </w:tcBorders>
          </w:tcPr>
          <w:p w14:paraId="50ED96F2" w14:textId="77777777" w:rsidR="008C4298" w:rsidRPr="00751DBB" w:rsidRDefault="008C4298" w:rsidP="00E67CCC">
            <w:pPr>
              <w:jc w:val="left"/>
              <w:rPr>
                <w:b/>
                <w:lang w:val="en-GB"/>
              </w:rPr>
            </w:pPr>
          </w:p>
        </w:tc>
        <w:tc>
          <w:tcPr>
            <w:tcW w:w="1906" w:type="dxa"/>
            <w:tcBorders>
              <w:bottom w:val="single" w:sz="4" w:space="0" w:color="auto"/>
            </w:tcBorders>
          </w:tcPr>
          <w:p w14:paraId="45C4A9C4" w14:textId="77777777" w:rsidR="008C4298" w:rsidRPr="00751DBB" w:rsidRDefault="008C4298" w:rsidP="00E67CCC">
            <w:pPr>
              <w:jc w:val="left"/>
              <w:rPr>
                <w:lang w:val="en-GB"/>
              </w:rPr>
            </w:pPr>
            <w:r w:rsidRPr="00751DBB">
              <w:rPr>
                <w:i/>
                <w:szCs w:val="18"/>
                <w:lang w:val="en-GB"/>
              </w:rPr>
              <w:t>KLASS</w:t>
            </w:r>
            <w:r>
              <w:rPr>
                <w:i/>
                <w:szCs w:val="18"/>
                <w:lang w:val="en-GB"/>
              </w:rPr>
              <w:t>3</w:t>
            </w:r>
            <w:r w:rsidRPr="00751DBB">
              <w:rPr>
                <w:i/>
                <w:szCs w:val="18"/>
                <w:lang w:val="en-GB"/>
              </w:rPr>
              <w:t>-SK 2010 OCSP RESPONDER</w:t>
            </w:r>
          </w:p>
        </w:tc>
        <w:tc>
          <w:tcPr>
            <w:tcW w:w="1401" w:type="dxa"/>
            <w:tcBorders>
              <w:bottom w:val="single" w:sz="4" w:space="0" w:color="auto"/>
            </w:tcBorders>
          </w:tcPr>
          <w:p w14:paraId="24B1949A" w14:textId="77777777" w:rsidR="008C4298" w:rsidRPr="00751DBB" w:rsidRDefault="008C4298" w:rsidP="00E67CCC">
            <w:pPr>
              <w:jc w:val="left"/>
              <w:rPr>
                <w:b/>
                <w:lang w:val="en-GB"/>
              </w:rPr>
            </w:pPr>
            <w:r w:rsidRPr="00751DBB">
              <w:rPr>
                <w:i/>
                <w:szCs w:val="18"/>
                <w:lang w:val="en-GB"/>
              </w:rPr>
              <w:t>26-Aug- 2016</w:t>
            </w:r>
          </w:p>
        </w:tc>
        <w:tc>
          <w:tcPr>
            <w:tcW w:w="2323" w:type="dxa"/>
            <w:tcBorders>
              <w:bottom w:val="single" w:sz="4" w:space="0" w:color="auto"/>
            </w:tcBorders>
          </w:tcPr>
          <w:p w14:paraId="4B9EADF6" w14:textId="77777777" w:rsidR="008C4298" w:rsidRPr="00751DBB" w:rsidRDefault="008C4298" w:rsidP="00E67CCC">
            <w:pPr>
              <w:jc w:val="left"/>
              <w:rPr>
                <w:b/>
                <w:lang w:val="en-GB"/>
              </w:rPr>
            </w:pPr>
            <w:r w:rsidRPr="00751DBB">
              <w:rPr>
                <w:szCs w:val="18"/>
                <w:lang w:val="en-GB"/>
              </w:rPr>
              <w:t>KLASS</w:t>
            </w:r>
            <w:r>
              <w:rPr>
                <w:szCs w:val="18"/>
                <w:lang w:val="en-GB"/>
              </w:rPr>
              <w:t>3</w:t>
            </w:r>
            <w:r w:rsidRPr="00751DBB">
              <w:rPr>
                <w:szCs w:val="18"/>
                <w:lang w:val="en-GB"/>
              </w:rPr>
              <w:t>-SK 2010 OCSP   Responder</w:t>
            </w:r>
          </w:p>
        </w:tc>
      </w:tr>
      <w:tr w:rsidR="008C4298" w:rsidRPr="00751DBB" w14:paraId="5D17B3BA" w14:textId="77777777" w:rsidTr="00E67CCC">
        <w:tc>
          <w:tcPr>
            <w:tcW w:w="4496" w:type="dxa"/>
            <w:gridSpan w:val="3"/>
            <w:tcBorders>
              <w:top w:val="single" w:sz="4" w:space="0" w:color="auto"/>
              <w:bottom w:val="single" w:sz="4" w:space="0" w:color="auto"/>
            </w:tcBorders>
            <w:shd w:val="clear" w:color="auto" w:fill="F2F2F2" w:themeFill="background1" w:themeFillShade="F2"/>
          </w:tcPr>
          <w:p w14:paraId="789F7043" w14:textId="77777777" w:rsidR="008C4298" w:rsidRPr="00751DBB" w:rsidRDefault="008C4298" w:rsidP="00E67CCC">
            <w:pPr>
              <w:jc w:val="left"/>
              <w:rPr>
                <w:lang w:val="en-GB"/>
              </w:rPr>
            </w:pPr>
            <w:r w:rsidRPr="00751DBB">
              <w:rPr>
                <w:b/>
                <w:szCs w:val="18"/>
                <w:u w:val="single"/>
                <w:lang w:val="en-GB"/>
              </w:rPr>
              <w:t>EECCRCA</w:t>
            </w:r>
          </w:p>
        </w:tc>
        <w:tc>
          <w:tcPr>
            <w:tcW w:w="1401" w:type="dxa"/>
            <w:tcBorders>
              <w:top w:val="single" w:sz="4" w:space="0" w:color="auto"/>
              <w:bottom w:val="single" w:sz="4" w:space="0" w:color="auto"/>
            </w:tcBorders>
            <w:shd w:val="clear" w:color="auto" w:fill="F2F2F2" w:themeFill="background1" w:themeFillShade="F2"/>
          </w:tcPr>
          <w:p w14:paraId="17A2C230" w14:textId="77777777" w:rsidR="008C4298" w:rsidRPr="00751DBB" w:rsidRDefault="008C4298" w:rsidP="00E67CCC">
            <w:pPr>
              <w:jc w:val="left"/>
              <w:rPr>
                <w:b/>
                <w:lang w:val="en-GB"/>
              </w:rPr>
            </w:pPr>
            <w:r w:rsidRPr="00751DBB">
              <w:rPr>
                <w:szCs w:val="18"/>
                <w:lang w:val="en-GB"/>
              </w:rPr>
              <w:t>18-Dec- 2030</w:t>
            </w:r>
          </w:p>
        </w:tc>
        <w:tc>
          <w:tcPr>
            <w:tcW w:w="2323" w:type="dxa"/>
            <w:tcBorders>
              <w:top w:val="single" w:sz="4" w:space="0" w:color="auto"/>
              <w:bottom w:val="single" w:sz="4" w:space="0" w:color="auto"/>
            </w:tcBorders>
            <w:shd w:val="clear" w:color="auto" w:fill="F2F2F2" w:themeFill="background1" w:themeFillShade="F2"/>
          </w:tcPr>
          <w:p w14:paraId="5A006B0D" w14:textId="77777777" w:rsidR="008C4298" w:rsidRPr="00751DBB" w:rsidRDefault="008C4298" w:rsidP="00E67CCC">
            <w:pPr>
              <w:jc w:val="left"/>
              <w:rPr>
                <w:b/>
                <w:lang w:val="en-GB"/>
              </w:rPr>
            </w:pPr>
            <w:r w:rsidRPr="00751DBB">
              <w:rPr>
                <w:szCs w:val="18"/>
                <w:lang w:val="en-GB"/>
              </w:rPr>
              <w:t>SK’s 2</w:t>
            </w:r>
            <w:r w:rsidRPr="00751DBB">
              <w:rPr>
                <w:szCs w:val="18"/>
                <w:vertAlign w:val="superscript"/>
                <w:lang w:val="en-GB"/>
              </w:rPr>
              <w:t>nd</w:t>
            </w:r>
            <w:r w:rsidRPr="00751DBB">
              <w:rPr>
                <w:szCs w:val="18"/>
                <w:lang w:val="en-GB"/>
              </w:rPr>
              <w:t xml:space="preserve"> root certificate</w:t>
            </w:r>
          </w:p>
        </w:tc>
      </w:tr>
      <w:tr w:rsidR="008C4298" w:rsidRPr="00751DBB" w14:paraId="4EC63A8D" w14:textId="77777777" w:rsidTr="00E67CCC">
        <w:tc>
          <w:tcPr>
            <w:tcW w:w="1136" w:type="dxa"/>
            <w:tcBorders>
              <w:top w:val="single" w:sz="4" w:space="0" w:color="auto"/>
            </w:tcBorders>
          </w:tcPr>
          <w:p w14:paraId="7156D6E3" w14:textId="77777777" w:rsidR="008C4298" w:rsidRPr="00751DBB" w:rsidRDefault="008C4298" w:rsidP="00E67CCC">
            <w:pPr>
              <w:jc w:val="left"/>
              <w:rPr>
                <w:b/>
                <w:lang w:val="en-GB"/>
              </w:rPr>
            </w:pPr>
          </w:p>
        </w:tc>
        <w:tc>
          <w:tcPr>
            <w:tcW w:w="1454" w:type="dxa"/>
            <w:tcBorders>
              <w:top w:val="single" w:sz="4" w:space="0" w:color="auto"/>
            </w:tcBorders>
          </w:tcPr>
          <w:p w14:paraId="2B7EA705" w14:textId="77777777" w:rsidR="008C4298" w:rsidRPr="00751DBB" w:rsidRDefault="008C4298" w:rsidP="00E67CCC">
            <w:pPr>
              <w:jc w:val="left"/>
              <w:rPr>
                <w:b/>
                <w:lang w:val="en-GB"/>
              </w:rPr>
            </w:pPr>
            <w:r w:rsidRPr="00751DBB">
              <w:rPr>
                <w:b/>
                <w:szCs w:val="18"/>
                <w:lang w:val="en-GB"/>
              </w:rPr>
              <w:t>ESTEID-SK 2011</w:t>
            </w:r>
          </w:p>
        </w:tc>
        <w:tc>
          <w:tcPr>
            <w:tcW w:w="1906" w:type="dxa"/>
            <w:tcBorders>
              <w:top w:val="single" w:sz="4" w:space="0" w:color="auto"/>
            </w:tcBorders>
          </w:tcPr>
          <w:p w14:paraId="34DA3BAA" w14:textId="77777777" w:rsidR="008C4298" w:rsidRPr="00751DBB" w:rsidRDefault="008C4298" w:rsidP="00E67CCC">
            <w:pPr>
              <w:jc w:val="left"/>
              <w:rPr>
                <w:lang w:val="en-GB"/>
              </w:rPr>
            </w:pPr>
          </w:p>
        </w:tc>
        <w:tc>
          <w:tcPr>
            <w:tcW w:w="1401" w:type="dxa"/>
            <w:tcBorders>
              <w:top w:val="single" w:sz="4" w:space="0" w:color="auto"/>
            </w:tcBorders>
          </w:tcPr>
          <w:p w14:paraId="332FC239" w14:textId="77777777" w:rsidR="008C4298" w:rsidRPr="00751DBB" w:rsidRDefault="008C4298" w:rsidP="00E67CCC">
            <w:pPr>
              <w:jc w:val="left"/>
              <w:rPr>
                <w:b/>
                <w:lang w:val="en-GB"/>
              </w:rPr>
            </w:pPr>
            <w:r w:rsidRPr="00751DBB">
              <w:rPr>
                <w:szCs w:val="18"/>
                <w:lang w:val="en-GB"/>
              </w:rPr>
              <w:t>18-Mar- 2024</w:t>
            </w:r>
          </w:p>
        </w:tc>
        <w:tc>
          <w:tcPr>
            <w:tcW w:w="2323" w:type="dxa"/>
            <w:tcBorders>
              <w:top w:val="single" w:sz="4" w:space="0" w:color="auto"/>
            </w:tcBorders>
          </w:tcPr>
          <w:p w14:paraId="4A3AD9E6" w14:textId="77777777" w:rsidR="008C4298" w:rsidRPr="00751DBB" w:rsidRDefault="008C4298" w:rsidP="00E67CCC">
            <w:pPr>
              <w:jc w:val="left"/>
              <w:rPr>
                <w:b/>
                <w:lang w:val="en-GB"/>
              </w:rPr>
            </w:pPr>
            <w:r w:rsidRPr="00751DBB">
              <w:rPr>
                <w:szCs w:val="18"/>
                <w:lang w:val="en-GB"/>
              </w:rPr>
              <w:t>for ID cards, Digi-ID and Mobile-IDs issued from 06.2011</w:t>
            </w:r>
          </w:p>
        </w:tc>
      </w:tr>
      <w:tr w:rsidR="008C4298" w:rsidRPr="00751DBB" w14:paraId="0DEC2B8D" w14:textId="77777777" w:rsidTr="00E67CCC">
        <w:tc>
          <w:tcPr>
            <w:tcW w:w="1136" w:type="dxa"/>
          </w:tcPr>
          <w:p w14:paraId="25C0FF94" w14:textId="77777777" w:rsidR="008C4298" w:rsidRPr="00751DBB" w:rsidRDefault="008C4298" w:rsidP="00E67CCC">
            <w:pPr>
              <w:jc w:val="left"/>
              <w:rPr>
                <w:b/>
                <w:lang w:val="en-GB"/>
              </w:rPr>
            </w:pPr>
          </w:p>
        </w:tc>
        <w:tc>
          <w:tcPr>
            <w:tcW w:w="1454" w:type="dxa"/>
          </w:tcPr>
          <w:p w14:paraId="781987C3" w14:textId="77777777" w:rsidR="008C4298" w:rsidRPr="00751DBB" w:rsidRDefault="008C4298" w:rsidP="00E67CCC">
            <w:pPr>
              <w:jc w:val="left"/>
              <w:rPr>
                <w:b/>
                <w:lang w:val="en-GB"/>
              </w:rPr>
            </w:pPr>
            <w:r w:rsidRPr="00751DBB">
              <w:rPr>
                <w:b/>
                <w:szCs w:val="18"/>
                <w:lang w:val="en-GB"/>
              </w:rPr>
              <w:t>EID-SK 2011</w:t>
            </w:r>
          </w:p>
        </w:tc>
        <w:tc>
          <w:tcPr>
            <w:tcW w:w="1906" w:type="dxa"/>
          </w:tcPr>
          <w:p w14:paraId="067A2A1F" w14:textId="77777777" w:rsidR="008C4298" w:rsidRPr="00751DBB" w:rsidRDefault="008C4298" w:rsidP="00E67CCC">
            <w:pPr>
              <w:jc w:val="left"/>
              <w:rPr>
                <w:lang w:val="en-GB"/>
              </w:rPr>
            </w:pPr>
          </w:p>
        </w:tc>
        <w:tc>
          <w:tcPr>
            <w:tcW w:w="1401" w:type="dxa"/>
          </w:tcPr>
          <w:p w14:paraId="17AE987E" w14:textId="77777777" w:rsidR="008C4298" w:rsidRPr="00751DBB" w:rsidRDefault="008C4298" w:rsidP="00E67CCC">
            <w:pPr>
              <w:jc w:val="left"/>
              <w:rPr>
                <w:b/>
                <w:lang w:val="en-GB"/>
              </w:rPr>
            </w:pPr>
            <w:r w:rsidRPr="00751DBB">
              <w:rPr>
                <w:szCs w:val="18"/>
                <w:lang w:val="en-GB"/>
              </w:rPr>
              <w:t>18-Mar- 2024</w:t>
            </w:r>
          </w:p>
        </w:tc>
        <w:tc>
          <w:tcPr>
            <w:tcW w:w="2323" w:type="dxa"/>
          </w:tcPr>
          <w:p w14:paraId="201CDA37" w14:textId="77777777" w:rsidR="008C4298" w:rsidRPr="00751DBB" w:rsidRDefault="008C4298" w:rsidP="00E67CCC">
            <w:pPr>
              <w:jc w:val="left"/>
              <w:rPr>
                <w:b/>
                <w:lang w:val="en-GB"/>
              </w:rPr>
            </w:pPr>
            <w:r w:rsidRPr="00751DBB">
              <w:rPr>
                <w:szCs w:val="18"/>
                <w:lang w:val="en-GB"/>
              </w:rPr>
              <w:t>for all other personal certificates issued from 06.2011</w:t>
            </w:r>
          </w:p>
        </w:tc>
      </w:tr>
      <w:tr w:rsidR="008C4298" w:rsidRPr="00751DBB" w14:paraId="793B9F80" w14:textId="77777777" w:rsidTr="00E67CCC">
        <w:tc>
          <w:tcPr>
            <w:tcW w:w="1136" w:type="dxa"/>
          </w:tcPr>
          <w:p w14:paraId="384F8336" w14:textId="77777777" w:rsidR="008C4298" w:rsidRPr="00751DBB" w:rsidRDefault="008C4298" w:rsidP="00E67CCC">
            <w:pPr>
              <w:jc w:val="left"/>
              <w:rPr>
                <w:b/>
                <w:lang w:val="en-GB"/>
              </w:rPr>
            </w:pPr>
          </w:p>
        </w:tc>
        <w:tc>
          <w:tcPr>
            <w:tcW w:w="1454" w:type="dxa"/>
          </w:tcPr>
          <w:p w14:paraId="5D6970ED" w14:textId="77777777" w:rsidR="008C4298" w:rsidRPr="00751DBB" w:rsidRDefault="008C4298" w:rsidP="00E67CCC">
            <w:pPr>
              <w:jc w:val="left"/>
              <w:rPr>
                <w:b/>
                <w:szCs w:val="18"/>
                <w:lang w:val="en-GB"/>
              </w:rPr>
            </w:pPr>
            <w:r>
              <w:rPr>
                <w:b/>
                <w:szCs w:val="18"/>
                <w:lang w:val="en-GB"/>
              </w:rPr>
              <w:t>KLASS3-SK 2010</w:t>
            </w:r>
          </w:p>
        </w:tc>
        <w:tc>
          <w:tcPr>
            <w:tcW w:w="1906" w:type="dxa"/>
          </w:tcPr>
          <w:p w14:paraId="311E2AC9" w14:textId="77777777" w:rsidR="008C4298" w:rsidRPr="00751DBB" w:rsidRDefault="008C4298" w:rsidP="00E67CCC">
            <w:pPr>
              <w:jc w:val="left"/>
              <w:rPr>
                <w:lang w:val="en-GB"/>
              </w:rPr>
            </w:pPr>
          </w:p>
        </w:tc>
        <w:tc>
          <w:tcPr>
            <w:tcW w:w="1401" w:type="dxa"/>
          </w:tcPr>
          <w:p w14:paraId="6D5C3011" w14:textId="77777777" w:rsidR="008C4298" w:rsidRPr="00751DBB" w:rsidRDefault="008C4298" w:rsidP="00E67CCC">
            <w:pPr>
              <w:jc w:val="left"/>
              <w:rPr>
                <w:szCs w:val="18"/>
                <w:lang w:val="en-GB"/>
              </w:rPr>
            </w:pPr>
            <w:r>
              <w:rPr>
                <w:szCs w:val="18"/>
                <w:lang w:val="en-GB"/>
              </w:rPr>
              <w:t>18-Mar-2024</w:t>
            </w:r>
          </w:p>
        </w:tc>
        <w:tc>
          <w:tcPr>
            <w:tcW w:w="2323" w:type="dxa"/>
          </w:tcPr>
          <w:p w14:paraId="04ACEE38" w14:textId="77777777" w:rsidR="008C4298" w:rsidRPr="00751DBB" w:rsidRDefault="008C4298" w:rsidP="00E67CCC">
            <w:pPr>
              <w:jc w:val="left"/>
              <w:rPr>
                <w:szCs w:val="18"/>
                <w:lang w:val="en-GB"/>
              </w:rPr>
            </w:pPr>
            <w:r w:rsidRPr="00751DBB">
              <w:rPr>
                <w:szCs w:val="18"/>
                <w:lang w:val="en-GB"/>
              </w:rPr>
              <w:t>for organi</w:t>
            </w:r>
            <w:r>
              <w:rPr>
                <w:szCs w:val="18"/>
                <w:lang w:val="en-GB"/>
              </w:rPr>
              <w:t>zational certificates.</w:t>
            </w:r>
          </w:p>
        </w:tc>
      </w:tr>
      <w:tr w:rsidR="008C4298" w:rsidRPr="00751DBB" w14:paraId="73A7B09B" w14:textId="77777777" w:rsidTr="00E67CCC">
        <w:tc>
          <w:tcPr>
            <w:tcW w:w="1136" w:type="dxa"/>
            <w:tcBorders>
              <w:bottom w:val="single" w:sz="4" w:space="0" w:color="auto"/>
            </w:tcBorders>
          </w:tcPr>
          <w:p w14:paraId="7F62E470" w14:textId="77777777" w:rsidR="008C4298" w:rsidRPr="00751DBB" w:rsidRDefault="008C4298" w:rsidP="00E67CCC">
            <w:pPr>
              <w:jc w:val="left"/>
              <w:rPr>
                <w:b/>
                <w:lang w:val="en-GB"/>
              </w:rPr>
            </w:pPr>
          </w:p>
        </w:tc>
        <w:tc>
          <w:tcPr>
            <w:tcW w:w="1454" w:type="dxa"/>
            <w:tcBorders>
              <w:bottom w:val="single" w:sz="4" w:space="0" w:color="auto"/>
            </w:tcBorders>
          </w:tcPr>
          <w:p w14:paraId="0FE28F1B" w14:textId="77777777" w:rsidR="008C4298" w:rsidRPr="00751DBB" w:rsidRDefault="008C4298" w:rsidP="00E67CCC">
            <w:pPr>
              <w:jc w:val="left"/>
              <w:rPr>
                <w:b/>
                <w:lang w:val="en-GB"/>
              </w:rPr>
            </w:pPr>
            <w:r w:rsidRPr="00751DBB">
              <w:rPr>
                <w:i/>
                <w:szCs w:val="18"/>
                <w:lang w:val="en-GB"/>
              </w:rPr>
              <w:t>SK OCSP 2011 RESPONDER</w:t>
            </w:r>
          </w:p>
        </w:tc>
        <w:tc>
          <w:tcPr>
            <w:tcW w:w="1906" w:type="dxa"/>
            <w:tcBorders>
              <w:bottom w:val="single" w:sz="4" w:space="0" w:color="auto"/>
            </w:tcBorders>
          </w:tcPr>
          <w:p w14:paraId="0198C060" w14:textId="77777777" w:rsidR="008C4298" w:rsidRPr="00751DBB" w:rsidRDefault="008C4298" w:rsidP="00E67CCC">
            <w:pPr>
              <w:jc w:val="left"/>
              <w:rPr>
                <w:lang w:val="en-GB"/>
              </w:rPr>
            </w:pPr>
          </w:p>
        </w:tc>
        <w:tc>
          <w:tcPr>
            <w:tcW w:w="1401" w:type="dxa"/>
            <w:tcBorders>
              <w:bottom w:val="single" w:sz="4" w:space="0" w:color="auto"/>
            </w:tcBorders>
          </w:tcPr>
          <w:p w14:paraId="5C18D3E0" w14:textId="77777777" w:rsidR="008C4298" w:rsidRPr="00751DBB" w:rsidRDefault="008C4298" w:rsidP="00E67CCC">
            <w:pPr>
              <w:jc w:val="left"/>
              <w:rPr>
                <w:b/>
                <w:lang w:val="en-GB"/>
              </w:rPr>
            </w:pPr>
            <w:r w:rsidRPr="00751DBB">
              <w:rPr>
                <w:i/>
                <w:szCs w:val="18"/>
                <w:lang w:val="en-GB"/>
              </w:rPr>
              <w:t>18-Mar- 2024</w:t>
            </w:r>
          </w:p>
        </w:tc>
        <w:tc>
          <w:tcPr>
            <w:tcW w:w="2323" w:type="dxa"/>
            <w:tcBorders>
              <w:bottom w:val="single" w:sz="4" w:space="0" w:color="auto"/>
            </w:tcBorders>
          </w:tcPr>
          <w:p w14:paraId="3F8530A3" w14:textId="77777777" w:rsidR="008C4298" w:rsidRPr="00751DBB" w:rsidRDefault="008C4298" w:rsidP="00E67CCC">
            <w:pPr>
              <w:jc w:val="left"/>
              <w:rPr>
                <w:lang w:val="en-GB"/>
              </w:rPr>
            </w:pPr>
            <w:r w:rsidRPr="00751DBB">
              <w:rPr>
                <w:lang w:val="en-GB"/>
              </w:rPr>
              <w:t>common OCSP responder for all certificates issued under EECCRCA</w:t>
            </w:r>
          </w:p>
        </w:tc>
      </w:tr>
    </w:tbl>
    <w:p w14:paraId="032F30E2" w14:textId="77777777" w:rsidR="008C4298" w:rsidRPr="00A3153B" w:rsidRDefault="008C4298" w:rsidP="008C4298">
      <w:pPr>
        <w:rPr>
          <w:b/>
        </w:rPr>
      </w:pPr>
    </w:p>
    <w:p w14:paraId="0057EC41" w14:textId="77777777" w:rsidR="008C4298" w:rsidRPr="00751DBB" w:rsidRDefault="008C4298" w:rsidP="008C4298">
      <w:pPr>
        <w:rPr>
          <w:lang w:val="en-GB"/>
        </w:rPr>
      </w:pPr>
    </w:p>
    <w:p w14:paraId="0A6F948D" w14:textId="77777777" w:rsidR="00917239" w:rsidRPr="0035481D" w:rsidRDefault="00917239" w:rsidP="0035481D">
      <w:pPr>
        <w:pStyle w:val="Heading4"/>
        <w:rPr>
          <w:lang w:val="en-GB"/>
        </w:rPr>
      </w:pPr>
      <w:bookmarkStart w:id="98" w:name="_Toc374530715"/>
      <w:bookmarkStart w:id="99" w:name="_Toc374530914"/>
      <w:bookmarkStart w:id="100" w:name="_Toc374531112"/>
      <w:bookmarkStart w:id="101" w:name="_Toc374530724"/>
      <w:bookmarkStart w:id="102" w:name="_Toc374530923"/>
      <w:bookmarkStart w:id="103" w:name="_Toc374531121"/>
      <w:bookmarkStart w:id="104" w:name="_Toc374530730"/>
      <w:bookmarkStart w:id="105" w:name="_Toc374530929"/>
      <w:bookmarkStart w:id="106" w:name="_Toc374531127"/>
      <w:bookmarkStart w:id="107" w:name="_Toc374530736"/>
      <w:bookmarkStart w:id="108" w:name="_Toc374530935"/>
      <w:bookmarkStart w:id="109" w:name="_Toc374531133"/>
      <w:bookmarkStart w:id="110" w:name="_Toc374530742"/>
      <w:bookmarkStart w:id="111" w:name="_Toc374530941"/>
      <w:bookmarkStart w:id="112" w:name="_Toc374531139"/>
      <w:bookmarkStart w:id="113" w:name="_Toc374530748"/>
      <w:bookmarkStart w:id="114" w:name="_Toc374530947"/>
      <w:bookmarkStart w:id="115" w:name="_Toc374531145"/>
      <w:bookmarkStart w:id="116" w:name="_Toc374530754"/>
      <w:bookmarkStart w:id="117" w:name="_Toc374530953"/>
      <w:bookmarkStart w:id="118" w:name="_Toc374531151"/>
      <w:bookmarkStart w:id="119" w:name="_Toc374530760"/>
      <w:bookmarkStart w:id="120" w:name="_Toc374530959"/>
      <w:bookmarkStart w:id="121" w:name="_Toc374531157"/>
      <w:bookmarkStart w:id="122" w:name="_Toc374530766"/>
      <w:bookmarkStart w:id="123" w:name="_Toc374530965"/>
      <w:bookmarkStart w:id="124" w:name="_Toc374531163"/>
      <w:bookmarkStart w:id="125" w:name="_Toc374530772"/>
      <w:bookmarkStart w:id="126" w:name="_Toc374530971"/>
      <w:bookmarkStart w:id="127" w:name="_Toc374531169"/>
      <w:bookmarkStart w:id="128" w:name="_Toc374530778"/>
      <w:bookmarkStart w:id="129" w:name="_Toc374530977"/>
      <w:bookmarkStart w:id="130" w:name="_Toc374531175"/>
      <w:bookmarkStart w:id="131" w:name="_Toc374530784"/>
      <w:bookmarkStart w:id="132" w:name="_Toc374530983"/>
      <w:bookmarkStart w:id="133" w:name="_Toc374531181"/>
      <w:bookmarkStart w:id="134" w:name="_Toc374530790"/>
      <w:bookmarkStart w:id="135" w:name="_Toc374530989"/>
      <w:bookmarkStart w:id="136" w:name="_Toc374531187"/>
      <w:bookmarkStart w:id="137" w:name="_Toc374530796"/>
      <w:bookmarkStart w:id="138" w:name="_Toc374530995"/>
      <w:bookmarkStart w:id="139" w:name="_Toc374531193"/>
      <w:bookmarkStart w:id="140" w:name="_Toc374530802"/>
      <w:bookmarkStart w:id="141" w:name="_Toc374531001"/>
      <w:bookmarkStart w:id="142" w:name="_Toc374531199"/>
      <w:bookmarkStart w:id="143" w:name="_Toc374530808"/>
      <w:bookmarkStart w:id="144" w:name="_Toc374531007"/>
      <w:bookmarkStart w:id="145" w:name="_Toc374531205"/>
      <w:bookmarkStart w:id="146" w:name="_Toc374530814"/>
      <w:bookmarkStart w:id="147" w:name="_Toc374531013"/>
      <w:bookmarkStart w:id="148" w:name="_Toc374531211"/>
      <w:bookmarkStart w:id="149" w:name="_Toc374530820"/>
      <w:bookmarkStart w:id="150" w:name="_Toc374531019"/>
      <w:bookmarkStart w:id="151" w:name="_Toc374531217"/>
      <w:bookmarkStart w:id="152" w:name="_Toc374530830"/>
      <w:bookmarkStart w:id="153" w:name="_Toc374531029"/>
      <w:bookmarkStart w:id="154" w:name="_Toc374531227"/>
      <w:bookmarkStart w:id="155" w:name="_Toc374530836"/>
      <w:bookmarkStart w:id="156" w:name="_Toc374531035"/>
      <w:bookmarkStart w:id="157" w:name="_Toc374531233"/>
      <w:bookmarkStart w:id="158" w:name="_Toc374530842"/>
      <w:bookmarkStart w:id="159" w:name="_Toc374531041"/>
      <w:bookmarkStart w:id="160" w:name="_Toc374531239"/>
      <w:bookmarkStart w:id="161" w:name="_Toc374530848"/>
      <w:bookmarkStart w:id="162" w:name="_Toc374531047"/>
      <w:bookmarkStart w:id="163" w:name="_Toc374531245"/>
      <w:bookmarkStart w:id="164" w:name="_Toc410733938"/>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r w:rsidRPr="0035481D">
        <w:rPr>
          <w:lang w:val="en-GB"/>
        </w:rPr>
        <w:t>Supported SK test certificate hierarchy chains</w:t>
      </w:r>
      <w:bookmarkEnd w:id="164"/>
    </w:p>
    <w:p w14:paraId="75A2ABA7" w14:textId="26D73D89" w:rsidR="00917239" w:rsidRDefault="00917239" w:rsidP="00917239">
      <w:pPr>
        <w:rPr>
          <w:lang w:val="en-GB"/>
        </w:rPr>
      </w:pPr>
      <w:r w:rsidRPr="00D95D09">
        <w:rPr>
          <w:b/>
          <w:lang w:val="en-GB"/>
        </w:rPr>
        <w:t>Note:</w:t>
      </w:r>
      <w:r>
        <w:rPr>
          <w:b/>
          <w:lang w:val="en-GB"/>
        </w:rPr>
        <w:t xml:space="preserve"> </w:t>
      </w:r>
      <w:r>
        <w:rPr>
          <w:lang w:val="en-GB"/>
        </w:rPr>
        <w:t>the following test certificates</w:t>
      </w:r>
      <w:r w:rsidR="009523CD">
        <w:rPr>
          <w:lang w:val="en-GB"/>
        </w:rPr>
        <w:t xml:space="preserve"> have </w:t>
      </w:r>
      <w:r w:rsidR="00B56404">
        <w:rPr>
          <w:lang w:val="en-GB"/>
        </w:rPr>
        <w:t>been registered in th</w:t>
      </w:r>
      <w:r w:rsidR="004B64C5">
        <w:rPr>
          <w:lang w:val="en-GB"/>
        </w:rPr>
        <w:t>e</w:t>
      </w:r>
      <w:r w:rsidR="00B56404">
        <w:rPr>
          <w:lang w:val="en-GB"/>
        </w:rPr>
        <w:t xml:space="preserve"> CDigiDoc configuration file but have </w:t>
      </w:r>
      <w:r w:rsidR="009523CD">
        <w:rPr>
          <w:lang w:val="en-GB"/>
        </w:rPr>
        <w:t>not been included in th</w:t>
      </w:r>
      <w:r w:rsidR="004B64C5">
        <w:rPr>
          <w:lang w:val="en-GB"/>
        </w:rPr>
        <w:t>e</w:t>
      </w:r>
      <w:r w:rsidR="009523CD">
        <w:rPr>
          <w:lang w:val="en-GB"/>
        </w:rPr>
        <w:t xml:space="preserve"> C</w:t>
      </w:r>
      <w:r>
        <w:rPr>
          <w:lang w:val="en-GB"/>
        </w:rPr>
        <w:t xml:space="preserve">DigiDoc distribution. </w:t>
      </w:r>
      <w:r w:rsidR="00351450">
        <w:rPr>
          <w:lang w:val="en-GB"/>
        </w:rPr>
        <w:t>In order to use the test certificates wit</w:t>
      </w:r>
      <w:r w:rsidR="004B64C5">
        <w:rPr>
          <w:lang w:val="en-GB"/>
        </w:rPr>
        <w:t>h</w:t>
      </w:r>
      <w:r w:rsidR="00351450">
        <w:rPr>
          <w:lang w:val="en-GB"/>
        </w:rPr>
        <w:t xml:space="preserve"> CDigiDoc, you need to install them separately </w:t>
      </w:r>
      <w:r w:rsidR="00351450" w:rsidRPr="00765DC8">
        <w:rPr>
          <w:lang w:val="en-GB"/>
        </w:rPr>
        <w:t>(</w:t>
      </w:r>
      <w:r w:rsidR="00351450">
        <w:rPr>
          <w:lang w:val="en-GB"/>
        </w:rPr>
        <w:t>the installation package</w:t>
      </w:r>
      <w:r w:rsidR="0035481D">
        <w:rPr>
          <w:lang w:val="en-GB"/>
        </w:rPr>
        <w:t xml:space="preserve"> containing both Estonian and Finnish test certificates</w:t>
      </w:r>
      <w:r w:rsidR="00351450">
        <w:rPr>
          <w:lang w:val="en-GB"/>
        </w:rPr>
        <w:t xml:space="preserve"> is accessible from</w:t>
      </w:r>
      <w:r w:rsidR="000266A4">
        <w:rPr>
          <w:rStyle w:val="Hyperlink"/>
          <w:lang w:val="en-GB"/>
        </w:rPr>
        <w:t xml:space="preserve"> </w:t>
      </w:r>
      <w:r w:rsidR="000266A4" w:rsidRPr="000266A4">
        <w:rPr>
          <w:rStyle w:val="Hyperlink"/>
          <w:lang w:val="en-GB"/>
        </w:rPr>
        <w:t>https://installer.id.ee/media/windows/Eesti_ID_kaart_testsertifikaadid.msi</w:t>
      </w:r>
      <w:r w:rsidR="00351450" w:rsidRPr="00765DC8">
        <w:rPr>
          <w:lang w:val="en-GB"/>
        </w:rPr>
        <w:t>)</w:t>
      </w:r>
      <w:r w:rsidR="00351450">
        <w:rPr>
          <w:lang w:val="en-GB"/>
        </w:rPr>
        <w:t>.</w:t>
      </w:r>
      <w:r>
        <w:rPr>
          <w:lang w:val="en-GB"/>
        </w:rPr>
        <w:t xml:space="preserve"> </w:t>
      </w:r>
    </w:p>
    <w:p w14:paraId="714CB32F" w14:textId="5B843675" w:rsidR="00AE096E" w:rsidRDefault="00917239" w:rsidP="000D0D8D">
      <w:pPr>
        <w:rPr>
          <w:lang w:val="en-GB"/>
        </w:rPr>
      </w:pPr>
      <w:r>
        <w:rPr>
          <w:lang w:val="en-GB"/>
        </w:rPr>
        <w:t>Note that the test certificates should not be us</w:t>
      </w:r>
      <w:r w:rsidR="009523CD">
        <w:rPr>
          <w:lang w:val="en-GB"/>
        </w:rPr>
        <w:t>ed in live applications as th</w:t>
      </w:r>
      <w:r w:rsidR="004B64C5">
        <w:rPr>
          <w:lang w:val="en-GB"/>
        </w:rPr>
        <w:t>e</w:t>
      </w:r>
      <w:r w:rsidR="009523CD">
        <w:rPr>
          <w:lang w:val="en-GB"/>
        </w:rPr>
        <w:t xml:space="preserve"> C</w:t>
      </w:r>
      <w:r>
        <w:rPr>
          <w:lang w:val="en-GB"/>
        </w:rPr>
        <w:t>DigiDoc library does not give notifications to the u</w:t>
      </w:r>
      <w:r w:rsidR="00DE2CEE">
        <w:rPr>
          <w:lang w:val="en-GB"/>
        </w:rPr>
        <w:t>ser in case of test signatures.</w:t>
      </w:r>
    </w:p>
    <w:tbl>
      <w:tblPr>
        <w:tblStyle w:val="Param"/>
        <w:tblW w:w="0" w:type="auto"/>
        <w:tblInd w:w="0" w:type="dxa"/>
        <w:tblLook w:val="04A0" w:firstRow="1" w:lastRow="0" w:firstColumn="1" w:lastColumn="0" w:noHBand="0" w:noVBand="1"/>
      </w:tblPr>
      <w:tblGrid>
        <w:gridCol w:w="1137"/>
        <w:gridCol w:w="1455"/>
        <w:gridCol w:w="1909"/>
        <w:gridCol w:w="1390"/>
        <w:gridCol w:w="2329"/>
      </w:tblGrid>
      <w:tr w:rsidR="00AE096E" w:rsidRPr="00751DBB" w14:paraId="27AFD660" w14:textId="77777777" w:rsidTr="00E67CCC">
        <w:trPr>
          <w:cnfStyle w:val="100000000000" w:firstRow="1" w:lastRow="0" w:firstColumn="0" w:lastColumn="0" w:oddVBand="0" w:evenVBand="0" w:oddHBand="0" w:evenHBand="0" w:firstRowFirstColumn="0" w:firstRowLastColumn="0" w:lastRowFirstColumn="0" w:lastRowLastColumn="0"/>
          <w:cantSplit/>
          <w:tblHeader/>
        </w:trPr>
        <w:tc>
          <w:tcPr>
            <w:tcW w:w="4501" w:type="dxa"/>
            <w:gridSpan w:val="3"/>
            <w:tcBorders>
              <w:top w:val="nil"/>
              <w:bottom w:val="single" w:sz="4" w:space="0" w:color="auto"/>
            </w:tcBorders>
          </w:tcPr>
          <w:p w14:paraId="7F633CD2" w14:textId="77777777" w:rsidR="00AE096E" w:rsidRPr="00751DBB" w:rsidRDefault="00AE096E" w:rsidP="00E67CCC">
            <w:pPr>
              <w:jc w:val="left"/>
              <w:rPr>
                <w:b/>
                <w:lang w:val="en-GB"/>
              </w:rPr>
            </w:pPr>
            <w:r w:rsidRPr="00751DBB">
              <w:rPr>
                <w:b/>
                <w:lang w:val="en-GB"/>
              </w:rPr>
              <w:t>Certificate Common Name (CN)</w:t>
            </w:r>
          </w:p>
        </w:tc>
        <w:tc>
          <w:tcPr>
            <w:tcW w:w="1390" w:type="dxa"/>
            <w:tcBorders>
              <w:top w:val="nil"/>
              <w:bottom w:val="single" w:sz="4" w:space="0" w:color="auto"/>
            </w:tcBorders>
          </w:tcPr>
          <w:p w14:paraId="1D213249" w14:textId="77777777" w:rsidR="00AE096E" w:rsidRPr="00751DBB" w:rsidRDefault="00AE096E" w:rsidP="00E67CCC">
            <w:pPr>
              <w:jc w:val="left"/>
              <w:rPr>
                <w:b/>
                <w:lang w:val="en-GB"/>
              </w:rPr>
            </w:pPr>
            <w:r w:rsidRPr="00751DBB">
              <w:rPr>
                <w:b/>
                <w:lang w:val="en-GB"/>
              </w:rPr>
              <w:t>Valid to</w:t>
            </w:r>
          </w:p>
        </w:tc>
        <w:tc>
          <w:tcPr>
            <w:tcW w:w="2329" w:type="dxa"/>
            <w:tcBorders>
              <w:top w:val="nil"/>
              <w:bottom w:val="single" w:sz="4" w:space="0" w:color="auto"/>
            </w:tcBorders>
          </w:tcPr>
          <w:p w14:paraId="1D92E6E0" w14:textId="77777777" w:rsidR="00AE096E" w:rsidRPr="00751DBB" w:rsidRDefault="00AE096E" w:rsidP="00E67CCC">
            <w:pPr>
              <w:jc w:val="left"/>
              <w:rPr>
                <w:b/>
                <w:lang w:val="en-GB"/>
              </w:rPr>
            </w:pPr>
            <w:r w:rsidRPr="00751DBB">
              <w:rPr>
                <w:b/>
                <w:lang w:val="en-GB"/>
              </w:rPr>
              <w:t>Description</w:t>
            </w:r>
          </w:p>
        </w:tc>
      </w:tr>
      <w:tr w:rsidR="00AE096E" w:rsidRPr="00751DBB" w14:paraId="347CB305" w14:textId="77777777" w:rsidTr="00E67CCC">
        <w:trPr>
          <w:cantSplit/>
        </w:trPr>
        <w:tc>
          <w:tcPr>
            <w:tcW w:w="4501" w:type="dxa"/>
            <w:gridSpan w:val="3"/>
            <w:tcBorders>
              <w:top w:val="single" w:sz="4" w:space="0" w:color="auto"/>
              <w:bottom w:val="single" w:sz="4" w:space="0" w:color="auto"/>
            </w:tcBorders>
            <w:shd w:val="clear" w:color="auto" w:fill="F2F2F2" w:themeFill="background1" w:themeFillShade="F2"/>
          </w:tcPr>
          <w:p w14:paraId="1FBFE0CB" w14:textId="77777777" w:rsidR="00AE096E" w:rsidRPr="00751DBB" w:rsidRDefault="00AE096E" w:rsidP="00E67CCC">
            <w:pPr>
              <w:jc w:val="left"/>
              <w:rPr>
                <w:lang w:val="en-GB"/>
              </w:rPr>
            </w:pPr>
            <w:r w:rsidRPr="00751DBB">
              <w:rPr>
                <w:b/>
                <w:szCs w:val="18"/>
                <w:u w:val="single"/>
                <w:lang w:val="en-GB"/>
              </w:rPr>
              <w:t>Test JUUR-SK</w:t>
            </w:r>
          </w:p>
        </w:tc>
        <w:tc>
          <w:tcPr>
            <w:tcW w:w="1390" w:type="dxa"/>
            <w:tcBorders>
              <w:top w:val="single" w:sz="4" w:space="0" w:color="auto"/>
              <w:bottom w:val="single" w:sz="4" w:space="0" w:color="auto"/>
            </w:tcBorders>
            <w:shd w:val="clear" w:color="auto" w:fill="F2F2F2" w:themeFill="background1" w:themeFillShade="F2"/>
          </w:tcPr>
          <w:p w14:paraId="1F1F7CE7" w14:textId="77777777" w:rsidR="00AE096E" w:rsidRPr="00751DBB" w:rsidRDefault="00AE096E" w:rsidP="00E67CCC">
            <w:pPr>
              <w:jc w:val="left"/>
              <w:rPr>
                <w:b/>
                <w:lang w:val="en-GB"/>
              </w:rPr>
            </w:pPr>
            <w:r w:rsidRPr="00751DBB">
              <w:rPr>
                <w:szCs w:val="18"/>
                <w:lang w:val="en-GB"/>
              </w:rPr>
              <w:t>27-Aug-2016</w:t>
            </w:r>
          </w:p>
        </w:tc>
        <w:tc>
          <w:tcPr>
            <w:tcW w:w="2329" w:type="dxa"/>
            <w:tcBorders>
              <w:top w:val="single" w:sz="4" w:space="0" w:color="auto"/>
              <w:bottom w:val="single" w:sz="4" w:space="0" w:color="auto"/>
            </w:tcBorders>
            <w:shd w:val="clear" w:color="auto" w:fill="F2F2F2" w:themeFill="background1" w:themeFillShade="F2"/>
          </w:tcPr>
          <w:p w14:paraId="16076364" w14:textId="77777777" w:rsidR="00AE096E" w:rsidRPr="00751DBB" w:rsidRDefault="00AE096E" w:rsidP="00E67CCC">
            <w:pPr>
              <w:jc w:val="left"/>
              <w:rPr>
                <w:b/>
                <w:lang w:val="en-GB"/>
              </w:rPr>
            </w:pPr>
            <w:r w:rsidRPr="00751DBB">
              <w:rPr>
                <w:szCs w:val="18"/>
                <w:lang w:val="en-GB"/>
              </w:rPr>
              <w:t>SK’s 1</w:t>
            </w:r>
            <w:r w:rsidRPr="00751DBB">
              <w:rPr>
                <w:szCs w:val="18"/>
                <w:vertAlign w:val="superscript"/>
                <w:lang w:val="en-GB"/>
              </w:rPr>
              <w:t xml:space="preserve">st </w:t>
            </w:r>
            <w:r w:rsidRPr="00751DBB">
              <w:rPr>
                <w:szCs w:val="18"/>
                <w:lang w:val="en-GB"/>
              </w:rPr>
              <w:t>test root certificate</w:t>
            </w:r>
          </w:p>
        </w:tc>
      </w:tr>
      <w:tr w:rsidR="00AE096E" w:rsidRPr="00751DBB" w14:paraId="42C8CB48" w14:textId="77777777" w:rsidTr="00E67CCC">
        <w:trPr>
          <w:cantSplit/>
        </w:trPr>
        <w:tc>
          <w:tcPr>
            <w:tcW w:w="1137" w:type="dxa"/>
            <w:tcBorders>
              <w:top w:val="single" w:sz="4" w:space="0" w:color="auto"/>
            </w:tcBorders>
          </w:tcPr>
          <w:p w14:paraId="2EEC896E" w14:textId="77777777" w:rsidR="00AE096E" w:rsidRPr="00751DBB" w:rsidRDefault="00AE096E" w:rsidP="00E67CCC">
            <w:pPr>
              <w:jc w:val="left"/>
              <w:rPr>
                <w:b/>
                <w:lang w:val="en-GB"/>
              </w:rPr>
            </w:pPr>
          </w:p>
        </w:tc>
        <w:tc>
          <w:tcPr>
            <w:tcW w:w="1455" w:type="dxa"/>
            <w:tcBorders>
              <w:top w:val="single" w:sz="4" w:space="0" w:color="auto"/>
            </w:tcBorders>
          </w:tcPr>
          <w:p w14:paraId="436106CB" w14:textId="77777777" w:rsidR="00AE096E" w:rsidRPr="00751DBB" w:rsidRDefault="00AE096E" w:rsidP="00E67CCC">
            <w:pPr>
              <w:jc w:val="left"/>
              <w:rPr>
                <w:b/>
                <w:lang w:val="en-GB"/>
              </w:rPr>
            </w:pPr>
            <w:r w:rsidRPr="00751DBB">
              <w:rPr>
                <w:b/>
                <w:szCs w:val="18"/>
                <w:lang w:val="en-GB"/>
              </w:rPr>
              <w:t>TEST-SK</w:t>
            </w:r>
          </w:p>
        </w:tc>
        <w:tc>
          <w:tcPr>
            <w:tcW w:w="1909" w:type="dxa"/>
            <w:tcBorders>
              <w:top w:val="single" w:sz="4" w:space="0" w:color="auto"/>
            </w:tcBorders>
          </w:tcPr>
          <w:p w14:paraId="7C4E7EAC" w14:textId="77777777" w:rsidR="00AE096E" w:rsidRPr="00751DBB" w:rsidRDefault="00AE096E" w:rsidP="00E67CCC">
            <w:pPr>
              <w:jc w:val="left"/>
              <w:rPr>
                <w:lang w:val="en-GB"/>
              </w:rPr>
            </w:pPr>
          </w:p>
        </w:tc>
        <w:tc>
          <w:tcPr>
            <w:tcW w:w="1390" w:type="dxa"/>
            <w:tcBorders>
              <w:top w:val="single" w:sz="4" w:space="0" w:color="auto"/>
            </w:tcBorders>
          </w:tcPr>
          <w:p w14:paraId="6A5E8006" w14:textId="77777777" w:rsidR="00AE096E" w:rsidRPr="00751DBB" w:rsidRDefault="00AE096E" w:rsidP="00E67CCC">
            <w:pPr>
              <w:jc w:val="left"/>
              <w:rPr>
                <w:b/>
                <w:lang w:val="en-GB"/>
              </w:rPr>
            </w:pPr>
            <w:r w:rsidRPr="00751DBB">
              <w:rPr>
                <w:szCs w:val="18"/>
                <w:lang w:val="en-GB"/>
              </w:rPr>
              <w:t>26-Aug-2016</w:t>
            </w:r>
          </w:p>
        </w:tc>
        <w:tc>
          <w:tcPr>
            <w:tcW w:w="2329" w:type="dxa"/>
            <w:tcBorders>
              <w:top w:val="single" w:sz="4" w:space="0" w:color="auto"/>
            </w:tcBorders>
          </w:tcPr>
          <w:p w14:paraId="4662439D" w14:textId="77777777" w:rsidR="00AE096E" w:rsidRPr="00751DBB" w:rsidRDefault="00AE096E" w:rsidP="00E67CCC">
            <w:pPr>
              <w:jc w:val="left"/>
              <w:rPr>
                <w:b/>
                <w:lang w:val="en-GB"/>
              </w:rPr>
            </w:pPr>
            <w:r w:rsidRPr="00751DBB">
              <w:rPr>
                <w:szCs w:val="18"/>
                <w:lang w:val="en-GB"/>
              </w:rPr>
              <w:t>for all test cards and certificates issued until 04.2011</w:t>
            </w:r>
          </w:p>
        </w:tc>
      </w:tr>
      <w:tr w:rsidR="00AE096E" w:rsidRPr="00751DBB" w14:paraId="54316520" w14:textId="77777777" w:rsidTr="00E67CCC">
        <w:trPr>
          <w:cantSplit/>
        </w:trPr>
        <w:tc>
          <w:tcPr>
            <w:tcW w:w="1137" w:type="dxa"/>
            <w:tcBorders>
              <w:bottom w:val="single" w:sz="4" w:space="0" w:color="auto"/>
            </w:tcBorders>
          </w:tcPr>
          <w:p w14:paraId="2C2B5C8E" w14:textId="77777777" w:rsidR="00AE096E" w:rsidRPr="00751DBB" w:rsidRDefault="00AE096E" w:rsidP="00E67CCC">
            <w:pPr>
              <w:jc w:val="left"/>
              <w:rPr>
                <w:b/>
                <w:lang w:val="en-GB"/>
              </w:rPr>
            </w:pPr>
          </w:p>
        </w:tc>
        <w:tc>
          <w:tcPr>
            <w:tcW w:w="1455" w:type="dxa"/>
            <w:tcBorders>
              <w:bottom w:val="single" w:sz="4" w:space="0" w:color="auto"/>
            </w:tcBorders>
          </w:tcPr>
          <w:p w14:paraId="168A6D6F" w14:textId="77777777" w:rsidR="00AE096E" w:rsidRPr="00751DBB" w:rsidRDefault="00AE096E" w:rsidP="00E67CCC">
            <w:pPr>
              <w:jc w:val="left"/>
              <w:rPr>
                <w:b/>
                <w:lang w:val="en-GB"/>
              </w:rPr>
            </w:pPr>
          </w:p>
        </w:tc>
        <w:tc>
          <w:tcPr>
            <w:tcW w:w="1909" w:type="dxa"/>
            <w:tcBorders>
              <w:bottom w:val="single" w:sz="4" w:space="0" w:color="auto"/>
            </w:tcBorders>
          </w:tcPr>
          <w:p w14:paraId="5794F77E" w14:textId="77777777" w:rsidR="00AE096E" w:rsidRPr="00751DBB" w:rsidRDefault="00AE096E" w:rsidP="00E67CCC">
            <w:pPr>
              <w:jc w:val="left"/>
              <w:rPr>
                <w:lang w:val="en-GB"/>
              </w:rPr>
            </w:pPr>
            <w:r w:rsidRPr="00751DBB">
              <w:rPr>
                <w:i/>
                <w:szCs w:val="18"/>
                <w:lang w:val="en-GB"/>
              </w:rPr>
              <w:t>Test-SK OCSP RESPONDER</w:t>
            </w:r>
            <w:r>
              <w:rPr>
                <w:i/>
                <w:szCs w:val="18"/>
                <w:lang w:val="en-GB"/>
              </w:rPr>
              <w:t xml:space="preserve"> 2005</w:t>
            </w:r>
          </w:p>
        </w:tc>
        <w:tc>
          <w:tcPr>
            <w:tcW w:w="1390" w:type="dxa"/>
            <w:tcBorders>
              <w:bottom w:val="single" w:sz="4" w:space="0" w:color="auto"/>
            </w:tcBorders>
          </w:tcPr>
          <w:p w14:paraId="08E77125" w14:textId="77777777" w:rsidR="00AE096E" w:rsidRPr="00751DBB" w:rsidRDefault="00AE096E" w:rsidP="00E67CCC">
            <w:pPr>
              <w:jc w:val="left"/>
              <w:rPr>
                <w:b/>
                <w:lang w:val="en-GB"/>
              </w:rPr>
            </w:pPr>
            <w:r w:rsidRPr="00751DBB">
              <w:rPr>
                <w:i/>
                <w:szCs w:val="18"/>
                <w:lang w:val="en-GB"/>
              </w:rPr>
              <w:t>0</w:t>
            </w:r>
            <w:r>
              <w:rPr>
                <w:i/>
                <w:szCs w:val="18"/>
                <w:lang w:val="en-GB"/>
              </w:rPr>
              <w:t>6</w:t>
            </w:r>
            <w:r w:rsidRPr="00751DBB">
              <w:rPr>
                <w:i/>
                <w:szCs w:val="18"/>
                <w:lang w:val="en-GB"/>
              </w:rPr>
              <w:t>-Apr-2012</w:t>
            </w:r>
          </w:p>
        </w:tc>
        <w:tc>
          <w:tcPr>
            <w:tcW w:w="2329" w:type="dxa"/>
            <w:tcBorders>
              <w:bottom w:val="single" w:sz="4" w:space="0" w:color="auto"/>
            </w:tcBorders>
          </w:tcPr>
          <w:p w14:paraId="31EC6026" w14:textId="77777777" w:rsidR="00AE096E" w:rsidRPr="00751DBB" w:rsidRDefault="00AE096E" w:rsidP="00E67CCC">
            <w:pPr>
              <w:jc w:val="left"/>
              <w:rPr>
                <w:b/>
                <w:lang w:val="en-GB"/>
              </w:rPr>
            </w:pPr>
            <w:r w:rsidRPr="00751DBB">
              <w:rPr>
                <w:lang w:val="en-GB"/>
              </w:rPr>
              <w:t xml:space="preserve">TEST-SK OCSP responder </w:t>
            </w:r>
          </w:p>
        </w:tc>
      </w:tr>
      <w:tr w:rsidR="00AE096E" w:rsidRPr="00751DBB" w14:paraId="0F1197B0" w14:textId="77777777" w:rsidTr="00E67CCC">
        <w:trPr>
          <w:cantSplit/>
        </w:trPr>
        <w:tc>
          <w:tcPr>
            <w:tcW w:w="1137" w:type="dxa"/>
            <w:tcBorders>
              <w:bottom w:val="single" w:sz="4" w:space="0" w:color="auto"/>
            </w:tcBorders>
          </w:tcPr>
          <w:p w14:paraId="060155DE" w14:textId="77777777" w:rsidR="00AE096E" w:rsidRPr="00751DBB" w:rsidRDefault="00AE096E" w:rsidP="00E67CCC">
            <w:pPr>
              <w:jc w:val="left"/>
              <w:rPr>
                <w:b/>
                <w:lang w:val="en-GB"/>
              </w:rPr>
            </w:pPr>
          </w:p>
        </w:tc>
        <w:tc>
          <w:tcPr>
            <w:tcW w:w="1455" w:type="dxa"/>
            <w:tcBorders>
              <w:bottom w:val="single" w:sz="4" w:space="0" w:color="auto"/>
            </w:tcBorders>
          </w:tcPr>
          <w:p w14:paraId="7C47E5EF" w14:textId="77777777" w:rsidR="00AE096E" w:rsidRPr="00751DBB" w:rsidRDefault="00AE096E" w:rsidP="00E67CCC">
            <w:pPr>
              <w:jc w:val="left"/>
              <w:rPr>
                <w:b/>
                <w:lang w:val="en-GB"/>
              </w:rPr>
            </w:pPr>
            <w:r>
              <w:rPr>
                <w:b/>
                <w:lang w:val="en-GB"/>
              </w:rPr>
              <w:t>TEST of KLASS3-SK 2010</w:t>
            </w:r>
          </w:p>
        </w:tc>
        <w:tc>
          <w:tcPr>
            <w:tcW w:w="1909" w:type="dxa"/>
            <w:tcBorders>
              <w:bottom w:val="single" w:sz="4" w:space="0" w:color="auto"/>
            </w:tcBorders>
          </w:tcPr>
          <w:p w14:paraId="6D4CFC2E" w14:textId="77777777" w:rsidR="00AE096E" w:rsidRPr="00751DBB" w:rsidRDefault="00AE096E" w:rsidP="00E67CCC">
            <w:pPr>
              <w:jc w:val="left"/>
              <w:rPr>
                <w:i/>
                <w:szCs w:val="18"/>
                <w:lang w:val="en-GB"/>
              </w:rPr>
            </w:pPr>
          </w:p>
        </w:tc>
        <w:tc>
          <w:tcPr>
            <w:tcW w:w="1390" w:type="dxa"/>
            <w:tcBorders>
              <w:bottom w:val="single" w:sz="4" w:space="0" w:color="auto"/>
            </w:tcBorders>
          </w:tcPr>
          <w:p w14:paraId="3D736261" w14:textId="77777777" w:rsidR="00AE096E" w:rsidRPr="00751DBB" w:rsidRDefault="00AE096E" w:rsidP="00E67CCC">
            <w:pPr>
              <w:jc w:val="left"/>
              <w:rPr>
                <w:i/>
                <w:szCs w:val="18"/>
                <w:lang w:val="en-GB"/>
              </w:rPr>
            </w:pPr>
            <w:r w:rsidRPr="00B91A0A">
              <w:rPr>
                <w:szCs w:val="18"/>
                <w:lang w:val="en-GB"/>
              </w:rPr>
              <w:t>21-March-2025</w:t>
            </w:r>
          </w:p>
        </w:tc>
        <w:tc>
          <w:tcPr>
            <w:tcW w:w="2329" w:type="dxa"/>
            <w:tcBorders>
              <w:bottom w:val="single" w:sz="4" w:space="0" w:color="auto"/>
            </w:tcBorders>
          </w:tcPr>
          <w:p w14:paraId="0E91EBD9" w14:textId="77777777" w:rsidR="00AE096E" w:rsidRPr="00751DBB" w:rsidRDefault="00AE096E" w:rsidP="00E67CCC">
            <w:pPr>
              <w:jc w:val="left"/>
              <w:rPr>
                <w:lang w:val="en-GB"/>
              </w:rPr>
            </w:pPr>
            <w:r>
              <w:rPr>
                <w:lang w:val="en-GB"/>
              </w:rPr>
              <w:t xml:space="preserve">for organizational test certificates </w:t>
            </w:r>
          </w:p>
        </w:tc>
      </w:tr>
      <w:tr w:rsidR="00AE096E" w:rsidRPr="00751DBB" w14:paraId="1C15D40B" w14:textId="77777777" w:rsidTr="00E67CCC">
        <w:trPr>
          <w:cantSplit/>
        </w:trPr>
        <w:tc>
          <w:tcPr>
            <w:tcW w:w="4501" w:type="dxa"/>
            <w:gridSpan w:val="3"/>
            <w:tcBorders>
              <w:top w:val="single" w:sz="4" w:space="0" w:color="auto"/>
              <w:bottom w:val="single" w:sz="4" w:space="0" w:color="auto"/>
            </w:tcBorders>
            <w:shd w:val="clear" w:color="auto" w:fill="F2F2F2" w:themeFill="background1" w:themeFillShade="F2"/>
          </w:tcPr>
          <w:p w14:paraId="30F4E2BA" w14:textId="77777777" w:rsidR="00AE096E" w:rsidRPr="00751DBB" w:rsidRDefault="00AE096E" w:rsidP="00E67CCC">
            <w:pPr>
              <w:jc w:val="left"/>
              <w:rPr>
                <w:lang w:val="en-GB"/>
              </w:rPr>
            </w:pPr>
            <w:r w:rsidRPr="00751DBB">
              <w:rPr>
                <w:b/>
                <w:szCs w:val="18"/>
                <w:u w:val="single"/>
                <w:lang w:val="en-GB"/>
              </w:rPr>
              <w:t>TEST EECCRCA</w:t>
            </w:r>
          </w:p>
        </w:tc>
        <w:tc>
          <w:tcPr>
            <w:tcW w:w="1390" w:type="dxa"/>
            <w:tcBorders>
              <w:top w:val="single" w:sz="4" w:space="0" w:color="auto"/>
              <w:bottom w:val="single" w:sz="4" w:space="0" w:color="auto"/>
            </w:tcBorders>
            <w:shd w:val="clear" w:color="auto" w:fill="F2F2F2" w:themeFill="background1" w:themeFillShade="F2"/>
          </w:tcPr>
          <w:p w14:paraId="3DAABE5B" w14:textId="77777777" w:rsidR="00AE096E" w:rsidRPr="00751DBB" w:rsidRDefault="00AE096E" w:rsidP="00E67CCC">
            <w:pPr>
              <w:jc w:val="left"/>
              <w:rPr>
                <w:b/>
                <w:lang w:val="en-GB"/>
              </w:rPr>
            </w:pPr>
            <w:r w:rsidRPr="00751DBB">
              <w:rPr>
                <w:szCs w:val="18"/>
                <w:lang w:val="en-GB"/>
              </w:rPr>
              <w:t>18-Dec-2030</w:t>
            </w:r>
          </w:p>
        </w:tc>
        <w:tc>
          <w:tcPr>
            <w:tcW w:w="2329" w:type="dxa"/>
            <w:tcBorders>
              <w:top w:val="single" w:sz="4" w:space="0" w:color="auto"/>
              <w:bottom w:val="single" w:sz="4" w:space="0" w:color="auto"/>
            </w:tcBorders>
            <w:shd w:val="clear" w:color="auto" w:fill="F2F2F2" w:themeFill="background1" w:themeFillShade="F2"/>
          </w:tcPr>
          <w:p w14:paraId="5A557928" w14:textId="77777777" w:rsidR="00AE096E" w:rsidRPr="00751DBB" w:rsidRDefault="00AE096E" w:rsidP="00E67CCC">
            <w:pPr>
              <w:jc w:val="left"/>
              <w:rPr>
                <w:b/>
                <w:lang w:val="en-GB"/>
              </w:rPr>
            </w:pPr>
            <w:r w:rsidRPr="00751DBB">
              <w:rPr>
                <w:szCs w:val="18"/>
                <w:lang w:val="en-GB"/>
              </w:rPr>
              <w:t>SK’s 2</w:t>
            </w:r>
            <w:r w:rsidRPr="00751DBB">
              <w:rPr>
                <w:szCs w:val="18"/>
                <w:vertAlign w:val="superscript"/>
                <w:lang w:val="en-GB"/>
              </w:rPr>
              <w:t>nd</w:t>
            </w:r>
            <w:r w:rsidRPr="00751DBB">
              <w:rPr>
                <w:szCs w:val="18"/>
                <w:lang w:val="en-GB"/>
              </w:rPr>
              <w:t xml:space="preserve"> test root certificate</w:t>
            </w:r>
          </w:p>
        </w:tc>
      </w:tr>
      <w:tr w:rsidR="00AE096E" w:rsidRPr="00751DBB" w14:paraId="51631445" w14:textId="77777777" w:rsidTr="00E67CCC">
        <w:trPr>
          <w:cantSplit/>
        </w:trPr>
        <w:tc>
          <w:tcPr>
            <w:tcW w:w="1137" w:type="dxa"/>
            <w:tcBorders>
              <w:top w:val="single" w:sz="4" w:space="0" w:color="auto"/>
            </w:tcBorders>
          </w:tcPr>
          <w:p w14:paraId="0C745BAD" w14:textId="77777777" w:rsidR="00AE096E" w:rsidRPr="00751DBB" w:rsidRDefault="00AE096E" w:rsidP="00E67CCC">
            <w:pPr>
              <w:jc w:val="left"/>
              <w:rPr>
                <w:b/>
                <w:lang w:val="en-GB"/>
              </w:rPr>
            </w:pPr>
          </w:p>
        </w:tc>
        <w:tc>
          <w:tcPr>
            <w:tcW w:w="1455" w:type="dxa"/>
            <w:tcBorders>
              <w:top w:val="single" w:sz="4" w:space="0" w:color="auto"/>
            </w:tcBorders>
          </w:tcPr>
          <w:p w14:paraId="66EDBFBB" w14:textId="77777777" w:rsidR="00AE096E" w:rsidRPr="00751DBB" w:rsidRDefault="00AE096E" w:rsidP="00E67CCC">
            <w:pPr>
              <w:jc w:val="left"/>
              <w:rPr>
                <w:b/>
                <w:lang w:val="en-GB"/>
              </w:rPr>
            </w:pPr>
            <w:r w:rsidRPr="00751DBB">
              <w:rPr>
                <w:b/>
                <w:szCs w:val="18"/>
                <w:lang w:val="en-GB"/>
              </w:rPr>
              <w:t xml:space="preserve">TEST </w:t>
            </w:r>
            <w:r>
              <w:rPr>
                <w:b/>
                <w:szCs w:val="18"/>
                <w:lang w:val="en-GB"/>
              </w:rPr>
              <w:t xml:space="preserve">of </w:t>
            </w:r>
            <w:r w:rsidRPr="00751DBB">
              <w:rPr>
                <w:b/>
                <w:szCs w:val="18"/>
                <w:lang w:val="en-GB"/>
              </w:rPr>
              <w:t>ESTEID-SK 2011</w:t>
            </w:r>
          </w:p>
        </w:tc>
        <w:tc>
          <w:tcPr>
            <w:tcW w:w="1909" w:type="dxa"/>
            <w:tcBorders>
              <w:top w:val="single" w:sz="4" w:space="0" w:color="auto"/>
            </w:tcBorders>
          </w:tcPr>
          <w:p w14:paraId="49E15880" w14:textId="77777777" w:rsidR="00AE096E" w:rsidRPr="00751DBB" w:rsidRDefault="00AE096E" w:rsidP="00E67CCC">
            <w:pPr>
              <w:jc w:val="left"/>
              <w:rPr>
                <w:lang w:val="en-GB"/>
              </w:rPr>
            </w:pPr>
          </w:p>
        </w:tc>
        <w:tc>
          <w:tcPr>
            <w:tcW w:w="1390" w:type="dxa"/>
            <w:tcBorders>
              <w:top w:val="single" w:sz="4" w:space="0" w:color="auto"/>
            </w:tcBorders>
          </w:tcPr>
          <w:p w14:paraId="650D1218" w14:textId="77777777" w:rsidR="00AE096E" w:rsidRPr="00751DBB" w:rsidRDefault="00AE096E" w:rsidP="00E67CCC">
            <w:pPr>
              <w:jc w:val="left"/>
              <w:rPr>
                <w:b/>
                <w:lang w:val="en-GB"/>
              </w:rPr>
            </w:pPr>
            <w:r w:rsidRPr="00751DBB">
              <w:rPr>
                <w:szCs w:val="18"/>
                <w:lang w:val="en-GB"/>
              </w:rPr>
              <w:t>07-Sep-2023</w:t>
            </w:r>
          </w:p>
        </w:tc>
        <w:tc>
          <w:tcPr>
            <w:tcW w:w="2329" w:type="dxa"/>
            <w:tcBorders>
              <w:top w:val="single" w:sz="4" w:space="0" w:color="auto"/>
            </w:tcBorders>
          </w:tcPr>
          <w:p w14:paraId="417C1CA1" w14:textId="77777777" w:rsidR="00AE096E" w:rsidRPr="00751DBB" w:rsidRDefault="00AE096E" w:rsidP="00E67CCC">
            <w:pPr>
              <w:jc w:val="left"/>
              <w:rPr>
                <w:b/>
                <w:lang w:val="en-GB"/>
              </w:rPr>
            </w:pPr>
            <w:r w:rsidRPr="00751DBB">
              <w:rPr>
                <w:szCs w:val="18"/>
                <w:lang w:val="en-GB"/>
              </w:rPr>
              <w:t>for test ID cards, Digi-ID and Mobile-ID certificates issued from 04.2011</w:t>
            </w:r>
          </w:p>
        </w:tc>
      </w:tr>
      <w:tr w:rsidR="00AE096E" w:rsidRPr="00751DBB" w14:paraId="28C1213A" w14:textId="77777777" w:rsidTr="00E67CCC">
        <w:trPr>
          <w:cantSplit/>
        </w:trPr>
        <w:tc>
          <w:tcPr>
            <w:tcW w:w="1137" w:type="dxa"/>
          </w:tcPr>
          <w:p w14:paraId="610D755A" w14:textId="77777777" w:rsidR="00AE096E" w:rsidRPr="00751DBB" w:rsidRDefault="00AE096E" w:rsidP="00E67CCC">
            <w:pPr>
              <w:jc w:val="left"/>
              <w:rPr>
                <w:b/>
                <w:lang w:val="en-GB"/>
              </w:rPr>
            </w:pPr>
          </w:p>
        </w:tc>
        <w:tc>
          <w:tcPr>
            <w:tcW w:w="1455" w:type="dxa"/>
          </w:tcPr>
          <w:p w14:paraId="5C5BF92D" w14:textId="77777777" w:rsidR="00AE096E" w:rsidRPr="00751DBB" w:rsidRDefault="00AE096E" w:rsidP="00E67CCC">
            <w:pPr>
              <w:jc w:val="left"/>
              <w:rPr>
                <w:b/>
                <w:lang w:val="en-GB"/>
              </w:rPr>
            </w:pPr>
            <w:r w:rsidRPr="00751DBB">
              <w:rPr>
                <w:b/>
                <w:szCs w:val="18"/>
                <w:lang w:val="en-GB"/>
              </w:rPr>
              <w:t xml:space="preserve">TEST </w:t>
            </w:r>
            <w:r>
              <w:rPr>
                <w:b/>
                <w:szCs w:val="18"/>
                <w:lang w:val="en-GB"/>
              </w:rPr>
              <w:t xml:space="preserve">of </w:t>
            </w:r>
            <w:r w:rsidRPr="00751DBB">
              <w:rPr>
                <w:b/>
                <w:szCs w:val="18"/>
                <w:lang w:val="en-GB"/>
              </w:rPr>
              <w:t>EID-SK 2011</w:t>
            </w:r>
          </w:p>
        </w:tc>
        <w:tc>
          <w:tcPr>
            <w:tcW w:w="1909" w:type="dxa"/>
          </w:tcPr>
          <w:p w14:paraId="4F731A60" w14:textId="77777777" w:rsidR="00AE096E" w:rsidRPr="00751DBB" w:rsidRDefault="00AE096E" w:rsidP="00E67CCC">
            <w:pPr>
              <w:jc w:val="left"/>
              <w:rPr>
                <w:lang w:val="en-GB"/>
              </w:rPr>
            </w:pPr>
          </w:p>
        </w:tc>
        <w:tc>
          <w:tcPr>
            <w:tcW w:w="1390" w:type="dxa"/>
          </w:tcPr>
          <w:p w14:paraId="0DC7A55A" w14:textId="77777777" w:rsidR="00AE096E" w:rsidRPr="00751DBB" w:rsidRDefault="00AE096E" w:rsidP="00E67CCC">
            <w:pPr>
              <w:jc w:val="left"/>
              <w:rPr>
                <w:b/>
                <w:lang w:val="en-GB"/>
              </w:rPr>
            </w:pPr>
            <w:r w:rsidRPr="00751DBB">
              <w:rPr>
                <w:szCs w:val="18"/>
                <w:lang w:val="en-GB"/>
              </w:rPr>
              <w:t>07-Sep-2023</w:t>
            </w:r>
          </w:p>
        </w:tc>
        <w:tc>
          <w:tcPr>
            <w:tcW w:w="2329" w:type="dxa"/>
          </w:tcPr>
          <w:p w14:paraId="3F1F2452" w14:textId="77777777" w:rsidR="00AE096E" w:rsidRPr="00751DBB" w:rsidRDefault="00AE096E" w:rsidP="00E67CCC">
            <w:pPr>
              <w:jc w:val="left"/>
              <w:rPr>
                <w:b/>
                <w:lang w:val="en-GB"/>
              </w:rPr>
            </w:pPr>
            <w:r w:rsidRPr="00751DBB">
              <w:rPr>
                <w:szCs w:val="18"/>
                <w:lang w:val="en-GB"/>
              </w:rPr>
              <w:t>for all other test certificates issued from 04.2011</w:t>
            </w:r>
          </w:p>
        </w:tc>
      </w:tr>
      <w:tr w:rsidR="00AE096E" w:rsidRPr="00751DBB" w14:paraId="154CD8CA" w14:textId="77777777" w:rsidTr="00E67CCC">
        <w:trPr>
          <w:cantSplit/>
        </w:trPr>
        <w:tc>
          <w:tcPr>
            <w:tcW w:w="1137" w:type="dxa"/>
          </w:tcPr>
          <w:p w14:paraId="142473D5" w14:textId="77777777" w:rsidR="00AE096E" w:rsidRPr="00751DBB" w:rsidRDefault="00AE096E" w:rsidP="00E67CCC">
            <w:pPr>
              <w:jc w:val="left"/>
              <w:rPr>
                <w:b/>
                <w:lang w:val="en-GB"/>
              </w:rPr>
            </w:pPr>
          </w:p>
        </w:tc>
        <w:tc>
          <w:tcPr>
            <w:tcW w:w="1455" w:type="dxa"/>
          </w:tcPr>
          <w:p w14:paraId="557C69FA" w14:textId="77777777" w:rsidR="00AE096E" w:rsidRPr="00751DBB" w:rsidRDefault="00AE096E" w:rsidP="00E67CCC">
            <w:pPr>
              <w:jc w:val="left"/>
              <w:rPr>
                <w:b/>
                <w:lang w:val="en-GB"/>
              </w:rPr>
            </w:pPr>
            <w:r w:rsidRPr="00751DBB">
              <w:rPr>
                <w:i/>
                <w:szCs w:val="18"/>
                <w:lang w:val="en-GB"/>
              </w:rPr>
              <w:t>Test SK OCSP RESPONDER</w:t>
            </w:r>
            <w:r>
              <w:rPr>
                <w:i/>
                <w:szCs w:val="18"/>
                <w:lang w:val="en-GB"/>
              </w:rPr>
              <w:t xml:space="preserve"> 2011</w:t>
            </w:r>
          </w:p>
        </w:tc>
        <w:tc>
          <w:tcPr>
            <w:tcW w:w="1909" w:type="dxa"/>
          </w:tcPr>
          <w:p w14:paraId="20FA6D1F" w14:textId="77777777" w:rsidR="00AE096E" w:rsidRPr="00751DBB" w:rsidRDefault="00AE096E" w:rsidP="00E67CCC">
            <w:pPr>
              <w:jc w:val="left"/>
              <w:rPr>
                <w:lang w:val="en-GB"/>
              </w:rPr>
            </w:pPr>
          </w:p>
        </w:tc>
        <w:tc>
          <w:tcPr>
            <w:tcW w:w="1390" w:type="dxa"/>
          </w:tcPr>
          <w:p w14:paraId="4238F4CF" w14:textId="77777777" w:rsidR="00AE096E" w:rsidRPr="00751DBB" w:rsidRDefault="00AE096E" w:rsidP="00E67CCC">
            <w:pPr>
              <w:jc w:val="left"/>
              <w:rPr>
                <w:b/>
                <w:lang w:val="en-GB"/>
              </w:rPr>
            </w:pPr>
            <w:r w:rsidRPr="00751DBB">
              <w:rPr>
                <w:i/>
                <w:szCs w:val="18"/>
                <w:lang w:val="en-GB"/>
              </w:rPr>
              <w:t>07-Sep-2024</w:t>
            </w:r>
          </w:p>
        </w:tc>
        <w:tc>
          <w:tcPr>
            <w:tcW w:w="2329" w:type="dxa"/>
          </w:tcPr>
          <w:p w14:paraId="1E148C08" w14:textId="77777777" w:rsidR="00AE096E" w:rsidRPr="000266A4" w:rsidRDefault="00AE096E" w:rsidP="00E67CCC">
            <w:pPr>
              <w:jc w:val="left"/>
              <w:rPr>
                <w:b/>
                <w:lang w:val="en-GB"/>
              </w:rPr>
            </w:pPr>
            <w:r w:rsidRPr="000266A4">
              <w:rPr>
                <w:szCs w:val="18"/>
                <w:lang w:val="en-GB"/>
              </w:rPr>
              <w:t>common OCSP responder for all test certificates issued under TEST-EECCRCA</w:t>
            </w:r>
          </w:p>
        </w:tc>
      </w:tr>
    </w:tbl>
    <w:p w14:paraId="2682F4D5" w14:textId="77777777" w:rsidR="00AE096E" w:rsidRDefault="00AE096E" w:rsidP="000D0D8D">
      <w:pPr>
        <w:rPr>
          <w:lang w:val="en-GB"/>
        </w:rPr>
      </w:pPr>
    </w:p>
    <w:p w14:paraId="4ADB28A4" w14:textId="77777777" w:rsidR="003357FE" w:rsidRPr="00751DBB" w:rsidRDefault="009F369D" w:rsidP="00D56B07">
      <w:pPr>
        <w:pStyle w:val="Heading2"/>
        <w:rPr>
          <w:lang w:val="en-GB"/>
        </w:rPr>
      </w:pPr>
      <w:bookmarkStart w:id="165" w:name="_Toc410733654"/>
      <w:bookmarkStart w:id="166" w:name="_Toc410733655"/>
      <w:bookmarkStart w:id="167" w:name="_Toc410733658"/>
      <w:bookmarkStart w:id="168" w:name="_Toc410733659"/>
      <w:bookmarkStart w:id="169" w:name="_Toc410733668"/>
      <w:bookmarkStart w:id="170" w:name="_Toc410733673"/>
      <w:bookmarkStart w:id="171" w:name="_Toc410733678"/>
      <w:bookmarkStart w:id="172" w:name="_Toc410733683"/>
      <w:bookmarkStart w:id="173" w:name="_Toc410733684"/>
      <w:bookmarkStart w:id="174" w:name="_Toc410733685"/>
      <w:bookmarkStart w:id="175" w:name="_Toc410733686"/>
      <w:bookmarkStart w:id="176" w:name="_Toc410733695"/>
      <w:bookmarkStart w:id="177" w:name="_Toc410733700"/>
      <w:bookmarkStart w:id="178" w:name="_Toc410733939"/>
      <w:bookmarkEnd w:id="165"/>
      <w:bookmarkEnd w:id="166"/>
      <w:bookmarkEnd w:id="167"/>
      <w:bookmarkEnd w:id="168"/>
      <w:bookmarkEnd w:id="169"/>
      <w:bookmarkEnd w:id="170"/>
      <w:bookmarkEnd w:id="171"/>
      <w:bookmarkEnd w:id="172"/>
      <w:bookmarkEnd w:id="173"/>
      <w:bookmarkEnd w:id="174"/>
      <w:bookmarkEnd w:id="175"/>
      <w:bookmarkEnd w:id="176"/>
      <w:bookmarkEnd w:id="177"/>
      <w:r w:rsidRPr="00751DBB">
        <w:rPr>
          <w:lang w:val="en-GB"/>
        </w:rPr>
        <w:t>Interoperability test</w:t>
      </w:r>
      <w:r w:rsidR="00601658" w:rsidRPr="00751DBB">
        <w:rPr>
          <w:lang w:val="en-GB"/>
        </w:rPr>
        <w:t>ing</w:t>
      </w:r>
      <w:bookmarkEnd w:id="178"/>
    </w:p>
    <w:p w14:paraId="54B3011B" w14:textId="77777777" w:rsidR="009811B4" w:rsidRPr="00751DBB" w:rsidRDefault="00805B70" w:rsidP="00B73DF1">
      <w:pPr>
        <w:pStyle w:val="Heading3"/>
      </w:pPr>
      <w:bookmarkStart w:id="179" w:name="_Toc410733940"/>
      <w:r w:rsidRPr="00751DBB">
        <w:t>DigiDoc framework c</w:t>
      </w:r>
      <w:r w:rsidR="003357FE" w:rsidRPr="00751DBB">
        <w:t>ross-usability tests</w:t>
      </w:r>
      <w:bookmarkEnd w:id="179"/>
    </w:p>
    <w:p w14:paraId="6314C384" w14:textId="77777777" w:rsidR="00E67CCC" w:rsidRPr="00A3153B" w:rsidRDefault="00E67CCC" w:rsidP="00E67CCC">
      <w:r w:rsidRPr="00A3153B">
        <w:t xml:space="preserve">Automated cross-usability tests of digitally signed and encrypted files are periodically carried out between different DigiDoc software libraries </w:t>
      </w:r>
      <w:r w:rsidRPr="00A3153B">
        <w:fldChar w:fldCharType="begin"/>
      </w:r>
      <w:r w:rsidRPr="00A3153B">
        <w:instrText xml:space="preserve"> REF _Ref361993983 \r \h </w:instrText>
      </w:r>
      <w:r w:rsidRPr="00A3153B">
        <w:fldChar w:fldCharType="separate"/>
      </w:r>
      <w:r w:rsidR="00E0723E">
        <w:t>[13]</w:t>
      </w:r>
      <w:r w:rsidRPr="00A3153B">
        <w:fldChar w:fldCharType="end"/>
      </w:r>
      <w:r w:rsidRPr="00A3153B">
        <w:t>:</w:t>
      </w:r>
    </w:p>
    <w:p w14:paraId="2E9D7F2A" w14:textId="1CE39043" w:rsidR="00E67CCC" w:rsidRPr="00A3153B" w:rsidRDefault="00E67CCC" w:rsidP="00E67CCC">
      <w:pPr>
        <w:pStyle w:val="ListParagraph"/>
        <w:numPr>
          <w:ilvl w:val="0"/>
          <w:numId w:val="63"/>
        </w:numPr>
      </w:pPr>
      <w:r w:rsidRPr="00A3153B">
        <w:t xml:space="preserve">Cross-usability tests of digitally signed files in </w:t>
      </w:r>
      <w:r w:rsidRPr="00A3153B">
        <w:rPr>
          <w:b/>
        </w:rPr>
        <w:t>DIGIDOC-XML 1.3</w:t>
      </w:r>
      <w:r w:rsidRPr="00A3153B">
        <w:t xml:space="preserve"> format (.ddoc files) are carried out betwee</w:t>
      </w:r>
      <w:r w:rsidR="004B64C5" w:rsidRPr="00A3153B">
        <w:t>n</w:t>
      </w:r>
      <w:r w:rsidRPr="00A3153B">
        <w:t xml:space="preserve"> </w:t>
      </w:r>
      <w:r w:rsidRPr="00A3153B">
        <w:rPr>
          <w:b/>
        </w:rPr>
        <w:t>JDigiDoc</w:t>
      </w:r>
      <w:r w:rsidRPr="00A3153B">
        <w:t xml:space="preserve"> an</w:t>
      </w:r>
      <w:r w:rsidR="004B64C5" w:rsidRPr="00A3153B">
        <w:t>d</w:t>
      </w:r>
      <w:r w:rsidRPr="00A3153B">
        <w:t xml:space="preserve"> </w:t>
      </w:r>
      <w:r w:rsidRPr="00A3153B">
        <w:rPr>
          <w:b/>
        </w:rPr>
        <w:t>CDigiDoc</w:t>
      </w:r>
      <w:r w:rsidRPr="00A3153B">
        <w:t xml:space="preserve"> software libraries.</w:t>
      </w:r>
    </w:p>
    <w:p w14:paraId="6B242A6C" w14:textId="759518C5" w:rsidR="00E67CCC" w:rsidRPr="00A3153B" w:rsidRDefault="00E67CCC" w:rsidP="00E67CCC">
      <w:pPr>
        <w:pStyle w:val="ListParagraph"/>
        <w:numPr>
          <w:ilvl w:val="0"/>
          <w:numId w:val="63"/>
        </w:numPr>
      </w:pPr>
      <w:r w:rsidRPr="00A3153B">
        <w:lastRenderedPageBreak/>
        <w:t xml:space="preserve">Cross-usability of </w:t>
      </w:r>
      <w:r w:rsidRPr="00A3153B">
        <w:rPr>
          <w:b/>
        </w:rPr>
        <w:t>BDOC 2.1</w:t>
      </w:r>
      <w:r w:rsidRPr="00A3153B">
        <w:t xml:space="preserve"> (.bdoc or .asice) file format is tested betwee</w:t>
      </w:r>
      <w:r w:rsidR="004B64C5" w:rsidRPr="00A3153B">
        <w:t>n</w:t>
      </w:r>
      <w:r w:rsidRPr="00A3153B">
        <w:t xml:space="preserve"> </w:t>
      </w:r>
      <w:r w:rsidRPr="00A3153B">
        <w:rPr>
          <w:b/>
        </w:rPr>
        <w:t>JDigiDoc</w:t>
      </w:r>
      <w:r w:rsidRPr="00A3153B">
        <w:t xml:space="preserve"> and </w:t>
      </w:r>
      <w:r w:rsidRPr="00A3153B">
        <w:rPr>
          <w:b/>
        </w:rPr>
        <w:t>Libdigidocpp</w:t>
      </w:r>
      <w:r w:rsidRPr="00A3153B">
        <w:t xml:space="preserve"> libraries.</w:t>
      </w:r>
    </w:p>
    <w:p w14:paraId="657C6BF7" w14:textId="744C543A" w:rsidR="00E67CCC" w:rsidRPr="00A3153B" w:rsidRDefault="00E67CCC" w:rsidP="00E67CCC">
      <w:pPr>
        <w:pStyle w:val="ListParagraph"/>
        <w:numPr>
          <w:ilvl w:val="0"/>
          <w:numId w:val="63"/>
        </w:numPr>
      </w:pPr>
      <w:r w:rsidRPr="00A3153B">
        <w:t xml:space="preserve">Cross-usability of encrypted file format </w:t>
      </w:r>
      <w:r w:rsidRPr="00A3153B">
        <w:rPr>
          <w:b/>
        </w:rPr>
        <w:t>CDOC 1.0</w:t>
      </w:r>
      <w:r w:rsidRPr="00A3153B">
        <w:t xml:space="preserve"> is carried out betwee</w:t>
      </w:r>
      <w:r w:rsidR="004B64C5" w:rsidRPr="00A3153B">
        <w:t>n</w:t>
      </w:r>
      <w:r w:rsidRPr="00A3153B">
        <w:t xml:space="preserve"> </w:t>
      </w:r>
      <w:r w:rsidRPr="00A3153B">
        <w:rPr>
          <w:b/>
        </w:rPr>
        <w:t>JDigiDoc</w:t>
      </w:r>
      <w:r w:rsidRPr="00A3153B">
        <w:t xml:space="preserve"> an</w:t>
      </w:r>
      <w:r w:rsidR="004B64C5" w:rsidRPr="00A3153B">
        <w:t>d</w:t>
      </w:r>
      <w:r w:rsidRPr="00A3153B">
        <w:t xml:space="preserve"> </w:t>
      </w:r>
      <w:r w:rsidRPr="00A3153B">
        <w:rPr>
          <w:b/>
        </w:rPr>
        <w:t>CDigiDoc</w:t>
      </w:r>
      <w:r w:rsidRPr="00A3153B">
        <w:t xml:space="preserve"> software libraries.</w:t>
      </w:r>
    </w:p>
    <w:p w14:paraId="1DB00841" w14:textId="24AA20D9" w:rsidR="00F03225" w:rsidRPr="00E67CCC" w:rsidRDefault="00E67CCC" w:rsidP="00FC3054">
      <w:r w:rsidRPr="00A3153B">
        <w:t xml:space="preserve">The interoperability tests are executed through the </w:t>
      </w:r>
      <w:r w:rsidRPr="00A3153B">
        <w:rPr>
          <w:b/>
        </w:rPr>
        <w:t>command line utility tools of the software libraries</w:t>
      </w:r>
      <w:r w:rsidRPr="00A3153B">
        <w:t xml:space="preserve"> (for example, in case o</w:t>
      </w:r>
      <w:r w:rsidR="004B64C5" w:rsidRPr="00A3153B">
        <w:t>f</w:t>
      </w:r>
      <w:r w:rsidRPr="00A3153B">
        <w:t xml:space="preserve"> JDigiDoc library, the utility program)</w:t>
      </w:r>
      <w:r w:rsidR="004B64C5" w:rsidRPr="00A3153B">
        <w:t>.</w:t>
      </w:r>
    </w:p>
    <w:p w14:paraId="053976FE" w14:textId="4F0AD254" w:rsidR="005B5715" w:rsidRPr="00751DBB" w:rsidRDefault="0067206E" w:rsidP="00B73DF1">
      <w:pPr>
        <w:pStyle w:val="Heading3"/>
      </w:pPr>
      <w:bookmarkStart w:id="180" w:name="_Toc410733941"/>
      <w:r w:rsidRPr="00751DBB">
        <w:t>C</w:t>
      </w:r>
      <w:r w:rsidR="005B5715" w:rsidRPr="00751DBB">
        <w:t xml:space="preserve">DigiDoc API’s </w:t>
      </w:r>
      <w:r w:rsidRPr="00751DBB">
        <w:t>usage i</w:t>
      </w:r>
      <w:r w:rsidR="004B64C5" w:rsidRPr="00751DBB">
        <w:t>n</w:t>
      </w:r>
      <w:r w:rsidRPr="00751DBB">
        <w:t xml:space="preserve"> C</w:t>
      </w:r>
      <w:r w:rsidR="001411EE" w:rsidRPr="00751DBB">
        <w:t>DigiDoc utility</w:t>
      </w:r>
      <w:r w:rsidR="00BF18D7" w:rsidRPr="00751DBB">
        <w:t xml:space="preserve"> program</w:t>
      </w:r>
      <w:bookmarkEnd w:id="180"/>
    </w:p>
    <w:p w14:paraId="08969C6F" w14:textId="70F71481" w:rsidR="000C1E7E" w:rsidRPr="00751DBB" w:rsidRDefault="00B26B91" w:rsidP="001411EE">
      <w:pPr>
        <w:rPr>
          <w:lang w:val="en-GB"/>
        </w:rPr>
      </w:pPr>
      <w:r w:rsidRPr="00751DBB">
        <w:rPr>
          <w:lang w:val="en-GB"/>
        </w:rPr>
        <w:t>Th</w:t>
      </w:r>
      <w:r w:rsidR="004B64C5" w:rsidRPr="00751DBB">
        <w:rPr>
          <w:lang w:val="en-GB"/>
        </w:rPr>
        <w:t>e</w:t>
      </w:r>
      <w:r w:rsidRPr="00751DBB">
        <w:rPr>
          <w:lang w:val="en-GB"/>
        </w:rPr>
        <w:t xml:space="preserve"> C</w:t>
      </w:r>
      <w:r w:rsidR="001411EE" w:rsidRPr="00751DBB">
        <w:rPr>
          <w:lang w:val="en-GB"/>
        </w:rPr>
        <w:t>DigiDoc API’s methods t</w:t>
      </w:r>
      <w:r w:rsidRPr="00751DBB">
        <w:rPr>
          <w:lang w:val="en-GB"/>
        </w:rPr>
        <w:t>hat are directly called out b</w:t>
      </w:r>
      <w:r w:rsidR="004B64C5" w:rsidRPr="00751DBB">
        <w:rPr>
          <w:lang w:val="en-GB"/>
        </w:rPr>
        <w:t>y</w:t>
      </w:r>
      <w:r w:rsidRPr="00751DBB">
        <w:rPr>
          <w:lang w:val="en-GB"/>
        </w:rPr>
        <w:t xml:space="preserve"> C</w:t>
      </w:r>
      <w:r w:rsidR="001411EE" w:rsidRPr="00751DBB">
        <w:rPr>
          <w:lang w:val="en-GB"/>
        </w:rPr>
        <w:t xml:space="preserve">DigiDoc utility program are listed </w:t>
      </w:r>
      <w:r w:rsidR="000C1E7E" w:rsidRPr="00751DBB">
        <w:rPr>
          <w:lang w:val="en-GB"/>
        </w:rPr>
        <w:t xml:space="preserve">in the table </w:t>
      </w:r>
      <w:r w:rsidR="001411EE" w:rsidRPr="00751DBB">
        <w:rPr>
          <w:lang w:val="en-GB"/>
        </w:rPr>
        <w:t xml:space="preserve">below. </w:t>
      </w:r>
      <w:r w:rsidR="00885070" w:rsidRPr="00751DBB">
        <w:rPr>
          <w:lang w:val="en-GB"/>
        </w:rPr>
        <w:t>Note that as the API is tested via th</w:t>
      </w:r>
      <w:r w:rsidR="004B64C5" w:rsidRPr="00751DBB">
        <w:rPr>
          <w:lang w:val="en-GB"/>
        </w:rPr>
        <w:t>e</w:t>
      </w:r>
      <w:r w:rsidR="00885070" w:rsidRPr="00751DBB">
        <w:rPr>
          <w:lang w:val="en-GB"/>
        </w:rPr>
        <w:t xml:space="preserve"> CDigiDoc utility program then the following</w:t>
      </w:r>
      <w:r w:rsidR="00EC3F3E" w:rsidRPr="00751DBB">
        <w:rPr>
          <w:lang w:val="en-GB"/>
        </w:rPr>
        <w:t xml:space="preserve"> functions have been tested</w:t>
      </w:r>
      <w:r w:rsidR="005503CF" w:rsidRPr="00751DBB">
        <w:rPr>
          <w:lang w:val="en-GB"/>
        </w:rPr>
        <w:t xml:space="preserve"> the most thoroughly</w:t>
      </w:r>
      <w:r w:rsidR="004B64C5" w:rsidRPr="00751DBB">
        <w:rPr>
          <w:lang w:val="en-GB"/>
        </w:rPr>
        <w:t>.</w:t>
      </w:r>
    </w:p>
    <w:tbl>
      <w:tblPr>
        <w:tblStyle w:val="Param"/>
        <w:tblW w:w="5000" w:type="pct"/>
        <w:tblInd w:w="0" w:type="dxa"/>
        <w:tblLayout w:type="fixed"/>
        <w:tblLook w:val="04A0" w:firstRow="1" w:lastRow="0" w:firstColumn="1" w:lastColumn="0" w:noHBand="0" w:noVBand="1"/>
      </w:tblPr>
      <w:tblGrid>
        <w:gridCol w:w="2731"/>
        <w:gridCol w:w="5489"/>
      </w:tblGrid>
      <w:tr w:rsidR="00F32A44" w:rsidRPr="00751DBB" w14:paraId="169225F5" w14:textId="77777777" w:rsidTr="002C6542">
        <w:trPr>
          <w:cnfStyle w:val="100000000000" w:firstRow="1" w:lastRow="0" w:firstColumn="0" w:lastColumn="0" w:oddVBand="0" w:evenVBand="0" w:oddHBand="0" w:evenHBand="0" w:firstRowFirstColumn="0" w:firstRowLastColumn="0" w:lastRowFirstColumn="0" w:lastRowLastColumn="0"/>
          <w:tblHeader/>
        </w:trPr>
        <w:tc>
          <w:tcPr>
            <w:tcW w:w="1661" w:type="pct"/>
          </w:tcPr>
          <w:p w14:paraId="14FBFD9B" w14:textId="77777777" w:rsidR="000C1E7E" w:rsidRPr="00751DBB" w:rsidRDefault="004C03C4" w:rsidP="0073734D">
            <w:pPr>
              <w:jc w:val="left"/>
              <w:rPr>
                <w:b/>
                <w:sz w:val="16"/>
                <w:szCs w:val="16"/>
                <w:lang w:val="en-GB"/>
              </w:rPr>
            </w:pPr>
            <w:r w:rsidRPr="00751DBB">
              <w:rPr>
                <w:b/>
                <w:sz w:val="16"/>
                <w:szCs w:val="16"/>
                <w:lang w:val="en-GB"/>
              </w:rPr>
              <w:t>C</w:t>
            </w:r>
            <w:r w:rsidR="000C1E7E" w:rsidRPr="00751DBB">
              <w:rPr>
                <w:b/>
                <w:sz w:val="16"/>
                <w:szCs w:val="16"/>
                <w:lang w:val="en-GB"/>
              </w:rPr>
              <w:t>DigiDoc utility’s command</w:t>
            </w:r>
          </w:p>
        </w:tc>
        <w:tc>
          <w:tcPr>
            <w:tcW w:w="3339" w:type="pct"/>
          </w:tcPr>
          <w:p w14:paraId="223CEE64" w14:textId="4624217B" w:rsidR="000C1E7E" w:rsidRPr="00751DBB" w:rsidRDefault="004C03C4" w:rsidP="0073734D">
            <w:pPr>
              <w:jc w:val="left"/>
              <w:rPr>
                <w:b/>
                <w:sz w:val="16"/>
                <w:szCs w:val="16"/>
                <w:lang w:val="en-GB"/>
              </w:rPr>
            </w:pPr>
            <w:r w:rsidRPr="00751DBB">
              <w:rPr>
                <w:b/>
                <w:sz w:val="16"/>
                <w:szCs w:val="16"/>
                <w:lang w:val="en-GB"/>
              </w:rPr>
              <w:t>Calle</w:t>
            </w:r>
            <w:r w:rsidR="004B64C5" w:rsidRPr="00751DBB">
              <w:rPr>
                <w:b/>
                <w:sz w:val="16"/>
                <w:szCs w:val="16"/>
                <w:lang w:val="en-GB"/>
              </w:rPr>
              <w:t>d</w:t>
            </w:r>
            <w:r w:rsidRPr="00751DBB">
              <w:rPr>
                <w:b/>
                <w:sz w:val="16"/>
                <w:szCs w:val="16"/>
                <w:lang w:val="en-GB"/>
              </w:rPr>
              <w:t xml:space="preserve"> C</w:t>
            </w:r>
            <w:r w:rsidR="000C1E7E" w:rsidRPr="00751DBB">
              <w:rPr>
                <w:b/>
                <w:sz w:val="16"/>
                <w:szCs w:val="16"/>
                <w:lang w:val="en-GB"/>
              </w:rPr>
              <w:t>DigiDoc API method</w:t>
            </w:r>
            <w:r w:rsidR="00AA05F6" w:rsidRPr="00751DBB">
              <w:rPr>
                <w:b/>
                <w:sz w:val="16"/>
                <w:szCs w:val="16"/>
                <w:lang w:val="en-GB"/>
              </w:rPr>
              <w:t>(s)</w:t>
            </w:r>
            <w:r w:rsidR="000C1E7E" w:rsidRPr="00751DBB">
              <w:rPr>
                <w:b/>
                <w:sz w:val="16"/>
                <w:szCs w:val="16"/>
                <w:lang w:val="en-GB"/>
              </w:rPr>
              <w:t xml:space="preserve"> </w:t>
            </w:r>
          </w:p>
        </w:tc>
      </w:tr>
      <w:tr w:rsidR="00D03E82" w:rsidRPr="00751DBB" w14:paraId="15832C6C" w14:textId="77777777" w:rsidTr="002C6542">
        <w:tc>
          <w:tcPr>
            <w:tcW w:w="1661" w:type="pct"/>
          </w:tcPr>
          <w:p w14:paraId="7FC6E13F" w14:textId="77777777" w:rsidR="00D03E82" w:rsidRPr="00751DBB" w:rsidRDefault="00D03E82" w:rsidP="005C723F">
            <w:pPr>
              <w:jc w:val="left"/>
              <w:rPr>
                <w:rFonts w:ascii="Consolas" w:hAnsi="Consolas" w:cs="Consolas"/>
                <w:sz w:val="16"/>
                <w:szCs w:val="16"/>
                <w:lang w:val="en-GB"/>
              </w:rPr>
            </w:pPr>
            <w:r w:rsidRPr="00751DBB">
              <w:rPr>
                <w:rFonts w:ascii="Consolas" w:hAnsi="Consolas" w:cs="Consolas"/>
                <w:sz w:val="16"/>
                <w:szCs w:val="16"/>
                <w:lang w:val="en-GB"/>
              </w:rPr>
              <w:t>-check-cert</w:t>
            </w:r>
          </w:p>
        </w:tc>
        <w:tc>
          <w:tcPr>
            <w:tcW w:w="3339" w:type="pct"/>
          </w:tcPr>
          <w:p w14:paraId="0BBC2567" w14:textId="77777777" w:rsidR="00D03E82" w:rsidRPr="00751DBB" w:rsidRDefault="00D03E82"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ReadCertificate</w:t>
            </w:r>
            <w:r w:rsidRPr="00751DBB">
              <w:rPr>
                <w:rFonts w:ascii="Consolas" w:hAnsi="Consolas" w:cs="Consolas"/>
                <w:sz w:val="16"/>
                <w:szCs w:val="16"/>
                <w:lang w:val="en-GB"/>
              </w:rPr>
              <w:t xml:space="preserve">(X509 **x509,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*szCertfile);</w:t>
            </w:r>
          </w:p>
          <w:p w14:paraId="4BF3891B" w14:textId="77777777" w:rsidR="00D03E82" w:rsidRPr="00751DBB" w:rsidRDefault="00D03E82"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ddocVerifyCertByOCSP</w:t>
            </w:r>
            <w:r w:rsidRPr="00751DBB">
              <w:rPr>
                <w:rFonts w:ascii="Consolas" w:hAnsi="Consolas" w:cs="Consolas"/>
                <w:sz w:val="16"/>
                <w:szCs w:val="16"/>
                <w:lang w:val="en-GB"/>
              </w:rPr>
              <w:t>(X509* pCert, OCSP_RESPONSE **ppResp);</w:t>
            </w:r>
          </w:p>
          <w:p w14:paraId="58DF9C7C" w14:textId="77777777" w:rsidR="00D03E82" w:rsidRPr="00751DBB" w:rsidRDefault="00D03E82"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ddocCertGetSubjectCN</w:t>
            </w:r>
            <w:r w:rsidRPr="00751DBB">
              <w:rPr>
                <w:rFonts w:ascii="Consolas" w:hAnsi="Consolas" w:cs="Consolas"/>
                <w:sz w:val="16"/>
                <w:szCs w:val="16"/>
                <w:lang w:val="en-GB"/>
              </w:rPr>
              <w:t>(X509* pCert, DigiDocMemBuf* pMemBuf);</w:t>
            </w:r>
          </w:p>
        </w:tc>
      </w:tr>
      <w:tr w:rsidR="00D03E82" w:rsidRPr="00751DBB" w14:paraId="1513735F" w14:textId="77777777" w:rsidTr="002C6542">
        <w:tc>
          <w:tcPr>
            <w:tcW w:w="1661" w:type="pct"/>
          </w:tcPr>
          <w:p w14:paraId="644BE9DF" w14:textId="77777777" w:rsidR="00D03E82" w:rsidRPr="00751DBB" w:rsidRDefault="00D03E82" w:rsidP="005C723F">
            <w:pPr>
              <w:jc w:val="left"/>
              <w:rPr>
                <w:rFonts w:ascii="Consolas" w:hAnsi="Consolas" w:cs="Consolas"/>
                <w:sz w:val="16"/>
                <w:szCs w:val="16"/>
                <w:lang w:val="en-GB"/>
              </w:rPr>
            </w:pPr>
            <w:r w:rsidRPr="00751DBB">
              <w:rPr>
                <w:rFonts w:ascii="Consolas" w:hAnsi="Consolas" w:cs="Consolas"/>
                <w:sz w:val="16"/>
                <w:szCs w:val="16"/>
                <w:lang w:val="en-GB"/>
              </w:rPr>
              <w:t>-in &lt;input-ddoc-file&gt;</w:t>
            </w:r>
          </w:p>
        </w:tc>
        <w:tc>
          <w:tcPr>
            <w:tcW w:w="3339" w:type="pct"/>
          </w:tcPr>
          <w:p w14:paraId="4F580A85" w14:textId="77777777" w:rsidR="00D03E82" w:rsidRPr="00751DBB" w:rsidRDefault="00D03E82"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ConfigItem_lookup_int</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key,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defValue);</w:t>
            </w:r>
          </w:p>
          <w:p w14:paraId="7F98697A" w14:textId="77777777" w:rsidR="00D03E82" w:rsidRPr="00751DBB" w:rsidRDefault="00D03E82"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ddocSaxReadSignedDocFromFile</w:t>
            </w:r>
            <w:r w:rsidRPr="00751DBB">
              <w:rPr>
                <w:rFonts w:ascii="Consolas" w:hAnsi="Consolas" w:cs="Consolas"/>
                <w:sz w:val="16"/>
                <w:szCs w:val="16"/>
                <w:lang w:val="en-GB"/>
              </w:rPr>
              <w:t xml:space="preserve">(SignedDoc** ppSigDoc,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szFileName,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checkFileDigest, </w:t>
            </w:r>
            <w:r w:rsidRPr="00751DBB">
              <w:rPr>
                <w:rFonts w:ascii="Consolas" w:hAnsi="Consolas" w:cs="Consolas"/>
                <w:bCs/>
                <w:sz w:val="16"/>
                <w:szCs w:val="16"/>
                <w:lang w:val="en-GB"/>
              </w:rPr>
              <w:t>long</w:t>
            </w:r>
            <w:r w:rsidRPr="00751DBB">
              <w:rPr>
                <w:rFonts w:ascii="Consolas" w:hAnsi="Consolas" w:cs="Consolas"/>
                <w:sz w:val="16"/>
                <w:szCs w:val="16"/>
                <w:lang w:val="en-GB"/>
              </w:rPr>
              <w:t xml:space="preserve"> lMaxDFLen);</w:t>
            </w:r>
          </w:p>
        </w:tc>
      </w:tr>
      <w:tr w:rsidR="00D03E82" w:rsidRPr="00751DBB" w14:paraId="324F9215" w14:textId="77777777" w:rsidTr="002C6542">
        <w:tc>
          <w:tcPr>
            <w:tcW w:w="1661" w:type="pct"/>
          </w:tcPr>
          <w:p w14:paraId="263DB557" w14:textId="77777777" w:rsidR="00D03E82" w:rsidRPr="00751DBB" w:rsidRDefault="00D03E82" w:rsidP="005C723F">
            <w:pPr>
              <w:jc w:val="left"/>
              <w:rPr>
                <w:rFonts w:ascii="Consolas" w:hAnsi="Consolas" w:cs="Consolas"/>
                <w:sz w:val="16"/>
                <w:szCs w:val="16"/>
                <w:lang w:val="en-GB"/>
              </w:rPr>
            </w:pPr>
            <w:r w:rsidRPr="00751DBB">
              <w:rPr>
                <w:rFonts w:ascii="Consolas" w:hAnsi="Consolas" w:cs="Consolas"/>
                <w:sz w:val="16"/>
                <w:szCs w:val="16"/>
                <w:lang w:val="en-GB"/>
              </w:rPr>
              <w:t>-in &lt;input-encrypted-file&gt;</w:t>
            </w:r>
          </w:p>
        </w:tc>
        <w:tc>
          <w:tcPr>
            <w:tcW w:w="3339" w:type="pct"/>
          </w:tcPr>
          <w:p w14:paraId="28629C6E" w14:textId="77777777" w:rsidR="00D03E82" w:rsidRPr="00751DBB" w:rsidRDefault="00D03E82"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ConfigItem_lookup_int</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key,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defValue);</w:t>
            </w:r>
          </w:p>
          <w:p w14:paraId="6A17E8EC" w14:textId="770021D3" w:rsidR="00D03E82" w:rsidRPr="00751DBB" w:rsidRDefault="00D03E82"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dencSaxReadEncryptedDat</w:t>
            </w:r>
            <w:r w:rsidR="004B64C5" w:rsidRPr="00751DBB">
              <w:rPr>
                <w:rFonts w:ascii="Consolas" w:hAnsi="Consolas" w:cs="Consolas"/>
                <w:b/>
                <w:sz w:val="16"/>
                <w:szCs w:val="16"/>
                <w:lang w:val="en-GB"/>
              </w:rPr>
              <w:t>a</w:t>
            </w:r>
            <w:r w:rsidRPr="00751DBB">
              <w:rPr>
                <w:rFonts w:ascii="Consolas" w:hAnsi="Consolas" w:cs="Consolas"/>
                <w:sz w:val="16"/>
                <w:szCs w:val="16"/>
                <w:lang w:val="en-GB"/>
              </w:rPr>
              <w:t xml:space="preserve">(DEncEncryptedData** ppEncData,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szFileName);</w:t>
            </w:r>
          </w:p>
        </w:tc>
      </w:tr>
      <w:tr w:rsidR="00F32A44" w:rsidRPr="00751DBB" w14:paraId="189F66EE" w14:textId="77777777" w:rsidTr="002C6542">
        <w:tc>
          <w:tcPr>
            <w:tcW w:w="1661" w:type="pct"/>
          </w:tcPr>
          <w:p w14:paraId="31A3FC22" w14:textId="77777777" w:rsidR="000C1E7E" w:rsidRPr="00751DBB" w:rsidRDefault="000C1E7E" w:rsidP="004A6118">
            <w:pPr>
              <w:jc w:val="left"/>
              <w:rPr>
                <w:rFonts w:ascii="Consolas" w:hAnsi="Consolas" w:cs="Consolas"/>
                <w:sz w:val="16"/>
                <w:szCs w:val="16"/>
                <w:lang w:val="en-GB"/>
              </w:rPr>
            </w:pPr>
            <w:r w:rsidRPr="00751DBB">
              <w:rPr>
                <w:rFonts w:ascii="Consolas" w:hAnsi="Consolas" w:cs="Consolas"/>
                <w:sz w:val="16"/>
                <w:szCs w:val="16"/>
                <w:lang w:val="en-GB"/>
              </w:rPr>
              <w:t>-new</w:t>
            </w:r>
          </w:p>
        </w:tc>
        <w:tc>
          <w:tcPr>
            <w:tcW w:w="3339" w:type="pct"/>
          </w:tcPr>
          <w:p w14:paraId="7B0C6948" w14:textId="77777777" w:rsidR="004C03C4" w:rsidRPr="00751DBB" w:rsidRDefault="004C03C4"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ConfigItem_lookup</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key);</w:t>
            </w:r>
          </w:p>
          <w:p w14:paraId="262FF38E" w14:textId="77777777" w:rsidR="009D11C0" w:rsidRPr="00751DBB" w:rsidRDefault="004C03C4" w:rsidP="00C23C48">
            <w:pPr>
              <w:ind w:left="720" w:hanging="720"/>
              <w:jc w:val="left"/>
              <w:outlineLvl w:val="0"/>
              <w:rPr>
                <w:sz w:val="16"/>
                <w:szCs w:val="16"/>
                <w:lang w:val="en-GB"/>
              </w:rPr>
            </w:pPr>
            <w:r w:rsidRPr="00751DBB">
              <w:rPr>
                <w:rFonts w:ascii="Consolas" w:hAnsi="Consolas" w:cs="Consolas"/>
                <w:b/>
                <w:sz w:val="16"/>
                <w:szCs w:val="16"/>
                <w:lang w:val="en-GB"/>
              </w:rPr>
              <w:t>SignedDoc_new</w:t>
            </w:r>
            <w:r w:rsidRPr="00751DBB">
              <w:rPr>
                <w:rFonts w:ascii="Consolas" w:hAnsi="Consolas" w:cs="Consolas"/>
                <w:sz w:val="16"/>
                <w:szCs w:val="16"/>
                <w:lang w:val="en-GB"/>
              </w:rPr>
              <w:t xml:space="preserve">(SignedDoc **pSignedDoc,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format,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version);</w:t>
            </w:r>
          </w:p>
        </w:tc>
      </w:tr>
      <w:tr w:rsidR="00F32A44" w:rsidRPr="00751DBB" w14:paraId="173EC7CE" w14:textId="77777777" w:rsidTr="002C6542">
        <w:tc>
          <w:tcPr>
            <w:tcW w:w="1661" w:type="pct"/>
          </w:tcPr>
          <w:p w14:paraId="363C71DB" w14:textId="77777777" w:rsidR="000C1E7E" w:rsidRPr="00751DBB" w:rsidRDefault="000C1E7E" w:rsidP="004A6118">
            <w:pPr>
              <w:jc w:val="left"/>
              <w:rPr>
                <w:rFonts w:ascii="Consolas" w:hAnsi="Consolas" w:cs="Consolas"/>
                <w:sz w:val="16"/>
                <w:szCs w:val="16"/>
                <w:lang w:val="en-GB"/>
              </w:rPr>
            </w:pPr>
            <w:r w:rsidRPr="00751DBB">
              <w:rPr>
                <w:rFonts w:ascii="Consolas" w:hAnsi="Consolas" w:cs="Consolas"/>
                <w:sz w:val="16"/>
                <w:szCs w:val="16"/>
                <w:lang w:val="en-GB"/>
              </w:rPr>
              <w:t>-add &lt;input-file&gt; &lt;mime-type&gt;</w:t>
            </w:r>
          </w:p>
        </w:tc>
        <w:tc>
          <w:tcPr>
            <w:tcW w:w="3339" w:type="pct"/>
          </w:tcPr>
          <w:p w14:paraId="47E8BDA4" w14:textId="77777777" w:rsidR="004C03C4" w:rsidRPr="00751DBB" w:rsidRDefault="004C03C4"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ddocConvertInput</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src,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dest); </w:t>
            </w:r>
          </w:p>
          <w:p w14:paraId="46C029AC" w14:textId="77777777" w:rsidR="000C1E7E" w:rsidRPr="00751DBB" w:rsidRDefault="004C03C4"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getFullFileName</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szFileName,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szDest, </w:t>
            </w:r>
            <w:r w:rsidRPr="00751DBB">
              <w:rPr>
                <w:rFonts w:ascii="Consolas" w:hAnsi="Consolas" w:cs="Consolas"/>
                <w:bCs/>
                <w:sz w:val="16"/>
                <w:szCs w:val="16"/>
                <w:lang w:val="en-GB"/>
              </w:rPr>
              <w:t>int</w:t>
            </w:r>
            <w:r w:rsidR="00A82094" w:rsidRPr="00751DBB">
              <w:rPr>
                <w:rFonts w:ascii="Consolas" w:hAnsi="Consolas" w:cs="Consolas"/>
                <w:sz w:val="16"/>
                <w:szCs w:val="16"/>
                <w:lang w:val="en-GB"/>
              </w:rPr>
              <w:t xml:space="preserve"> </w:t>
            </w:r>
            <w:r w:rsidRPr="00751DBB">
              <w:rPr>
                <w:rFonts w:ascii="Consolas" w:hAnsi="Consolas" w:cs="Consolas"/>
                <w:sz w:val="16"/>
                <w:szCs w:val="16"/>
                <w:lang w:val="en-GB"/>
              </w:rPr>
              <w:t>len);</w:t>
            </w:r>
          </w:p>
          <w:p w14:paraId="550B974E" w14:textId="77777777" w:rsidR="00C67DAD" w:rsidRPr="00751DBB" w:rsidRDefault="00C67DAD"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DataFile_new</w:t>
            </w:r>
            <w:r w:rsidRPr="00751DBB">
              <w:rPr>
                <w:rFonts w:ascii="Consolas" w:hAnsi="Consolas" w:cs="Consolas"/>
                <w:sz w:val="16"/>
                <w:szCs w:val="16"/>
                <w:lang w:val="en-GB"/>
              </w:rPr>
              <w:t xml:space="preserve">(DataFile **newDataFile, SignedDoc* pSigDoc,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id,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filename,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contentType,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mime, </w:t>
            </w:r>
            <w:r w:rsidRPr="00751DBB">
              <w:rPr>
                <w:rFonts w:ascii="Consolas" w:hAnsi="Consolas" w:cs="Consolas"/>
                <w:bCs/>
                <w:sz w:val="16"/>
                <w:szCs w:val="16"/>
                <w:lang w:val="en-GB"/>
              </w:rPr>
              <w:t>long</w:t>
            </w:r>
            <w:r w:rsidRPr="00751DBB">
              <w:rPr>
                <w:rFonts w:ascii="Consolas" w:hAnsi="Consolas" w:cs="Consolas"/>
                <w:sz w:val="16"/>
                <w:szCs w:val="16"/>
                <w:lang w:val="en-GB"/>
              </w:rPr>
              <w:t xml:space="preserve"> size,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byte* digest,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digLen,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digType,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szCharset);</w:t>
            </w:r>
          </w:p>
          <w:p w14:paraId="38B873C9" w14:textId="77777777" w:rsidR="00C67DAD" w:rsidRPr="00751DBB" w:rsidRDefault="00C67DAD"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calculateDataFileSizeAndDigest</w:t>
            </w:r>
            <w:r w:rsidRPr="00751DBB">
              <w:rPr>
                <w:rFonts w:ascii="Consolas" w:hAnsi="Consolas" w:cs="Consolas"/>
                <w:sz w:val="16"/>
                <w:szCs w:val="16"/>
                <w:lang w:val="en-GB"/>
              </w:rPr>
              <w:t xml:space="preserve">(SignedDoc* pSigDoc,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id,</w:t>
            </w:r>
            <w:r w:rsidRPr="00751DBB">
              <w:rPr>
                <w:rFonts w:ascii="Consolas" w:hAnsi="Consolas" w:cs="Consolas"/>
                <w:bCs/>
                <w:sz w:val="16"/>
                <w:szCs w:val="16"/>
                <w:lang w:val="en-GB"/>
              </w:rPr>
              <w:t xml:space="preserve"> 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filename,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digType)</w:t>
            </w:r>
            <w:r w:rsidR="002B0668" w:rsidRPr="00751DBB">
              <w:rPr>
                <w:rFonts w:ascii="Consolas" w:hAnsi="Consolas" w:cs="Consolas"/>
                <w:sz w:val="16"/>
                <w:szCs w:val="16"/>
                <w:lang w:val="en-GB"/>
              </w:rPr>
              <w:t>;</w:t>
            </w:r>
          </w:p>
        </w:tc>
      </w:tr>
      <w:tr w:rsidR="00F32A44" w:rsidRPr="00751DBB" w14:paraId="20381064" w14:textId="77777777" w:rsidTr="002C6542">
        <w:tc>
          <w:tcPr>
            <w:tcW w:w="1661" w:type="pct"/>
          </w:tcPr>
          <w:p w14:paraId="5E83DEE2" w14:textId="77777777" w:rsidR="000C1E7E" w:rsidRPr="00751DBB" w:rsidRDefault="000C1E7E" w:rsidP="004A6118">
            <w:pPr>
              <w:jc w:val="left"/>
              <w:rPr>
                <w:rFonts w:ascii="Consolas" w:hAnsi="Consolas" w:cs="Consolas"/>
                <w:sz w:val="16"/>
                <w:szCs w:val="16"/>
                <w:lang w:val="en-GB"/>
              </w:rPr>
            </w:pPr>
            <w:r w:rsidRPr="00751DBB">
              <w:rPr>
                <w:rFonts w:ascii="Consolas" w:hAnsi="Consolas" w:cs="Consolas"/>
                <w:sz w:val="16"/>
                <w:szCs w:val="16"/>
                <w:lang w:val="en-GB"/>
              </w:rPr>
              <w:t>-sign &lt;pin-code&gt;</w:t>
            </w:r>
          </w:p>
        </w:tc>
        <w:tc>
          <w:tcPr>
            <w:tcW w:w="3339" w:type="pct"/>
          </w:tcPr>
          <w:p w14:paraId="040A7506" w14:textId="77777777" w:rsidR="009A6CB8" w:rsidRPr="008650CB" w:rsidRDefault="00B26B91" w:rsidP="008650CB">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signDocumentWithSlot</w:t>
            </w:r>
            <w:r w:rsidR="008650CB">
              <w:rPr>
                <w:rFonts w:ascii="Consolas" w:hAnsi="Consolas" w:cs="Consolas"/>
                <w:b/>
                <w:sz w:val="16"/>
                <w:szCs w:val="16"/>
                <w:lang w:val="en-GB"/>
              </w:rPr>
              <w:t>AndSigner</w:t>
            </w:r>
            <w:r w:rsidRPr="00751DBB">
              <w:rPr>
                <w:rFonts w:ascii="Consolas" w:hAnsi="Consolas" w:cs="Consolas"/>
                <w:sz w:val="16"/>
                <w:szCs w:val="16"/>
                <w:lang w:val="en-GB"/>
              </w:rPr>
              <w:t xml:space="preserve">(SignedDoc* pSigDoc, SignatureInfo** ppSigInfo,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pin,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manifest,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city,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state,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zip,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country,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nSlot,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nOcsp</w:t>
            </w:r>
            <w:r w:rsidR="008650CB" w:rsidRPr="008650CB">
              <w:rPr>
                <w:rFonts w:ascii="Consolas" w:hAnsi="Consolas" w:cs="Consolas"/>
                <w:sz w:val="16"/>
                <w:szCs w:val="16"/>
                <w:lang w:val="en-GB"/>
              </w:rPr>
              <w:t>, int nSigner,</w:t>
            </w:r>
            <w:r w:rsidR="008650CB">
              <w:rPr>
                <w:rFonts w:ascii="Consolas" w:hAnsi="Consolas" w:cs="Consolas"/>
                <w:sz w:val="16"/>
                <w:szCs w:val="16"/>
                <w:lang w:val="en-GB"/>
              </w:rPr>
              <w:t xml:space="preserve"> </w:t>
            </w:r>
            <w:r w:rsidR="008650CB" w:rsidRPr="008650CB">
              <w:rPr>
                <w:rFonts w:ascii="Consolas" w:hAnsi="Consolas" w:cs="Consolas"/>
                <w:sz w:val="16"/>
                <w:szCs w:val="16"/>
                <w:lang w:val="en-GB"/>
              </w:rPr>
              <w:t>const char* szPkcs12FileName</w:t>
            </w:r>
            <w:r w:rsidRPr="00751DBB">
              <w:rPr>
                <w:rFonts w:ascii="Consolas" w:hAnsi="Consolas" w:cs="Consolas"/>
                <w:sz w:val="16"/>
                <w:szCs w:val="16"/>
                <w:lang w:val="en-GB"/>
              </w:rPr>
              <w:t>);</w:t>
            </w:r>
          </w:p>
        </w:tc>
      </w:tr>
      <w:tr w:rsidR="00F32A44" w:rsidRPr="00751DBB" w14:paraId="60BA151A" w14:textId="77777777" w:rsidTr="002C6542">
        <w:tc>
          <w:tcPr>
            <w:tcW w:w="1661" w:type="pct"/>
          </w:tcPr>
          <w:p w14:paraId="21D9A26C" w14:textId="77777777" w:rsidR="000C1E7E" w:rsidRPr="00751DBB" w:rsidRDefault="000C1E7E" w:rsidP="00AF450A">
            <w:pPr>
              <w:jc w:val="left"/>
              <w:rPr>
                <w:rFonts w:ascii="Consolas" w:hAnsi="Consolas" w:cs="Consolas"/>
                <w:sz w:val="16"/>
                <w:szCs w:val="16"/>
                <w:lang w:val="en-GB"/>
              </w:rPr>
            </w:pPr>
            <w:r w:rsidRPr="00751DBB">
              <w:rPr>
                <w:rFonts w:ascii="Consolas" w:hAnsi="Consolas" w:cs="Consolas"/>
                <w:sz w:val="16"/>
                <w:szCs w:val="16"/>
                <w:lang w:val="en-GB"/>
              </w:rPr>
              <w:t>-out &lt;output-</w:t>
            </w:r>
            <w:r w:rsidR="00AF450A" w:rsidRPr="00751DBB">
              <w:rPr>
                <w:rFonts w:ascii="Consolas" w:hAnsi="Consolas" w:cs="Consolas"/>
                <w:sz w:val="16"/>
                <w:szCs w:val="16"/>
                <w:lang w:val="en-GB"/>
              </w:rPr>
              <w:t>ddoc</w:t>
            </w:r>
            <w:r w:rsidR="0040262E" w:rsidRPr="00751DBB">
              <w:rPr>
                <w:rFonts w:ascii="Consolas" w:hAnsi="Consolas" w:cs="Consolas"/>
                <w:sz w:val="16"/>
                <w:szCs w:val="16"/>
                <w:lang w:val="en-GB"/>
              </w:rPr>
              <w:t>-</w:t>
            </w:r>
            <w:r w:rsidRPr="00751DBB">
              <w:rPr>
                <w:rFonts w:ascii="Consolas" w:hAnsi="Consolas" w:cs="Consolas"/>
                <w:sz w:val="16"/>
                <w:szCs w:val="16"/>
                <w:lang w:val="en-GB"/>
              </w:rPr>
              <w:t>file&gt;</w:t>
            </w:r>
          </w:p>
        </w:tc>
        <w:tc>
          <w:tcPr>
            <w:tcW w:w="3339" w:type="pct"/>
          </w:tcPr>
          <w:p w14:paraId="3538D7C3" w14:textId="77777777" w:rsidR="0040262E" w:rsidRPr="00751DBB" w:rsidRDefault="008F3CC8"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createSignedDoc</w:t>
            </w:r>
            <w:r w:rsidRPr="00751DBB">
              <w:rPr>
                <w:rFonts w:ascii="Consolas" w:hAnsi="Consolas" w:cs="Consolas"/>
                <w:sz w:val="16"/>
                <w:szCs w:val="16"/>
                <w:lang w:val="en-GB"/>
              </w:rPr>
              <w:t xml:space="preserve">(SignedDoc* pSigDoc,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szOldFile,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szOutputFile)</w:t>
            </w:r>
            <w:r w:rsidR="0040262E" w:rsidRPr="00751DBB">
              <w:rPr>
                <w:rFonts w:ascii="Consolas" w:hAnsi="Consolas" w:cs="Consolas"/>
                <w:sz w:val="16"/>
                <w:szCs w:val="16"/>
                <w:lang w:val="en-GB"/>
              </w:rPr>
              <w:t>;</w:t>
            </w:r>
          </w:p>
        </w:tc>
      </w:tr>
      <w:tr w:rsidR="0040262E" w:rsidRPr="00751DBB" w14:paraId="42234D7E" w14:textId="77777777" w:rsidTr="002C6542">
        <w:tc>
          <w:tcPr>
            <w:tcW w:w="1661" w:type="pct"/>
          </w:tcPr>
          <w:p w14:paraId="5DC8684D" w14:textId="77777777" w:rsidR="0040262E" w:rsidRPr="00751DBB" w:rsidRDefault="0040262E" w:rsidP="0040262E">
            <w:pPr>
              <w:jc w:val="left"/>
              <w:rPr>
                <w:rFonts w:ascii="Consolas" w:hAnsi="Consolas" w:cs="Consolas"/>
                <w:sz w:val="16"/>
                <w:szCs w:val="16"/>
                <w:lang w:val="en-GB"/>
              </w:rPr>
            </w:pPr>
            <w:r w:rsidRPr="00751DBB">
              <w:rPr>
                <w:rFonts w:ascii="Consolas" w:hAnsi="Consolas" w:cs="Consolas"/>
                <w:sz w:val="16"/>
                <w:szCs w:val="16"/>
                <w:lang w:val="en-GB"/>
              </w:rPr>
              <w:t>-out &lt;output-encrypted-file&gt;</w:t>
            </w:r>
          </w:p>
        </w:tc>
        <w:tc>
          <w:tcPr>
            <w:tcW w:w="3339" w:type="pct"/>
          </w:tcPr>
          <w:p w14:paraId="6C56345A" w14:textId="3E87C6BD" w:rsidR="0040262E" w:rsidRPr="00751DBB" w:rsidRDefault="0040262E"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dencGenEncryptedData_writeToFil</w:t>
            </w:r>
            <w:r w:rsidR="004B64C5" w:rsidRPr="00751DBB">
              <w:rPr>
                <w:rFonts w:ascii="Consolas" w:hAnsi="Consolas" w:cs="Consolas"/>
                <w:b/>
                <w:sz w:val="16"/>
                <w:szCs w:val="16"/>
                <w:lang w:val="en-GB"/>
              </w:rPr>
              <w:t>e</w:t>
            </w:r>
            <w:r w:rsidRPr="00751DBB">
              <w:rPr>
                <w:rFonts w:ascii="Consolas" w:hAnsi="Consolas" w:cs="Consolas"/>
                <w:sz w:val="16"/>
                <w:szCs w:val="16"/>
                <w:lang w:val="en-GB"/>
              </w:rPr>
              <w:t xml:space="preserve">(DEncEncryptedData* pEncData,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szFileName);</w:t>
            </w:r>
          </w:p>
        </w:tc>
      </w:tr>
      <w:tr w:rsidR="00F32A44" w:rsidRPr="00751DBB" w14:paraId="05F7FACF" w14:textId="77777777" w:rsidTr="002C6542">
        <w:tc>
          <w:tcPr>
            <w:tcW w:w="1661" w:type="pct"/>
          </w:tcPr>
          <w:p w14:paraId="4A03B879" w14:textId="77777777" w:rsidR="000C1E7E" w:rsidRPr="00751DBB" w:rsidRDefault="000C1E7E" w:rsidP="00AF450A">
            <w:pPr>
              <w:jc w:val="left"/>
              <w:rPr>
                <w:rFonts w:ascii="Consolas" w:hAnsi="Consolas" w:cs="Consolas"/>
                <w:sz w:val="16"/>
                <w:szCs w:val="16"/>
                <w:lang w:val="en-GB"/>
              </w:rPr>
            </w:pPr>
            <w:r w:rsidRPr="00751DBB">
              <w:rPr>
                <w:rFonts w:ascii="Consolas" w:hAnsi="Consolas" w:cs="Consolas"/>
                <w:sz w:val="16"/>
                <w:szCs w:val="16"/>
                <w:lang w:val="en-GB"/>
              </w:rPr>
              <w:t>-v</w:t>
            </w:r>
            <w:r w:rsidR="00AF450A" w:rsidRPr="00751DBB">
              <w:rPr>
                <w:rFonts w:ascii="Consolas" w:hAnsi="Consolas" w:cs="Consolas"/>
                <w:sz w:val="16"/>
                <w:szCs w:val="16"/>
                <w:lang w:val="en-GB"/>
              </w:rPr>
              <w:t>erify</w:t>
            </w:r>
          </w:p>
        </w:tc>
        <w:tc>
          <w:tcPr>
            <w:tcW w:w="3339" w:type="pct"/>
          </w:tcPr>
          <w:p w14:paraId="0BC8D1A0" w14:textId="77777777" w:rsidR="00081B69" w:rsidRPr="00751DBB" w:rsidRDefault="00AF6F44"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getCountOfSignatures</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SignedDoc* pSigDoc);</w:t>
            </w:r>
          </w:p>
          <w:p w14:paraId="321EAE88" w14:textId="77777777" w:rsidR="00AF6F44" w:rsidRPr="00751DBB" w:rsidRDefault="00AF6F44"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getSignature</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SignedDoc* pSigDoc,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nIdx);</w:t>
            </w:r>
          </w:p>
          <w:p w14:paraId="5E1A7537" w14:textId="77777777" w:rsidR="00AF6F44" w:rsidRPr="00751DBB" w:rsidRDefault="00AF6F44"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ddocCertGetSubjectCN</w:t>
            </w:r>
            <w:r w:rsidRPr="00751DBB">
              <w:rPr>
                <w:rFonts w:ascii="Consolas" w:hAnsi="Consolas" w:cs="Consolas"/>
                <w:sz w:val="16"/>
                <w:szCs w:val="16"/>
                <w:lang w:val="en-GB"/>
              </w:rPr>
              <w:t>(X509* pCert, DigiDocMemBuf* pMemBuf);</w:t>
            </w:r>
          </w:p>
          <w:p w14:paraId="380FA8B5" w14:textId="77777777" w:rsidR="00AF6F44" w:rsidRPr="00751DBB" w:rsidRDefault="00AF6F44"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verifySignatureAndNotary</w:t>
            </w:r>
            <w:r w:rsidRPr="00751DBB">
              <w:rPr>
                <w:rFonts w:ascii="Consolas" w:hAnsi="Consolas" w:cs="Consolas"/>
                <w:sz w:val="16"/>
                <w:szCs w:val="16"/>
                <w:lang w:val="en-GB"/>
              </w:rPr>
              <w:t xml:space="preserve">(SignedDoc* pSigDoc, SignatureInfo* pSigInfo,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szFileName);</w:t>
            </w:r>
          </w:p>
          <w:p w14:paraId="4BC7E68B" w14:textId="77777777" w:rsidR="00AF6F44" w:rsidRPr="00751DBB" w:rsidRDefault="00AF6F44"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lastRenderedPageBreak/>
              <w:t>getCountOfSignerRoles</w:t>
            </w:r>
            <w:r w:rsidRPr="00751DBB">
              <w:rPr>
                <w:rFonts w:ascii="Consolas" w:hAnsi="Consolas" w:cs="Consolas"/>
                <w:sz w:val="16"/>
                <w:szCs w:val="16"/>
                <w:lang w:val="en-GB"/>
              </w:rPr>
              <w:t xml:space="preserve">(SignatureInfo* pSigInfo,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nCertified);</w:t>
            </w:r>
          </w:p>
          <w:p w14:paraId="4EE44494" w14:textId="77777777" w:rsidR="00AF6F44" w:rsidRPr="00751DBB" w:rsidRDefault="00AF6F44"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getSignerRole</w:t>
            </w:r>
            <w:r w:rsidRPr="00751DBB">
              <w:rPr>
                <w:rFonts w:ascii="Consolas" w:hAnsi="Consolas" w:cs="Consolas"/>
                <w:sz w:val="16"/>
                <w:szCs w:val="16"/>
                <w:lang w:val="en-GB"/>
              </w:rPr>
              <w:t xml:space="preserve">(SignatureInfo* pSigInfo,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nCertified,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nIdx);</w:t>
            </w:r>
          </w:p>
          <w:p w14:paraId="2627B2B1" w14:textId="77777777" w:rsidR="00AF6F44" w:rsidRPr="00751DBB" w:rsidRDefault="00AF6F44"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ddocSigInfo_GetSignersCert</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SignatureInfo* pSigInfo);</w:t>
            </w:r>
          </w:p>
          <w:p w14:paraId="5BFEEA5E" w14:textId="77777777" w:rsidR="00AF6F44" w:rsidRPr="00751DBB" w:rsidRDefault="00AF6F44"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getNotaryWithSigId</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SignedDoc* pSigDoc,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sigId);</w:t>
            </w:r>
          </w:p>
          <w:p w14:paraId="5D720F95" w14:textId="77777777" w:rsidR="00AF6F44" w:rsidRPr="00751DBB" w:rsidRDefault="00AF6F44"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ddocNotInfo_GetResponderId</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NotaryInfo* pNotary);</w:t>
            </w:r>
          </w:p>
          <w:p w14:paraId="7BCCB57F" w14:textId="77777777" w:rsidR="00A468BF" w:rsidRPr="00751DBB" w:rsidRDefault="00A468BF"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ReadCertSerialNumber</w:t>
            </w:r>
            <w:r w:rsidRPr="00751DBB">
              <w:rPr>
                <w:rFonts w:ascii="Consolas" w:hAnsi="Consolas" w:cs="Consolas"/>
                <w:sz w:val="16"/>
                <w:szCs w:val="16"/>
                <w:lang w:val="en-GB"/>
              </w:rPr>
              <w:t>(</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szSerial,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nMaxLen, X509 *x509);</w:t>
            </w:r>
          </w:p>
          <w:p w14:paraId="775BB854" w14:textId="77777777" w:rsidR="00A468BF" w:rsidRPr="00751DBB" w:rsidRDefault="00A468BF"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ddocCertGetIssuerDN</w:t>
            </w:r>
            <w:r w:rsidRPr="00751DBB">
              <w:rPr>
                <w:rFonts w:ascii="Consolas" w:hAnsi="Consolas" w:cs="Consolas"/>
                <w:sz w:val="16"/>
                <w:szCs w:val="16"/>
                <w:lang w:val="en-GB"/>
              </w:rPr>
              <w:t>(X509* pCert, DigiDocMemBuf* pMemBuf);</w:t>
            </w:r>
          </w:p>
          <w:p w14:paraId="14BB5DA3" w14:textId="77777777" w:rsidR="00A468BF" w:rsidRPr="00751DBB" w:rsidRDefault="00A468BF"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ddocCertGetSubjectDN</w:t>
            </w:r>
            <w:r w:rsidRPr="00751DBB">
              <w:rPr>
                <w:rFonts w:ascii="Consolas" w:hAnsi="Consolas" w:cs="Consolas"/>
                <w:sz w:val="16"/>
                <w:szCs w:val="16"/>
                <w:lang w:val="en-GB"/>
              </w:rPr>
              <w:t>(X509* pCert, DigiDocMemBuf* pMemBuf);</w:t>
            </w:r>
          </w:p>
          <w:p w14:paraId="7303F813" w14:textId="77777777" w:rsidR="00A468BF" w:rsidRPr="00751DBB" w:rsidRDefault="00A468BF"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getCertNotBefore</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SignedDoc* pSigDoc, X509* cert,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timestamp,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len);</w:t>
            </w:r>
          </w:p>
          <w:p w14:paraId="7A50E424" w14:textId="77777777" w:rsidR="00A468BF" w:rsidRPr="00751DBB" w:rsidRDefault="00A468BF"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getCertNotAfter</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SignedDoc* pSigDoc, X509* cert,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timestamp,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len);</w:t>
            </w:r>
          </w:p>
          <w:p w14:paraId="0C4D2102" w14:textId="77777777" w:rsidR="00A468BF" w:rsidRPr="00751DBB" w:rsidRDefault="00A468BF"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readCertPolicies</w:t>
            </w:r>
            <w:r w:rsidRPr="00751DBB">
              <w:rPr>
                <w:rFonts w:ascii="Consolas" w:hAnsi="Consolas" w:cs="Consolas"/>
                <w:sz w:val="16"/>
                <w:szCs w:val="16"/>
                <w:lang w:val="en-GB"/>
              </w:rPr>
              <w:t xml:space="preserve">(X509* pX509, PolicyIdentifier** pPolicies, </w:t>
            </w:r>
            <w:r w:rsidRPr="00751DBB">
              <w:rPr>
                <w:rFonts w:ascii="Consolas" w:hAnsi="Consolas" w:cs="Consolas"/>
                <w:bCs/>
                <w:sz w:val="16"/>
                <w:szCs w:val="16"/>
                <w:lang w:val="en-GB"/>
              </w:rPr>
              <w:t>int</w:t>
            </w:r>
            <w:r w:rsidRPr="00751DBB">
              <w:rPr>
                <w:rFonts w:ascii="Consolas" w:hAnsi="Consolas" w:cs="Consolas"/>
                <w:sz w:val="16"/>
                <w:szCs w:val="16"/>
                <w:lang w:val="en-GB"/>
              </w:rPr>
              <w:t>* nPols);</w:t>
            </w:r>
          </w:p>
        </w:tc>
      </w:tr>
      <w:tr w:rsidR="00D03E82" w:rsidRPr="00751DBB" w14:paraId="6A27C720" w14:textId="77777777" w:rsidTr="002C6542">
        <w:tc>
          <w:tcPr>
            <w:tcW w:w="1661" w:type="pct"/>
          </w:tcPr>
          <w:p w14:paraId="155D89B4" w14:textId="77777777" w:rsidR="00D03E82" w:rsidRPr="00751DBB" w:rsidRDefault="00D03E82" w:rsidP="005C723F">
            <w:pPr>
              <w:jc w:val="left"/>
              <w:rPr>
                <w:rFonts w:ascii="Consolas" w:hAnsi="Consolas" w:cs="Consolas"/>
                <w:sz w:val="16"/>
                <w:szCs w:val="16"/>
                <w:lang w:val="en-GB"/>
              </w:rPr>
            </w:pPr>
            <w:r w:rsidRPr="00751DBB">
              <w:rPr>
                <w:rFonts w:ascii="Consolas" w:hAnsi="Consolas" w:cs="Consolas"/>
                <w:sz w:val="16"/>
                <w:szCs w:val="16"/>
                <w:lang w:val="en-GB"/>
              </w:rPr>
              <w:lastRenderedPageBreak/>
              <w:t>-extract &lt;data-file-id&gt; &lt;output-file&gt;</w:t>
            </w:r>
          </w:p>
        </w:tc>
        <w:tc>
          <w:tcPr>
            <w:tcW w:w="3339" w:type="pct"/>
          </w:tcPr>
          <w:p w14:paraId="40788233" w14:textId="77777777" w:rsidR="00D03E82" w:rsidRPr="00751DBB" w:rsidRDefault="00D03E82"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ddocExtractDataFile</w:t>
            </w:r>
            <w:r w:rsidRPr="00751DBB">
              <w:rPr>
                <w:rFonts w:ascii="Consolas" w:hAnsi="Consolas" w:cs="Consolas"/>
                <w:sz w:val="16"/>
                <w:szCs w:val="16"/>
                <w:lang w:val="en-GB"/>
              </w:rPr>
              <w:t xml:space="preserve">(SignedDoc* pSigDoc,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szFileName,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szDataFileName,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szDocId,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szCharset);</w:t>
            </w:r>
          </w:p>
        </w:tc>
      </w:tr>
      <w:tr w:rsidR="004B64C5" w:rsidRPr="00751DBB" w14:paraId="26ACD72A" w14:textId="77777777" w:rsidTr="002C6542">
        <w:tc>
          <w:tcPr>
            <w:tcW w:w="1661" w:type="pct"/>
          </w:tcPr>
          <w:p w14:paraId="45494D3C" w14:textId="715E6C45" w:rsidR="004B64C5" w:rsidRPr="00751DBB" w:rsidRDefault="004B64C5" w:rsidP="005C723F">
            <w:pPr>
              <w:jc w:val="left"/>
              <w:rPr>
                <w:rFonts w:ascii="Consolas" w:hAnsi="Consolas" w:cs="Consolas"/>
                <w:sz w:val="16"/>
                <w:szCs w:val="16"/>
                <w:lang w:val="en-GB"/>
              </w:rPr>
            </w:pPr>
            <w:r>
              <w:rPr>
                <w:rFonts w:ascii="Consolas" w:hAnsi="Consolas" w:cs="Consolas"/>
                <w:sz w:val="16"/>
                <w:szCs w:val="16"/>
                <w:lang w:val="en-GB"/>
              </w:rPr>
              <w:t xml:space="preserve">-extract-mem </w:t>
            </w:r>
            <w:r w:rsidRPr="00751DBB">
              <w:rPr>
                <w:rFonts w:ascii="Consolas" w:hAnsi="Consolas" w:cs="Consolas"/>
                <w:sz w:val="16"/>
                <w:szCs w:val="16"/>
                <w:lang w:val="en-GB"/>
              </w:rPr>
              <w:t>&lt;data-file-id&gt; &lt;output-file&gt;</w:t>
            </w:r>
          </w:p>
        </w:tc>
        <w:tc>
          <w:tcPr>
            <w:tcW w:w="3339" w:type="pct"/>
          </w:tcPr>
          <w:p w14:paraId="2824CBD8" w14:textId="39FAC43D" w:rsidR="004B64C5" w:rsidRPr="00751DBB" w:rsidRDefault="004B64C5" w:rsidP="00C23C48">
            <w:pPr>
              <w:autoSpaceDE w:val="0"/>
              <w:autoSpaceDN w:val="0"/>
              <w:adjustRightInd w:val="0"/>
              <w:ind w:left="720" w:hanging="720"/>
              <w:jc w:val="left"/>
              <w:outlineLvl w:val="0"/>
              <w:rPr>
                <w:rFonts w:ascii="Consolas" w:hAnsi="Consolas" w:cs="Consolas"/>
                <w:b/>
                <w:sz w:val="16"/>
                <w:szCs w:val="16"/>
                <w:lang w:val="en-GB"/>
              </w:rPr>
            </w:pPr>
            <w:r w:rsidRPr="004B64C5">
              <w:rPr>
                <w:rFonts w:ascii="Consolas" w:hAnsi="Consolas" w:cs="Consolas"/>
                <w:b/>
                <w:sz w:val="16"/>
                <w:szCs w:val="16"/>
                <w:lang w:val="en-GB"/>
              </w:rPr>
              <w:t>ddocGetDataFileCachedData</w:t>
            </w:r>
            <w:r w:rsidRPr="004B64C5">
              <w:rPr>
                <w:rFonts w:ascii="Consolas" w:hAnsi="Consolas" w:cs="Consolas"/>
                <w:sz w:val="16"/>
                <w:szCs w:val="16"/>
                <w:lang w:val="en-GB"/>
              </w:rPr>
              <w:t>(SignedDoc* pSigDoc, const char* szDocId, void** ppBuf, long* pLen)</w:t>
            </w:r>
            <w:r>
              <w:rPr>
                <w:rFonts w:ascii="Consolas" w:hAnsi="Consolas" w:cs="Consolas"/>
                <w:sz w:val="16"/>
                <w:szCs w:val="16"/>
                <w:lang w:val="en-GB"/>
              </w:rPr>
              <w:t>;</w:t>
            </w:r>
          </w:p>
        </w:tc>
      </w:tr>
      <w:tr w:rsidR="00253CE5" w:rsidRPr="00751DBB" w14:paraId="6A756121" w14:textId="77777777" w:rsidTr="002C6542">
        <w:tc>
          <w:tcPr>
            <w:tcW w:w="1661" w:type="pct"/>
          </w:tcPr>
          <w:p w14:paraId="130F0659" w14:textId="77777777" w:rsidR="001B11C1" w:rsidRPr="00751DBB" w:rsidRDefault="001B11C1" w:rsidP="00AF450A">
            <w:pPr>
              <w:jc w:val="left"/>
              <w:rPr>
                <w:rFonts w:ascii="Consolas" w:hAnsi="Consolas" w:cs="Consolas"/>
                <w:sz w:val="16"/>
                <w:szCs w:val="16"/>
                <w:lang w:val="en-GB"/>
              </w:rPr>
            </w:pPr>
            <w:r w:rsidRPr="00751DBB">
              <w:rPr>
                <w:rFonts w:ascii="Consolas" w:hAnsi="Consolas" w:cs="Consolas"/>
                <w:sz w:val="16"/>
                <w:szCs w:val="16"/>
                <w:lang w:val="en-GB"/>
              </w:rPr>
              <w:t>-</w:t>
            </w:r>
            <w:r w:rsidR="00AF450A" w:rsidRPr="00751DBB">
              <w:rPr>
                <w:rFonts w:ascii="Consolas" w:hAnsi="Consolas" w:cs="Consolas"/>
                <w:sz w:val="16"/>
                <w:szCs w:val="16"/>
                <w:lang w:val="en-GB"/>
              </w:rPr>
              <w:t>get-confirmation</w:t>
            </w:r>
            <w:r w:rsidR="00213CB6" w:rsidRPr="00751DBB">
              <w:rPr>
                <w:rFonts w:ascii="Consolas" w:hAnsi="Consolas" w:cs="Consolas"/>
                <w:sz w:val="16"/>
                <w:szCs w:val="16"/>
                <w:lang w:val="en-GB"/>
              </w:rPr>
              <w:t xml:space="preserve"> &lt;signature-id&gt;</w:t>
            </w:r>
          </w:p>
        </w:tc>
        <w:tc>
          <w:tcPr>
            <w:tcW w:w="3339" w:type="pct"/>
          </w:tcPr>
          <w:p w14:paraId="42733124" w14:textId="77777777" w:rsidR="009A007C" w:rsidRPr="00751DBB" w:rsidRDefault="00213CB6"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getSignatureWithId</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SignedDoc* pSigDoc,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id);</w:t>
            </w:r>
          </w:p>
          <w:p w14:paraId="5830FD61" w14:textId="77777777" w:rsidR="00213CB6" w:rsidRPr="00751DBB" w:rsidRDefault="00213CB6"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notarizeSignature</w:t>
            </w:r>
            <w:r w:rsidRPr="00751DBB">
              <w:rPr>
                <w:rFonts w:ascii="Consolas" w:hAnsi="Consolas" w:cs="Consolas"/>
                <w:sz w:val="16"/>
                <w:szCs w:val="16"/>
                <w:lang w:val="en-GB"/>
              </w:rPr>
              <w:t>(SignedDoc* pSigDoc, SignatureInfo* pSigInfo);</w:t>
            </w:r>
          </w:p>
        </w:tc>
      </w:tr>
      <w:tr w:rsidR="00F32A44" w:rsidRPr="00751DBB" w14:paraId="6F42A1AC" w14:textId="77777777" w:rsidTr="002C6542">
        <w:tc>
          <w:tcPr>
            <w:tcW w:w="1661" w:type="pct"/>
          </w:tcPr>
          <w:p w14:paraId="341C2899" w14:textId="77777777" w:rsidR="000C1E7E" w:rsidRPr="00751DBB" w:rsidRDefault="000C1E7E" w:rsidP="004A6118">
            <w:pPr>
              <w:jc w:val="left"/>
              <w:rPr>
                <w:rFonts w:ascii="Consolas" w:hAnsi="Consolas" w:cs="Consolas"/>
                <w:sz w:val="16"/>
                <w:szCs w:val="16"/>
                <w:lang w:val="en-GB"/>
              </w:rPr>
            </w:pPr>
            <w:r w:rsidRPr="00751DBB">
              <w:rPr>
                <w:rFonts w:ascii="Consolas" w:hAnsi="Consolas" w:cs="Consolas"/>
                <w:sz w:val="16"/>
                <w:szCs w:val="16"/>
                <w:lang w:val="en-GB"/>
              </w:rPr>
              <w:t>-mid-sign &lt;phone-no&gt; &lt;per-code&gt; [[&lt;country&gt;(EE)] [&lt;lang&gt;(EST)] [&lt;service&gt;(Testing)] [&lt;manifest&gt;] [&lt;city&gt; &lt;state&gt; &lt;zip&gt;]]</w:t>
            </w:r>
          </w:p>
        </w:tc>
        <w:tc>
          <w:tcPr>
            <w:tcW w:w="3339" w:type="pct"/>
          </w:tcPr>
          <w:p w14:paraId="374E47DB" w14:textId="77777777" w:rsidR="009A6CB8" w:rsidRPr="00751DBB" w:rsidRDefault="001A1645"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ConfigItem_lookup_int</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key,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defValue);</w:t>
            </w:r>
          </w:p>
          <w:p w14:paraId="512760F8" w14:textId="77777777" w:rsidR="001A1645" w:rsidRPr="00751DBB" w:rsidRDefault="001A1645"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ConfigItem_lookup</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key);</w:t>
            </w:r>
          </w:p>
          <w:p w14:paraId="6EBFDDB6" w14:textId="77777777" w:rsidR="001A1645" w:rsidRPr="00751DBB" w:rsidRDefault="001A1645"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ddsSign</w:t>
            </w:r>
            <w:r w:rsidRPr="00751DBB">
              <w:rPr>
                <w:rFonts w:ascii="Consolas" w:hAnsi="Consolas" w:cs="Consolas"/>
                <w:sz w:val="16"/>
                <w:szCs w:val="16"/>
                <w:lang w:val="en-GB"/>
              </w:rPr>
              <w:t xml:space="preserve">(SignedDoc* pSigDoc,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szIdCode,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szPhoneNo,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szLang,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szServiceName,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manifest,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city,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state,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zip,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country,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url,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proxyHost, </w:t>
            </w:r>
            <w:r w:rsidRPr="00751DBB">
              <w:rPr>
                <w:rFonts w:ascii="Consolas" w:hAnsi="Consolas" w:cs="Consolas"/>
                <w:bCs/>
                <w:sz w:val="16"/>
                <w:szCs w:val="16"/>
                <w:lang w:val="en-GB"/>
              </w:rPr>
              <w:t>char</w:t>
            </w:r>
            <w:r w:rsidRPr="00751DBB">
              <w:rPr>
                <w:rFonts w:ascii="Consolas" w:hAnsi="Consolas" w:cs="Consolas"/>
                <w:sz w:val="16"/>
                <w:szCs w:val="16"/>
                <w:lang w:val="en-GB"/>
              </w:rPr>
              <w:t>* proxyPort,</w:t>
            </w:r>
            <w:r w:rsidR="003A4948" w:rsidRPr="00751DBB">
              <w:rPr>
                <w:rFonts w:ascii="Consolas" w:hAnsi="Consolas" w:cs="Consolas"/>
                <w:sz w:val="16"/>
                <w:szCs w:val="16"/>
                <w:lang w:val="en-GB"/>
              </w:rPr>
              <w:t xml:space="preserve"> </w:t>
            </w:r>
            <w:r w:rsidRPr="00751DBB">
              <w:rPr>
                <w:rFonts w:ascii="Consolas" w:hAnsi="Consolas" w:cs="Consolas"/>
                <w:bCs/>
                <w:sz w:val="16"/>
                <w:szCs w:val="16"/>
                <w:lang w:val="en-GB"/>
              </w:rPr>
              <w:t>long</w:t>
            </w:r>
            <w:r w:rsidRPr="00751DBB">
              <w:rPr>
                <w:rFonts w:ascii="Consolas" w:hAnsi="Consolas" w:cs="Consolas"/>
                <w:sz w:val="16"/>
                <w:szCs w:val="16"/>
                <w:lang w:val="en-GB"/>
              </w:rPr>
              <w:t xml:space="preserve">* pSesscode,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szChallenge,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nChalLen);</w:t>
            </w:r>
          </w:p>
          <w:p w14:paraId="51A9843B" w14:textId="77777777" w:rsidR="00D557E4" w:rsidRPr="00751DBB" w:rsidRDefault="00D557E4"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ddsGetStatus</w:t>
            </w:r>
            <w:r w:rsidRPr="00751DBB">
              <w:rPr>
                <w:rFonts w:ascii="Consolas" w:hAnsi="Consolas" w:cs="Consolas"/>
                <w:sz w:val="16"/>
                <w:szCs w:val="16"/>
                <w:lang w:val="en-GB"/>
              </w:rPr>
              <w:t xml:space="preserve">(SignedDoc* pSigDoc, </w:t>
            </w:r>
            <w:r w:rsidRPr="00751DBB">
              <w:rPr>
                <w:rFonts w:ascii="Consolas" w:hAnsi="Consolas" w:cs="Consolas"/>
                <w:bCs/>
                <w:sz w:val="16"/>
                <w:szCs w:val="16"/>
                <w:lang w:val="en-GB"/>
              </w:rPr>
              <w:t>long</w:t>
            </w:r>
            <w:r w:rsidRPr="00751DBB">
              <w:rPr>
                <w:rFonts w:ascii="Consolas" w:hAnsi="Consolas" w:cs="Consolas"/>
                <w:sz w:val="16"/>
                <w:szCs w:val="16"/>
                <w:lang w:val="en-GB"/>
              </w:rPr>
              <w:t xml:space="preserve"> lSesscode,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url,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proxyHost,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proxyPort, </w:t>
            </w:r>
            <w:r w:rsidRPr="00751DBB">
              <w:rPr>
                <w:rFonts w:ascii="Consolas" w:hAnsi="Consolas" w:cs="Consolas"/>
                <w:bCs/>
                <w:sz w:val="16"/>
                <w:szCs w:val="16"/>
                <w:lang w:val="en-GB"/>
              </w:rPr>
              <w:t>int</w:t>
            </w:r>
            <w:r w:rsidRPr="00751DBB">
              <w:rPr>
                <w:rFonts w:ascii="Consolas" w:hAnsi="Consolas" w:cs="Consolas"/>
                <w:sz w:val="16"/>
                <w:szCs w:val="16"/>
                <w:lang w:val="en-GB"/>
              </w:rPr>
              <w:t>* pStatus);</w:t>
            </w:r>
          </w:p>
        </w:tc>
      </w:tr>
      <w:tr w:rsidR="00F32A44" w:rsidRPr="00751DBB" w14:paraId="5E6E73C7" w14:textId="77777777" w:rsidTr="002C6542">
        <w:tc>
          <w:tcPr>
            <w:tcW w:w="1661" w:type="pct"/>
          </w:tcPr>
          <w:p w14:paraId="6A41464F" w14:textId="77777777" w:rsidR="008B3E38" w:rsidRPr="00751DBB" w:rsidRDefault="008F4B74" w:rsidP="004A6118">
            <w:pPr>
              <w:jc w:val="left"/>
              <w:rPr>
                <w:rFonts w:ascii="Consolas" w:hAnsi="Consolas" w:cs="Consolas"/>
                <w:sz w:val="16"/>
                <w:szCs w:val="16"/>
                <w:lang w:val="en-GB"/>
              </w:rPr>
            </w:pPr>
            <w:r w:rsidRPr="00751DBB">
              <w:rPr>
                <w:rFonts w:ascii="Consolas" w:hAnsi="Consolas" w:cs="Consolas"/>
                <w:sz w:val="16"/>
                <w:szCs w:val="16"/>
                <w:lang w:val="en-GB"/>
              </w:rPr>
              <w:t>-denc</w:t>
            </w:r>
            <w:r w:rsidR="008B3E38" w:rsidRPr="00751DBB">
              <w:rPr>
                <w:rFonts w:ascii="Consolas" w:hAnsi="Consolas" w:cs="Consolas"/>
                <w:sz w:val="16"/>
                <w:szCs w:val="16"/>
                <w:lang w:val="en-GB"/>
              </w:rPr>
              <w:t>-list</w:t>
            </w:r>
            <w:r w:rsidR="00D03E82" w:rsidRPr="00751DBB">
              <w:rPr>
                <w:rFonts w:ascii="Consolas" w:hAnsi="Consolas" w:cs="Consolas"/>
                <w:sz w:val="16"/>
                <w:szCs w:val="16"/>
                <w:lang w:val="en-GB"/>
              </w:rPr>
              <w:t xml:space="preserve"> &lt;input-file&gt;</w:t>
            </w:r>
          </w:p>
        </w:tc>
        <w:tc>
          <w:tcPr>
            <w:tcW w:w="3339" w:type="pct"/>
          </w:tcPr>
          <w:p w14:paraId="6533243B" w14:textId="77777777" w:rsidR="008B3E38" w:rsidRPr="00751DBB" w:rsidRDefault="002B0668" w:rsidP="00A82094">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dencSaxReadEncryptedData</w:t>
            </w:r>
            <w:r w:rsidRPr="00751DBB">
              <w:rPr>
                <w:rFonts w:ascii="Consolas" w:hAnsi="Consolas" w:cs="Consolas"/>
                <w:sz w:val="16"/>
                <w:szCs w:val="16"/>
                <w:lang w:val="en-GB"/>
              </w:rPr>
              <w:t xml:space="preserve">(DEncEncryptedData** ppEncData,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szFileName);</w:t>
            </w:r>
          </w:p>
          <w:p w14:paraId="7601DBF9" w14:textId="77777777" w:rsidR="00725D1E" w:rsidRPr="00751DBB" w:rsidRDefault="00725D1E" w:rsidP="00725D1E">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dencMetaInfo_GetLibVersion</w:t>
            </w:r>
            <w:r w:rsidRPr="00751DBB">
              <w:rPr>
                <w:rFonts w:ascii="Consolas" w:hAnsi="Consolas" w:cs="Consolas"/>
                <w:sz w:val="16"/>
                <w:szCs w:val="16"/>
                <w:lang w:val="en-GB"/>
              </w:rPr>
              <w:t xml:space="preserve">(DEncEncryptedData* pEncData,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szLibrary, int nLibLen, </w:t>
            </w:r>
            <w:r w:rsidRPr="00751DBB">
              <w:rPr>
                <w:rFonts w:ascii="Consolas" w:hAnsi="Consolas" w:cs="Consolas"/>
                <w:bCs/>
                <w:sz w:val="16"/>
                <w:szCs w:val="16"/>
                <w:lang w:val="en-GB"/>
              </w:rPr>
              <w:t>char</w:t>
            </w:r>
            <w:r w:rsidRPr="00751DBB">
              <w:rPr>
                <w:rFonts w:ascii="Consolas" w:hAnsi="Consolas" w:cs="Consolas"/>
                <w:sz w:val="16"/>
                <w:szCs w:val="16"/>
                <w:lang w:val="en-GB"/>
              </w:rPr>
              <w:t>* szVersion, int nVerLen);</w:t>
            </w:r>
          </w:p>
          <w:p w14:paraId="4060D8EB" w14:textId="77777777" w:rsidR="002B0668" w:rsidRPr="00751DBB" w:rsidRDefault="008935E4" w:rsidP="00725D1E">
            <w:pPr>
              <w:ind w:left="720" w:hanging="720"/>
              <w:jc w:val="left"/>
              <w:outlineLvl w:val="0"/>
              <w:rPr>
                <w:sz w:val="16"/>
                <w:szCs w:val="16"/>
                <w:lang w:val="en-GB"/>
              </w:rPr>
            </w:pPr>
            <w:r w:rsidRPr="008935E4">
              <w:rPr>
                <w:rFonts w:ascii="Consolas" w:hAnsi="Consolas" w:cs="Consolas"/>
                <w:b/>
                <w:sz w:val="16"/>
                <w:szCs w:val="16"/>
                <w:lang w:val="en-GB"/>
              </w:rPr>
              <w:t>dencMetaInfo_GetFormatVersion</w:t>
            </w:r>
            <w:r w:rsidRPr="008935E4">
              <w:rPr>
                <w:rFonts w:ascii="Consolas" w:hAnsi="Consolas" w:cs="Consolas"/>
                <w:sz w:val="16"/>
                <w:szCs w:val="16"/>
                <w:lang w:val="en-GB"/>
              </w:rPr>
              <w:t>(DEncEncryptedData* pEncData, char* szFormat, int nFormat, char* szVersion, int nVersion);</w:t>
            </w:r>
          </w:p>
        </w:tc>
      </w:tr>
      <w:tr w:rsidR="00D03E82" w:rsidRPr="00751DBB" w14:paraId="1E9E3569" w14:textId="77777777" w:rsidTr="002C6542">
        <w:tc>
          <w:tcPr>
            <w:tcW w:w="1661" w:type="pct"/>
            <w:shd w:val="clear" w:color="auto" w:fill="auto"/>
          </w:tcPr>
          <w:p w14:paraId="4E5C9347" w14:textId="77777777" w:rsidR="00D03E82" w:rsidRPr="00751DBB" w:rsidRDefault="00D03E82" w:rsidP="005C723F">
            <w:pPr>
              <w:jc w:val="left"/>
              <w:rPr>
                <w:rFonts w:ascii="Consolas" w:hAnsi="Consolas" w:cs="Consolas"/>
                <w:sz w:val="16"/>
                <w:szCs w:val="16"/>
                <w:lang w:val="en-GB"/>
              </w:rPr>
            </w:pPr>
            <w:r w:rsidRPr="00751DBB">
              <w:rPr>
                <w:rFonts w:ascii="Consolas" w:hAnsi="Consolas" w:cs="Consolas"/>
                <w:sz w:val="16"/>
                <w:szCs w:val="16"/>
                <w:lang w:val="en-GB"/>
              </w:rPr>
              <w:t>-encrecv &lt;certificate-file&gt;</w:t>
            </w:r>
          </w:p>
        </w:tc>
        <w:tc>
          <w:tcPr>
            <w:tcW w:w="3339" w:type="pct"/>
            <w:shd w:val="clear" w:color="auto" w:fill="auto"/>
          </w:tcPr>
          <w:p w14:paraId="508AD98B" w14:textId="77777777" w:rsidR="00D03E82" w:rsidRPr="00751DBB" w:rsidRDefault="00FB20A2" w:rsidP="00A82094">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dencEncryptedData_new</w:t>
            </w:r>
            <w:r w:rsidRPr="00751DBB">
              <w:rPr>
                <w:rFonts w:ascii="Consolas" w:hAnsi="Consolas" w:cs="Consolas"/>
                <w:sz w:val="16"/>
                <w:szCs w:val="16"/>
                <w:lang w:val="en-GB"/>
              </w:rPr>
              <w:t xml:space="preserve">(DEncEncryptedData** pEncData,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szXmlNs,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szEncMethod,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szId,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szType,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szMimeType);</w:t>
            </w:r>
          </w:p>
          <w:p w14:paraId="79C87FA9" w14:textId="77777777" w:rsidR="00FB20A2" w:rsidRPr="00751DBB" w:rsidRDefault="00FB20A2" w:rsidP="00A82094">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dencMetaInfo_SetLibVersion</w:t>
            </w:r>
            <w:r w:rsidRPr="00751DBB">
              <w:rPr>
                <w:rFonts w:ascii="Consolas" w:hAnsi="Consolas" w:cs="Consolas"/>
                <w:sz w:val="16"/>
                <w:szCs w:val="16"/>
                <w:lang w:val="en-GB"/>
              </w:rPr>
              <w:t>(DEncEncryptedData* pEncData);</w:t>
            </w:r>
          </w:p>
          <w:p w14:paraId="1BD67241" w14:textId="77777777" w:rsidR="00FB20A2" w:rsidRPr="00751DBB" w:rsidRDefault="00FB20A2" w:rsidP="00A82094">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dencMetaInfo_SetFormatVersion</w:t>
            </w:r>
            <w:r w:rsidRPr="00751DBB">
              <w:rPr>
                <w:rFonts w:ascii="Consolas" w:hAnsi="Consolas" w:cs="Consolas"/>
                <w:sz w:val="16"/>
                <w:szCs w:val="16"/>
                <w:lang w:val="en-GB"/>
              </w:rPr>
              <w:t>(DEncEncryptedData* pEncData);</w:t>
            </w:r>
          </w:p>
          <w:p w14:paraId="0CE9E4D5" w14:textId="77777777" w:rsidR="00FB20A2" w:rsidRPr="00751DBB" w:rsidRDefault="00FB20A2" w:rsidP="00A82094">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ReadCertificate</w:t>
            </w:r>
            <w:r w:rsidRPr="00751DBB">
              <w:rPr>
                <w:rFonts w:ascii="Consolas" w:hAnsi="Consolas" w:cs="Consolas"/>
                <w:sz w:val="16"/>
                <w:szCs w:val="16"/>
                <w:lang w:val="en-GB"/>
              </w:rPr>
              <w:t xml:space="preserve">(X509 **x509,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*szCertfile);</w:t>
            </w:r>
          </w:p>
          <w:p w14:paraId="03FC8238" w14:textId="77777777" w:rsidR="00FB20A2" w:rsidRPr="00751DBB" w:rsidRDefault="00FB20A2" w:rsidP="00A82094">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lastRenderedPageBreak/>
              <w:t>ddocCertGetSubjectCN</w:t>
            </w:r>
            <w:r w:rsidRPr="00751DBB">
              <w:rPr>
                <w:rFonts w:ascii="Consolas" w:hAnsi="Consolas" w:cs="Consolas"/>
                <w:sz w:val="16"/>
                <w:szCs w:val="16"/>
                <w:lang w:val="en-GB"/>
              </w:rPr>
              <w:t>(X509* pCert, DigiDocMemBuf* pMemBuf);</w:t>
            </w:r>
          </w:p>
          <w:p w14:paraId="091C52B9" w14:textId="77777777" w:rsidR="00FB20A2" w:rsidRPr="00751DBB" w:rsidRDefault="00FB20A2" w:rsidP="00A82094">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dencEncryptedKey_new</w:t>
            </w:r>
            <w:r w:rsidRPr="00751DBB">
              <w:rPr>
                <w:rFonts w:ascii="Consolas" w:hAnsi="Consolas" w:cs="Consolas"/>
                <w:sz w:val="16"/>
                <w:szCs w:val="16"/>
                <w:lang w:val="en-GB"/>
              </w:rPr>
              <w:t xml:space="preserve">(DEncEncryptedData* pEncData, DEncEncryptedKey** pEncKey, X509* pCert,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003A4948" w:rsidRPr="00751DBB">
              <w:rPr>
                <w:rFonts w:ascii="Consolas" w:hAnsi="Consolas" w:cs="Consolas"/>
                <w:sz w:val="16"/>
                <w:szCs w:val="16"/>
                <w:lang w:val="en-GB"/>
              </w:rPr>
              <w:t xml:space="preserve">* </w:t>
            </w:r>
            <w:r w:rsidRPr="00751DBB">
              <w:rPr>
                <w:rFonts w:ascii="Consolas" w:hAnsi="Consolas" w:cs="Consolas"/>
                <w:sz w:val="16"/>
                <w:szCs w:val="16"/>
                <w:lang w:val="en-GB"/>
              </w:rPr>
              <w:t xml:space="preserve">szEncMethod,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szId,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szRecipient,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szKeyName,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szCarriedKeyName);</w:t>
            </w:r>
          </w:p>
        </w:tc>
      </w:tr>
      <w:tr w:rsidR="008F4B74" w:rsidRPr="00751DBB" w14:paraId="63A598C1" w14:textId="77777777" w:rsidTr="002C6542">
        <w:tc>
          <w:tcPr>
            <w:tcW w:w="1661" w:type="pct"/>
          </w:tcPr>
          <w:p w14:paraId="3673CB72" w14:textId="77777777" w:rsidR="008F4B74" w:rsidRPr="00751DBB" w:rsidRDefault="008F4B74" w:rsidP="00D03E82">
            <w:pPr>
              <w:jc w:val="left"/>
              <w:rPr>
                <w:rFonts w:ascii="Consolas" w:hAnsi="Consolas" w:cs="Consolas"/>
                <w:sz w:val="16"/>
                <w:szCs w:val="16"/>
                <w:lang w:val="en-GB"/>
              </w:rPr>
            </w:pPr>
            <w:r w:rsidRPr="00751DBB">
              <w:rPr>
                <w:rFonts w:ascii="Consolas" w:hAnsi="Consolas" w:cs="Consolas"/>
                <w:sz w:val="16"/>
                <w:szCs w:val="16"/>
                <w:lang w:val="en-GB"/>
              </w:rPr>
              <w:lastRenderedPageBreak/>
              <w:t xml:space="preserve">-encrypt-sk &lt;input-file&gt; </w:t>
            </w:r>
          </w:p>
        </w:tc>
        <w:tc>
          <w:tcPr>
            <w:tcW w:w="3339" w:type="pct"/>
          </w:tcPr>
          <w:p w14:paraId="1350A723" w14:textId="77777777" w:rsidR="00F84B05" w:rsidRPr="00751DBB" w:rsidRDefault="00F84B05"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ConfigItem_lookup_int</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key,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defValue);</w:t>
            </w:r>
          </w:p>
          <w:p w14:paraId="1828B193" w14:textId="77777777" w:rsidR="008F4B74" w:rsidRPr="00751DBB" w:rsidRDefault="00F84B05"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dencEncryptedData_new</w:t>
            </w:r>
            <w:r w:rsidRPr="00751DBB">
              <w:rPr>
                <w:rFonts w:ascii="Consolas" w:hAnsi="Consolas" w:cs="Consolas"/>
                <w:sz w:val="16"/>
                <w:szCs w:val="16"/>
                <w:lang w:val="en-GB"/>
              </w:rPr>
              <w:t xml:space="preserve">(DEncEncryptedData** pEncData,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szXmlNs,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szEncMethod,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szId,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szType,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szMimeType);</w:t>
            </w:r>
          </w:p>
          <w:p w14:paraId="6C310F4B" w14:textId="77777777" w:rsidR="00F84B05" w:rsidRPr="00751DBB" w:rsidRDefault="00F84B05"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dencMetaInfo_SetLibVersion</w:t>
            </w:r>
            <w:r w:rsidRPr="00751DBB">
              <w:rPr>
                <w:rFonts w:ascii="Consolas" w:hAnsi="Consolas" w:cs="Consolas"/>
                <w:sz w:val="16"/>
                <w:szCs w:val="16"/>
                <w:lang w:val="en-GB"/>
              </w:rPr>
              <w:t>(DEncEncryptedData* pEncData);</w:t>
            </w:r>
          </w:p>
          <w:p w14:paraId="3124A79C" w14:textId="77777777" w:rsidR="00F84B05" w:rsidRPr="00751DBB" w:rsidRDefault="00F84B05"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dencMetaInfo_SetFormatVersion</w:t>
            </w:r>
            <w:r w:rsidRPr="00751DBB">
              <w:rPr>
                <w:rFonts w:ascii="Consolas" w:hAnsi="Consolas" w:cs="Consolas"/>
                <w:sz w:val="16"/>
                <w:szCs w:val="16"/>
                <w:lang w:val="en-GB"/>
              </w:rPr>
              <w:t>(DEncEncryptedData* pEncData);</w:t>
            </w:r>
          </w:p>
          <w:p w14:paraId="663ECCC8" w14:textId="77777777" w:rsidR="00F84B05" w:rsidRPr="00751DBB" w:rsidRDefault="00F84B05"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ddocConvertInput</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src, </w:t>
            </w:r>
            <w:r w:rsidRPr="00751DBB">
              <w:rPr>
                <w:rFonts w:ascii="Consolas" w:hAnsi="Consolas" w:cs="Consolas"/>
                <w:bCs/>
                <w:sz w:val="16"/>
                <w:szCs w:val="16"/>
                <w:lang w:val="en-GB"/>
              </w:rPr>
              <w:t>char</w:t>
            </w:r>
            <w:r w:rsidRPr="00751DBB">
              <w:rPr>
                <w:rFonts w:ascii="Consolas" w:hAnsi="Consolas" w:cs="Consolas"/>
                <w:sz w:val="16"/>
                <w:szCs w:val="16"/>
                <w:lang w:val="en-GB"/>
              </w:rPr>
              <w:t>** dest);</w:t>
            </w:r>
          </w:p>
          <w:p w14:paraId="12430EF1" w14:textId="77777777" w:rsidR="00F84B05" w:rsidRPr="00751DBB" w:rsidRDefault="00F84B05"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dencEncryptionProperty_new</w:t>
            </w:r>
            <w:r w:rsidRPr="00751DBB">
              <w:rPr>
                <w:rFonts w:ascii="Consolas" w:hAnsi="Consolas" w:cs="Consolas"/>
                <w:sz w:val="16"/>
                <w:szCs w:val="16"/>
                <w:lang w:val="en-GB"/>
              </w:rPr>
              <w:t xml:space="preserve">(DEncEncryptedData* pEncData, DEncEncryptionProperty** ppEncProperty,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szId,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szTarget,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szName,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szContent);</w:t>
            </w:r>
          </w:p>
          <w:p w14:paraId="31A0F7D0" w14:textId="77777777" w:rsidR="00F84B05" w:rsidRPr="00751DBB" w:rsidRDefault="00F84B05"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SignedDoc_new</w:t>
            </w:r>
            <w:r w:rsidRPr="00751DBB">
              <w:rPr>
                <w:rFonts w:ascii="Consolas" w:hAnsi="Consolas" w:cs="Consolas"/>
                <w:sz w:val="16"/>
                <w:szCs w:val="16"/>
                <w:lang w:val="en-GB"/>
              </w:rPr>
              <w:t xml:space="preserve">(SignedDoc **pSignedDoc,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format,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version);</w:t>
            </w:r>
          </w:p>
          <w:p w14:paraId="074FAC40" w14:textId="77777777" w:rsidR="005C6E69" w:rsidRPr="00751DBB" w:rsidRDefault="005C6E69"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calculateFileSize</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szFileName, </w:t>
            </w:r>
            <w:r w:rsidRPr="00751DBB">
              <w:rPr>
                <w:rFonts w:ascii="Consolas" w:hAnsi="Consolas" w:cs="Consolas"/>
                <w:bCs/>
                <w:sz w:val="16"/>
                <w:szCs w:val="16"/>
                <w:lang w:val="en-GB"/>
              </w:rPr>
              <w:t>long</w:t>
            </w:r>
            <w:r w:rsidRPr="00751DBB">
              <w:rPr>
                <w:rFonts w:ascii="Consolas" w:hAnsi="Consolas" w:cs="Consolas"/>
                <w:sz w:val="16"/>
                <w:szCs w:val="16"/>
                <w:lang w:val="en-GB"/>
              </w:rPr>
              <w:t>* lFileLen);</w:t>
            </w:r>
          </w:p>
          <w:p w14:paraId="168FC3E2" w14:textId="77777777" w:rsidR="005C6E69" w:rsidRPr="00751DBB" w:rsidRDefault="005C6E69"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DataFile_new</w:t>
            </w:r>
            <w:r w:rsidRPr="00751DBB">
              <w:rPr>
                <w:rFonts w:ascii="Consolas" w:hAnsi="Consolas" w:cs="Consolas"/>
                <w:sz w:val="16"/>
                <w:szCs w:val="16"/>
                <w:lang w:val="en-GB"/>
              </w:rPr>
              <w:t xml:space="preserve">(DataFile **newDataFile, SignedDoc* pSigDoc,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id,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filename,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contentType,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mime, </w:t>
            </w:r>
            <w:r w:rsidRPr="00751DBB">
              <w:rPr>
                <w:rFonts w:ascii="Consolas" w:hAnsi="Consolas" w:cs="Consolas"/>
                <w:bCs/>
                <w:sz w:val="16"/>
                <w:szCs w:val="16"/>
                <w:lang w:val="en-GB"/>
              </w:rPr>
              <w:t>long</w:t>
            </w:r>
            <w:r w:rsidRPr="00751DBB">
              <w:rPr>
                <w:rFonts w:ascii="Consolas" w:hAnsi="Consolas" w:cs="Consolas"/>
                <w:sz w:val="16"/>
                <w:szCs w:val="16"/>
                <w:lang w:val="en-GB"/>
              </w:rPr>
              <w:t xml:space="preserve"> size,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byte* digest,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digLen,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digType,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szCharset);</w:t>
            </w:r>
          </w:p>
          <w:p w14:paraId="245A6429" w14:textId="77777777" w:rsidR="003E66C0" w:rsidRPr="00751DBB" w:rsidRDefault="003E66C0"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dencOrigContent_registerDigiDoc</w:t>
            </w:r>
            <w:r w:rsidRPr="00751DBB">
              <w:rPr>
                <w:rFonts w:ascii="Consolas" w:hAnsi="Consolas" w:cs="Consolas"/>
                <w:sz w:val="16"/>
                <w:szCs w:val="16"/>
                <w:lang w:val="en-GB"/>
              </w:rPr>
              <w:t>(DEncEncryptedData* pEncData, SignedDoc* pSigDoc);</w:t>
            </w:r>
          </w:p>
          <w:p w14:paraId="3AC12F11" w14:textId="77777777" w:rsidR="003E66C0" w:rsidRPr="00751DBB" w:rsidRDefault="003E66C0"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createSignedDoc</w:t>
            </w:r>
            <w:r w:rsidRPr="00751DBB">
              <w:rPr>
                <w:rFonts w:ascii="Consolas" w:hAnsi="Consolas" w:cs="Consolas"/>
                <w:sz w:val="16"/>
                <w:szCs w:val="16"/>
                <w:lang w:val="en-GB"/>
              </w:rPr>
              <w:t xml:space="preserve">(SignedDoc* pSigDoc,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szOldFile,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szOutputFile);</w:t>
            </w:r>
          </w:p>
          <w:p w14:paraId="20378588" w14:textId="77777777" w:rsidR="003E66C0" w:rsidRPr="00751DBB" w:rsidRDefault="003E66C0"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ddocReadFile</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szFileName, DigiDocMemBuf* pData);</w:t>
            </w:r>
          </w:p>
          <w:p w14:paraId="0D0A6A88" w14:textId="77777777" w:rsidR="003E66C0" w:rsidRPr="00751DBB" w:rsidRDefault="003E66C0"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dencEncryptedData_encryptData</w:t>
            </w:r>
            <w:r w:rsidRPr="00751DBB">
              <w:rPr>
                <w:rFonts w:ascii="Consolas" w:hAnsi="Consolas" w:cs="Consolas"/>
                <w:sz w:val="16"/>
                <w:szCs w:val="16"/>
                <w:lang w:val="en-GB"/>
              </w:rPr>
              <w:t xml:space="preserve">(DEncEncryptedData* pEncData,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nCompressOption);</w:t>
            </w:r>
          </w:p>
        </w:tc>
      </w:tr>
      <w:tr w:rsidR="007356E5" w:rsidRPr="00751DBB" w14:paraId="6141C926" w14:textId="77777777" w:rsidTr="002C6542">
        <w:tc>
          <w:tcPr>
            <w:tcW w:w="1661" w:type="pct"/>
          </w:tcPr>
          <w:p w14:paraId="62E20A8A" w14:textId="77777777" w:rsidR="005E354D" w:rsidRPr="00751DBB" w:rsidRDefault="005E354D" w:rsidP="00D03E82">
            <w:pPr>
              <w:pStyle w:val="UtilitySyntax"/>
              <w:ind w:left="0"/>
              <w:jc w:val="left"/>
              <w:rPr>
                <w:rFonts w:ascii="Consolas" w:hAnsi="Consolas" w:cs="Consolas"/>
                <w:sz w:val="16"/>
                <w:szCs w:val="16"/>
                <w:lang w:val="en-GB"/>
              </w:rPr>
            </w:pPr>
            <w:r w:rsidRPr="00751DBB">
              <w:rPr>
                <w:rFonts w:ascii="Consolas" w:hAnsi="Consolas" w:cs="Consolas"/>
                <w:sz w:val="16"/>
                <w:szCs w:val="16"/>
                <w:lang w:val="en-GB"/>
              </w:rPr>
              <w:t xml:space="preserve">-encrypt &lt;input-file&gt; </w:t>
            </w:r>
          </w:p>
        </w:tc>
        <w:tc>
          <w:tcPr>
            <w:tcW w:w="3339" w:type="pct"/>
          </w:tcPr>
          <w:p w14:paraId="14BB3597" w14:textId="77777777" w:rsidR="005E354D" w:rsidRPr="00751DBB" w:rsidRDefault="00AA52B1"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ConfigItem_lookup_int</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key,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defValue);</w:t>
            </w:r>
          </w:p>
          <w:p w14:paraId="6D039315" w14:textId="77777777" w:rsidR="00AA52B1" w:rsidRPr="00751DBB" w:rsidRDefault="00AA52B1"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dencEncryptedData_new</w:t>
            </w:r>
            <w:r w:rsidRPr="00751DBB">
              <w:rPr>
                <w:rFonts w:ascii="Consolas" w:hAnsi="Consolas" w:cs="Consolas"/>
                <w:sz w:val="16"/>
                <w:szCs w:val="16"/>
                <w:lang w:val="en-GB"/>
              </w:rPr>
              <w:t xml:space="preserve">(DEncEncryptedData** pEncData,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szXmlNs,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szEncMethod,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szId,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szType,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szMimeType);</w:t>
            </w:r>
          </w:p>
          <w:p w14:paraId="3D2E736E" w14:textId="77777777" w:rsidR="006B105D" w:rsidRPr="00751DBB" w:rsidRDefault="006B105D"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dencMetaInfo_SetLibVersion</w:t>
            </w:r>
            <w:r w:rsidRPr="00751DBB">
              <w:rPr>
                <w:rFonts w:ascii="Consolas" w:hAnsi="Consolas" w:cs="Consolas"/>
                <w:sz w:val="16"/>
                <w:szCs w:val="16"/>
                <w:lang w:val="en-GB"/>
              </w:rPr>
              <w:t>(DEncEncryptedData* pEncData);</w:t>
            </w:r>
          </w:p>
          <w:p w14:paraId="3A0F24E5" w14:textId="77777777" w:rsidR="006B105D" w:rsidRPr="00751DBB" w:rsidRDefault="006B105D"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dencMetaInfo_SetFormatVersion</w:t>
            </w:r>
            <w:r w:rsidRPr="00751DBB">
              <w:rPr>
                <w:rFonts w:ascii="Consolas" w:hAnsi="Consolas" w:cs="Consolas"/>
                <w:sz w:val="16"/>
                <w:szCs w:val="16"/>
                <w:lang w:val="en-GB"/>
              </w:rPr>
              <w:t>(DEncEncryptedData* pEncData);</w:t>
            </w:r>
          </w:p>
          <w:p w14:paraId="7207282D" w14:textId="77777777" w:rsidR="00B313FC" w:rsidRPr="00751DBB" w:rsidRDefault="00B313FC"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dencEncryptionProperty_new</w:t>
            </w:r>
            <w:r w:rsidRPr="00751DBB">
              <w:rPr>
                <w:rFonts w:ascii="Consolas" w:hAnsi="Consolas" w:cs="Consolas"/>
                <w:sz w:val="16"/>
                <w:szCs w:val="16"/>
                <w:lang w:val="en-GB"/>
              </w:rPr>
              <w:t xml:space="preserve">(DEncEncryptedData* EncData, DEncEncryptionProperty** ppEncProperty,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szId,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szTarget,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szName,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szContent);</w:t>
            </w:r>
          </w:p>
          <w:p w14:paraId="179D2F06" w14:textId="77777777" w:rsidR="006B105D" w:rsidRPr="00751DBB" w:rsidRDefault="006B105D"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dencEncryptedData_AppendData</w:t>
            </w:r>
            <w:r w:rsidRPr="00751DBB">
              <w:rPr>
                <w:rFonts w:ascii="Consolas" w:hAnsi="Consolas" w:cs="Consolas"/>
                <w:sz w:val="16"/>
                <w:szCs w:val="16"/>
                <w:lang w:val="en-GB"/>
              </w:rPr>
              <w:t xml:space="preserve">(DEncEncryptedData* pEncData,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data,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len);</w:t>
            </w:r>
          </w:p>
          <w:p w14:paraId="0421C995" w14:textId="77777777" w:rsidR="006B105D" w:rsidRPr="00751DBB" w:rsidRDefault="006B105D"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ddocSaxReadSignedDocFromFile</w:t>
            </w:r>
            <w:r w:rsidRPr="00751DBB">
              <w:rPr>
                <w:rFonts w:ascii="Consolas" w:hAnsi="Consolas" w:cs="Consolas"/>
                <w:sz w:val="16"/>
                <w:szCs w:val="16"/>
                <w:lang w:val="en-GB"/>
              </w:rPr>
              <w:t xml:space="preserve">(SignedDoc** ppSigDoc,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szFileName,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checkFileDigest, </w:t>
            </w:r>
            <w:r w:rsidRPr="00751DBB">
              <w:rPr>
                <w:rFonts w:ascii="Consolas" w:hAnsi="Consolas" w:cs="Consolas"/>
                <w:bCs/>
                <w:sz w:val="16"/>
                <w:szCs w:val="16"/>
                <w:lang w:val="en-GB"/>
              </w:rPr>
              <w:t>long</w:t>
            </w:r>
            <w:r w:rsidRPr="00751DBB">
              <w:rPr>
                <w:rFonts w:ascii="Consolas" w:hAnsi="Consolas" w:cs="Consolas"/>
                <w:sz w:val="16"/>
                <w:szCs w:val="16"/>
                <w:lang w:val="en-GB"/>
              </w:rPr>
              <w:t xml:space="preserve"> lMaxDFLen);</w:t>
            </w:r>
          </w:p>
          <w:p w14:paraId="1F3F08C9" w14:textId="77777777" w:rsidR="006B105D" w:rsidRPr="00751DBB" w:rsidRDefault="006B105D"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dencOrigContent_registerDigiDoc</w:t>
            </w:r>
            <w:r w:rsidRPr="00751DBB">
              <w:rPr>
                <w:rFonts w:ascii="Consolas" w:hAnsi="Consolas" w:cs="Consolas"/>
                <w:sz w:val="16"/>
                <w:szCs w:val="16"/>
                <w:lang w:val="en-GB"/>
              </w:rPr>
              <w:t>(DEncEncryptedData* pEncData, SignedDoc* pSigDoc);</w:t>
            </w:r>
          </w:p>
          <w:p w14:paraId="5040CE93" w14:textId="77777777" w:rsidR="006B105D" w:rsidRPr="00751DBB" w:rsidRDefault="006B105D"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dencEncryptedData_encryptData</w:t>
            </w:r>
            <w:r w:rsidRPr="00751DBB">
              <w:rPr>
                <w:rFonts w:ascii="Consolas" w:hAnsi="Consolas" w:cs="Consolas"/>
                <w:sz w:val="16"/>
                <w:szCs w:val="16"/>
                <w:lang w:val="en-GB"/>
              </w:rPr>
              <w:t xml:space="preserve">(DEncEncryptedData* pEncData,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nCompressOption);</w:t>
            </w:r>
          </w:p>
        </w:tc>
      </w:tr>
      <w:tr w:rsidR="00F32A44" w:rsidRPr="00751DBB" w14:paraId="17F72046" w14:textId="77777777" w:rsidTr="002C6542">
        <w:tc>
          <w:tcPr>
            <w:tcW w:w="1661" w:type="pct"/>
          </w:tcPr>
          <w:p w14:paraId="33CE984A" w14:textId="77777777" w:rsidR="00BF18D7" w:rsidRPr="00751DBB" w:rsidRDefault="00BF18D7" w:rsidP="008F4B74">
            <w:pPr>
              <w:jc w:val="left"/>
              <w:rPr>
                <w:rFonts w:ascii="Consolas" w:hAnsi="Consolas" w:cs="Consolas"/>
                <w:sz w:val="16"/>
                <w:szCs w:val="16"/>
                <w:lang w:val="en-GB"/>
              </w:rPr>
            </w:pPr>
            <w:r w:rsidRPr="00751DBB">
              <w:rPr>
                <w:rFonts w:ascii="Consolas" w:hAnsi="Consolas" w:cs="Consolas"/>
                <w:sz w:val="16"/>
                <w:szCs w:val="16"/>
                <w:lang w:val="en-GB"/>
              </w:rPr>
              <w:lastRenderedPageBreak/>
              <w:t>-encrypt-</w:t>
            </w:r>
            <w:r w:rsidR="008F4B74" w:rsidRPr="00751DBB">
              <w:rPr>
                <w:rFonts w:ascii="Consolas" w:hAnsi="Consolas" w:cs="Consolas"/>
                <w:sz w:val="16"/>
                <w:szCs w:val="16"/>
                <w:lang w:val="en-GB"/>
              </w:rPr>
              <w:t>file</w:t>
            </w:r>
            <w:r w:rsidRPr="00751DBB">
              <w:rPr>
                <w:rFonts w:ascii="Consolas" w:hAnsi="Consolas" w:cs="Consolas"/>
                <w:sz w:val="16"/>
                <w:szCs w:val="16"/>
                <w:lang w:val="en-GB"/>
              </w:rPr>
              <w:t xml:space="preserve"> &lt;input-file&gt; &lt;output-file&gt; </w:t>
            </w:r>
          </w:p>
        </w:tc>
        <w:tc>
          <w:tcPr>
            <w:tcW w:w="3339" w:type="pct"/>
          </w:tcPr>
          <w:p w14:paraId="17B50E6D" w14:textId="77777777" w:rsidR="00BF18D7" w:rsidRPr="00751DBB" w:rsidRDefault="00887CC3" w:rsidP="00C23C48">
            <w:pPr>
              <w:autoSpaceDE w:val="0"/>
              <w:autoSpaceDN w:val="0"/>
              <w:adjustRightInd w:val="0"/>
              <w:spacing w:after="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dencEncryptFile</w:t>
            </w:r>
            <w:r w:rsidRPr="00751DBB">
              <w:rPr>
                <w:rFonts w:ascii="Consolas" w:hAnsi="Consolas" w:cs="Consolas"/>
                <w:sz w:val="16"/>
                <w:szCs w:val="16"/>
                <w:lang w:val="en-GB"/>
              </w:rPr>
              <w:t xml:space="preserve">(DEncEncryptedData* pEncData,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szInputFileName,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szOutputFileName,</w:t>
            </w:r>
            <w:r w:rsidR="00C23C48" w:rsidRPr="00751DBB">
              <w:rPr>
                <w:rFonts w:ascii="Consolas" w:hAnsi="Consolas" w:cs="Consolas"/>
                <w:sz w:val="16"/>
                <w:szCs w:val="16"/>
                <w:lang w:val="en-GB"/>
              </w:rPr>
              <w:t xml:space="preserv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szMimeType);</w:t>
            </w:r>
          </w:p>
        </w:tc>
      </w:tr>
      <w:tr w:rsidR="008F4B74" w:rsidRPr="00751DBB" w14:paraId="6B82B6C9" w14:textId="77777777" w:rsidTr="002C6542">
        <w:tc>
          <w:tcPr>
            <w:tcW w:w="1661" w:type="pct"/>
          </w:tcPr>
          <w:p w14:paraId="7E9DEB80" w14:textId="77777777" w:rsidR="008F4B74" w:rsidRPr="00751DBB" w:rsidRDefault="00D03E82" w:rsidP="00D03E82">
            <w:pPr>
              <w:jc w:val="left"/>
              <w:rPr>
                <w:rFonts w:ascii="Consolas" w:hAnsi="Consolas" w:cs="Consolas"/>
                <w:sz w:val="16"/>
                <w:szCs w:val="16"/>
                <w:lang w:val="en-GB"/>
              </w:rPr>
            </w:pPr>
            <w:r w:rsidRPr="00751DBB">
              <w:rPr>
                <w:rFonts w:ascii="Consolas" w:hAnsi="Consolas" w:cs="Consolas"/>
                <w:sz w:val="16"/>
                <w:szCs w:val="16"/>
                <w:lang w:val="en-GB"/>
              </w:rPr>
              <w:t>-</w:t>
            </w:r>
            <w:r w:rsidR="008F4B74" w:rsidRPr="00751DBB">
              <w:rPr>
                <w:rFonts w:ascii="Consolas" w:hAnsi="Consolas" w:cs="Consolas"/>
                <w:sz w:val="16"/>
                <w:szCs w:val="16"/>
                <w:lang w:val="en-GB"/>
              </w:rPr>
              <w:t>decrypt-sk &lt;output-file&gt;</w:t>
            </w:r>
            <w:r w:rsidRPr="00751DBB">
              <w:rPr>
                <w:rFonts w:ascii="Consolas" w:hAnsi="Consolas" w:cs="Consolas"/>
                <w:sz w:val="16"/>
                <w:szCs w:val="16"/>
                <w:lang w:val="en-GB"/>
              </w:rPr>
              <w:t xml:space="preserve"> &lt;pin&gt;</w:t>
            </w:r>
          </w:p>
        </w:tc>
        <w:tc>
          <w:tcPr>
            <w:tcW w:w="3339" w:type="pct"/>
          </w:tcPr>
          <w:p w14:paraId="0B60980C" w14:textId="77777777" w:rsidR="005C723F" w:rsidRPr="00751DBB" w:rsidRDefault="005C723F" w:rsidP="00C23C48">
            <w:pPr>
              <w:autoSpaceDE w:val="0"/>
              <w:autoSpaceDN w:val="0"/>
              <w:adjustRightInd w:val="0"/>
              <w:jc w:val="left"/>
              <w:outlineLvl w:val="0"/>
              <w:rPr>
                <w:rFonts w:ascii="Consolas" w:hAnsi="Consolas" w:cs="Consolas"/>
                <w:sz w:val="16"/>
                <w:szCs w:val="16"/>
                <w:lang w:val="en-GB"/>
              </w:rPr>
            </w:pPr>
            <w:r w:rsidRPr="00751DBB">
              <w:rPr>
                <w:rFonts w:ascii="Consolas" w:hAnsi="Consolas" w:cs="Consolas"/>
                <w:sz w:val="16"/>
                <w:szCs w:val="16"/>
                <w:lang w:val="en-GB"/>
              </w:rPr>
              <w:t>Functions of –decrypt command.</w:t>
            </w:r>
          </w:p>
          <w:p w14:paraId="13B5B24B" w14:textId="77777777" w:rsidR="00964554" w:rsidRPr="00751DBB" w:rsidRDefault="00964554"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utf82unicode</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utf8,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unicode, </w:t>
            </w:r>
            <w:r w:rsidRPr="00751DBB">
              <w:rPr>
                <w:rFonts w:ascii="Consolas" w:hAnsi="Consolas" w:cs="Consolas"/>
                <w:bCs/>
                <w:sz w:val="16"/>
                <w:szCs w:val="16"/>
                <w:lang w:val="en-GB"/>
              </w:rPr>
              <w:t>int</w:t>
            </w:r>
            <w:r w:rsidRPr="00751DBB">
              <w:rPr>
                <w:rFonts w:ascii="Consolas" w:hAnsi="Consolas" w:cs="Consolas"/>
                <w:sz w:val="16"/>
                <w:szCs w:val="16"/>
                <w:lang w:val="en-GB"/>
              </w:rPr>
              <w:t>* outlen);</w:t>
            </w:r>
          </w:p>
          <w:p w14:paraId="3C85A7FC" w14:textId="77777777" w:rsidR="00964554" w:rsidRPr="00751DBB" w:rsidRDefault="00964554"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ddocSaxReadSignedDocFromFile</w:t>
            </w:r>
            <w:r w:rsidRPr="00751DBB">
              <w:rPr>
                <w:rFonts w:ascii="Consolas" w:hAnsi="Consolas" w:cs="Consolas"/>
                <w:sz w:val="16"/>
                <w:szCs w:val="16"/>
                <w:lang w:val="en-GB"/>
              </w:rPr>
              <w:t xml:space="preserve">(SignedDoc** ppSigDoc,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szFileName,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checkFileDigest, </w:t>
            </w:r>
            <w:r w:rsidRPr="00751DBB">
              <w:rPr>
                <w:rFonts w:ascii="Consolas" w:hAnsi="Consolas" w:cs="Consolas"/>
                <w:bCs/>
                <w:sz w:val="16"/>
                <w:szCs w:val="16"/>
                <w:lang w:val="en-GB"/>
              </w:rPr>
              <w:t>long</w:t>
            </w:r>
            <w:r w:rsidRPr="00751DBB">
              <w:rPr>
                <w:rFonts w:ascii="Consolas" w:hAnsi="Consolas" w:cs="Consolas"/>
                <w:sz w:val="16"/>
                <w:szCs w:val="16"/>
                <w:lang w:val="en-GB"/>
              </w:rPr>
              <w:t xml:space="preserve"> lMaxDFLen);</w:t>
            </w:r>
          </w:p>
          <w:p w14:paraId="6E8A45FC" w14:textId="77777777" w:rsidR="00964554" w:rsidRPr="00751DBB" w:rsidRDefault="00964554"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getCountOfDataFiles</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SignedDoc* pSigDoc);</w:t>
            </w:r>
          </w:p>
          <w:p w14:paraId="49ABD3C6" w14:textId="77777777" w:rsidR="00964554" w:rsidRPr="00751DBB" w:rsidRDefault="00964554"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getDataFile</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SignedDoc* pSigDoc, </w:t>
            </w:r>
            <w:r w:rsidRPr="00751DBB">
              <w:rPr>
                <w:rFonts w:ascii="Consolas" w:hAnsi="Consolas" w:cs="Consolas"/>
                <w:bCs/>
                <w:sz w:val="16"/>
                <w:szCs w:val="16"/>
                <w:lang w:val="en-GB"/>
              </w:rPr>
              <w:t>int</w:t>
            </w:r>
            <w:r w:rsidRPr="00751DBB">
              <w:rPr>
                <w:rFonts w:ascii="Consolas" w:hAnsi="Consolas" w:cs="Consolas"/>
                <w:sz w:val="16"/>
                <w:szCs w:val="16"/>
                <w:lang w:val="en-GB"/>
              </w:rPr>
              <w:t xml:space="preserve"> nIdx);</w:t>
            </w:r>
          </w:p>
          <w:p w14:paraId="5FE83D40" w14:textId="77777777" w:rsidR="00964554" w:rsidRPr="00751DBB" w:rsidRDefault="00964554"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ddocExtractDataFile</w:t>
            </w:r>
            <w:r w:rsidRPr="00751DBB">
              <w:rPr>
                <w:rFonts w:ascii="Consolas" w:hAnsi="Consolas" w:cs="Consolas"/>
                <w:sz w:val="16"/>
                <w:szCs w:val="16"/>
                <w:lang w:val="en-GB"/>
              </w:rPr>
              <w:t xml:space="preserve">(SignedDoc* pSigDoc,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szFileName,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szDataFileName,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szDocId,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szCharset);</w:t>
            </w:r>
          </w:p>
        </w:tc>
      </w:tr>
      <w:tr w:rsidR="007356E5" w:rsidRPr="00751DBB" w14:paraId="36D44CA4" w14:textId="77777777" w:rsidTr="002C6542">
        <w:tc>
          <w:tcPr>
            <w:tcW w:w="1661" w:type="pct"/>
          </w:tcPr>
          <w:p w14:paraId="10AB2480" w14:textId="77777777" w:rsidR="005E354D" w:rsidRPr="00751DBB" w:rsidRDefault="005E354D" w:rsidP="00D03E82">
            <w:pPr>
              <w:jc w:val="left"/>
              <w:rPr>
                <w:rFonts w:ascii="Consolas" w:hAnsi="Consolas" w:cs="Consolas"/>
                <w:sz w:val="16"/>
                <w:szCs w:val="16"/>
                <w:lang w:val="en-GB"/>
              </w:rPr>
            </w:pPr>
            <w:r w:rsidRPr="00751DBB">
              <w:rPr>
                <w:rFonts w:ascii="Consolas" w:hAnsi="Consolas" w:cs="Consolas"/>
                <w:sz w:val="16"/>
                <w:szCs w:val="16"/>
                <w:lang w:val="en-GB"/>
              </w:rPr>
              <w:t>-decrypt &lt;output-file&gt;</w:t>
            </w:r>
            <w:r w:rsidR="00D03E82" w:rsidRPr="00751DBB">
              <w:rPr>
                <w:rFonts w:ascii="Consolas" w:hAnsi="Consolas" w:cs="Consolas"/>
                <w:sz w:val="16"/>
                <w:szCs w:val="16"/>
                <w:lang w:val="en-GB"/>
              </w:rPr>
              <w:t xml:space="preserve"> &lt;pin&gt;</w:t>
            </w:r>
          </w:p>
        </w:tc>
        <w:tc>
          <w:tcPr>
            <w:tcW w:w="3339" w:type="pct"/>
          </w:tcPr>
          <w:p w14:paraId="10A3F022" w14:textId="77777777" w:rsidR="002C6542" w:rsidRPr="00751DBB" w:rsidRDefault="002C6542"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dencSaxReadEncryptedData</w:t>
            </w:r>
            <w:r w:rsidRPr="00751DBB">
              <w:rPr>
                <w:rFonts w:ascii="Consolas" w:hAnsi="Consolas" w:cs="Consolas"/>
                <w:sz w:val="16"/>
                <w:szCs w:val="16"/>
                <w:lang w:val="en-GB"/>
              </w:rPr>
              <w:t xml:space="preserve">(DEncEncryptedData** ppEncData,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szFileName);</w:t>
            </w:r>
          </w:p>
          <w:p w14:paraId="7C401394" w14:textId="77777777" w:rsidR="002C6542" w:rsidRPr="00751DBB" w:rsidRDefault="002C6542"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dencEncryptedData_findEncryptedKeyByPKCS12</w:t>
            </w:r>
            <w:r w:rsidRPr="00751DBB">
              <w:rPr>
                <w:rFonts w:ascii="Consolas" w:hAnsi="Consolas" w:cs="Consolas"/>
                <w:sz w:val="16"/>
                <w:szCs w:val="16"/>
                <w:lang w:val="en-GB"/>
              </w:rPr>
              <w:t xml:space="preserve">(DEncEncryptedData* pEncData, DEncEncryptedKey** ppEncKey, EVP_PKEY** ppKey,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szPkcs12File,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szPasswd);</w:t>
            </w:r>
          </w:p>
          <w:p w14:paraId="413BFCB1" w14:textId="77777777" w:rsidR="002C6542" w:rsidRPr="00751DBB" w:rsidRDefault="002C6542"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dencEncryptedData_findEncryptedKeyByPKCS11</w:t>
            </w:r>
            <w:r w:rsidR="00301CE2">
              <w:rPr>
                <w:rFonts w:ascii="Consolas" w:hAnsi="Consolas" w:cs="Consolas"/>
                <w:b/>
                <w:sz w:val="16"/>
                <w:szCs w:val="16"/>
                <w:lang w:val="en-GB"/>
              </w:rPr>
              <w:t>UsingSlot</w:t>
            </w:r>
            <w:r w:rsidRPr="00751DBB">
              <w:rPr>
                <w:rFonts w:ascii="Consolas" w:hAnsi="Consolas" w:cs="Consolas"/>
                <w:sz w:val="16"/>
                <w:szCs w:val="16"/>
                <w:lang w:val="en-GB"/>
              </w:rPr>
              <w:t>(DEncEncryptedData* pEncData, DEncEncryptedKey** ppEncKey</w:t>
            </w:r>
            <w:r w:rsidR="00301CE2">
              <w:rPr>
                <w:rFonts w:ascii="Consolas" w:hAnsi="Consolas" w:cs="Consolas"/>
                <w:sz w:val="16"/>
                <w:szCs w:val="16"/>
                <w:lang w:val="en-GB"/>
              </w:rPr>
              <w:t xml:space="preserve">, </w:t>
            </w:r>
            <w:r w:rsidR="00301CE2" w:rsidRPr="00301CE2">
              <w:rPr>
                <w:rFonts w:ascii="Consolas" w:hAnsi="Consolas" w:cs="Consolas"/>
                <w:sz w:val="16"/>
                <w:szCs w:val="16"/>
                <w:lang w:val="en-GB"/>
              </w:rPr>
              <w:t>int nSlot</w:t>
            </w:r>
            <w:r w:rsidRPr="00751DBB">
              <w:rPr>
                <w:rFonts w:ascii="Consolas" w:hAnsi="Consolas" w:cs="Consolas"/>
                <w:sz w:val="16"/>
                <w:szCs w:val="16"/>
                <w:lang w:val="en-GB"/>
              </w:rPr>
              <w:t>);</w:t>
            </w:r>
          </w:p>
          <w:p w14:paraId="3559E9BE" w14:textId="77777777" w:rsidR="002C6542" w:rsidRPr="00751DBB" w:rsidRDefault="002C6542" w:rsidP="00C23C48">
            <w:pPr>
              <w:autoSpaceDE w:val="0"/>
              <w:autoSpaceDN w:val="0"/>
              <w:adjustRightInd w:val="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dencEncryptedData_decryptWithKey</w:t>
            </w:r>
            <w:r w:rsidRPr="00751DBB">
              <w:rPr>
                <w:rFonts w:ascii="Consolas" w:hAnsi="Consolas" w:cs="Consolas"/>
                <w:sz w:val="16"/>
                <w:szCs w:val="16"/>
                <w:lang w:val="en-GB"/>
              </w:rPr>
              <w:t>(DEncEncryptedData* pEncData, DEncEncryptedKey* pEncKey, EVP_PKEY* pKey);</w:t>
            </w:r>
          </w:p>
          <w:p w14:paraId="5568F6E3" w14:textId="77777777" w:rsidR="005E06AB" w:rsidRPr="00751DBB" w:rsidRDefault="002C6542" w:rsidP="00C23C48">
            <w:pPr>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dencEncryptedData_decrypt</w:t>
            </w:r>
            <w:r w:rsidR="003445AA">
              <w:rPr>
                <w:rFonts w:ascii="Consolas" w:hAnsi="Consolas" w:cs="Consolas"/>
                <w:b/>
                <w:sz w:val="16"/>
                <w:szCs w:val="16"/>
                <w:lang w:val="en-GB"/>
              </w:rPr>
              <w:t>UsingSlot</w:t>
            </w:r>
            <w:r w:rsidRPr="00751DBB">
              <w:rPr>
                <w:rFonts w:ascii="Consolas" w:hAnsi="Consolas" w:cs="Consolas"/>
                <w:sz w:val="16"/>
                <w:szCs w:val="16"/>
                <w:lang w:val="en-GB"/>
              </w:rPr>
              <w:t xml:space="preserve">(DEncEncryptedData* pEncData, DEncEncryptedKey* pEncKey,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pin</w:t>
            </w:r>
            <w:r w:rsidR="003445AA">
              <w:rPr>
                <w:rFonts w:ascii="Consolas" w:hAnsi="Consolas" w:cs="Consolas"/>
                <w:sz w:val="16"/>
                <w:szCs w:val="16"/>
                <w:lang w:val="en-GB"/>
              </w:rPr>
              <w:t>, int nSlot</w:t>
            </w:r>
            <w:r w:rsidRPr="00751DBB">
              <w:rPr>
                <w:rFonts w:ascii="Consolas" w:hAnsi="Consolas" w:cs="Consolas"/>
                <w:sz w:val="16"/>
                <w:szCs w:val="16"/>
                <w:lang w:val="en-GB"/>
              </w:rPr>
              <w:t>);</w:t>
            </w:r>
          </w:p>
        </w:tc>
      </w:tr>
      <w:tr w:rsidR="00F32A44" w:rsidRPr="00751DBB" w14:paraId="62B5A553" w14:textId="77777777" w:rsidTr="002C6542">
        <w:tc>
          <w:tcPr>
            <w:tcW w:w="1661" w:type="pct"/>
          </w:tcPr>
          <w:p w14:paraId="098CF1D2" w14:textId="77777777" w:rsidR="00BF18D7" w:rsidRPr="00751DBB" w:rsidRDefault="00053582" w:rsidP="00A468BF">
            <w:pPr>
              <w:jc w:val="left"/>
              <w:rPr>
                <w:rFonts w:ascii="Consolas" w:hAnsi="Consolas" w:cs="Consolas"/>
                <w:sz w:val="16"/>
                <w:szCs w:val="16"/>
                <w:lang w:val="en-GB"/>
              </w:rPr>
            </w:pPr>
            <w:r w:rsidRPr="00751DBB">
              <w:rPr>
                <w:rFonts w:ascii="Consolas" w:hAnsi="Consolas" w:cs="Consolas"/>
                <w:sz w:val="16"/>
                <w:szCs w:val="16"/>
                <w:lang w:val="en-GB"/>
              </w:rPr>
              <w:t>-decrypt-file</w:t>
            </w:r>
            <w:r w:rsidR="00BF18D7" w:rsidRPr="00751DBB">
              <w:rPr>
                <w:rFonts w:ascii="Consolas" w:hAnsi="Consolas" w:cs="Consolas"/>
                <w:sz w:val="16"/>
                <w:szCs w:val="16"/>
                <w:lang w:val="en-GB"/>
              </w:rPr>
              <w:t xml:space="preserve"> &lt;input-file&gt; &lt;output-file&gt; </w:t>
            </w:r>
            <w:r w:rsidR="00A468BF" w:rsidRPr="00751DBB">
              <w:rPr>
                <w:rFonts w:ascii="Consolas" w:hAnsi="Consolas" w:cs="Consolas"/>
                <w:sz w:val="16"/>
                <w:szCs w:val="16"/>
                <w:lang w:val="en-GB"/>
              </w:rPr>
              <w:t>&lt;pin&gt;</w:t>
            </w:r>
          </w:p>
        </w:tc>
        <w:tc>
          <w:tcPr>
            <w:tcW w:w="3339" w:type="pct"/>
          </w:tcPr>
          <w:p w14:paraId="7F25A847" w14:textId="77777777" w:rsidR="00BF18D7" w:rsidRPr="00751DBB" w:rsidRDefault="00053582" w:rsidP="00C23C48">
            <w:pPr>
              <w:autoSpaceDE w:val="0"/>
              <w:autoSpaceDN w:val="0"/>
              <w:adjustRightInd w:val="0"/>
              <w:spacing w:after="0"/>
              <w:ind w:left="720" w:hanging="720"/>
              <w:jc w:val="left"/>
              <w:outlineLvl w:val="0"/>
              <w:rPr>
                <w:rFonts w:ascii="Consolas" w:hAnsi="Consolas" w:cs="Consolas"/>
                <w:sz w:val="16"/>
                <w:szCs w:val="16"/>
                <w:lang w:val="en-GB"/>
              </w:rPr>
            </w:pPr>
            <w:r w:rsidRPr="00751DBB">
              <w:rPr>
                <w:rFonts w:ascii="Consolas" w:hAnsi="Consolas" w:cs="Consolas"/>
                <w:b/>
                <w:sz w:val="16"/>
                <w:szCs w:val="16"/>
                <w:lang w:val="en-GB"/>
              </w:rPr>
              <w:t>dencSaxReadDecryptFile</w:t>
            </w:r>
            <w:r w:rsidRPr="00751DBB">
              <w:rPr>
                <w:rFonts w:ascii="Consolas" w:hAnsi="Consolas" w:cs="Consolas"/>
                <w:sz w:val="16"/>
                <w:szCs w:val="16"/>
                <w:lang w:val="en-GB"/>
              </w:rPr>
              <w:t>(</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szInputFileName,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szOutputFileName,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xml:space="preserve">* szPin, </w:t>
            </w:r>
            <w:r w:rsidRPr="00751DBB">
              <w:rPr>
                <w:rFonts w:ascii="Consolas" w:hAnsi="Consolas" w:cs="Consolas"/>
                <w:bCs/>
                <w:sz w:val="16"/>
                <w:szCs w:val="16"/>
                <w:lang w:val="en-GB"/>
              </w:rPr>
              <w:t>const</w:t>
            </w:r>
            <w:r w:rsidRPr="00751DBB">
              <w:rPr>
                <w:rFonts w:ascii="Consolas" w:hAnsi="Consolas" w:cs="Consolas"/>
                <w:sz w:val="16"/>
                <w:szCs w:val="16"/>
                <w:lang w:val="en-GB"/>
              </w:rPr>
              <w:t xml:space="preserve"> </w:t>
            </w:r>
            <w:r w:rsidRPr="00751DBB">
              <w:rPr>
                <w:rFonts w:ascii="Consolas" w:hAnsi="Consolas" w:cs="Consolas"/>
                <w:bCs/>
                <w:sz w:val="16"/>
                <w:szCs w:val="16"/>
                <w:lang w:val="en-GB"/>
              </w:rPr>
              <w:t>char</w:t>
            </w:r>
            <w:r w:rsidRPr="00751DBB">
              <w:rPr>
                <w:rFonts w:ascii="Consolas" w:hAnsi="Consolas" w:cs="Consolas"/>
                <w:sz w:val="16"/>
                <w:szCs w:val="16"/>
                <w:lang w:val="en-GB"/>
              </w:rPr>
              <w:t>* szPkcs12File);</w:t>
            </w:r>
          </w:p>
        </w:tc>
      </w:tr>
    </w:tbl>
    <w:p w14:paraId="78422DE8" w14:textId="77777777" w:rsidR="00FA004F" w:rsidRDefault="00FA004F" w:rsidP="00FA004F">
      <w:bookmarkStart w:id="181" w:name="_Ref361998067"/>
      <w:bookmarkStart w:id="182" w:name="_Ref361998076"/>
      <w:bookmarkStart w:id="183" w:name="_Toc374110785"/>
    </w:p>
    <w:p w14:paraId="6DCE23A2" w14:textId="77777777" w:rsidR="00FA004F" w:rsidRDefault="00FA004F">
      <w:pPr>
        <w:spacing w:after="0"/>
        <w:jc w:val="left"/>
        <w:rPr>
          <w:rFonts w:ascii="Arial" w:hAnsi="Arial" w:cs="Arial"/>
          <w:bCs/>
          <w:kern w:val="32"/>
          <w:sz w:val="32"/>
          <w:szCs w:val="32"/>
        </w:rPr>
      </w:pPr>
      <w:r>
        <w:br w:type="page"/>
      </w:r>
    </w:p>
    <w:p w14:paraId="611E2DEA" w14:textId="1A23388E" w:rsidR="00FA004F" w:rsidRPr="005E05FF" w:rsidRDefault="00FA004F" w:rsidP="00FA004F">
      <w:pPr>
        <w:pStyle w:val="Heading1"/>
        <w:jc w:val="both"/>
      </w:pPr>
      <w:bookmarkStart w:id="184" w:name="_Ref374524503"/>
      <w:bookmarkStart w:id="185" w:name="_Ref374524514"/>
      <w:bookmarkStart w:id="186" w:name="_Toc410733942"/>
      <w:r>
        <w:lastRenderedPageBreak/>
        <w:t>C</w:t>
      </w:r>
      <w:r w:rsidRPr="005E05FF">
        <w:t>DigiDoc library’s implementation notes</w:t>
      </w:r>
      <w:bookmarkEnd w:id="181"/>
      <w:bookmarkEnd w:id="182"/>
      <w:bookmarkEnd w:id="183"/>
      <w:bookmarkEnd w:id="184"/>
      <w:bookmarkEnd w:id="185"/>
      <w:bookmarkEnd w:id="186"/>
    </w:p>
    <w:p w14:paraId="5DD45B5F" w14:textId="411E6240" w:rsidR="00FA004F" w:rsidRPr="005E05FF" w:rsidRDefault="00FA004F" w:rsidP="00FA004F">
      <w:r w:rsidRPr="005E05FF">
        <w:t xml:space="preserve">The following section describes properties of DIGIDOC-XML 1.3 files that are not strictly defined in the </w:t>
      </w:r>
      <w:r w:rsidRPr="003E2660">
        <w:t xml:space="preserve">DIGIDOC-XML 1.3 </w:t>
      </w:r>
      <w:r w:rsidRPr="003E2660">
        <w:fldChar w:fldCharType="begin"/>
      </w:r>
      <w:r w:rsidRPr="003E2660">
        <w:instrText xml:space="preserve"> REF _Ref361994067 \r \h  \* MERGEFORMAT </w:instrText>
      </w:r>
      <w:r w:rsidRPr="003E2660">
        <w:fldChar w:fldCharType="separate"/>
      </w:r>
      <w:r w:rsidR="00E0723E">
        <w:t>[1]</w:t>
      </w:r>
      <w:r w:rsidRPr="003E2660">
        <w:fldChar w:fldCharType="end"/>
      </w:r>
      <w:r w:rsidRPr="005E05FF">
        <w:t xml:space="preserve"> specification</w:t>
      </w:r>
      <w:r>
        <w:t xml:space="preserve"> but are used in C</w:t>
      </w:r>
      <w:r w:rsidRPr="005E05FF">
        <w:t>DigiDoc library’s implementation (and also in other DigiDoc software libraries) of the file formats.</w:t>
      </w:r>
    </w:p>
    <w:p w14:paraId="36C244E5" w14:textId="42279132" w:rsidR="00FA004F" w:rsidRPr="005E05FF" w:rsidRDefault="00FA004F" w:rsidP="00D56B07">
      <w:pPr>
        <w:pStyle w:val="Heading2"/>
      </w:pPr>
      <w:bookmarkStart w:id="187" w:name="_Toc374110786"/>
      <w:bookmarkStart w:id="188" w:name="_Toc410733943"/>
      <w:r w:rsidRPr="005E05FF">
        <w:t>General implementation notes</w:t>
      </w:r>
      <w:bookmarkEnd w:id="187"/>
      <w:bookmarkEnd w:id="188"/>
    </w:p>
    <w:p w14:paraId="55D9E8EC" w14:textId="77777777" w:rsidR="00FA004F" w:rsidRPr="005E05FF" w:rsidRDefault="00FA004F" w:rsidP="00FA004F">
      <w:pPr>
        <w:rPr>
          <w:b/>
          <w:u w:val="single"/>
        </w:rPr>
      </w:pPr>
      <w:r w:rsidRPr="005E05FF">
        <w:rPr>
          <w:b/>
          <w:u w:val="single"/>
        </w:rPr>
        <w:t>Digital signature related notes:</w:t>
      </w:r>
    </w:p>
    <w:p w14:paraId="23C97682" w14:textId="77777777" w:rsidR="00FA004F" w:rsidRPr="005E05FF" w:rsidRDefault="00FA004F" w:rsidP="00AC5E92">
      <w:pPr>
        <w:pStyle w:val="ListParagraph"/>
        <w:numPr>
          <w:ilvl w:val="0"/>
          <w:numId w:val="55"/>
        </w:numPr>
      </w:pPr>
      <w:r w:rsidRPr="005E05FF">
        <w:t>One OCSP confirmation (time-mark) is allowed for each signature (due to security reasons and in order to maintain testing efficiency).</w:t>
      </w:r>
    </w:p>
    <w:p w14:paraId="02D42BBA" w14:textId="77777777" w:rsidR="00FA004F" w:rsidRPr="005E05FF" w:rsidRDefault="00FA004F" w:rsidP="00AC5E92">
      <w:pPr>
        <w:pStyle w:val="ListParagraph"/>
        <w:numPr>
          <w:ilvl w:val="0"/>
          <w:numId w:val="55"/>
        </w:numPr>
      </w:pPr>
      <w:r w:rsidRPr="005E05FF">
        <w:t>&lt;Transforms&gt; element is not supported for security purposes and in order to maintain testing efficiency.</w:t>
      </w:r>
    </w:p>
    <w:p w14:paraId="209E3186" w14:textId="75C0EC95" w:rsidR="00FA004F" w:rsidRPr="005E05FF" w:rsidRDefault="00326BF5" w:rsidP="00AC5E92">
      <w:pPr>
        <w:pStyle w:val="ListParagraph"/>
        <w:numPr>
          <w:ilvl w:val="0"/>
          <w:numId w:val="55"/>
        </w:numPr>
      </w:pPr>
      <w:r>
        <w:t xml:space="preserve">Two data files with the same name are allowed in DDOC container, except of CDigiDoc versions 3.8 and 3.9. </w:t>
      </w:r>
    </w:p>
    <w:p w14:paraId="6FDEA8F0" w14:textId="77777777" w:rsidR="00FA004F" w:rsidRDefault="00FA004F" w:rsidP="00AC5E92">
      <w:pPr>
        <w:pStyle w:val="ListParagraph"/>
        <w:numPr>
          <w:ilvl w:val="0"/>
          <w:numId w:val="55"/>
        </w:numPr>
      </w:pPr>
      <w:r w:rsidRPr="005E05FF">
        <w:t>All data files in the container must be signed. All signatures in the container must sign all of the data files.</w:t>
      </w:r>
    </w:p>
    <w:p w14:paraId="4C03E610" w14:textId="77777777" w:rsidR="00FA004F" w:rsidRDefault="00FA004F" w:rsidP="00AC5E92">
      <w:pPr>
        <w:pStyle w:val="ListParagraph"/>
        <w:numPr>
          <w:ilvl w:val="0"/>
          <w:numId w:val="55"/>
        </w:numPr>
      </w:pPr>
      <w:r>
        <w:t>During signature creation, it is checked that there is only</w:t>
      </w:r>
      <w:r w:rsidRPr="005E05FF">
        <w:t xml:space="preserve"> one &lt;ClaimedRole&gt; element in the signature, which contains the signer’s role and optionally the signer’s resolution. If the &lt;ClaimedRole&gt; element contains both role and resolution then they must be separated with a slash mark, e.g. “role / resolution”. Note that </w:t>
      </w:r>
      <w:r>
        <w:t>when setting the</w:t>
      </w:r>
      <w:r w:rsidRPr="005E05FF">
        <w:t xml:space="preserve"> resolution </w:t>
      </w:r>
      <w:r>
        <w:t>value then role must also be specified.</w:t>
      </w:r>
      <w:r w:rsidRPr="005E05FF" w:rsidDel="00C33B42">
        <w:t xml:space="preserve"> </w:t>
      </w:r>
    </w:p>
    <w:p w14:paraId="4C9DDCC9" w14:textId="77777777" w:rsidR="00FA004F" w:rsidRDefault="00FA004F" w:rsidP="00AC5E92">
      <w:pPr>
        <w:pStyle w:val="ListParagraph"/>
        <w:numPr>
          <w:ilvl w:val="0"/>
          <w:numId w:val="55"/>
        </w:numPr>
      </w:pPr>
      <w:r>
        <w:t>During signature validation, at most two &lt;ClaimedRole&gt; elements are allowed for a signature.</w:t>
      </w:r>
    </w:p>
    <w:p w14:paraId="5F2BF737" w14:textId="5E2F3F91" w:rsidR="00FA004F" w:rsidRPr="005E05FF" w:rsidRDefault="00FA004F" w:rsidP="00AC5E92">
      <w:pPr>
        <w:pStyle w:val="ListParagraph"/>
        <w:numPr>
          <w:ilvl w:val="0"/>
          <w:numId w:val="55"/>
        </w:numPr>
        <w:rPr>
          <w:sz w:val="18"/>
          <w:szCs w:val="18"/>
        </w:rPr>
      </w:pPr>
      <w:r>
        <w:rPr>
          <w:color w:val="000000" w:themeColor="text1"/>
          <w:szCs w:val="18"/>
        </w:rPr>
        <w:t xml:space="preserve">Altering files in older formats SK-XML 1.0, DIGIDOC-XML 1.1 and 1.2 is not supported by the library. It is possible to validate and extract data files from these documents, but validation is expected to return error code about old DigiDoc file format. CDigiDoc utility program (identically to DigiDoc3 Client application) regards this validation error as a validation warning. </w:t>
      </w:r>
    </w:p>
    <w:p w14:paraId="0CC900D3" w14:textId="77777777" w:rsidR="00FA004F" w:rsidRPr="005B6447" w:rsidRDefault="00FA004F" w:rsidP="00FA004F">
      <w:pPr>
        <w:rPr>
          <w:b/>
          <w:u w:val="single"/>
        </w:rPr>
      </w:pPr>
      <w:r w:rsidRPr="005B6447">
        <w:rPr>
          <w:b/>
          <w:u w:val="single"/>
        </w:rPr>
        <w:t>Signer certificate related notes:</w:t>
      </w:r>
    </w:p>
    <w:p w14:paraId="16315594" w14:textId="77777777" w:rsidR="00FA004F" w:rsidRPr="005B6447" w:rsidRDefault="00FA004F" w:rsidP="00AC5E92">
      <w:pPr>
        <w:pStyle w:val="ListParagraph"/>
        <w:numPr>
          <w:ilvl w:val="0"/>
          <w:numId w:val="56"/>
        </w:numPr>
      </w:pPr>
      <w:r w:rsidRPr="005B6447">
        <w:t>Valid signatures (qualified electronic signatures) can be created with a certificate that has “Non-repudiation” value (also referred to as “Content Commitment”) in its “Key usage” field. The requirement is based on the following sources:</w:t>
      </w:r>
    </w:p>
    <w:p w14:paraId="7DACC7B5" w14:textId="77777777" w:rsidR="00FA004F" w:rsidRPr="005B6447" w:rsidRDefault="00FA004F" w:rsidP="00AC5E92">
      <w:pPr>
        <w:pStyle w:val="ListParagraph"/>
        <w:numPr>
          <w:ilvl w:val="1"/>
          <w:numId w:val="55"/>
        </w:numPr>
      </w:pPr>
      <w:r w:rsidRPr="005B6447">
        <w:t xml:space="preserve">ETSI TS 102 280 (V1.1.1): “X.509 V3 Certificate Profile for Certificates Issued to Natural Persons” </w:t>
      </w:r>
      <w:r w:rsidRPr="005E05FF">
        <w:fldChar w:fldCharType="begin"/>
      </w:r>
      <w:r w:rsidRPr="005B6447">
        <w:instrText xml:space="preserve"> REF _Ref357525975 \r \h </w:instrText>
      </w:r>
      <w:r w:rsidRPr="005E05FF">
        <w:fldChar w:fldCharType="separate"/>
      </w:r>
      <w:r w:rsidR="00E0723E">
        <w:t>[10]</w:t>
      </w:r>
      <w:r w:rsidRPr="005E05FF">
        <w:fldChar w:fldCharType="end"/>
      </w:r>
      <w:r w:rsidRPr="005B6447">
        <w:t>; chap. 5.4.3;</w:t>
      </w:r>
    </w:p>
    <w:p w14:paraId="68766CC1" w14:textId="77777777" w:rsidR="00FA004F" w:rsidRPr="005B6447" w:rsidRDefault="00FA004F" w:rsidP="00AC5E92">
      <w:pPr>
        <w:pStyle w:val="ListParagraph"/>
        <w:numPr>
          <w:ilvl w:val="1"/>
          <w:numId w:val="55"/>
        </w:numPr>
      </w:pPr>
      <w:r w:rsidRPr="005B6447">
        <w:t xml:space="preserve">Profile of certificates issued to private persons by AS Sertifitseerimiskeskus: “Certificates on identity card of Republic of Estonia”, version 3.3 </w:t>
      </w:r>
      <w:r w:rsidRPr="005E05FF">
        <w:fldChar w:fldCharType="begin"/>
      </w:r>
      <w:r w:rsidRPr="005B6447">
        <w:instrText xml:space="preserve"> REF _Ref353734416 \r \h </w:instrText>
      </w:r>
      <w:r w:rsidRPr="005E05FF">
        <w:fldChar w:fldCharType="separate"/>
      </w:r>
      <w:r w:rsidR="00E0723E">
        <w:t>[11]</w:t>
      </w:r>
      <w:r w:rsidRPr="005E05FF">
        <w:fldChar w:fldCharType="end"/>
      </w:r>
      <w:r w:rsidRPr="005B6447">
        <w:t>; appendix A.3.3;</w:t>
      </w:r>
    </w:p>
    <w:p w14:paraId="223707A6" w14:textId="77777777" w:rsidR="00FA004F" w:rsidRPr="005B6447" w:rsidRDefault="00FA004F" w:rsidP="00AC5E92">
      <w:pPr>
        <w:pStyle w:val="ListParagraph"/>
        <w:numPr>
          <w:ilvl w:val="1"/>
          <w:numId w:val="55"/>
        </w:numPr>
      </w:pPr>
      <w:r w:rsidRPr="005B6447">
        <w:t xml:space="preserve">Profile of certificates issued to legal entities by AS Sertifitseerimiskeskus: “Profile of institution certificates and Certificate Revocation Lists”, version 1.3 </w:t>
      </w:r>
      <w:r w:rsidRPr="005E05FF">
        <w:fldChar w:fldCharType="begin"/>
      </w:r>
      <w:r w:rsidRPr="005B6447">
        <w:instrText xml:space="preserve"> REF _Ref353734636 \r \h </w:instrText>
      </w:r>
      <w:r w:rsidRPr="005E05FF">
        <w:fldChar w:fldCharType="separate"/>
      </w:r>
      <w:r w:rsidR="00E0723E">
        <w:t>[12]</w:t>
      </w:r>
      <w:r w:rsidRPr="005E05FF">
        <w:fldChar w:fldCharType="end"/>
      </w:r>
      <w:r w:rsidRPr="005B6447">
        <w:t>; chap. 3.2.2.</w:t>
      </w:r>
    </w:p>
    <w:p w14:paraId="342D357C" w14:textId="77777777" w:rsidR="00FA004F" w:rsidRPr="005B6447" w:rsidRDefault="00FA004F" w:rsidP="00AC5E92">
      <w:pPr>
        <w:pStyle w:val="ListParagraph"/>
        <w:numPr>
          <w:ilvl w:val="0"/>
          <w:numId w:val="56"/>
        </w:numPr>
      </w:pPr>
      <w:r w:rsidRPr="005B6447">
        <w:t>Signature can be created with a certificate that doesn’t have “Non-repudiation” value in its “Key-Usage” field when specific parameters have been set but validation of such signature will produce a respective error message and the signature is not considered as a qualified electronic signature.</w:t>
      </w:r>
    </w:p>
    <w:p w14:paraId="4569A924" w14:textId="1D07BFBC" w:rsidR="00FA004F" w:rsidRPr="005B6447" w:rsidRDefault="00FA004F" w:rsidP="00D56B07">
      <w:pPr>
        <w:pStyle w:val="Heading2"/>
      </w:pPr>
      <w:bookmarkStart w:id="189" w:name="_Toc374110787"/>
      <w:bookmarkStart w:id="190" w:name="_Toc410733944"/>
      <w:r w:rsidRPr="005B6447">
        <w:lastRenderedPageBreak/>
        <w:t>DIGIDOC-XML 1.3 specific implementation notes</w:t>
      </w:r>
      <w:bookmarkEnd w:id="189"/>
      <w:bookmarkEnd w:id="190"/>
    </w:p>
    <w:p w14:paraId="018AB4C8" w14:textId="77777777" w:rsidR="00FA004F" w:rsidRPr="005E05FF" w:rsidRDefault="00FA004F" w:rsidP="00AC5E92">
      <w:pPr>
        <w:pStyle w:val="ListParagraph"/>
        <w:numPr>
          <w:ilvl w:val="0"/>
          <w:numId w:val="57"/>
        </w:numPr>
      </w:pPr>
      <w:r w:rsidRPr="005B6447">
        <w:t xml:space="preserve">The only data file embedding mode that is supported, is CONTENT_EMBEDDED_BASE64 which means that the data file is included in the DigiDoc container in base64 encoding. </w:t>
      </w:r>
    </w:p>
    <w:p w14:paraId="414602F2" w14:textId="77777777" w:rsidR="00FA004F" w:rsidRPr="005E05FF" w:rsidRDefault="00FA004F" w:rsidP="00AC5E92">
      <w:pPr>
        <w:pStyle w:val="ListParagraph"/>
        <w:numPr>
          <w:ilvl w:val="0"/>
          <w:numId w:val="57"/>
        </w:numPr>
        <w:rPr>
          <w:rFonts w:cs="Arial"/>
          <w:szCs w:val="20"/>
          <w:lang w:eastAsia="et-EE"/>
        </w:rPr>
      </w:pPr>
      <w:r w:rsidRPr="005E05FF">
        <w:rPr>
          <w:rFonts w:cs="Arial"/>
          <w:szCs w:val="20"/>
          <w:lang w:eastAsia="et-EE"/>
        </w:rPr>
        <w:t xml:space="preserve">The nonce value’s calculation in case of time-marking mechanism </w:t>
      </w:r>
      <w:r>
        <w:rPr>
          <w:rFonts w:cs="Arial"/>
          <w:szCs w:val="20"/>
          <w:lang w:eastAsia="et-EE"/>
        </w:rPr>
        <w:t>of DIGIDOC-XML 1.3 file format</w:t>
      </w:r>
      <w:r w:rsidRPr="005E05FF">
        <w:rPr>
          <w:rFonts w:cs="Arial"/>
          <w:szCs w:val="20"/>
          <w:lang w:eastAsia="et-EE"/>
        </w:rPr>
        <w:t xml:space="preserve"> is implemented as follows: </w:t>
      </w:r>
    </w:p>
    <w:p w14:paraId="35EBD0C9" w14:textId="77777777" w:rsidR="00FA004F" w:rsidRPr="005E05FF" w:rsidRDefault="00FA004F" w:rsidP="00FA004F">
      <w:pPr>
        <w:pStyle w:val="ListParagraph"/>
        <w:numPr>
          <w:ilvl w:val="2"/>
          <w:numId w:val="4"/>
        </w:numPr>
        <w:ind w:left="993" w:hanging="284"/>
        <w:rPr>
          <w:rFonts w:cs="Arial"/>
          <w:szCs w:val="20"/>
          <w:lang w:eastAsia="et-EE"/>
        </w:rPr>
      </w:pPr>
      <w:r w:rsidRPr="005E05FF">
        <w:rPr>
          <w:rFonts w:cs="Arial"/>
          <w:szCs w:val="20"/>
          <w:lang w:eastAsia="et-EE"/>
        </w:rPr>
        <w:t>the contents of &lt;SignatureValue&gt; element (i.e. the value without XML tags) is taken and decoded from base64 encoding;</w:t>
      </w:r>
    </w:p>
    <w:p w14:paraId="32B59047" w14:textId="77777777" w:rsidR="00FA004F" w:rsidRPr="005E05FF" w:rsidRDefault="00FA004F" w:rsidP="00FA004F">
      <w:pPr>
        <w:pStyle w:val="ListParagraph"/>
        <w:numPr>
          <w:ilvl w:val="2"/>
          <w:numId w:val="4"/>
        </w:numPr>
        <w:ind w:left="993" w:hanging="284"/>
        <w:rPr>
          <w:rFonts w:cs="Arial"/>
          <w:szCs w:val="20"/>
          <w:lang w:eastAsia="et-EE"/>
        </w:rPr>
      </w:pPr>
      <w:r w:rsidRPr="005E05FF">
        <w:rPr>
          <w:rFonts w:cs="Arial"/>
          <w:szCs w:val="20"/>
          <w:lang w:eastAsia="et-EE"/>
        </w:rPr>
        <w:t>digest of the value found in the previous step is calculated by using SHA-1 algorithm</w:t>
      </w:r>
      <w:r>
        <w:rPr>
          <w:rFonts w:cs="Arial"/>
          <w:szCs w:val="20"/>
          <w:lang w:eastAsia="et-EE"/>
        </w:rPr>
        <w:t>.</w:t>
      </w:r>
      <w:r w:rsidRPr="005E05FF">
        <w:rPr>
          <w:rFonts w:cs="Arial"/>
          <w:szCs w:val="20"/>
          <w:lang w:eastAsia="et-EE"/>
        </w:rPr>
        <w:t xml:space="preserve"> </w:t>
      </w:r>
    </w:p>
    <w:p w14:paraId="7A6CC4CA" w14:textId="77777777" w:rsidR="00FA004F" w:rsidRPr="005E05FF" w:rsidRDefault="00FA004F" w:rsidP="00FA004F">
      <w:pPr>
        <w:pStyle w:val="ListParagraph"/>
        <w:numPr>
          <w:ilvl w:val="2"/>
          <w:numId w:val="4"/>
        </w:numPr>
        <w:ind w:left="993" w:hanging="284"/>
        <w:rPr>
          <w:rFonts w:cs="Arial"/>
          <w:szCs w:val="20"/>
          <w:lang w:eastAsia="et-EE"/>
        </w:rPr>
      </w:pPr>
      <w:r w:rsidRPr="005E05FF">
        <w:rPr>
          <w:rFonts w:cs="Arial"/>
          <w:szCs w:val="20"/>
          <w:lang w:eastAsia="et-EE"/>
        </w:rPr>
        <w:t>the digest value is included in the OCSP request’s “nonce” field and must be present in the respective field of the OCSP response.</w:t>
      </w:r>
    </w:p>
    <w:p w14:paraId="39C660C9" w14:textId="71B36D0C" w:rsidR="00FA004F" w:rsidRPr="005E05FF" w:rsidRDefault="00FA004F" w:rsidP="00AC5E92">
      <w:pPr>
        <w:pStyle w:val="ListParagraph"/>
        <w:numPr>
          <w:ilvl w:val="0"/>
          <w:numId w:val="57"/>
        </w:numPr>
      </w:pPr>
      <w:r w:rsidRPr="005E05FF">
        <w:t xml:space="preserve">In case of DigiDocService web service </w:t>
      </w:r>
      <w:r w:rsidRPr="005E05FF">
        <w:fldChar w:fldCharType="begin"/>
      </w:r>
      <w:r w:rsidRPr="005E05FF">
        <w:instrText xml:space="preserve"> REF _Ref361096764 \r \h  \* MERGEFORMAT </w:instrText>
      </w:r>
      <w:r w:rsidRPr="005E05FF">
        <w:fldChar w:fldCharType="separate"/>
      </w:r>
      <w:r w:rsidR="00E0723E">
        <w:t>[9]</w:t>
      </w:r>
      <w:r w:rsidRPr="005E05FF">
        <w:fldChar w:fldCharType="end"/>
      </w:r>
      <w:r w:rsidRPr="005E05FF">
        <w:t xml:space="preserve"> and DIGIDOC-XML 1.3 file format</w:t>
      </w:r>
      <w:r>
        <w:t>, C</w:t>
      </w:r>
      <w:r w:rsidRPr="005E05FF">
        <w:t>DigiDoc software library supports HASHCODE data file mode for intermediary ddoc files. The mode allows sending only the data file’s digest value to the service, instead of embedding the whole data file to the container. In this case, it is possible to add larger data files than 4MB to the container (which would otherwise be the maximum data file size allowed in DigiDocService).</w:t>
      </w:r>
    </w:p>
    <w:p w14:paraId="0A7BCBF9" w14:textId="77777777" w:rsidR="00FA004F" w:rsidRPr="005E05FF" w:rsidRDefault="00FA004F" w:rsidP="00AC5E92">
      <w:pPr>
        <w:pStyle w:val="ListParagraph"/>
        <w:numPr>
          <w:ilvl w:val="0"/>
          <w:numId w:val="57"/>
        </w:numPr>
      </w:pPr>
      <w:r w:rsidRPr="005E05FF">
        <w:t>Embedding data files to the container as pure XML (EMBEDDED data file mode) and signing data files that are not included in the container (DETACHED data file mode) are not supported.</w:t>
      </w:r>
    </w:p>
    <w:p w14:paraId="4A4CD7D6" w14:textId="77777777" w:rsidR="00FA004F" w:rsidRPr="005E05FF" w:rsidRDefault="00FA004F" w:rsidP="00AC5E92">
      <w:pPr>
        <w:pStyle w:val="ListParagraph"/>
        <w:numPr>
          <w:ilvl w:val="0"/>
          <w:numId w:val="57"/>
        </w:numPr>
      </w:pPr>
      <w:r w:rsidRPr="005E05FF">
        <w:t>&lt;DataFile&gt; element’s Id attribute value is set as “D&lt;seq_no&gt;” when adding the file to DigiDoc container. During verification, the Id attribute “DO” is also accepted as valid.</w:t>
      </w:r>
    </w:p>
    <w:p w14:paraId="0101186B" w14:textId="2077ED79" w:rsidR="00FA004F" w:rsidRPr="005E05FF" w:rsidRDefault="00FA004F" w:rsidP="00AC5E92">
      <w:pPr>
        <w:pStyle w:val="ListParagraph"/>
        <w:numPr>
          <w:ilvl w:val="0"/>
          <w:numId w:val="57"/>
        </w:numPr>
        <w:rPr>
          <w:sz w:val="18"/>
          <w:szCs w:val="18"/>
        </w:rPr>
      </w:pPr>
      <w:r w:rsidRPr="005E05FF">
        <w:rPr>
          <w:b/>
          <w:sz w:val="18"/>
          <w:szCs w:val="18"/>
        </w:rPr>
        <w:t>I</w:t>
      </w:r>
      <w:r w:rsidRPr="005E05FF">
        <w:rPr>
          <w:sz w:val="18"/>
          <w:szCs w:val="18"/>
        </w:rPr>
        <w:t xml:space="preserve">n case of DIGIDOC-XML 1.3 documents, </w:t>
      </w:r>
      <w:r>
        <w:rPr>
          <w:szCs w:val="20"/>
        </w:rPr>
        <w:t xml:space="preserve">the following validation errors are regarded as minor technical errors and are treated as validation warnings in cdigidoc utility program (identically to DigiDoc3 Client application): </w:t>
      </w:r>
      <w:r w:rsidRPr="005E05FF">
        <w:rPr>
          <w:szCs w:val="20"/>
        </w:rPr>
        <w:t xml:space="preserve">  </w:t>
      </w:r>
    </w:p>
    <w:p w14:paraId="22127506" w14:textId="77777777" w:rsidR="00FA004F" w:rsidRDefault="00FA004F" w:rsidP="00FA004F">
      <w:pPr>
        <w:pStyle w:val="ListParagraph"/>
        <w:numPr>
          <w:ilvl w:val="1"/>
          <w:numId w:val="4"/>
        </w:numPr>
        <w:rPr>
          <w:sz w:val="18"/>
          <w:szCs w:val="18"/>
        </w:rPr>
      </w:pPr>
      <w:r w:rsidRPr="00DA4560">
        <w:rPr>
          <w:sz w:val="18"/>
          <w:szCs w:val="18"/>
        </w:rPr>
        <w:t>&lt;DataFile&gt; element’s xmlns attribute is missing.</w:t>
      </w:r>
    </w:p>
    <w:p w14:paraId="39202AD8" w14:textId="77777777" w:rsidR="00FA004F" w:rsidRDefault="00FA004F" w:rsidP="00FA004F">
      <w:pPr>
        <w:pStyle w:val="ListParagraph"/>
        <w:numPr>
          <w:ilvl w:val="1"/>
          <w:numId w:val="4"/>
        </w:numPr>
        <w:rPr>
          <w:sz w:val="18"/>
          <w:szCs w:val="18"/>
        </w:rPr>
      </w:pPr>
      <w:r w:rsidRPr="00DA4560">
        <w:rPr>
          <w:sz w:val="18"/>
          <w:szCs w:val="18"/>
        </w:rPr>
        <w:t>&lt;IssuerSerial&gt;&lt;X509IssuerName&gt; and/or &lt;IssuerSerial&gt;&lt;X509SerialNumber&gt; element’s xmlns attribute is missing.</w:t>
      </w:r>
    </w:p>
    <w:p w14:paraId="22186046" w14:textId="64D74112" w:rsidR="00FA004F" w:rsidRPr="005E05FF" w:rsidRDefault="00FA004F" w:rsidP="00AC5E92">
      <w:pPr>
        <w:pStyle w:val="ListParagraph"/>
        <w:numPr>
          <w:ilvl w:val="0"/>
          <w:numId w:val="57"/>
        </w:numPr>
      </w:pPr>
      <w:r>
        <w:t>It is possible to use C</w:t>
      </w:r>
      <w:r w:rsidRPr="005E05FF">
        <w:t>DigiDoc configuration file’s parameter CHECK_OCSP_NONCE with DIGIDOC-XML 1.3 files, which, if set to “true”, means that the presence of OCSP response’s (the contents of &lt;EncapsulatedOCSPValue&gt; element) nonce value’s ASN.1 prefix is not required during signature validation. Otherwise, it is required by RFC 2560 specification (“Online Certificate Status Protocol - OCSP”) that the OCSP response’s nonce value must have the corresponding ASN.1 prefix (OCTET STRING tag (04</w:t>
      </w:r>
      <w:r w:rsidRPr="005E05FF">
        <w:rPr>
          <w:vertAlign w:val="subscript"/>
        </w:rPr>
        <w:t>hex</w:t>
      </w:r>
      <w:r w:rsidRPr="005E05FF">
        <w:t>) followed by the length of the nonce value in hexadecimal format). By default, the nonce value’s ASN.1 prefix is not checked in order to support validation of DIGI</w:t>
      </w:r>
      <w:r>
        <w:t>DOC-XML 1.3 files created with C</w:t>
      </w:r>
      <w:r w:rsidRPr="005E05FF">
        <w:t>DigiDoc library’s version below v3.7.</w:t>
      </w:r>
    </w:p>
    <w:p w14:paraId="5AA7AFDF" w14:textId="77777777" w:rsidR="00FA004F" w:rsidRPr="00FA004F" w:rsidRDefault="00FA004F" w:rsidP="00FA004F">
      <w:pPr>
        <w:rPr>
          <w:lang w:val="en-GB"/>
        </w:rPr>
        <w:sectPr w:rsidR="00FA004F" w:rsidRPr="00FA004F" w:rsidSect="00047176">
          <w:headerReference w:type="default" r:id="rId54"/>
          <w:footerReference w:type="even" r:id="rId55"/>
          <w:footerReference w:type="default" r:id="rId56"/>
          <w:headerReference w:type="first" r:id="rId57"/>
          <w:footerReference w:type="first" r:id="rId58"/>
          <w:pgSz w:w="11906" w:h="16838" w:code="9"/>
          <w:pgMar w:top="1418" w:right="1134" w:bottom="1418" w:left="2552" w:header="709" w:footer="709" w:gutter="0"/>
          <w:cols w:space="708"/>
          <w:titlePg/>
          <w:docGrid w:linePitch="360"/>
        </w:sectPr>
      </w:pPr>
    </w:p>
    <w:p w14:paraId="6E3FCA8F" w14:textId="77777777" w:rsidR="008F3418" w:rsidRPr="00751DBB" w:rsidRDefault="00FA3774" w:rsidP="00C813B3">
      <w:pPr>
        <w:pStyle w:val="Heading1"/>
        <w:numPr>
          <w:ilvl w:val="0"/>
          <w:numId w:val="0"/>
        </w:numPr>
        <w:ind w:left="432" w:hanging="432"/>
        <w:rPr>
          <w:lang w:val="en-GB"/>
        </w:rPr>
      </w:pPr>
      <w:bookmarkStart w:id="191" w:name="_Toc410733945"/>
      <w:r w:rsidRPr="00751DBB">
        <w:rPr>
          <w:lang w:val="en-GB"/>
        </w:rPr>
        <w:lastRenderedPageBreak/>
        <w:t>Appendix</w:t>
      </w:r>
      <w:r w:rsidR="00950FD7" w:rsidRPr="00751DBB">
        <w:rPr>
          <w:lang w:val="en-GB"/>
        </w:rPr>
        <w:t xml:space="preserve"> 1</w:t>
      </w:r>
      <w:r w:rsidR="00B90F1D" w:rsidRPr="00751DBB">
        <w:rPr>
          <w:lang w:val="en-GB"/>
        </w:rPr>
        <w:t>: C</w:t>
      </w:r>
      <w:r w:rsidRPr="00751DBB">
        <w:rPr>
          <w:lang w:val="en-GB"/>
        </w:rPr>
        <w:t>DigiDoc configuration file</w:t>
      </w:r>
      <w:bookmarkEnd w:id="191"/>
    </w:p>
    <w:p w14:paraId="204AC178" w14:textId="77777777" w:rsidR="004F741F" w:rsidRPr="00751DBB" w:rsidRDefault="004F741F" w:rsidP="0014062B">
      <w:pPr>
        <w:rPr>
          <w:lang w:val="en-GB"/>
        </w:rPr>
      </w:pPr>
      <w:r w:rsidRPr="00751DBB">
        <w:rPr>
          <w:lang w:val="en-GB"/>
        </w:rPr>
        <w:t>A sample</w:t>
      </w:r>
      <w:r w:rsidR="00FA3774" w:rsidRPr="00751DBB">
        <w:rPr>
          <w:lang w:val="en-GB"/>
        </w:rPr>
        <w:t xml:space="preserve"> </w:t>
      </w:r>
      <w:r w:rsidR="00B33545" w:rsidRPr="00751DBB">
        <w:rPr>
          <w:lang w:val="en-GB"/>
        </w:rPr>
        <w:t>CDigiD</w:t>
      </w:r>
      <w:r w:rsidR="00927A28" w:rsidRPr="00751DBB">
        <w:rPr>
          <w:lang w:val="en-GB"/>
        </w:rPr>
        <w:t>oc configuration</w:t>
      </w:r>
      <w:r w:rsidR="00FA3774" w:rsidRPr="00751DBB">
        <w:rPr>
          <w:lang w:val="en-GB"/>
        </w:rPr>
        <w:t xml:space="preserve"> file </w:t>
      </w:r>
      <w:r w:rsidRPr="00751DBB">
        <w:rPr>
          <w:lang w:val="en-GB"/>
        </w:rPr>
        <w:t xml:space="preserve">may </w:t>
      </w:r>
      <w:r w:rsidR="00FF55F2" w:rsidRPr="00751DBB">
        <w:rPr>
          <w:lang w:val="en-GB"/>
        </w:rPr>
        <w:t>consist</w:t>
      </w:r>
      <w:r w:rsidR="00FA3774" w:rsidRPr="00751DBB">
        <w:rPr>
          <w:lang w:val="en-GB"/>
        </w:rPr>
        <w:t xml:space="preserve"> of the followin</w:t>
      </w:r>
      <w:r w:rsidRPr="00751DBB">
        <w:rPr>
          <w:lang w:val="en-GB"/>
        </w:rPr>
        <w:t>g sections and possible entries:</w:t>
      </w:r>
    </w:p>
    <w:p w14:paraId="6EECD343" w14:textId="77777777" w:rsidR="00FD2C66" w:rsidRPr="00751DBB" w:rsidRDefault="009E0973" w:rsidP="00602608">
      <w:pPr>
        <w:pStyle w:val="ListParagraph"/>
        <w:numPr>
          <w:ilvl w:val="0"/>
          <w:numId w:val="18"/>
        </w:numPr>
        <w:rPr>
          <w:lang w:val="en-GB"/>
        </w:rPr>
      </w:pPr>
      <w:r w:rsidRPr="00751DBB">
        <w:rPr>
          <w:lang w:val="en-GB"/>
        </w:rPr>
        <w:t xml:space="preserve">user-specific values to be always checked and possibly modified </w:t>
      </w:r>
      <w:r w:rsidR="00FD2C66" w:rsidRPr="00751DBB">
        <w:rPr>
          <w:lang w:val="en-GB"/>
        </w:rPr>
        <w:t xml:space="preserve">in </w:t>
      </w:r>
      <w:r w:rsidR="00FD2C66" w:rsidRPr="00751DBB">
        <w:rPr>
          <w:color w:val="5F497A" w:themeColor="accent4" w:themeShade="BF"/>
          <w:lang w:val="en-GB"/>
        </w:rPr>
        <w:t>purple</w:t>
      </w:r>
    </w:p>
    <w:p w14:paraId="0E7193CD" w14:textId="77777777" w:rsidR="00FD2C66" w:rsidRPr="00751DBB" w:rsidRDefault="00FA3774" w:rsidP="00602608">
      <w:pPr>
        <w:pStyle w:val="ListParagraph"/>
        <w:numPr>
          <w:ilvl w:val="0"/>
          <w:numId w:val="17"/>
        </w:numPr>
        <w:rPr>
          <w:lang w:val="en-GB"/>
        </w:rPr>
      </w:pPr>
      <w:r w:rsidRPr="00751DBB">
        <w:rPr>
          <w:lang w:val="en-GB"/>
        </w:rPr>
        <w:t>optional</w:t>
      </w:r>
      <w:r w:rsidR="00FD2C66" w:rsidRPr="00751DBB">
        <w:rPr>
          <w:lang w:val="en-GB"/>
        </w:rPr>
        <w:t xml:space="preserve"> and alternative </w:t>
      </w:r>
      <w:r w:rsidRPr="00751DBB">
        <w:rPr>
          <w:lang w:val="en-GB"/>
        </w:rPr>
        <w:t xml:space="preserve">settings in </w:t>
      </w:r>
      <w:r w:rsidRPr="00751DBB">
        <w:rPr>
          <w:i/>
          <w:color w:val="0070C0"/>
          <w:lang w:val="en-GB"/>
        </w:rPr>
        <w:t>blue</w:t>
      </w:r>
    </w:p>
    <w:p w14:paraId="363FC6A9" w14:textId="77777777" w:rsidR="00FD2C66" w:rsidRPr="00751DBB" w:rsidRDefault="00E10F9B" w:rsidP="00602608">
      <w:pPr>
        <w:pStyle w:val="ListParagraph"/>
        <w:numPr>
          <w:ilvl w:val="0"/>
          <w:numId w:val="17"/>
        </w:numPr>
        <w:rPr>
          <w:lang w:val="en-GB"/>
        </w:rPr>
      </w:pPr>
      <w:r w:rsidRPr="00751DBB">
        <w:rPr>
          <w:lang w:val="en-GB"/>
        </w:rPr>
        <w:t>section headers</w:t>
      </w:r>
      <w:r w:rsidRPr="00751DBB">
        <w:rPr>
          <w:i/>
          <w:color w:val="00B0F0"/>
          <w:lang w:val="en-GB"/>
        </w:rPr>
        <w:t xml:space="preserve"> </w:t>
      </w:r>
      <w:r w:rsidRPr="00751DBB">
        <w:rPr>
          <w:lang w:val="en-GB"/>
        </w:rPr>
        <w:t>in</w:t>
      </w:r>
      <w:r w:rsidRPr="00751DBB">
        <w:rPr>
          <w:i/>
          <w:color w:val="00B0F0"/>
          <w:lang w:val="en-GB"/>
        </w:rPr>
        <w:t xml:space="preserve"> </w:t>
      </w:r>
      <w:r w:rsidRPr="00751DBB">
        <w:rPr>
          <w:b/>
          <w:color w:val="00B050"/>
          <w:u w:val="single"/>
          <w:lang w:val="en-GB"/>
        </w:rPr>
        <w:t>green</w:t>
      </w:r>
    </w:p>
    <w:p w14:paraId="47B51B29" w14:textId="77777777" w:rsidR="00536C6D" w:rsidRPr="00751DBB" w:rsidRDefault="00E10F9B" w:rsidP="00602608">
      <w:pPr>
        <w:pStyle w:val="ListParagraph"/>
        <w:numPr>
          <w:ilvl w:val="0"/>
          <w:numId w:val="17"/>
        </w:numPr>
        <w:rPr>
          <w:lang w:val="en-GB"/>
        </w:rPr>
      </w:pPr>
      <w:r w:rsidRPr="00751DBB">
        <w:rPr>
          <w:i/>
          <w:lang w:val="en-GB"/>
        </w:rPr>
        <w:t xml:space="preserve"># </w:t>
      </w:r>
      <w:r w:rsidRPr="00751DBB">
        <w:rPr>
          <w:lang w:val="en-GB"/>
        </w:rPr>
        <w:t>is indicating</w:t>
      </w:r>
      <w:r w:rsidR="00FD2C66" w:rsidRPr="00751DBB">
        <w:rPr>
          <w:lang w:val="en-GB"/>
        </w:rPr>
        <w:t xml:space="preserve"> all</w:t>
      </w:r>
      <w:r w:rsidRPr="00751DBB">
        <w:rPr>
          <w:lang w:val="en-GB"/>
        </w:rPr>
        <w:t xml:space="preserve"> </w:t>
      </w:r>
      <w:r w:rsidR="00FD2C66" w:rsidRPr="00751DBB">
        <w:rPr>
          <w:lang w:val="en-GB"/>
        </w:rPr>
        <w:t>out-commented</w:t>
      </w:r>
      <w:r w:rsidR="00AE7EEF" w:rsidRPr="00751DBB">
        <w:rPr>
          <w:lang w:val="en-GB"/>
        </w:rPr>
        <w:t xml:space="preserve"> </w:t>
      </w:r>
      <w:r w:rsidR="00FD2C66" w:rsidRPr="00751DBB">
        <w:rPr>
          <w:lang w:val="en-GB"/>
        </w:rPr>
        <w:t>parameters</w:t>
      </w:r>
      <w:r w:rsidR="00AE7EEF" w:rsidRPr="00751DBB">
        <w:rPr>
          <w:lang w:val="en-GB"/>
        </w:rPr>
        <w:t xml:space="preserve"> and additional </w:t>
      </w:r>
      <w:r w:rsidRPr="00751DBB">
        <w:rPr>
          <w:lang w:val="en-GB"/>
        </w:rPr>
        <w:t>notes</w:t>
      </w:r>
    </w:p>
    <w:p w14:paraId="09DFBE9A" w14:textId="77777777" w:rsidR="00B67864" w:rsidRPr="00751DBB" w:rsidRDefault="00B67864" w:rsidP="00927A28">
      <w:pPr>
        <w:pStyle w:val="config-sample"/>
        <w:rPr>
          <w:b/>
          <w:color w:val="00B050"/>
          <w:lang w:val="en-GB"/>
        </w:rPr>
      </w:pPr>
    </w:p>
    <w:p w14:paraId="679FD117" w14:textId="77777777" w:rsidR="00927A28" w:rsidRPr="00751DBB" w:rsidRDefault="00927A28" w:rsidP="00927A28">
      <w:pPr>
        <w:pStyle w:val="config-sample"/>
        <w:rPr>
          <w:b/>
          <w:color w:val="00B050"/>
          <w:lang w:val="en-GB"/>
        </w:rPr>
      </w:pPr>
      <w:r w:rsidRPr="00751DBB">
        <w:rPr>
          <w:b/>
          <w:color w:val="00B050"/>
          <w:lang w:val="en-GB"/>
        </w:rPr>
        <w:t>#--------------------------------------------------</w:t>
      </w:r>
    </w:p>
    <w:p w14:paraId="79255391" w14:textId="77777777" w:rsidR="00927A28" w:rsidRPr="00751DBB" w:rsidRDefault="00927A28" w:rsidP="00927A28">
      <w:pPr>
        <w:pStyle w:val="config-sample"/>
        <w:rPr>
          <w:b/>
          <w:color w:val="00B050"/>
          <w:lang w:val="en-GB"/>
        </w:rPr>
      </w:pPr>
      <w:r w:rsidRPr="00751DBB">
        <w:rPr>
          <w:b/>
          <w:color w:val="00B050"/>
          <w:lang w:val="en-GB"/>
        </w:rPr>
        <w:t># DigiDoc library global configuration file</w:t>
      </w:r>
    </w:p>
    <w:p w14:paraId="2803D751" w14:textId="77777777" w:rsidR="00927A28" w:rsidRPr="00751DBB" w:rsidRDefault="00927A28" w:rsidP="00927A28">
      <w:pPr>
        <w:pStyle w:val="config-sample"/>
        <w:rPr>
          <w:b/>
          <w:color w:val="00B050"/>
          <w:lang w:val="en-GB"/>
        </w:rPr>
      </w:pPr>
      <w:r w:rsidRPr="00751DBB">
        <w:rPr>
          <w:b/>
          <w:color w:val="00B050"/>
          <w:lang w:val="en-GB"/>
        </w:rPr>
        <w:t>#--------------------------------------------------</w:t>
      </w:r>
    </w:p>
    <w:p w14:paraId="3667F8CC" w14:textId="77777777" w:rsidR="003064F0" w:rsidRPr="00751DBB" w:rsidRDefault="003064F0" w:rsidP="00927A28">
      <w:pPr>
        <w:pStyle w:val="config-sample"/>
        <w:rPr>
          <w:color w:val="auto"/>
          <w:lang w:val="en-GB"/>
        </w:rPr>
      </w:pPr>
    </w:p>
    <w:p w14:paraId="4DC070B1" w14:textId="77777777" w:rsidR="00B31EFA" w:rsidRPr="00751DBB" w:rsidRDefault="00B31EFA" w:rsidP="003064F0">
      <w:pPr>
        <w:pStyle w:val="config-sample"/>
        <w:rPr>
          <w:color w:val="auto"/>
          <w:lang w:val="en-GB"/>
        </w:rPr>
      </w:pPr>
      <w:r w:rsidRPr="00751DBB">
        <w:rPr>
          <w:b/>
          <w:color w:val="00B050"/>
          <w:u w:val="single"/>
          <w:lang w:val="en-GB"/>
        </w:rPr>
        <w:t># PKCS#11 module settings - change this according to your signature device!!!</w:t>
      </w:r>
    </w:p>
    <w:p w14:paraId="6AB0142F" w14:textId="3D20F9F4" w:rsidR="003064F0" w:rsidRPr="00751DBB" w:rsidRDefault="003064F0" w:rsidP="00C33F5E">
      <w:pPr>
        <w:pStyle w:val="config-sample"/>
        <w:tabs>
          <w:tab w:val="left" w:pos="720"/>
          <w:tab w:val="left" w:pos="1440"/>
          <w:tab w:val="left" w:pos="2160"/>
          <w:tab w:val="left" w:pos="2880"/>
          <w:tab w:val="center" w:pos="4110"/>
        </w:tabs>
        <w:rPr>
          <w:color w:val="auto"/>
          <w:lang w:val="en-GB"/>
        </w:rPr>
      </w:pPr>
      <w:r w:rsidRPr="00751DBB">
        <w:rPr>
          <w:color w:val="auto"/>
          <w:lang w:val="en-GB"/>
        </w:rPr>
        <w:t>DIGIDOC_DEFAULT_DRIVER</w:t>
      </w:r>
      <w:r w:rsidR="00B31EFA" w:rsidRPr="00751DBB">
        <w:rPr>
          <w:color w:val="auto"/>
          <w:lang w:val="en-GB"/>
        </w:rPr>
        <w:tab/>
      </w:r>
      <w:r w:rsidRPr="00751DBB">
        <w:rPr>
          <w:color w:val="auto"/>
          <w:lang w:val="en-GB"/>
        </w:rPr>
        <w:t>=</w:t>
      </w:r>
      <w:r w:rsidR="00B31EFA" w:rsidRPr="00751DBB">
        <w:rPr>
          <w:color w:val="auto"/>
          <w:lang w:val="en-GB"/>
        </w:rPr>
        <w:tab/>
      </w:r>
      <w:r w:rsidRPr="00751DBB">
        <w:rPr>
          <w:color w:val="auto"/>
          <w:lang w:val="en-GB"/>
        </w:rPr>
        <w:t>1</w:t>
      </w:r>
      <w:r w:rsidR="00C33F5E">
        <w:rPr>
          <w:color w:val="auto"/>
          <w:lang w:val="en-GB"/>
        </w:rPr>
        <w:tab/>
      </w:r>
    </w:p>
    <w:p w14:paraId="00033FC5" w14:textId="77777777" w:rsidR="003064F0" w:rsidRPr="00751DBB" w:rsidRDefault="003064F0" w:rsidP="003064F0">
      <w:pPr>
        <w:pStyle w:val="config-sample"/>
        <w:rPr>
          <w:color w:val="auto"/>
          <w:lang w:val="en-GB"/>
        </w:rPr>
      </w:pPr>
      <w:r w:rsidRPr="00751DBB">
        <w:rPr>
          <w:color w:val="auto"/>
          <w:lang w:val="en-GB"/>
        </w:rPr>
        <w:t>DIGIDOC_DRIVERS</w:t>
      </w:r>
      <w:r w:rsidR="00B33545" w:rsidRPr="00751DBB">
        <w:rPr>
          <w:color w:val="auto"/>
          <w:lang w:val="en-GB"/>
        </w:rPr>
        <w:tab/>
      </w:r>
      <w:r w:rsidRPr="00751DBB">
        <w:rPr>
          <w:color w:val="auto"/>
          <w:lang w:val="en-GB"/>
        </w:rPr>
        <w:t>=</w:t>
      </w:r>
      <w:r w:rsidR="00B31EFA" w:rsidRPr="00751DBB">
        <w:rPr>
          <w:color w:val="auto"/>
          <w:lang w:val="en-GB"/>
        </w:rPr>
        <w:tab/>
      </w:r>
      <w:r w:rsidRPr="00751DBB">
        <w:rPr>
          <w:color w:val="auto"/>
          <w:lang w:val="en-GB"/>
        </w:rPr>
        <w:t>1</w:t>
      </w:r>
    </w:p>
    <w:p w14:paraId="17B2233D" w14:textId="77777777" w:rsidR="003064F0" w:rsidRPr="00751DBB" w:rsidRDefault="003064F0" w:rsidP="003064F0">
      <w:pPr>
        <w:pStyle w:val="config-sample"/>
        <w:rPr>
          <w:color w:val="auto"/>
          <w:lang w:val="en-GB"/>
        </w:rPr>
      </w:pPr>
      <w:r w:rsidRPr="00751DBB">
        <w:rPr>
          <w:color w:val="auto"/>
          <w:lang w:val="en-GB"/>
        </w:rPr>
        <w:t>DIGIDOC_DRIVER_1_NAME</w:t>
      </w:r>
      <w:r w:rsidR="00B31EFA" w:rsidRPr="00751DBB">
        <w:rPr>
          <w:color w:val="auto"/>
          <w:lang w:val="en-GB"/>
        </w:rPr>
        <w:tab/>
      </w:r>
      <w:r w:rsidRPr="00751DBB">
        <w:rPr>
          <w:color w:val="auto"/>
          <w:lang w:val="en-GB"/>
        </w:rPr>
        <w:t>=</w:t>
      </w:r>
      <w:r w:rsidR="00B31EFA" w:rsidRPr="00751DBB">
        <w:rPr>
          <w:color w:val="auto"/>
          <w:lang w:val="en-GB"/>
        </w:rPr>
        <w:tab/>
      </w:r>
      <w:r w:rsidRPr="00751DBB">
        <w:rPr>
          <w:i/>
          <w:color w:val="7030A0"/>
          <w:lang w:val="en-GB"/>
        </w:rPr>
        <w:t>OpenSC</w:t>
      </w:r>
    </w:p>
    <w:p w14:paraId="27FE9741" w14:textId="77777777" w:rsidR="003064F0" w:rsidRPr="00751DBB" w:rsidRDefault="003064F0" w:rsidP="003064F0">
      <w:pPr>
        <w:pStyle w:val="config-sample"/>
        <w:rPr>
          <w:color w:val="auto"/>
          <w:lang w:val="en-GB"/>
        </w:rPr>
      </w:pPr>
      <w:r w:rsidRPr="00751DBB">
        <w:rPr>
          <w:color w:val="auto"/>
          <w:lang w:val="en-GB"/>
        </w:rPr>
        <w:t>DIGIDOC_DRIVER_1_DESC</w:t>
      </w:r>
      <w:r w:rsidR="00B31EFA" w:rsidRPr="00751DBB">
        <w:rPr>
          <w:color w:val="auto"/>
          <w:lang w:val="en-GB"/>
        </w:rPr>
        <w:tab/>
      </w:r>
      <w:r w:rsidRPr="00751DBB">
        <w:rPr>
          <w:color w:val="auto"/>
          <w:lang w:val="en-GB"/>
        </w:rPr>
        <w:t>=</w:t>
      </w:r>
      <w:r w:rsidR="00B31EFA" w:rsidRPr="00751DBB">
        <w:rPr>
          <w:color w:val="auto"/>
          <w:lang w:val="en-GB"/>
        </w:rPr>
        <w:tab/>
      </w:r>
      <w:r w:rsidRPr="00751DBB">
        <w:rPr>
          <w:i/>
          <w:color w:val="7030A0"/>
          <w:lang w:val="en-GB"/>
        </w:rPr>
        <w:t>OpenSC projects PKCS#11 driver</w:t>
      </w:r>
    </w:p>
    <w:p w14:paraId="6CFD73D6" w14:textId="77777777" w:rsidR="003064F0" w:rsidRPr="00751DBB" w:rsidRDefault="003064F0" w:rsidP="003064F0">
      <w:pPr>
        <w:pStyle w:val="config-sample"/>
        <w:rPr>
          <w:color w:val="auto"/>
          <w:lang w:val="en-GB"/>
        </w:rPr>
      </w:pPr>
      <w:r w:rsidRPr="00751DBB">
        <w:rPr>
          <w:color w:val="auto"/>
          <w:lang w:val="en-GB"/>
        </w:rPr>
        <w:t>DIGIDOC_DRIVER_1_FILE</w:t>
      </w:r>
      <w:r w:rsidR="00B31EFA" w:rsidRPr="00751DBB">
        <w:rPr>
          <w:color w:val="auto"/>
          <w:lang w:val="en-GB"/>
        </w:rPr>
        <w:tab/>
      </w:r>
      <w:r w:rsidRPr="00751DBB">
        <w:rPr>
          <w:color w:val="auto"/>
          <w:lang w:val="en-GB"/>
        </w:rPr>
        <w:t>=</w:t>
      </w:r>
      <w:r w:rsidR="00B31EFA" w:rsidRPr="00751DBB">
        <w:rPr>
          <w:color w:val="auto"/>
          <w:lang w:val="en-GB"/>
        </w:rPr>
        <w:tab/>
      </w:r>
      <w:r w:rsidRPr="00751DBB">
        <w:rPr>
          <w:i/>
          <w:color w:val="7030A0"/>
          <w:lang w:val="en-GB"/>
        </w:rPr>
        <w:t>opensc-pkcs11.d</w:t>
      </w:r>
      <w:r w:rsidR="009F59E1" w:rsidRPr="00751DBB">
        <w:rPr>
          <w:i/>
          <w:color w:val="7030A0"/>
          <w:lang w:val="en-GB"/>
        </w:rPr>
        <w:t>ll</w:t>
      </w:r>
    </w:p>
    <w:p w14:paraId="5251CB6B" w14:textId="77777777" w:rsidR="00B31EFA" w:rsidRPr="00751DBB" w:rsidRDefault="00B31EFA" w:rsidP="003064F0">
      <w:pPr>
        <w:pStyle w:val="config-sample"/>
        <w:rPr>
          <w:i/>
          <w:color w:val="0070C0"/>
          <w:lang w:val="en-GB"/>
        </w:rPr>
      </w:pPr>
      <w:r w:rsidRPr="00751DBB">
        <w:rPr>
          <w:i/>
          <w:color w:val="0070C0"/>
          <w:lang w:val="en-GB"/>
        </w:rPr>
        <w:t xml:space="preserve"># for </w:t>
      </w:r>
      <w:r w:rsidR="001472D1" w:rsidRPr="00751DBB">
        <w:rPr>
          <w:i/>
          <w:color w:val="0070C0"/>
          <w:lang w:val="en-GB"/>
        </w:rPr>
        <w:t>Linux</w:t>
      </w:r>
      <w:r w:rsidRPr="00751DBB">
        <w:rPr>
          <w:i/>
          <w:color w:val="0070C0"/>
          <w:lang w:val="en-GB"/>
        </w:rPr>
        <w:t xml:space="preserve">: DIGIDOC_DRIVER_1_FILE = </w:t>
      </w:r>
      <w:r w:rsidR="00A132BA" w:rsidRPr="00751DBB">
        <w:rPr>
          <w:i/>
          <w:color w:val="0070C0"/>
          <w:lang w:val="en-GB"/>
        </w:rPr>
        <w:t>opensc-pkcs11.so</w:t>
      </w:r>
    </w:p>
    <w:p w14:paraId="26F5B50B" w14:textId="77777777" w:rsidR="00B67864" w:rsidRPr="00751DBB" w:rsidRDefault="00B67864" w:rsidP="00B67864">
      <w:pPr>
        <w:pStyle w:val="config-sample"/>
        <w:rPr>
          <w:b/>
          <w:color w:val="00B050"/>
          <w:u w:val="single"/>
          <w:lang w:val="en-GB"/>
        </w:rPr>
      </w:pPr>
    </w:p>
    <w:p w14:paraId="3B2F336C" w14:textId="77777777" w:rsidR="00B67864" w:rsidRPr="00751DBB" w:rsidRDefault="00B67864" w:rsidP="00B67864">
      <w:pPr>
        <w:pStyle w:val="config-sample"/>
        <w:rPr>
          <w:color w:val="auto"/>
          <w:lang w:val="en-GB"/>
        </w:rPr>
      </w:pPr>
      <w:r w:rsidRPr="00751DBB">
        <w:rPr>
          <w:b/>
          <w:color w:val="00B050"/>
          <w:u w:val="single"/>
          <w:lang w:val="en-GB"/>
        </w:rPr>
        <w:t># Digital signing settings</w:t>
      </w:r>
    </w:p>
    <w:p w14:paraId="1CD49A91" w14:textId="77777777" w:rsidR="008D242F" w:rsidRPr="00751DBB" w:rsidRDefault="008D242F" w:rsidP="00B67864">
      <w:pPr>
        <w:pStyle w:val="config-sample"/>
        <w:rPr>
          <w:color w:val="00B050"/>
          <w:lang w:val="en-GB"/>
        </w:rPr>
      </w:pPr>
      <w:r w:rsidRPr="00751DBB">
        <w:rPr>
          <w:color w:val="00B050"/>
          <w:lang w:val="en-GB"/>
        </w:rPr>
        <w:t xml:space="preserve"># Identifier of the signer’s private key’s slot on an identity token. </w:t>
      </w:r>
    </w:p>
    <w:p w14:paraId="233A6878" w14:textId="77777777" w:rsidR="00B67864" w:rsidRPr="00751DBB" w:rsidRDefault="00B67864" w:rsidP="00B67864">
      <w:pPr>
        <w:pStyle w:val="config-sample"/>
        <w:rPr>
          <w:color w:val="auto"/>
          <w:lang w:val="en-GB"/>
        </w:rPr>
      </w:pPr>
      <w:r w:rsidRPr="00751DBB">
        <w:rPr>
          <w:color w:val="auto"/>
          <w:lang w:val="en-GB"/>
        </w:rPr>
        <w:t>DIGIDOC_SIGNATURE_SLOT</w:t>
      </w:r>
      <w:r w:rsidRPr="00751DBB">
        <w:rPr>
          <w:color w:val="auto"/>
          <w:lang w:val="en-GB"/>
        </w:rPr>
        <w:tab/>
        <w:t>=</w:t>
      </w:r>
      <w:r w:rsidRPr="00751DBB">
        <w:rPr>
          <w:color w:val="auto"/>
          <w:lang w:val="en-GB"/>
        </w:rPr>
        <w:tab/>
      </w:r>
      <w:r w:rsidRPr="00751DBB">
        <w:rPr>
          <w:i/>
          <w:color w:val="7030A0"/>
          <w:lang w:val="en-GB"/>
        </w:rPr>
        <w:t>1</w:t>
      </w:r>
    </w:p>
    <w:p w14:paraId="12C69B7D" w14:textId="77777777" w:rsidR="00B31EFA" w:rsidRPr="00751DBB" w:rsidRDefault="00B31EFA" w:rsidP="003064F0">
      <w:pPr>
        <w:pStyle w:val="config-sample"/>
        <w:rPr>
          <w:color w:val="auto"/>
          <w:lang w:val="en-GB"/>
        </w:rPr>
      </w:pPr>
    </w:p>
    <w:p w14:paraId="6847C05B" w14:textId="77777777" w:rsidR="00F14AA5" w:rsidRPr="00751DBB" w:rsidRDefault="00F14AA5" w:rsidP="00F14AA5">
      <w:pPr>
        <w:pStyle w:val="config-sample"/>
        <w:rPr>
          <w:color w:val="auto"/>
          <w:lang w:val="en-GB"/>
        </w:rPr>
      </w:pPr>
      <w:r w:rsidRPr="00751DBB">
        <w:rPr>
          <w:b/>
          <w:color w:val="00B050"/>
          <w:u w:val="single"/>
          <w:lang w:val="en-GB"/>
        </w:rPr>
        <w:t xml:space="preserve"># </w:t>
      </w:r>
      <w:r w:rsidR="007F4041" w:rsidRPr="00751DBB">
        <w:rPr>
          <w:b/>
          <w:color w:val="00B050"/>
          <w:u w:val="single"/>
          <w:lang w:val="en-GB"/>
        </w:rPr>
        <w:t xml:space="preserve">Default </w:t>
      </w:r>
      <w:r w:rsidRPr="00751DBB">
        <w:rPr>
          <w:b/>
          <w:color w:val="00B050"/>
          <w:u w:val="single"/>
          <w:lang w:val="en-GB"/>
        </w:rPr>
        <w:t>OCSP responder URL</w:t>
      </w:r>
    </w:p>
    <w:p w14:paraId="23AB5ADF" w14:textId="25D62FA1" w:rsidR="00F14AA5" w:rsidRDefault="00F14AA5" w:rsidP="00F14AA5">
      <w:pPr>
        <w:pStyle w:val="config-sample"/>
        <w:rPr>
          <w:i/>
          <w:color w:val="7030A0"/>
          <w:lang w:val="en-GB"/>
        </w:rPr>
      </w:pPr>
      <w:r w:rsidRPr="00751DBB">
        <w:rPr>
          <w:color w:val="auto"/>
          <w:lang w:val="en-GB"/>
        </w:rPr>
        <w:t>DIGIDOC_OCSP_URL</w:t>
      </w:r>
      <w:r w:rsidRPr="00751DBB">
        <w:rPr>
          <w:color w:val="auto"/>
          <w:lang w:val="en-GB"/>
        </w:rPr>
        <w:tab/>
      </w:r>
      <w:r w:rsidRPr="00751DBB">
        <w:rPr>
          <w:color w:val="auto"/>
          <w:lang w:val="en-GB"/>
        </w:rPr>
        <w:tab/>
        <w:t>=</w:t>
      </w:r>
      <w:r w:rsidRPr="00751DBB">
        <w:rPr>
          <w:color w:val="auto"/>
          <w:lang w:val="en-GB"/>
        </w:rPr>
        <w:tab/>
      </w:r>
      <w:hyperlink r:id="rId59" w:history="1">
        <w:r w:rsidR="00386A12" w:rsidRPr="00FD67F5">
          <w:rPr>
            <w:rStyle w:val="Hyperlink"/>
            <w:i/>
            <w:lang w:val="en-GB"/>
          </w:rPr>
          <w:t>http://ocsp.sk.ee</w:t>
        </w:r>
      </w:hyperlink>
    </w:p>
    <w:p w14:paraId="24EDEE4F" w14:textId="77777777" w:rsidR="00386A12" w:rsidRPr="005E05FF" w:rsidRDefault="00386A12" w:rsidP="00386A12">
      <w:pPr>
        <w:pStyle w:val="config-sample"/>
        <w:rPr>
          <w:color w:val="00B050"/>
        </w:rPr>
      </w:pPr>
      <w:r w:rsidRPr="005E05FF">
        <w:rPr>
          <w:color w:val="00B050"/>
        </w:rPr>
        <w:t># OpenXAdeS test responder URL</w:t>
      </w:r>
    </w:p>
    <w:p w14:paraId="56DC16BA" w14:textId="65D583BE" w:rsidR="00386A12" w:rsidRPr="005E05FF" w:rsidRDefault="00386A12" w:rsidP="00386A12">
      <w:pPr>
        <w:pStyle w:val="config-sample"/>
      </w:pPr>
      <w:r>
        <w:rPr>
          <w:i/>
          <w:color w:val="0070C0"/>
        </w:rPr>
        <w:t>#</w:t>
      </w:r>
      <w:r w:rsidRPr="00386A12">
        <w:rPr>
          <w:i/>
          <w:color w:val="0070C0"/>
          <w:lang w:val="en-GB"/>
        </w:rPr>
        <w:t>DIGIDOC_OCSP_URL</w:t>
      </w:r>
      <w:r w:rsidRPr="00386A12">
        <w:rPr>
          <w:i/>
          <w:color w:val="0070C0"/>
          <w:lang w:val="en-GB"/>
        </w:rPr>
        <w:tab/>
      </w:r>
      <w:r w:rsidRPr="005E05FF">
        <w:rPr>
          <w:i/>
          <w:color w:val="0070C0"/>
        </w:rPr>
        <w:t xml:space="preserve"> =</w:t>
      </w:r>
      <w:r w:rsidRPr="005E05FF">
        <w:tab/>
      </w:r>
      <w:r w:rsidRPr="005E05FF">
        <w:rPr>
          <w:i/>
          <w:color w:val="0070C0"/>
        </w:rPr>
        <w:t>http://www.openxades.org/cgi-bin/ocsp.cgi</w:t>
      </w:r>
      <w:r w:rsidRPr="005E05FF">
        <w:tab/>
      </w:r>
    </w:p>
    <w:p w14:paraId="62F63535" w14:textId="77777777" w:rsidR="00386A12" w:rsidRPr="00751DBB" w:rsidRDefault="00386A12" w:rsidP="00F14AA5">
      <w:pPr>
        <w:pStyle w:val="config-sample"/>
        <w:rPr>
          <w:color w:val="auto"/>
          <w:lang w:val="en-GB"/>
        </w:rPr>
      </w:pPr>
    </w:p>
    <w:p w14:paraId="7FC9E17E" w14:textId="77777777" w:rsidR="00B67864" w:rsidRPr="00751DBB" w:rsidRDefault="00B67864" w:rsidP="00927A28">
      <w:pPr>
        <w:pStyle w:val="config-sample"/>
        <w:rPr>
          <w:color w:val="auto"/>
          <w:lang w:val="en-GB"/>
        </w:rPr>
      </w:pPr>
    </w:p>
    <w:p w14:paraId="7EDC9FB9" w14:textId="77777777" w:rsidR="003064F0" w:rsidRPr="00751DBB" w:rsidRDefault="003064F0" w:rsidP="00927A28">
      <w:pPr>
        <w:pStyle w:val="config-sample"/>
        <w:rPr>
          <w:b/>
          <w:color w:val="00B050"/>
          <w:u w:val="single"/>
          <w:lang w:val="en-GB"/>
        </w:rPr>
      </w:pPr>
      <w:r w:rsidRPr="00751DBB">
        <w:rPr>
          <w:b/>
          <w:color w:val="00B050"/>
          <w:u w:val="single"/>
          <w:lang w:val="en-GB"/>
        </w:rPr>
        <w:t># Sign OCSP requests or not. Depends on your responder</w:t>
      </w:r>
    </w:p>
    <w:p w14:paraId="70E86D45" w14:textId="77777777" w:rsidR="00F46BCF" w:rsidRPr="00751DBB" w:rsidRDefault="00F46BCF" w:rsidP="00927A28">
      <w:pPr>
        <w:pStyle w:val="config-sample"/>
        <w:rPr>
          <w:color w:val="auto"/>
          <w:lang w:val="en-GB"/>
        </w:rPr>
      </w:pPr>
      <w:r w:rsidRPr="00751DBB">
        <w:rPr>
          <w:color w:val="00B050"/>
          <w:lang w:val="en-GB"/>
        </w:rPr>
        <w:t># Set this parameter value to “true” if OCSP requests need to be signed</w:t>
      </w:r>
    </w:p>
    <w:p w14:paraId="1FB4F404" w14:textId="77777777" w:rsidR="00927A28" w:rsidRPr="00751DBB" w:rsidRDefault="003064F0" w:rsidP="00927A28">
      <w:pPr>
        <w:pStyle w:val="config-sample"/>
        <w:rPr>
          <w:color w:val="7030A0"/>
          <w:lang w:val="en-GB"/>
        </w:rPr>
      </w:pPr>
      <w:r w:rsidRPr="00751DBB">
        <w:rPr>
          <w:color w:val="auto"/>
          <w:lang w:val="en-GB"/>
        </w:rPr>
        <w:t>SIGN_OCSP</w:t>
      </w:r>
      <w:r w:rsidRPr="00751DBB">
        <w:rPr>
          <w:color w:val="auto"/>
          <w:lang w:val="en-GB"/>
        </w:rPr>
        <w:tab/>
        <w:t>=</w:t>
      </w:r>
      <w:r w:rsidRPr="00751DBB">
        <w:rPr>
          <w:color w:val="auto"/>
          <w:lang w:val="en-GB"/>
        </w:rPr>
        <w:tab/>
      </w:r>
      <w:r w:rsidR="005D0092" w:rsidRPr="00751DBB">
        <w:rPr>
          <w:i/>
          <w:color w:val="7030A0"/>
          <w:lang w:val="en-GB"/>
        </w:rPr>
        <w:t>false</w:t>
      </w:r>
    </w:p>
    <w:p w14:paraId="7C021258" w14:textId="77777777" w:rsidR="003064F0" w:rsidRPr="00751DBB" w:rsidRDefault="003064F0" w:rsidP="00927A28">
      <w:pPr>
        <w:pStyle w:val="config-sample"/>
        <w:rPr>
          <w:color w:val="auto"/>
          <w:lang w:val="en-GB"/>
        </w:rPr>
      </w:pPr>
      <w:r w:rsidRPr="00751DBB">
        <w:rPr>
          <w:color w:val="00B050"/>
          <w:lang w:val="en-GB"/>
        </w:rPr>
        <w:t># The PKCS#12 file used to sign OCSP requests</w:t>
      </w:r>
    </w:p>
    <w:p w14:paraId="7686B273" w14:textId="77777777" w:rsidR="003064F0" w:rsidRPr="00751DBB" w:rsidRDefault="00F46BCF" w:rsidP="00927A28">
      <w:pPr>
        <w:pStyle w:val="config-sample"/>
        <w:rPr>
          <w:color w:val="auto"/>
          <w:lang w:val="en-GB"/>
        </w:rPr>
      </w:pPr>
      <w:r w:rsidRPr="00751DBB">
        <w:rPr>
          <w:i/>
          <w:color w:val="0070C0"/>
          <w:lang w:val="en-GB"/>
        </w:rPr>
        <w:t xml:space="preserve"># </w:t>
      </w:r>
      <w:r w:rsidR="00927A28" w:rsidRPr="00751DBB">
        <w:rPr>
          <w:i/>
          <w:color w:val="0070C0"/>
          <w:lang w:val="en-GB"/>
        </w:rPr>
        <w:t>DIGIDOC_PKCS_FILE</w:t>
      </w:r>
      <w:r w:rsidR="003064F0" w:rsidRPr="00751DBB">
        <w:rPr>
          <w:i/>
          <w:color w:val="0070C0"/>
          <w:lang w:val="en-GB"/>
        </w:rPr>
        <w:t xml:space="preserve"> </w:t>
      </w:r>
      <w:r w:rsidR="00927A28" w:rsidRPr="00751DBB">
        <w:rPr>
          <w:i/>
          <w:color w:val="0070C0"/>
          <w:lang w:val="en-GB"/>
        </w:rPr>
        <w:t>=</w:t>
      </w:r>
      <w:r w:rsidR="003064F0" w:rsidRPr="00751DBB">
        <w:rPr>
          <w:color w:val="0070C0"/>
          <w:lang w:val="en-GB"/>
        </w:rPr>
        <w:t xml:space="preserve"> </w:t>
      </w:r>
      <w:r w:rsidR="003064F0" w:rsidRPr="00751DBB">
        <w:rPr>
          <w:i/>
          <w:color w:val="7030A0"/>
          <w:lang w:val="en-GB"/>
        </w:rPr>
        <w:t>&lt;your-pkcs12-file-name&gt;</w:t>
      </w:r>
    </w:p>
    <w:p w14:paraId="2878E8FB" w14:textId="77777777" w:rsidR="003064F0" w:rsidRPr="00751DBB" w:rsidRDefault="003064F0" w:rsidP="00927A28">
      <w:pPr>
        <w:pStyle w:val="config-sample"/>
        <w:rPr>
          <w:color w:val="auto"/>
          <w:lang w:val="en-GB"/>
        </w:rPr>
      </w:pPr>
      <w:r w:rsidRPr="00751DBB">
        <w:rPr>
          <w:color w:val="00B050"/>
          <w:lang w:val="en-GB"/>
        </w:rPr>
        <w:t># Password for this key</w:t>
      </w:r>
      <w:r w:rsidRPr="00751DBB">
        <w:rPr>
          <w:lang w:val="en-GB"/>
        </w:rPr>
        <w:tab/>
      </w:r>
    </w:p>
    <w:p w14:paraId="418E9AC2" w14:textId="77777777" w:rsidR="00927A28" w:rsidRPr="00751DBB" w:rsidRDefault="00F46BCF" w:rsidP="00927A28">
      <w:pPr>
        <w:pStyle w:val="config-sample"/>
        <w:rPr>
          <w:color w:val="auto"/>
          <w:lang w:val="en-GB"/>
        </w:rPr>
      </w:pPr>
      <w:r w:rsidRPr="00751DBB">
        <w:rPr>
          <w:i/>
          <w:color w:val="0070C0"/>
          <w:lang w:val="en-GB"/>
        </w:rPr>
        <w:t xml:space="preserve"># </w:t>
      </w:r>
      <w:r w:rsidR="00927A28" w:rsidRPr="00751DBB">
        <w:rPr>
          <w:i/>
          <w:color w:val="0070C0"/>
          <w:lang w:val="en-GB"/>
        </w:rPr>
        <w:t>DIGIDOC_PKCS_PASSWD</w:t>
      </w:r>
      <w:r w:rsidR="003064F0" w:rsidRPr="00751DBB">
        <w:rPr>
          <w:i/>
          <w:color w:val="0070C0"/>
          <w:lang w:val="en-GB"/>
        </w:rPr>
        <w:t xml:space="preserve"> </w:t>
      </w:r>
      <w:r w:rsidR="00927A28" w:rsidRPr="00751DBB">
        <w:rPr>
          <w:i/>
          <w:color w:val="0070C0"/>
          <w:lang w:val="en-GB"/>
        </w:rPr>
        <w:t>=</w:t>
      </w:r>
      <w:r w:rsidR="003064F0" w:rsidRPr="00751DBB">
        <w:rPr>
          <w:color w:val="0070C0"/>
          <w:lang w:val="en-GB"/>
        </w:rPr>
        <w:t xml:space="preserve"> </w:t>
      </w:r>
      <w:r w:rsidR="003064F0" w:rsidRPr="00751DBB">
        <w:rPr>
          <w:i/>
          <w:color w:val="7030A0"/>
          <w:lang w:val="en-GB"/>
        </w:rPr>
        <w:t>&lt;your-pkcs12-passwd&gt;</w:t>
      </w:r>
    </w:p>
    <w:p w14:paraId="16D3D973" w14:textId="77777777" w:rsidR="00927A28" w:rsidRPr="00751DBB" w:rsidRDefault="00927A28" w:rsidP="00927A28">
      <w:pPr>
        <w:pStyle w:val="config-sample"/>
        <w:rPr>
          <w:color w:val="auto"/>
          <w:lang w:val="en-GB"/>
        </w:rPr>
      </w:pPr>
    </w:p>
    <w:p w14:paraId="5849C381" w14:textId="77777777" w:rsidR="007F4041" w:rsidRPr="00751DBB" w:rsidRDefault="00927A28" w:rsidP="00927A28">
      <w:pPr>
        <w:pStyle w:val="config-sample"/>
        <w:rPr>
          <w:lang w:val="en-GB"/>
        </w:rPr>
      </w:pPr>
      <w:r w:rsidRPr="00751DBB">
        <w:rPr>
          <w:b/>
          <w:color w:val="00B050"/>
          <w:u w:val="single"/>
          <w:lang w:val="en-GB"/>
        </w:rPr>
        <w:t># Your HTTP proxy if necessar</w:t>
      </w:r>
      <w:r w:rsidR="001472D1" w:rsidRPr="00751DBB">
        <w:rPr>
          <w:b/>
          <w:color w:val="00B050"/>
          <w:u w:val="single"/>
          <w:lang w:val="en-GB"/>
        </w:rPr>
        <w:t>y</w:t>
      </w:r>
      <w:r w:rsidRPr="00751DBB">
        <w:rPr>
          <w:lang w:val="en-GB"/>
        </w:rPr>
        <w:tab/>
      </w:r>
    </w:p>
    <w:p w14:paraId="20DE0495" w14:textId="77777777" w:rsidR="00927A28" w:rsidRPr="00751DBB" w:rsidRDefault="00927A28" w:rsidP="00927A28">
      <w:pPr>
        <w:pStyle w:val="config-sample"/>
        <w:rPr>
          <w:color w:val="auto"/>
          <w:lang w:val="en-GB"/>
        </w:rPr>
      </w:pPr>
      <w:r w:rsidRPr="00751DBB">
        <w:rPr>
          <w:color w:val="auto"/>
          <w:lang w:val="en-GB"/>
        </w:rPr>
        <w:t>USE_PROXY</w:t>
      </w:r>
      <w:r w:rsidRPr="00751DBB">
        <w:rPr>
          <w:color w:val="auto"/>
          <w:lang w:val="en-GB"/>
        </w:rPr>
        <w:tab/>
        <w:t>=</w:t>
      </w:r>
      <w:r w:rsidRPr="00751DBB">
        <w:rPr>
          <w:color w:val="auto"/>
          <w:lang w:val="en-GB"/>
        </w:rPr>
        <w:tab/>
      </w:r>
      <w:r w:rsidR="005D0092" w:rsidRPr="00751DBB">
        <w:rPr>
          <w:i/>
          <w:color w:val="7030A0"/>
          <w:lang w:val="en-GB"/>
        </w:rPr>
        <w:t>false</w:t>
      </w:r>
    </w:p>
    <w:p w14:paraId="00627E02" w14:textId="77777777" w:rsidR="00927A28" w:rsidRPr="00751DBB" w:rsidRDefault="00927A28" w:rsidP="00927A28">
      <w:pPr>
        <w:pStyle w:val="config-sample"/>
        <w:rPr>
          <w:i/>
          <w:color w:val="00B0F0"/>
          <w:lang w:val="en-GB"/>
        </w:rPr>
      </w:pPr>
      <w:r w:rsidRPr="00751DBB">
        <w:rPr>
          <w:i/>
          <w:color w:val="0070C0"/>
          <w:lang w:val="en-GB"/>
        </w:rPr>
        <w:t>#</w:t>
      </w:r>
      <w:r w:rsidR="00B67864" w:rsidRPr="00751DBB">
        <w:rPr>
          <w:i/>
          <w:color w:val="0070C0"/>
          <w:lang w:val="en-GB"/>
        </w:rPr>
        <w:t xml:space="preserve"> </w:t>
      </w:r>
      <w:r w:rsidRPr="00751DBB">
        <w:rPr>
          <w:i/>
          <w:color w:val="0070C0"/>
          <w:lang w:val="en-GB"/>
        </w:rPr>
        <w:t>DIGIDOC_PROXY_HOST =</w:t>
      </w:r>
      <w:r w:rsidR="00E14F76" w:rsidRPr="00751DBB">
        <w:rPr>
          <w:i/>
          <w:color w:val="0070C0"/>
          <w:lang w:val="en-GB"/>
        </w:rPr>
        <w:t xml:space="preserve"> </w:t>
      </w:r>
      <w:r w:rsidR="00E14F76" w:rsidRPr="00751DBB">
        <w:rPr>
          <w:i/>
          <w:color w:val="7030A0"/>
          <w:lang w:val="en-GB"/>
        </w:rPr>
        <w:t>&lt;your-proxy-hostname&gt;</w:t>
      </w:r>
    </w:p>
    <w:p w14:paraId="5D88B6D7" w14:textId="77777777" w:rsidR="00927A28" w:rsidRPr="000F1DEC" w:rsidRDefault="00927A28" w:rsidP="00927A28">
      <w:pPr>
        <w:pStyle w:val="config-sample"/>
        <w:rPr>
          <w:i/>
          <w:color w:val="00B0F0"/>
          <w:lang w:val="fr-FR"/>
        </w:rPr>
      </w:pPr>
      <w:r w:rsidRPr="000F1DEC">
        <w:rPr>
          <w:i/>
          <w:color w:val="0070C0"/>
          <w:lang w:val="fr-FR"/>
        </w:rPr>
        <w:t>#</w:t>
      </w:r>
      <w:r w:rsidR="00B67864" w:rsidRPr="000F1DEC">
        <w:rPr>
          <w:i/>
          <w:color w:val="0070C0"/>
          <w:lang w:val="fr-FR"/>
        </w:rPr>
        <w:t xml:space="preserve"> </w:t>
      </w:r>
      <w:r w:rsidRPr="000F1DEC">
        <w:rPr>
          <w:i/>
          <w:color w:val="0070C0"/>
          <w:lang w:val="fr-FR"/>
        </w:rPr>
        <w:t>DIGIDOC_PROXY_PORT =</w:t>
      </w:r>
      <w:r w:rsidR="00E14F76" w:rsidRPr="000F1DEC">
        <w:rPr>
          <w:i/>
          <w:color w:val="0070C0"/>
          <w:lang w:val="fr-FR"/>
        </w:rPr>
        <w:t xml:space="preserve"> </w:t>
      </w:r>
      <w:r w:rsidR="00E14F76" w:rsidRPr="000F1DEC">
        <w:rPr>
          <w:i/>
          <w:color w:val="7030A0"/>
          <w:lang w:val="fr-FR"/>
        </w:rPr>
        <w:t>&lt;proxy-port&gt;</w:t>
      </w:r>
    </w:p>
    <w:p w14:paraId="60DB4513" w14:textId="77777777" w:rsidR="00927A28" w:rsidRPr="00751DBB" w:rsidRDefault="00927A28" w:rsidP="00927A28">
      <w:pPr>
        <w:pStyle w:val="config-sample"/>
        <w:rPr>
          <w:i/>
          <w:color w:val="00B0F0"/>
          <w:lang w:val="en-GB"/>
        </w:rPr>
      </w:pPr>
      <w:r w:rsidRPr="00751DBB">
        <w:rPr>
          <w:i/>
          <w:color w:val="0070C0"/>
          <w:lang w:val="en-GB"/>
        </w:rPr>
        <w:t>#</w:t>
      </w:r>
      <w:r w:rsidR="00B67864" w:rsidRPr="00751DBB">
        <w:rPr>
          <w:i/>
          <w:color w:val="0070C0"/>
          <w:lang w:val="en-GB"/>
        </w:rPr>
        <w:t xml:space="preserve"> </w:t>
      </w:r>
      <w:r w:rsidRPr="00751DBB">
        <w:rPr>
          <w:i/>
          <w:color w:val="0070C0"/>
          <w:lang w:val="en-GB"/>
        </w:rPr>
        <w:t>DIGIDOC_PROXY_USER =</w:t>
      </w:r>
      <w:r w:rsidR="00E14F76" w:rsidRPr="00751DBB">
        <w:rPr>
          <w:i/>
          <w:color w:val="0070C0"/>
          <w:lang w:val="en-GB"/>
        </w:rPr>
        <w:t xml:space="preserve"> </w:t>
      </w:r>
      <w:r w:rsidR="00E14F76" w:rsidRPr="00751DBB">
        <w:rPr>
          <w:i/>
          <w:color w:val="7030A0"/>
          <w:lang w:val="en-GB"/>
        </w:rPr>
        <w:t>&lt;proxy-username&gt;</w:t>
      </w:r>
    </w:p>
    <w:p w14:paraId="56F5D280" w14:textId="77777777" w:rsidR="00927A28" w:rsidRDefault="00927A28" w:rsidP="00927A28">
      <w:pPr>
        <w:pStyle w:val="config-sample"/>
        <w:rPr>
          <w:i/>
          <w:color w:val="7030A0"/>
          <w:lang w:val="en-GB"/>
        </w:rPr>
      </w:pPr>
      <w:r w:rsidRPr="00751DBB">
        <w:rPr>
          <w:i/>
          <w:color w:val="0070C0"/>
          <w:lang w:val="en-GB"/>
        </w:rPr>
        <w:t>#</w:t>
      </w:r>
      <w:r w:rsidR="00B67864" w:rsidRPr="00751DBB">
        <w:rPr>
          <w:i/>
          <w:color w:val="0070C0"/>
          <w:lang w:val="en-GB"/>
        </w:rPr>
        <w:t xml:space="preserve"> </w:t>
      </w:r>
      <w:r w:rsidRPr="00751DBB">
        <w:rPr>
          <w:i/>
          <w:color w:val="0070C0"/>
          <w:lang w:val="en-GB"/>
        </w:rPr>
        <w:t>DIGIDOC_PROXY_PASS =</w:t>
      </w:r>
      <w:r w:rsidR="00E14F76" w:rsidRPr="00751DBB">
        <w:rPr>
          <w:i/>
          <w:color w:val="0070C0"/>
          <w:lang w:val="en-GB"/>
        </w:rPr>
        <w:t xml:space="preserve"> </w:t>
      </w:r>
      <w:r w:rsidR="00E14F76" w:rsidRPr="00751DBB">
        <w:rPr>
          <w:i/>
          <w:color w:val="7030A0"/>
          <w:lang w:val="en-GB"/>
        </w:rPr>
        <w:t>&lt;proxy-password&gt;</w:t>
      </w:r>
    </w:p>
    <w:p w14:paraId="2F996838" w14:textId="77777777" w:rsidR="00633EB5" w:rsidRDefault="00633EB5" w:rsidP="00927A28">
      <w:pPr>
        <w:pStyle w:val="config-sample"/>
        <w:rPr>
          <w:i/>
          <w:color w:val="7030A0"/>
          <w:lang w:val="en-GB"/>
        </w:rPr>
      </w:pPr>
    </w:p>
    <w:p w14:paraId="2B3FFF84" w14:textId="77777777" w:rsidR="00633EB5" w:rsidRPr="00883D88" w:rsidRDefault="00633EB5" w:rsidP="00633EB5">
      <w:pPr>
        <w:pStyle w:val="config-sample"/>
        <w:rPr>
          <w:b/>
          <w:color w:val="00B050"/>
          <w:u w:val="single"/>
          <w:lang w:val="en-GB"/>
        </w:rPr>
      </w:pPr>
      <w:r w:rsidRPr="00883D88">
        <w:rPr>
          <w:b/>
          <w:color w:val="00B050"/>
          <w:u w:val="single"/>
          <w:lang w:val="en-GB"/>
        </w:rPr>
        <w:t># Signature verification settings</w:t>
      </w:r>
    </w:p>
    <w:p w14:paraId="513A3641" w14:textId="77777777" w:rsidR="00633EB5" w:rsidRPr="00083937" w:rsidRDefault="00633EB5" w:rsidP="00633EB5">
      <w:pPr>
        <w:pStyle w:val="config-sample"/>
        <w:rPr>
          <w:lang w:val="en-GB"/>
        </w:rPr>
      </w:pPr>
      <w:r w:rsidRPr="00083937">
        <w:rPr>
          <w:lang w:val="en-GB"/>
        </w:rPr>
        <w:t>CHECK_OCSP_NONCE</w:t>
      </w:r>
      <w:r>
        <w:rPr>
          <w:lang w:val="en-GB"/>
        </w:rPr>
        <w:tab/>
      </w:r>
      <w:r>
        <w:rPr>
          <w:lang w:val="en-GB"/>
        </w:rPr>
        <w:tab/>
      </w:r>
      <w:r w:rsidRPr="00083937">
        <w:rPr>
          <w:lang w:val="en-GB"/>
        </w:rPr>
        <w:t>=</w:t>
      </w:r>
      <w:r>
        <w:rPr>
          <w:lang w:val="en-GB"/>
        </w:rPr>
        <w:tab/>
      </w:r>
      <w:r w:rsidRPr="00633EB5">
        <w:rPr>
          <w:i/>
          <w:color w:val="7030A0"/>
          <w:lang w:val="en-GB"/>
        </w:rPr>
        <w:t>false</w:t>
      </w:r>
    </w:p>
    <w:p w14:paraId="5A773078" w14:textId="77777777" w:rsidR="00927A28" w:rsidRPr="00751DBB" w:rsidRDefault="00927A28" w:rsidP="00927A28">
      <w:pPr>
        <w:pStyle w:val="config-sample"/>
        <w:rPr>
          <w:color w:val="auto"/>
          <w:lang w:val="en-GB"/>
        </w:rPr>
      </w:pPr>
    </w:p>
    <w:p w14:paraId="298B643B" w14:textId="77777777" w:rsidR="00C6372B" w:rsidRPr="00751DBB" w:rsidRDefault="00F14AA5" w:rsidP="003064F0">
      <w:pPr>
        <w:pStyle w:val="config-sample"/>
        <w:rPr>
          <w:b/>
          <w:color w:val="00B050"/>
          <w:u w:val="single"/>
          <w:lang w:val="en-GB"/>
        </w:rPr>
      </w:pPr>
      <w:r w:rsidRPr="00751DBB">
        <w:rPr>
          <w:b/>
          <w:color w:val="00B050"/>
          <w:u w:val="single"/>
          <w:lang w:val="en-GB"/>
        </w:rPr>
        <w:t># CA certificates</w:t>
      </w:r>
    </w:p>
    <w:p w14:paraId="6390EFD7" w14:textId="77777777" w:rsidR="003064F0" w:rsidRPr="00751DBB" w:rsidRDefault="003064F0" w:rsidP="003064F0">
      <w:pPr>
        <w:pStyle w:val="config-sample"/>
        <w:rPr>
          <w:color w:val="auto"/>
          <w:lang w:val="en-GB"/>
        </w:rPr>
      </w:pPr>
      <w:r w:rsidRPr="00751DBB">
        <w:rPr>
          <w:color w:val="auto"/>
          <w:lang w:val="en-GB"/>
        </w:rPr>
        <w:t>CA_CERT_PATH</w:t>
      </w:r>
      <w:r w:rsidR="00800792" w:rsidRPr="00751DBB">
        <w:rPr>
          <w:color w:val="auto"/>
          <w:lang w:val="en-GB"/>
        </w:rPr>
        <w:tab/>
      </w:r>
      <w:r w:rsidRPr="00751DBB">
        <w:rPr>
          <w:color w:val="auto"/>
          <w:lang w:val="en-GB"/>
        </w:rPr>
        <w:t>=</w:t>
      </w:r>
      <w:r w:rsidR="00800792" w:rsidRPr="00751DBB">
        <w:rPr>
          <w:color w:val="auto"/>
          <w:lang w:val="en-GB"/>
        </w:rPr>
        <w:tab/>
      </w:r>
      <w:r w:rsidR="004F474C" w:rsidRPr="00751DBB">
        <w:rPr>
          <w:i/>
          <w:color w:val="7030A0"/>
          <w:lang w:val="en-GB"/>
        </w:rPr>
        <w:t>C:\Program Files</w:t>
      </w:r>
      <w:r w:rsidRPr="00751DBB">
        <w:rPr>
          <w:i/>
          <w:color w:val="7030A0"/>
          <w:lang w:val="en-GB"/>
        </w:rPr>
        <w:t>\Estonian ID Card</w:t>
      </w:r>
      <w:r w:rsidR="004F474C" w:rsidRPr="00751DBB">
        <w:rPr>
          <w:i/>
          <w:color w:val="7030A0"/>
          <w:lang w:val="en-GB"/>
        </w:rPr>
        <w:t xml:space="preserve"> Development\</w:t>
      </w:r>
      <w:r w:rsidR="008A0DD4">
        <w:rPr>
          <w:i/>
          <w:color w:val="7030A0"/>
          <w:lang w:val="en-GB"/>
        </w:rPr>
        <w:t>lib</w:t>
      </w:r>
      <w:r w:rsidR="004F474C" w:rsidRPr="00751DBB">
        <w:rPr>
          <w:i/>
          <w:color w:val="7030A0"/>
          <w:lang w:val="en-GB"/>
        </w:rPr>
        <w:t>digidoc</w:t>
      </w:r>
      <w:r w:rsidRPr="00751DBB">
        <w:rPr>
          <w:i/>
          <w:color w:val="7030A0"/>
          <w:lang w:val="en-GB"/>
        </w:rPr>
        <w:t>\certs</w:t>
      </w:r>
    </w:p>
    <w:p w14:paraId="4A4E0517" w14:textId="298A1C51" w:rsidR="003064F0" w:rsidRPr="00751DBB" w:rsidRDefault="003064F0" w:rsidP="003064F0">
      <w:pPr>
        <w:pStyle w:val="config-sample"/>
        <w:rPr>
          <w:color w:val="auto"/>
          <w:lang w:val="en-GB"/>
        </w:rPr>
      </w:pPr>
      <w:r w:rsidRPr="00751DBB">
        <w:rPr>
          <w:color w:val="auto"/>
          <w:lang w:val="en-GB"/>
        </w:rPr>
        <w:t>CA_CERTS</w:t>
      </w:r>
      <w:r w:rsidR="00800792" w:rsidRPr="00751DBB">
        <w:rPr>
          <w:color w:val="auto"/>
          <w:lang w:val="en-GB"/>
        </w:rPr>
        <w:tab/>
      </w:r>
      <w:r w:rsidR="00800792" w:rsidRPr="00751DBB">
        <w:rPr>
          <w:color w:val="auto"/>
          <w:lang w:val="en-GB"/>
        </w:rPr>
        <w:tab/>
      </w:r>
      <w:r w:rsidRPr="00751DBB">
        <w:rPr>
          <w:color w:val="auto"/>
          <w:lang w:val="en-GB"/>
        </w:rPr>
        <w:t>=</w:t>
      </w:r>
      <w:r w:rsidR="00800792" w:rsidRPr="00751DBB">
        <w:rPr>
          <w:color w:val="auto"/>
          <w:lang w:val="en-GB"/>
        </w:rPr>
        <w:tab/>
      </w:r>
      <w:r w:rsidR="00301568">
        <w:rPr>
          <w:i/>
          <w:color w:val="7030A0"/>
          <w:lang w:val="en-GB"/>
        </w:rPr>
        <w:t>17</w:t>
      </w:r>
    </w:p>
    <w:p w14:paraId="2E26121B" w14:textId="77777777" w:rsidR="003064F0" w:rsidRPr="00751DBB" w:rsidRDefault="003064F0" w:rsidP="003064F0">
      <w:pPr>
        <w:pStyle w:val="config-sample"/>
        <w:rPr>
          <w:color w:val="auto"/>
          <w:lang w:val="en-GB"/>
        </w:rPr>
      </w:pPr>
    </w:p>
    <w:p w14:paraId="05916BFB" w14:textId="77777777" w:rsidR="00CC3AA1" w:rsidRPr="00CC3AA1" w:rsidRDefault="00CC3AA1" w:rsidP="00CC3AA1">
      <w:pPr>
        <w:pStyle w:val="config-sample"/>
        <w:rPr>
          <w:color w:val="auto"/>
          <w:lang w:val="en-GB"/>
        </w:rPr>
      </w:pPr>
      <w:r w:rsidRPr="00CC3AA1">
        <w:rPr>
          <w:color w:val="auto"/>
          <w:lang w:val="en-GB"/>
        </w:rPr>
        <w:t>CA_CERT_1</w:t>
      </w:r>
      <w:r>
        <w:rPr>
          <w:color w:val="auto"/>
          <w:lang w:val="en-GB"/>
        </w:rPr>
        <w:tab/>
      </w:r>
      <w:r w:rsidRPr="00CC3AA1">
        <w:rPr>
          <w:color w:val="auto"/>
          <w:lang w:val="en-GB"/>
        </w:rPr>
        <w:t>=</w:t>
      </w:r>
      <w:r>
        <w:rPr>
          <w:color w:val="auto"/>
          <w:lang w:val="en-GB"/>
        </w:rPr>
        <w:tab/>
      </w:r>
      <w:r w:rsidRPr="00CC3AA1">
        <w:rPr>
          <w:color w:val="auto"/>
          <w:lang w:val="en-GB"/>
        </w:rPr>
        <w:t>JUUR-SK.crt</w:t>
      </w:r>
    </w:p>
    <w:p w14:paraId="36E82B50" w14:textId="77777777" w:rsidR="00CC3AA1" w:rsidRPr="00CC3AA1" w:rsidRDefault="00CC3AA1" w:rsidP="00CC3AA1">
      <w:pPr>
        <w:pStyle w:val="config-sample"/>
        <w:rPr>
          <w:color w:val="auto"/>
          <w:lang w:val="en-GB"/>
        </w:rPr>
      </w:pPr>
      <w:r w:rsidRPr="00CC3AA1">
        <w:rPr>
          <w:color w:val="auto"/>
          <w:lang w:val="en-GB"/>
        </w:rPr>
        <w:t>CA_CERT_1_CN</w:t>
      </w:r>
      <w:r>
        <w:rPr>
          <w:color w:val="auto"/>
          <w:lang w:val="en-GB"/>
        </w:rPr>
        <w:tab/>
      </w:r>
      <w:r w:rsidRPr="00CC3AA1">
        <w:rPr>
          <w:color w:val="auto"/>
          <w:lang w:val="en-GB"/>
        </w:rPr>
        <w:t>=</w:t>
      </w:r>
      <w:r>
        <w:rPr>
          <w:color w:val="auto"/>
          <w:lang w:val="en-GB"/>
        </w:rPr>
        <w:tab/>
      </w:r>
      <w:r w:rsidRPr="00CC3AA1">
        <w:rPr>
          <w:color w:val="auto"/>
          <w:lang w:val="en-GB"/>
        </w:rPr>
        <w:t>Juur-SK</w:t>
      </w:r>
    </w:p>
    <w:p w14:paraId="03D27F92" w14:textId="77777777" w:rsidR="00CC3AA1" w:rsidRPr="00CC3AA1" w:rsidRDefault="00CC3AA1" w:rsidP="00CC3AA1">
      <w:pPr>
        <w:pStyle w:val="config-sample"/>
        <w:rPr>
          <w:color w:val="auto"/>
          <w:lang w:val="en-GB"/>
        </w:rPr>
      </w:pPr>
      <w:r w:rsidRPr="00CC3AA1">
        <w:rPr>
          <w:color w:val="auto"/>
          <w:lang w:val="en-GB"/>
        </w:rPr>
        <w:t>CA_CERT_2</w:t>
      </w:r>
      <w:r>
        <w:rPr>
          <w:color w:val="auto"/>
          <w:lang w:val="en-GB"/>
        </w:rPr>
        <w:tab/>
      </w:r>
      <w:r w:rsidRPr="00CC3AA1">
        <w:rPr>
          <w:color w:val="auto"/>
          <w:lang w:val="en-GB"/>
        </w:rPr>
        <w:t>=</w:t>
      </w:r>
      <w:r>
        <w:rPr>
          <w:color w:val="auto"/>
          <w:lang w:val="en-GB"/>
        </w:rPr>
        <w:tab/>
      </w:r>
      <w:r w:rsidRPr="00CC3AA1">
        <w:rPr>
          <w:color w:val="auto"/>
          <w:lang w:val="en-GB"/>
        </w:rPr>
        <w:t>ESTEID-SK.crt</w:t>
      </w:r>
    </w:p>
    <w:p w14:paraId="3D74BFE8" w14:textId="77777777" w:rsidR="00CC3AA1" w:rsidRPr="00CC3AA1" w:rsidRDefault="00CC3AA1" w:rsidP="00CC3AA1">
      <w:pPr>
        <w:pStyle w:val="config-sample"/>
        <w:rPr>
          <w:color w:val="auto"/>
          <w:lang w:val="en-GB"/>
        </w:rPr>
      </w:pPr>
      <w:r w:rsidRPr="00CC3AA1">
        <w:rPr>
          <w:color w:val="auto"/>
          <w:lang w:val="en-GB"/>
        </w:rPr>
        <w:lastRenderedPageBreak/>
        <w:t>CA_CERT_2_CN</w:t>
      </w:r>
      <w:r>
        <w:rPr>
          <w:color w:val="auto"/>
          <w:lang w:val="en-GB"/>
        </w:rPr>
        <w:tab/>
        <w:t>=</w:t>
      </w:r>
      <w:r>
        <w:rPr>
          <w:color w:val="auto"/>
          <w:lang w:val="en-GB"/>
        </w:rPr>
        <w:tab/>
      </w:r>
      <w:r w:rsidRPr="00CC3AA1">
        <w:rPr>
          <w:color w:val="auto"/>
          <w:lang w:val="en-GB"/>
        </w:rPr>
        <w:t>ESTEID-SK</w:t>
      </w:r>
    </w:p>
    <w:p w14:paraId="42F30624" w14:textId="77777777" w:rsidR="00CC3AA1" w:rsidRPr="000F1DEC" w:rsidRDefault="00CC3AA1" w:rsidP="00CC3AA1">
      <w:pPr>
        <w:pStyle w:val="config-sample"/>
        <w:rPr>
          <w:color w:val="auto"/>
          <w:lang w:val="fr-FR"/>
        </w:rPr>
      </w:pPr>
      <w:r w:rsidRPr="000F1DEC">
        <w:rPr>
          <w:color w:val="auto"/>
          <w:lang w:val="fr-FR"/>
        </w:rPr>
        <w:t>CA_CERT_3</w:t>
      </w:r>
      <w:r w:rsidRPr="000F1DEC">
        <w:rPr>
          <w:color w:val="auto"/>
          <w:lang w:val="fr-FR"/>
        </w:rPr>
        <w:tab/>
        <w:t>=</w:t>
      </w:r>
      <w:r w:rsidRPr="000F1DEC">
        <w:rPr>
          <w:color w:val="auto"/>
          <w:lang w:val="fr-FR"/>
        </w:rPr>
        <w:tab/>
        <w:t>ESTEID-SK 2007.crt</w:t>
      </w:r>
    </w:p>
    <w:p w14:paraId="003F6B46" w14:textId="77777777" w:rsidR="00CC3AA1" w:rsidRPr="000F1DEC" w:rsidRDefault="00CC3AA1" w:rsidP="00CC3AA1">
      <w:pPr>
        <w:pStyle w:val="config-sample"/>
        <w:rPr>
          <w:color w:val="auto"/>
          <w:lang w:val="fr-FR"/>
        </w:rPr>
      </w:pPr>
      <w:r w:rsidRPr="000F1DEC">
        <w:rPr>
          <w:color w:val="auto"/>
          <w:lang w:val="fr-FR"/>
        </w:rPr>
        <w:t>CA_CERT_3_CN</w:t>
      </w:r>
      <w:r w:rsidRPr="000F1DEC">
        <w:rPr>
          <w:color w:val="auto"/>
          <w:lang w:val="fr-FR"/>
        </w:rPr>
        <w:tab/>
        <w:t>=</w:t>
      </w:r>
      <w:r w:rsidRPr="000F1DEC">
        <w:rPr>
          <w:color w:val="auto"/>
          <w:lang w:val="fr-FR"/>
        </w:rPr>
        <w:tab/>
        <w:t>ESTEID-SK 2007</w:t>
      </w:r>
    </w:p>
    <w:p w14:paraId="1C0307E4" w14:textId="77777777" w:rsidR="00CC3AA1" w:rsidRPr="00CC3AA1" w:rsidRDefault="00CC3AA1" w:rsidP="00CC3AA1">
      <w:pPr>
        <w:pStyle w:val="config-sample"/>
        <w:rPr>
          <w:color w:val="auto"/>
          <w:lang w:val="en-GB"/>
        </w:rPr>
      </w:pPr>
      <w:r w:rsidRPr="00CC3AA1">
        <w:rPr>
          <w:color w:val="auto"/>
          <w:lang w:val="en-GB"/>
        </w:rPr>
        <w:t>CA_CERT_4</w:t>
      </w:r>
      <w:r>
        <w:rPr>
          <w:color w:val="auto"/>
          <w:lang w:val="en-GB"/>
        </w:rPr>
        <w:tab/>
        <w:t>=</w:t>
      </w:r>
      <w:r>
        <w:rPr>
          <w:color w:val="auto"/>
          <w:lang w:val="en-GB"/>
        </w:rPr>
        <w:tab/>
      </w:r>
      <w:r w:rsidRPr="00CC3AA1">
        <w:rPr>
          <w:color w:val="auto"/>
          <w:lang w:val="en-GB"/>
        </w:rPr>
        <w:t>KLASS3-SK.crt</w:t>
      </w:r>
    </w:p>
    <w:p w14:paraId="3B5276CB" w14:textId="77777777" w:rsidR="00CC3AA1" w:rsidRPr="00CC3AA1" w:rsidRDefault="00CC3AA1" w:rsidP="00CC3AA1">
      <w:pPr>
        <w:pStyle w:val="config-sample"/>
        <w:rPr>
          <w:color w:val="auto"/>
          <w:lang w:val="en-GB"/>
        </w:rPr>
      </w:pPr>
      <w:r w:rsidRPr="00CC3AA1">
        <w:rPr>
          <w:color w:val="auto"/>
          <w:lang w:val="en-GB"/>
        </w:rPr>
        <w:t>CA_CERT_4_CN</w:t>
      </w:r>
      <w:r>
        <w:rPr>
          <w:color w:val="auto"/>
          <w:lang w:val="en-GB"/>
        </w:rPr>
        <w:tab/>
        <w:t>=</w:t>
      </w:r>
      <w:r>
        <w:rPr>
          <w:color w:val="auto"/>
          <w:lang w:val="en-GB"/>
        </w:rPr>
        <w:tab/>
      </w:r>
      <w:r w:rsidRPr="00CC3AA1">
        <w:rPr>
          <w:color w:val="auto"/>
          <w:lang w:val="en-GB"/>
        </w:rPr>
        <w:t>KLASS3-SK</w:t>
      </w:r>
    </w:p>
    <w:p w14:paraId="65A41E1D" w14:textId="77777777" w:rsidR="00CC3AA1" w:rsidRPr="00CC3AA1" w:rsidRDefault="00CC3AA1" w:rsidP="00CC3AA1">
      <w:pPr>
        <w:pStyle w:val="config-sample"/>
        <w:rPr>
          <w:color w:val="auto"/>
          <w:lang w:val="en-GB"/>
        </w:rPr>
      </w:pPr>
      <w:r w:rsidRPr="00CC3AA1">
        <w:rPr>
          <w:color w:val="auto"/>
          <w:lang w:val="en-GB"/>
        </w:rPr>
        <w:t>CA_CERT_5</w:t>
      </w:r>
      <w:r>
        <w:rPr>
          <w:color w:val="auto"/>
          <w:lang w:val="en-GB"/>
        </w:rPr>
        <w:tab/>
        <w:t>=</w:t>
      </w:r>
      <w:r>
        <w:rPr>
          <w:color w:val="auto"/>
          <w:lang w:val="en-GB"/>
        </w:rPr>
        <w:tab/>
      </w:r>
      <w:r w:rsidRPr="00CC3AA1">
        <w:rPr>
          <w:color w:val="auto"/>
          <w:lang w:val="en-GB"/>
        </w:rPr>
        <w:t>KLASS3-SK 2010.crt</w:t>
      </w:r>
    </w:p>
    <w:p w14:paraId="64242C9A" w14:textId="77777777" w:rsidR="00CC3AA1" w:rsidRPr="00CC3AA1" w:rsidRDefault="00CC3AA1" w:rsidP="00CC3AA1">
      <w:pPr>
        <w:pStyle w:val="config-sample"/>
        <w:rPr>
          <w:color w:val="auto"/>
          <w:lang w:val="en-GB"/>
        </w:rPr>
      </w:pPr>
      <w:r w:rsidRPr="00CC3AA1">
        <w:rPr>
          <w:color w:val="auto"/>
          <w:lang w:val="en-GB"/>
        </w:rPr>
        <w:t>CA_CERT_5_CN</w:t>
      </w:r>
      <w:r>
        <w:rPr>
          <w:color w:val="auto"/>
          <w:lang w:val="en-GB"/>
        </w:rPr>
        <w:tab/>
        <w:t>=</w:t>
      </w:r>
      <w:r>
        <w:rPr>
          <w:color w:val="auto"/>
          <w:lang w:val="en-GB"/>
        </w:rPr>
        <w:tab/>
      </w:r>
      <w:r w:rsidRPr="00CC3AA1">
        <w:rPr>
          <w:color w:val="auto"/>
          <w:lang w:val="en-GB"/>
        </w:rPr>
        <w:t>KLASS3-SK 2010</w:t>
      </w:r>
    </w:p>
    <w:p w14:paraId="2C4D8BD7" w14:textId="09C4CBC8" w:rsidR="00386A12" w:rsidRPr="00386A12" w:rsidRDefault="00386A12" w:rsidP="00386A12">
      <w:pPr>
        <w:pStyle w:val="config-sample"/>
        <w:rPr>
          <w:color w:val="auto"/>
          <w:lang w:val="en-GB"/>
        </w:rPr>
      </w:pPr>
      <w:r w:rsidRPr="00386A12">
        <w:rPr>
          <w:color w:val="auto"/>
          <w:lang w:val="en-GB"/>
        </w:rPr>
        <w:t>CA_CERT_6</w:t>
      </w:r>
      <w:r>
        <w:rPr>
          <w:color w:val="auto"/>
          <w:lang w:val="en-GB"/>
        </w:rPr>
        <w:tab/>
        <w:t>=</w:t>
      </w:r>
      <w:r>
        <w:rPr>
          <w:color w:val="auto"/>
          <w:lang w:val="en-GB"/>
        </w:rPr>
        <w:tab/>
      </w:r>
      <w:r w:rsidRPr="00386A12">
        <w:rPr>
          <w:color w:val="auto"/>
          <w:lang w:val="en-GB"/>
        </w:rPr>
        <w:t>KLASS3-SK 2010 EECCRCA.crt</w:t>
      </w:r>
    </w:p>
    <w:p w14:paraId="35FA797E" w14:textId="372F8389" w:rsidR="00386A12" w:rsidRPr="00386A12" w:rsidRDefault="00386A12" w:rsidP="00386A12">
      <w:pPr>
        <w:pStyle w:val="config-sample"/>
        <w:rPr>
          <w:color w:val="auto"/>
          <w:lang w:val="en-GB"/>
        </w:rPr>
      </w:pPr>
      <w:r w:rsidRPr="00386A12">
        <w:rPr>
          <w:color w:val="auto"/>
          <w:lang w:val="en-GB"/>
        </w:rPr>
        <w:t>CA_CERT_6_CN</w:t>
      </w:r>
      <w:r>
        <w:rPr>
          <w:color w:val="auto"/>
          <w:lang w:val="en-GB"/>
        </w:rPr>
        <w:tab/>
        <w:t>=</w:t>
      </w:r>
      <w:r>
        <w:rPr>
          <w:color w:val="auto"/>
          <w:lang w:val="en-GB"/>
        </w:rPr>
        <w:tab/>
      </w:r>
      <w:r w:rsidRPr="00386A12">
        <w:rPr>
          <w:color w:val="auto"/>
          <w:lang w:val="en-GB"/>
        </w:rPr>
        <w:t>KLASS3-SK 2010</w:t>
      </w:r>
    </w:p>
    <w:p w14:paraId="6C7710DC" w14:textId="6A0FDBD4" w:rsidR="00386A12" w:rsidRPr="00386A12" w:rsidRDefault="00386A12" w:rsidP="00386A12">
      <w:pPr>
        <w:pStyle w:val="config-sample"/>
        <w:rPr>
          <w:color w:val="auto"/>
          <w:lang w:val="en-GB"/>
        </w:rPr>
      </w:pPr>
      <w:r w:rsidRPr="00386A12">
        <w:rPr>
          <w:color w:val="auto"/>
          <w:lang w:val="en-GB"/>
        </w:rPr>
        <w:t>CA_CERT_7</w:t>
      </w:r>
      <w:r>
        <w:rPr>
          <w:color w:val="auto"/>
          <w:lang w:val="en-GB"/>
        </w:rPr>
        <w:tab/>
        <w:t>=</w:t>
      </w:r>
      <w:r>
        <w:rPr>
          <w:color w:val="auto"/>
          <w:lang w:val="en-GB"/>
        </w:rPr>
        <w:tab/>
      </w:r>
      <w:r w:rsidRPr="00386A12">
        <w:rPr>
          <w:color w:val="auto"/>
          <w:lang w:val="en-GB"/>
        </w:rPr>
        <w:t>EID-SK.crt</w:t>
      </w:r>
    </w:p>
    <w:p w14:paraId="2ECEAFC6" w14:textId="7BD06705" w:rsidR="00386A12" w:rsidRPr="00386A12" w:rsidRDefault="00386A12" w:rsidP="00386A12">
      <w:pPr>
        <w:pStyle w:val="config-sample"/>
        <w:rPr>
          <w:color w:val="auto"/>
          <w:lang w:val="en-GB"/>
        </w:rPr>
      </w:pPr>
      <w:r w:rsidRPr="00386A12">
        <w:rPr>
          <w:color w:val="auto"/>
          <w:lang w:val="en-GB"/>
        </w:rPr>
        <w:t>CA_CERT_7_CN</w:t>
      </w:r>
      <w:r>
        <w:rPr>
          <w:color w:val="auto"/>
          <w:lang w:val="en-GB"/>
        </w:rPr>
        <w:tab/>
        <w:t>=</w:t>
      </w:r>
      <w:r>
        <w:rPr>
          <w:color w:val="auto"/>
          <w:lang w:val="en-GB"/>
        </w:rPr>
        <w:tab/>
      </w:r>
      <w:r w:rsidRPr="00386A12">
        <w:rPr>
          <w:color w:val="auto"/>
          <w:lang w:val="en-GB"/>
        </w:rPr>
        <w:t>EID-SK</w:t>
      </w:r>
    </w:p>
    <w:p w14:paraId="4A3A0F7A" w14:textId="61A059F2" w:rsidR="00386A12" w:rsidRPr="00386A12" w:rsidRDefault="00386A12" w:rsidP="00386A12">
      <w:pPr>
        <w:pStyle w:val="config-sample"/>
        <w:rPr>
          <w:color w:val="auto"/>
          <w:lang w:val="en-GB"/>
        </w:rPr>
      </w:pPr>
      <w:r w:rsidRPr="00386A12">
        <w:rPr>
          <w:color w:val="auto"/>
          <w:lang w:val="en-GB"/>
        </w:rPr>
        <w:t>CA_CERT_8</w:t>
      </w:r>
      <w:r>
        <w:rPr>
          <w:color w:val="auto"/>
          <w:lang w:val="en-GB"/>
        </w:rPr>
        <w:tab/>
        <w:t>=</w:t>
      </w:r>
      <w:r>
        <w:rPr>
          <w:color w:val="auto"/>
          <w:lang w:val="en-GB"/>
        </w:rPr>
        <w:tab/>
      </w:r>
      <w:r w:rsidRPr="00386A12">
        <w:rPr>
          <w:color w:val="auto"/>
          <w:lang w:val="en-GB"/>
        </w:rPr>
        <w:t>EID-SK 2007.crt</w:t>
      </w:r>
    </w:p>
    <w:p w14:paraId="6B9B261B" w14:textId="17D6CA42" w:rsidR="00386A12" w:rsidRPr="00386A12" w:rsidRDefault="00386A12" w:rsidP="00386A12">
      <w:pPr>
        <w:pStyle w:val="config-sample"/>
        <w:rPr>
          <w:color w:val="auto"/>
          <w:lang w:val="en-GB"/>
        </w:rPr>
      </w:pPr>
      <w:r w:rsidRPr="00386A12">
        <w:rPr>
          <w:color w:val="auto"/>
          <w:lang w:val="en-GB"/>
        </w:rPr>
        <w:t>CA_CERT_8_CN</w:t>
      </w:r>
      <w:r>
        <w:rPr>
          <w:color w:val="auto"/>
          <w:lang w:val="en-GB"/>
        </w:rPr>
        <w:tab/>
        <w:t>=</w:t>
      </w:r>
      <w:r>
        <w:rPr>
          <w:color w:val="auto"/>
          <w:lang w:val="en-GB"/>
        </w:rPr>
        <w:tab/>
      </w:r>
      <w:r w:rsidRPr="00386A12">
        <w:rPr>
          <w:color w:val="auto"/>
          <w:lang w:val="en-GB"/>
        </w:rPr>
        <w:t>EID-SK 2007</w:t>
      </w:r>
    </w:p>
    <w:p w14:paraId="3A11C64E" w14:textId="3F57A9F1" w:rsidR="00386A12" w:rsidRPr="00386A12" w:rsidRDefault="00386A12" w:rsidP="00386A12">
      <w:pPr>
        <w:pStyle w:val="config-sample"/>
        <w:rPr>
          <w:color w:val="auto"/>
          <w:lang w:val="en-GB"/>
        </w:rPr>
      </w:pPr>
      <w:r w:rsidRPr="00386A12">
        <w:rPr>
          <w:color w:val="auto"/>
          <w:lang w:val="en-GB"/>
        </w:rPr>
        <w:t>CA_CERT_9</w:t>
      </w:r>
      <w:r>
        <w:rPr>
          <w:color w:val="auto"/>
          <w:lang w:val="en-GB"/>
        </w:rPr>
        <w:tab/>
        <w:t>=</w:t>
      </w:r>
      <w:r>
        <w:rPr>
          <w:color w:val="auto"/>
          <w:lang w:val="en-GB"/>
        </w:rPr>
        <w:tab/>
      </w:r>
      <w:r w:rsidRPr="00386A12">
        <w:rPr>
          <w:color w:val="auto"/>
          <w:lang w:val="en-GB"/>
        </w:rPr>
        <w:t>EECCRCA.crt</w:t>
      </w:r>
    </w:p>
    <w:p w14:paraId="56F178C6" w14:textId="4B47D894" w:rsidR="00386A12" w:rsidRPr="00386A12" w:rsidRDefault="00386A12" w:rsidP="00386A12">
      <w:pPr>
        <w:pStyle w:val="config-sample"/>
        <w:rPr>
          <w:color w:val="auto"/>
          <w:lang w:val="en-GB"/>
        </w:rPr>
      </w:pPr>
      <w:r w:rsidRPr="00386A12">
        <w:rPr>
          <w:color w:val="auto"/>
          <w:lang w:val="en-GB"/>
        </w:rPr>
        <w:t>CA_CERT_9_CN</w:t>
      </w:r>
      <w:r>
        <w:rPr>
          <w:color w:val="auto"/>
          <w:lang w:val="en-GB"/>
        </w:rPr>
        <w:tab/>
        <w:t>=</w:t>
      </w:r>
      <w:r>
        <w:rPr>
          <w:color w:val="auto"/>
          <w:lang w:val="en-GB"/>
        </w:rPr>
        <w:tab/>
      </w:r>
      <w:r w:rsidRPr="00386A12">
        <w:rPr>
          <w:color w:val="auto"/>
          <w:lang w:val="en-GB"/>
        </w:rPr>
        <w:t>EE Certification Centre Root CA</w:t>
      </w:r>
    </w:p>
    <w:p w14:paraId="08B326FD" w14:textId="76AB9BC8" w:rsidR="00386A12" w:rsidRPr="00386A12" w:rsidRDefault="00386A12" w:rsidP="00386A12">
      <w:pPr>
        <w:pStyle w:val="config-sample"/>
        <w:rPr>
          <w:color w:val="auto"/>
          <w:lang w:val="en-GB"/>
        </w:rPr>
      </w:pPr>
      <w:r w:rsidRPr="00386A12">
        <w:rPr>
          <w:color w:val="auto"/>
          <w:lang w:val="en-GB"/>
        </w:rPr>
        <w:t>CA_CERT_10</w:t>
      </w:r>
      <w:r>
        <w:rPr>
          <w:color w:val="auto"/>
          <w:lang w:val="en-GB"/>
        </w:rPr>
        <w:tab/>
        <w:t>=</w:t>
      </w:r>
      <w:r>
        <w:rPr>
          <w:color w:val="auto"/>
          <w:lang w:val="en-GB"/>
        </w:rPr>
        <w:tab/>
      </w:r>
      <w:r w:rsidRPr="00386A12">
        <w:rPr>
          <w:color w:val="auto"/>
          <w:lang w:val="en-GB"/>
        </w:rPr>
        <w:t>ESTEID-SK 2011.crt</w:t>
      </w:r>
    </w:p>
    <w:p w14:paraId="5BEB7054" w14:textId="5B9ACDB4" w:rsidR="00386A12" w:rsidRPr="00386A12" w:rsidRDefault="00386A12" w:rsidP="00386A12">
      <w:pPr>
        <w:pStyle w:val="config-sample"/>
        <w:rPr>
          <w:color w:val="auto"/>
          <w:lang w:val="en-GB"/>
        </w:rPr>
      </w:pPr>
      <w:r w:rsidRPr="00386A12">
        <w:rPr>
          <w:color w:val="auto"/>
          <w:lang w:val="en-GB"/>
        </w:rPr>
        <w:t>CA_CERT_10_CN</w:t>
      </w:r>
      <w:r>
        <w:rPr>
          <w:color w:val="auto"/>
          <w:lang w:val="en-GB"/>
        </w:rPr>
        <w:tab/>
        <w:t>=</w:t>
      </w:r>
      <w:r>
        <w:rPr>
          <w:color w:val="auto"/>
          <w:lang w:val="en-GB"/>
        </w:rPr>
        <w:tab/>
      </w:r>
      <w:r w:rsidRPr="00386A12">
        <w:rPr>
          <w:color w:val="auto"/>
          <w:lang w:val="en-GB"/>
        </w:rPr>
        <w:t>ESTEID-SK 2011</w:t>
      </w:r>
    </w:p>
    <w:p w14:paraId="72413E19" w14:textId="0B3EDF8C" w:rsidR="00386A12" w:rsidRPr="00386A12" w:rsidRDefault="00386A12" w:rsidP="00386A12">
      <w:pPr>
        <w:pStyle w:val="config-sample"/>
        <w:rPr>
          <w:color w:val="auto"/>
          <w:lang w:val="en-GB"/>
        </w:rPr>
      </w:pPr>
      <w:r w:rsidRPr="00386A12">
        <w:rPr>
          <w:color w:val="auto"/>
          <w:lang w:val="en-GB"/>
        </w:rPr>
        <w:t>CA_CERT_11</w:t>
      </w:r>
      <w:r>
        <w:rPr>
          <w:color w:val="auto"/>
          <w:lang w:val="en-GB"/>
        </w:rPr>
        <w:tab/>
        <w:t>=</w:t>
      </w:r>
      <w:r>
        <w:rPr>
          <w:color w:val="auto"/>
          <w:lang w:val="en-GB"/>
        </w:rPr>
        <w:tab/>
      </w:r>
      <w:r w:rsidRPr="00386A12">
        <w:rPr>
          <w:color w:val="auto"/>
          <w:lang w:val="en-GB"/>
        </w:rPr>
        <w:t>EID-SK 2011.crt</w:t>
      </w:r>
    </w:p>
    <w:p w14:paraId="4BF84163" w14:textId="18494979" w:rsidR="00386A12" w:rsidRPr="00386A12" w:rsidRDefault="00386A12" w:rsidP="00386A12">
      <w:pPr>
        <w:pStyle w:val="config-sample"/>
        <w:rPr>
          <w:color w:val="auto"/>
          <w:lang w:val="en-GB"/>
        </w:rPr>
      </w:pPr>
      <w:r w:rsidRPr="00386A12">
        <w:rPr>
          <w:color w:val="auto"/>
          <w:lang w:val="en-GB"/>
        </w:rPr>
        <w:t>CA_CERT_11_CN</w:t>
      </w:r>
      <w:r>
        <w:rPr>
          <w:color w:val="auto"/>
          <w:lang w:val="en-GB"/>
        </w:rPr>
        <w:tab/>
        <w:t>=</w:t>
      </w:r>
      <w:r>
        <w:rPr>
          <w:color w:val="auto"/>
          <w:lang w:val="en-GB"/>
        </w:rPr>
        <w:tab/>
      </w:r>
      <w:r w:rsidRPr="00386A12">
        <w:rPr>
          <w:color w:val="auto"/>
          <w:lang w:val="en-GB"/>
        </w:rPr>
        <w:t>EID-SK 2011</w:t>
      </w:r>
    </w:p>
    <w:p w14:paraId="0D477E16" w14:textId="77777777" w:rsidR="001F5C95" w:rsidRDefault="001F5C95" w:rsidP="00386A12">
      <w:pPr>
        <w:pStyle w:val="config-sample"/>
        <w:rPr>
          <w:color w:val="00B050"/>
          <w:lang w:val="en-GB"/>
        </w:rPr>
      </w:pPr>
    </w:p>
    <w:p w14:paraId="0DF159FF" w14:textId="581DDEA0" w:rsidR="00386A12" w:rsidRPr="001F5C95" w:rsidRDefault="001F5C95" w:rsidP="00386A12">
      <w:pPr>
        <w:pStyle w:val="config-sample"/>
        <w:rPr>
          <w:color w:val="00B050"/>
          <w:lang w:val="en-GB"/>
        </w:rPr>
      </w:pPr>
      <w:r>
        <w:rPr>
          <w:color w:val="00B050"/>
          <w:lang w:val="en-GB"/>
        </w:rPr>
        <w:t># Certificates for Estonian test ID-cards</w:t>
      </w:r>
    </w:p>
    <w:p w14:paraId="7F1635BE" w14:textId="304F189B" w:rsidR="00386A12" w:rsidRPr="00386A12" w:rsidRDefault="00386A12" w:rsidP="00386A12">
      <w:pPr>
        <w:pStyle w:val="config-sample"/>
        <w:rPr>
          <w:color w:val="auto"/>
          <w:lang w:val="en-GB"/>
        </w:rPr>
      </w:pPr>
      <w:r w:rsidRPr="00386A12">
        <w:rPr>
          <w:color w:val="auto"/>
          <w:lang w:val="en-GB"/>
        </w:rPr>
        <w:t>CA_CERT_12</w:t>
      </w:r>
      <w:r>
        <w:rPr>
          <w:color w:val="auto"/>
          <w:lang w:val="en-GB"/>
        </w:rPr>
        <w:tab/>
        <w:t>=</w:t>
      </w:r>
      <w:r>
        <w:rPr>
          <w:color w:val="auto"/>
          <w:lang w:val="en-GB"/>
        </w:rPr>
        <w:tab/>
      </w:r>
      <w:r w:rsidRPr="00386A12">
        <w:rPr>
          <w:color w:val="auto"/>
          <w:lang w:val="en-GB"/>
        </w:rPr>
        <w:t>TEST Juur-SK.crt</w:t>
      </w:r>
    </w:p>
    <w:p w14:paraId="1218BD60" w14:textId="08D8AEF1" w:rsidR="00386A12" w:rsidRPr="00386A12" w:rsidRDefault="00386A12" w:rsidP="00386A12">
      <w:pPr>
        <w:pStyle w:val="config-sample"/>
        <w:rPr>
          <w:color w:val="auto"/>
          <w:lang w:val="en-GB"/>
        </w:rPr>
      </w:pPr>
      <w:r w:rsidRPr="00386A12">
        <w:rPr>
          <w:color w:val="auto"/>
          <w:lang w:val="en-GB"/>
        </w:rPr>
        <w:t>CA_CERT_12_CN</w:t>
      </w:r>
      <w:r>
        <w:rPr>
          <w:color w:val="auto"/>
          <w:lang w:val="en-GB"/>
        </w:rPr>
        <w:tab/>
        <w:t>=</w:t>
      </w:r>
      <w:r>
        <w:rPr>
          <w:color w:val="auto"/>
          <w:lang w:val="en-GB"/>
        </w:rPr>
        <w:tab/>
      </w:r>
      <w:r w:rsidRPr="00386A12">
        <w:rPr>
          <w:color w:val="auto"/>
          <w:lang w:val="en-GB"/>
        </w:rPr>
        <w:t>TEST Juur-SK</w:t>
      </w:r>
    </w:p>
    <w:p w14:paraId="5A25CF62" w14:textId="79C4EDED" w:rsidR="00386A12" w:rsidRPr="00386A12" w:rsidRDefault="00386A12" w:rsidP="00386A12">
      <w:pPr>
        <w:pStyle w:val="config-sample"/>
        <w:rPr>
          <w:color w:val="auto"/>
          <w:lang w:val="en-GB"/>
        </w:rPr>
      </w:pPr>
      <w:r w:rsidRPr="00386A12">
        <w:rPr>
          <w:color w:val="auto"/>
          <w:lang w:val="en-GB"/>
        </w:rPr>
        <w:t>CA_CERT_13</w:t>
      </w:r>
      <w:r>
        <w:rPr>
          <w:color w:val="auto"/>
          <w:lang w:val="en-GB"/>
        </w:rPr>
        <w:tab/>
        <w:t>=</w:t>
      </w:r>
      <w:r>
        <w:rPr>
          <w:color w:val="auto"/>
          <w:lang w:val="en-GB"/>
        </w:rPr>
        <w:tab/>
      </w:r>
      <w:r w:rsidRPr="00386A12">
        <w:rPr>
          <w:color w:val="auto"/>
          <w:lang w:val="en-GB"/>
        </w:rPr>
        <w:t>TEST-SK.crt</w:t>
      </w:r>
    </w:p>
    <w:p w14:paraId="30BFC124" w14:textId="0774686D" w:rsidR="00386A12" w:rsidRPr="00386A12" w:rsidRDefault="00386A12" w:rsidP="00386A12">
      <w:pPr>
        <w:pStyle w:val="config-sample"/>
        <w:rPr>
          <w:color w:val="auto"/>
          <w:lang w:val="en-GB"/>
        </w:rPr>
      </w:pPr>
      <w:r w:rsidRPr="00386A12">
        <w:rPr>
          <w:color w:val="auto"/>
          <w:lang w:val="en-GB"/>
        </w:rPr>
        <w:t>CA_CERT_13_CN</w:t>
      </w:r>
      <w:r>
        <w:rPr>
          <w:color w:val="auto"/>
          <w:lang w:val="en-GB"/>
        </w:rPr>
        <w:tab/>
        <w:t>=</w:t>
      </w:r>
      <w:r>
        <w:rPr>
          <w:color w:val="auto"/>
          <w:lang w:val="en-GB"/>
        </w:rPr>
        <w:tab/>
      </w:r>
      <w:r w:rsidRPr="00386A12">
        <w:rPr>
          <w:color w:val="auto"/>
          <w:lang w:val="en-GB"/>
        </w:rPr>
        <w:t>TEST-SK</w:t>
      </w:r>
    </w:p>
    <w:p w14:paraId="476153D3" w14:textId="2B3579D7" w:rsidR="00386A12" w:rsidRPr="00386A12" w:rsidRDefault="00386A12" w:rsidP="00386A12">
      <w:pPr>
        <w:pStyle w:val="config-sample"/>
        <w:rPr>
          <w:color w:val="auto"/>
          <w:lang w:val="en-GB"/>
        </w:rPr>
      </w:pPr>
      <w:r w:rsidRPr="00386A12">
        <w:rPr>
          <w:color w:val="auto"/>
          <w:lang w:val="en-GB"/>
        </w:rPr>
        <w:t>CA_CERT_14</w:t>
      </w:r>
      <w:r>
        <w:rPr>
          <w:color w:val="auto"/>
          <w:lang w:val="en-GB"/>
        </w:rPr>
        <w:tab/>
        <w:t>=</w:t>
      </w:r>
      <w:r>
        <w:rPr>
          <w:color w:val="auto"/>
          <w:lang w:val="en-GB"/>
        </w:rPr>
        <w:tab/>
      </w:r>
      <w:r w:rsidRPr="00386A12">
        <w:rPr>
          <w:color w:val="auto"/>
          <w:lang w:val="en-GB"/>
        </w:rPr>
        <w:t>TEST EECCRCA.crt</w:t>
      </w:r>
    </w:p>
    <w:p w14:paraId="7BD9A602" w14:textId="55FA8B07" w:rsidR="00386A12" w:rsidRPr="00386A12" w:rsidRDefault="00386A12" w:rsidP="00386A12">
      <w:pPr>
        <w:pStyle w:val="config-sample"/>
        <w:rPr>
          <w:color w:val="auto"/>
          <w:lang w:val="en-GB"/>
        </w:rPr>
      </w:pPr>
      <w:r w:rsidRPr="00386A12">
        <w:rPr>
          <w:color w:val="auto"/>
          <w:lang w:val="en-GB"/>
        </w:rPr>
        <w:t>CA_CERT_14_CN</w:t>
      </w:r>
      <w:r>
        <w:rPr>
          <w:color w:val="auto"/>
          <w:lang w:val="en-GB"/>
        </w:rPr>
        <w:tab/>
        <w:t>=</w:t>
      </w:r>
      <w:r>
        <w:rPr>
          <w:color w:val="auto"/>
          <w:lang w:val="en-GB"/>
        </w:rPr>
        <w:tab/>
      </w:r>
      <w:r w:rsidRPr="00386A12">
        <w:rPr>
          <w:color w:val="auto"/>
          <w:lang w:val="en-GB"/>
        </w:rPr>
        <w:t>TEST of EE Certification Centre Root CA</w:t>
      </w:r>
    </w:p>
    <w:p w14:paraId="67C28B31" w14:textId="32F4E07C" w:rsidR="00386A12" w:rsidRPr="00386A12" w:rsidRDefault="00386A12" w:rsidP="00386A12">
      <w:pPr>
        <w:pStyle w:val="config-sample"/>
        <w:rPr>
          <w:color w:val="auto"/>
          <w:lang w:val="en-GB"/>
        </w:rPr>
      </w:pPr>
      <w:r w:rsidRPr="00386A12">
        <w:rPr>
          <w:color w:val="auto"/>
          <w:lang w:val="en-GB"/>
        </w:rPr>
        <w:t>CA_CERT_15</w:t>
      </w:r>
      <w:r>
        <w:rPr>
          <w:color w:val="auto"/>
          <w:lang w:val="en-GB"/>
        </w:rPr>
        <w:tab/>
        <w:t>=</w:t>
      </w:r>
      <w:r>
        <w:rPr>
          <w:color w:val="auto"/>
          <w:lang w:val="en-GB"/>
        </w:rPr>
        <w:tab/>
      </w:r>
      <w:r w:rsidRPr="00386A12">
        <w:rPr>
          <w:color w:val="auto"/>
          <w:lang w:val="en-GB"/>
        </w:rPr>
        <w:t>TEST ESTEID-SK 2011.crt</w:t>
      </w:r>
    </w:p>
    <w:p w14:paraId="2D62C95E" w14:textId="09726495" w:rsidR="00386A12" w:rsidRPr="00386A12" w:rsidRDefault="00386A12" w:rsidP="00386A12">
      <w:pPr>
        <w:pStyle w:val="config-sample"/>
        <w:rPr>
          <w:color w:val="auto"/>
          <w:lang w:val="en-GB"/>
        </w:rPr>
      </w:pPr>
      <w:r w:rsidRPr="00386A12">
        <w:rPr>
          <w:color w:val="auto"/>
          <w:lang w:val="en-GB"/>
        </w:rPr>
        <w:t>CA_CERT_15_CN</w:t>
      </w:r>
      <w:r>
        <w:rPr>
          <w:color w:val="auto"/>
          <w:lang w:val="en-GB"/>
        </w:rPr>
        <w:tab/>
        <w:t>=</w:t>
      </w:r>
      <w:r>
        <w:rPr>
          <w:color w:val="auto"/>
          <w:lang w:val="en-GB"/>
        </w:rPr>
        <w:tab/>
      </w:r>
      <w:r w:rsidRPr="00386A12">
        <w:rPr>
          <w:color w:val="auto"/>
          <w:lang w:val="en-GB"/>
        </w:rPr>
        <w:t>TEST of ESTEID-SK 2011</w:t>
      </w:r>
    </w:p>
    <w:p w14:paraId="41D3EA93" w14:textId="263B4795" w:rsidR="00386A12" w:rsidRPr="00386A12" w:rsidRDefault="00386A12" w:rsidP="00386A12">
      <w:pPr>
        <w:pStyle w:val="config-sample"/>
        <w:rPr>
          <w:color w:val="auto"/>
          <w:lang w:val="en-GB"/>
        </w:rPr>
      </w:pPr>
      <w:r w:rsidRPr="00386A12">
        <w:rPr>
          <w:color w:val="auto"/>
          <w:lang w:val="en-GB"/>
        </w:rPr>
        <w:t>CA_CERT_16</w:t>
      </w:r>
      <w:r>
        <w:rPr>
          <w:color w:val="auto"/>
          <w:lang w:val="en-GB"/>
        </w:rPr>
        <w:tab/>
        <w:t>=</w:t>
      </w:r>
      <w:r>
        <w:rPr>
          <w:color w:val="auto"/>
          <w:lang w:val="en-GB"/>
        </w:rPr>
        <w:tab/>
      </w:r>
      <w:r w:rsidRPr="00386A12">
        <w:rPr>
          <w:color w:val="auto"/>
          <w:lang w:val="en-GB"/>
        </w:rPr>
        <w:t>TEST EID-SK 2011.crt</w:t>
      </w:r>
    </w:p>
    <w:p w14:paraId="79DAD18E" w14:textId="6FE51C0A" w:rsidR="00386A12" w:rsidRPr="00386A12" w:rsidRDefault="00386A12" w:rsidP="00386A12">
      <w:pPr>
        <w:pStyle w:val="config-sample"/>
        <w:rPr>
          <w:color w:val="auto"/>
          <w:lang w:val="en-GB"/>
        </w:rPr>
      </w:pPr>
      <w:r w:rsidRPr="00386A12">
        <w:rPr>
          <w:color w:val="auto"/>
          <w:lang w:val="en-GB"/>
        </w:rPr>
        <w:t>CA_CERT_16_CN</w:t>
      </w:r>
      <w:r>
        <w:rPr>
          <w:color w:val="auto"/>
          <w:lang w:val="en-GB"/>
        </w:rPr>
        <w:tab/>
        <w:t>=</w:t>
      </w:r>
      <w:r>
        <w:rPr>
          <w:color w:val="auto"/>
          <w:lang w:val="en-GB"/>
        </w:rPr>
        <w:tab/>
      </w:r>
      <w:r w:rsidRPr="00386A12">
        <w:rPr>
          <w:color w:val="auto"/>
          <w:lang w:val="en-GB"/>
        </w:rPr>
        <w:t>TEST of EID-SK 2011</w:t>
      </w:r>
    </w:p>
    <w:p w14:paraId="5AA631B7" w14:textId="7A10CB8A" w:rsidR="00386A12" w:rsidRPr="00386A12" w:rsidRDefault="00386A12" w:rsidP="00386A12">
      <w:pPr>
        <w:pStyle w:val="config-sample"/>
        <w:rPr>
          <w:color w:val="auto"/>
          <w:lang w:val="en-GB"/>
        </w:rPr>
      </w:pPr>
      <w:r w:rsidRPr="00386A12">
        <w:rPr>
          <w:color w:val="auto"/>
          <w:lang w:val="en-GB"/>
        </w:rPr>
        <w:t>CA_CERT_17</w:t>
      </w:r>
      <w:r>
        <w:rPr>
          <w:color w:val="auto"/>
          <w:lang w:val="en-GB"/>
        </w:rPr>
        <w:tab/>
        <w:t>=</w:t>
      </w:r>
      <w:r>
        <w:rPr>
          <w:color w:val="auto"/>
          <w:lang w:val="en-GB"/>
        </w:rPr>
        <w:tab/>
      </w:r>
      <w:r w:rsidRPr="00386A12">
        <w:rPr>
          <w:color w:val="auto"/>
          <w:lang w:val="en-GB"/>
        </w:rPr>
        <w:t>TEST KLASS3 2010.crt</w:t>
      </w:r>
    </w:p>
    <w:p w14:paraId="34CE2082" w14:textId="266F427B" w:rsidR="00386A12" w:rsidRPr="00386A12" w:rsidRDefault="00386A12" w:rsidP="00386A12">
      <w:pPr>
        <w:pStyle w:val="config-sample"/>
        <w:rPr>
          <w:color w:val="auto"/>
          <w:lang w:val="en-GB"/>
        </w:rPr>
      </w:pPr>
      <w:r w:rsidRPr="00386A12">
        <w:rPr>
          <w:color w:val="auto"/>
          <w:lang w:val="en-GB"/>
        </w:rPr>
        <w:t>CA_CERT_17_CN</w:t>
      </w:r>
      <w:r>
        <w:rPr>
          <w:color w:val="auto"/>
          <w:lang w:val="en-GB"/>
        </w:rPr>
        <w:tab/>
        <w:t>=</w:t>
      </w:r>
      <w:r>
        <w:rPr>
          <w:color w:val="auto"/>
          <w:lang w:val="en-GB"/>
        </w:rPr>
        <w:tab/>
      </w:r>
      <w:r w:rsidRPr="00386A12">
        <w:rPr>
          <w:color w:val="auto"/>
          <w:lang w:val="en-GB"/>
        </w:rPr>
        <w:t>TEST of KLASS3-SK 2010</w:t>
      </w:r>
    </w:p>
    <w:p w14:paraId="62C1EBB3" w14:textId="77777777" w:rsidR="00386A12" w:rsidRDefault="00386A12" w:rsidP="00386A12">
      <w:pPr>
        <w:pStyle w:val="config-sample"/>
        <w:rPr>
          <w:color w:val="auto"/>
          <w:lang w:val="en-GB"/>
        </w:rPr>
      </w:pPr>
    </w:p>
    <w:p w14:paraId="20691F37" w14:textId="77777777" w:rsidR="005D0092" w:rsidRPr="00751DBB" w:rsidRDefault="000A3504" w:rsidP="000A3504">
      <w:pPr>
        <w:pStyle w:val="config-sample"/>
        <w:rPr>
          <w:b/>
          <w:color w:val="00B050"/>
          <w:lang w:val="en-GB"/>
        </w:rPr>
      </w:pPr>
      <w:r w:rsidRPr="00751DBB">
        <w:rPr>
          <w:b/>
          <w:color w:val="00B050"/>
          <w:u w:val="single"/>
          <w:lang w:val="en-GB"/>
        </w:rPr>
        <w:t>#</w:t>
      </w:r>
      <w:r w:rsidR="005D0092" w:rsidRPr="00751DBB">
        <w:rPr>
          <w:b/>
          <w:color w:val="00B050"/>
          <w:u w:val="single"/>
          <w:lang w:val="en-GB"/>
        </w:rPr>
        <w:t xml:space="preserve"> </w:t>
      </w:r>
      <w:r w:rsidRPr="00751DBB">
        <w:rPr>
          <w:b/>
          <w:color w:val="00B050"/>
          <w:u w:val="single"/>
          <w:lang w:val="en-GB"/>
        </w:rPr>
        <w:t>OCSP responder certificates</w:t>
      </w:r>
      <w:r w:rsidR="005D0092" w:rsidRPr="00751DBB">
        <w:rPr>
          <w:b/>
          <w:color w:val="00B050"/>
          <w:lang w:val="en-GB"/>
        </w:rPr>
        <w:t xml:space="preserve"> </w:t>
      </w:r>
    </w:p>
    <w:p w14:paraId="7BDF3461" w14:textId="77777777" w:rsidR="000A3504" w:rsidRPr="00751DBB" w:rsidRDefault="007B129F" w:rsidP="000A3504">
      <w:pPr>
        <w:pStyle w:val="config-sample"/>
        <w:rPr>
          <w:color w:val="00B050"/>
          <w:lang w:val="en-GB"/>
        </w:rPr>
      </w:pPr>
      <w:r w:rsidRPr="00751DBB">
        <w:rPr>
          <w:color w:val="00B050"/>
          <w:lang w:val="en-GB"/>
        </w:rPr>
        <w:t># Note:</w:t>
      </w:r>
      <w:r w:rsidR="000A3504" w:rsidRPr="00751DBB">
        <w:rPr>
          <w:color w:val="00B050"/>
          <w:lang w:val="en-GB"/>
        </w:rPr>
        <w:t xml:space="preserve"> if you add or remove some of these certificates, update the following number</w:t>
      </w:r>
      <w:r w:rsidRPr="00751DBB">
        <w:rPr>
          <w:color w:val="00B050"/>
          <w:lang w:val="en-GB"/>
        </w:rPr>
        <w:t>,</w:t>
      </w:r>
    </w:p>
    <w:p w14:paraId="3CE95E4E" w14:textId="77777777" w:rsidR="000A3504" w:rsidRPr="00751DBB" w:rsidRDefault="000A3504" w:rsidP="000A3504">
      <w:pPr>
        <w:pStyle w:val="config-sample"/>
        <w:rPr>
          <w:color w:val="auto"/>
          <w:lang w:val="en-GB"/>
        </w:rPr>
      </w:pPr>
      <w:r w:rsidRPr="00751DBB">
        <w:rPr>
          <w:color w:val="00B050"/>
          <w:lang w:val="en-GB"/>
        </w:rPr>
        <w:t># also pay attention to proper naming</w:t>
      </w:r>
    </w:p>
    <w:p w14:paraId="5FD3B3EB" w14:textId="7DF816E7" w:rsidR="00927A28" w:rsidRPr="00751DBB" w:rsidRDefault="00927A28" w:rsidP="00927A28">
      <w:pPr>
        <w:pStyle w:val="config-sample"/>
        <w:rPr>
          <w:color w:val="auto"/>
          <w:lang w:val="en-GB"/>
        </w:rPr>
      </w:pPr>
      <w:r w:rsidRPr="00751DBB">
        <w:rPr>
          <w:color w:val="auto"/>
          <w:lang w:val="en-GB"/>
        </w:rPr>
        <w:t>DIGIDOC_OCSP_RESPONDER_CERTS</w:t>
      </w:r>
      <w:r w:rsidR="00800792" w:rsidRPr="00751DBB">
        <w:rPr>
          <w:color w:val="auto"/>
          <w:lang w:val="en-GB"/>
        </w:rPr>
        <w:tab/>
      </w:r>
      <w:r w:rsidRPr="00751DBB">
        <w:rPr>
          <w:color w:val="auto"/>
          <w:lang w:val="en-GB"/>
        </w:rPr>
        <w:t>=</w:t>
      </w:r>
      <w:r w:rsidR="00800792" w:rsidRPr="00751DBB">
        <w:rPr>
          <w:color w:val="auto"/>
          <w:lang w:val="en-GB"/>
        </w:rPr>
        <w:tab/>
      </w:r>
      <w:r w:rsidR="001F5C95">
        <w:rPr>
          <w:i/>
          <w:color w:val="7030A0"/>
          <w:lang w:val="en-GB"/>
        </w:rPr>
        <w:t>24</w:t>
      </w:r>
    </w:p>
    <w:p w14:paraId="57AA398D" w14:textId="77777777" w:rsidR="00927A28" w:rsidRDefault="00927A28" w:rsidP="00927A28">
      <w:pPr>
        <w:pStyle w:val="config-sample"/>
        <w:rPr>
          <w:color w:val="auto"/>
          <w:lang w:val="en-GB"/>
        </w:rPr>
      </w:pPr>
    </w:p>
    <w:p w14:paraId="49EA3DDB" w14:textId="77777777" w:rsidR="001F5C95" w:rsidRPr="001F5C95" w:rsidRDefault="001F5C95" w:rsidP="001F5C95">
      <w:pPr>
        <w:pStyle w:val="config-sample"/>
        <w:rPr>
          <w:color w:val="auto"/>
          <w:lang w:val="en-GB"/>
        </w:rPr>
      </w:pPr>
      <w:r w:rsidRPr="001F5C95">
        <w:rPr>
          <w:color w:val="auto"/>
          <w:lang w:val="en-GB"/>
        </w:rPr>
        <w:t>DIGIDOC_OCSP_RESPONDER_CERT_1=TEST-SK OCSP 2005.crt</w:t>
      </w:r>
    </w:p>
    <w:p w14:paraId="3A53DCCA" w14:textId="77777777" w:rsidR="001F5C95" w:rsidRPr="001F5C95" w:rsidRDefault="001F5C95" w:rsidP="001F5C95">
      <w:pPr>
        <w:pStyle w:val="config-sample"/>
        <w:rPr>
          <w:color w:val="auto"/>
          <w:lang w:val="en-GB"/>
        </w:rPr>
      </w:pPr>
      <w:r w:rsidRPr="001F5C95">
        <w:rPr>
          <w:color w:val="auto"/>
          <w:lang w:val="en-GB"/>
        </w:rPr>
        <w:t>DIGIDOC_OCSP_RESPONDER_CERT_1_CN=TEST-SK OCSP RESPONDER 2005</w:t>
      </w:r>
    </w:p>
    <w:p w14:paraId="3E4A103E" w14:textId="77777777" w:rsidR="001F5C95" w:rsidRPr="001F5C95" w:rsidRDefault="001F5C95" w:rsidP="001F5C95">
      <w:pPr>
        <w:pStyle w:val="config-sample"/>
        <w:rPr>
          <w:color w:val="auto"/>
          <w:lang w:val="en-GB"/>
        </w:rPr>
      </w:pPr>
      <w:r w:rsidRPr="001F5C95">
        <w:rPr>
          <w:color w:val="auto"/>
          <w:lang w:val="en-GB"/>
        </w:rPr>
        <w:t>DIGIDOC_OCSP_RESPONDER_CERT_1_CA=TEST-SK</w:t>
      </w:r>
    </w:p>
    <w:p w14:paraId="3A5DF2B7" w14:textId="77777777" w:rsidR="001F5C95" w:rsidRPr="001F5C95" w:rsidRDefault="001F5C95" w:rsidP="001F5C95">
      <w:pPr>
        <w:pStyle w:val="config-sample"/>
        <w:rPr>
          <w:color w:val="auto"/>
          <w:lang w:val="en-GB"/>
        </w:rPr>
      </w:pPr>
      <w:r w:rsidRPr="001F5C95">
        <w:rPr>
          <w:color w:val="auto"/>
          <w:lang w:val="en-GB"/>
        </w:rPr>
        <w:t>DIGIDOC_OCSP_RESPONDER_CERT_1_URL=http://www.openxades.org/cgi-bin/ocsp.cgi</w:t>
      </w:r>
    </w:p>
    <w:p w14:paraId="4135284D" w14:textId="77777777" w:rsidR="001F5C95" w:rsidRPr="001F5C95" w:rsidRDefault="001F5C95" w:rsidP="001F5C95">
      <w:pPr>
        <w:pStyle w:val="config-sample"/>
        <w:rPr>
          <w:color w:val="auto"/>
          <w:lang w:val="en-GB"/>
        </w:rPr>
      </w:pPr>
    </w:p>
    <w:p w14:paraId="2F57F94D" w14:textId="77777777" w:rsidR="001F5C95" w:rsidRPr="001F5C95" w:rsidRDefault="001F5C95" w:rsidP="001F5C95">
      <w:pPr>
        <w:pStyle w:val="config-sample"/>
        <w:rPr>
          <w:color w:val="auto"/>
          <w:lang w:val="en-GB"/>
        </w:rPr>
      </w:pPr>
      <w:r w:rsidRPr="001F5C95">
        <w:rPr>
          <w:color w:val="auto"/>
          <w:lang w:val="en-GB"/>
        </w:rPr>
        <w:t>DIGIDOC_OCSP_RESPONDER_CERT_2=KLASS3-SK OCSP 2009.crt</w:t>
      </w:r>
    </w:p>
    <w:p w14:paraId="5D03C4F4" w14:textId="77777777" w:rsidR="001F5C95" w:rsidRPr="001F5C95" w:rsidRDefault="001F5C95" w:rsidP="001F5C95">
      <w:pPr>
        <w:pStyle w:val="config-sample"/>
        <w:rPr>
          <w:color w:val="auto"/>
          <w:lang w:val="en-GB"/>
        </w:rPr>
      </w:pPr>
      <w:r w:rsidRPr="001F5C95">
        <w:rPr>
          <w:color w:val="auto"/>
          <w:lang w:val="en-GB"/>
        </w:rPr>
        <w:t>DIGIDOC_OCSP_RESPONDER_CERT_2_CN=KLASS3-SK OCSP RESPONDER 2009</w:t>
      </w:r>
    </w:p>
    <w:p w14:paraId="74A7B781" w14:textId="77777777" w:rsidR="001F5C95" w:rsidRPr="001F5C95" w:rsidRDefault="001F5C95" w:rsidP="001F5C95">
      <w:pPr>
        <w:pStyle w:val="config-sample"/>
        <w:rPr>
          <w:color w:val="auto"/>
          <w:lang w:val="en-GB"/>
        </w:rPr>
      </w:pPr>
      <w:r w:rsidRPr="001F5C95">
        <w:rPr>
          <w:color w:val="auto"/>
          <w:lang w:val="en-GB"/>
        </w:rPr>
        <w:t>DIGIDOC_OCSP_RESPONDER_CERT_2_CA=KLASS3-SK</w:t>
      </w:r>
    </w:p>
    <w:p w14:paraId="6137BB29" w14:textId="77777777" w:rsidR="001F5C95" w:rsidRPr="001F5C95" w:rsidRDefault="001F5C95" w:rsidP="001F5C95">
      <w:pPr>
        <w:pStyle w:val="config-sample"/>
        <w:rPr>
          <w:color w:val="auto"/>
          <w:lang w:val="en-GB"/>
        </w:rPr>
      </w:pPr>
    </w:p>
    <w:p w14:paraId="3213F1EE" w14:textId="77777777" w:rsidR="001F5C95" w:rsidRPr="001F5C95" w:rsidRDefault="001F5C95" w:rsidP="001F5C95">
      <w:pPr>
        <w:pStyle w:val="config-sample"/>
        <w:rPr>
          <w:color w:val="auto"/>
          <w:lang w:val="en-GB"/>
        </w:rPr>
      </w:pPr>
      <w:r w:rsidRPr="001F5C95">
        <w:rPr>
          <w:color w:val="auto"/>
          <w:lang w:val="en-GB"/>
        </w:rPr>
        <w:t>DIGIDOC_OCSP_RESPONDER_CERT_3=ESTEID-SK OCSP 2005.crt</w:t>
      </w:r>
    </w:p>
    <w:p w14:paraId="42350FBA" w14:textId="77777777" w:rsidR="001F5C95" w:rsidRPr="001F5C95" w:rsidRDefault="001F5C95" w:rsidP="001F5C95">
      <w:pPr>
        <w:pStyle w:val="config-sample"/>
        <w:rPr>
          <w:color w:val="auto"/>
          <w:lang w:val="en-GB"/>
        </w:rPr>
      </w:pPr>
      <w:r w:rsidRPr="001F5C95">
        <w:rPr>
          <w:color w:val="auto"/>
          <w:lang w:val="en-GB"/>
        </w:rPr>
        <w:t>DIGIDOC_OCSP_RESPONDER_CERT_3_CN=ESTEID-SK OCSP RESPONDER 2005</w:t>
      </w:r>
    </w:p>
    <w:p w14:paraId="08A92B5D" w14:textId="77777777" w:rsidR="001F5C95" w:rsidRPr="001F5C95" w:rsidRDefault="001F5C95" w:rsidP="001F5C95">
      <w:pPr>
        <w:pStyle w:val="config-sample"/>
        <w:rPr>
          <w:color w:val="auto"/>
          <w:lang w:val="en-GB"/>
        </w:rPr>
      </w:pPr>
      <w:r w:rsidRPr="001F5C95">
        <w:rPr>
          <w:color w:val="auto"/>
          <w:lang w:val="en-GB"/>
        </w:rPr>
        <w:t>DIGIDOC_OCSP_RESPONDER_CERT_3_CA=ESTEID-SK</w:t>
      </w:r>
    </w:p>
    <w:p w14:paraId="5CF14BA0" w14:textId="77777777" w:rsidR="001F5C95" w:rsidRPr="001F5C95" w:rsidRDefault="001F5C95" w:rsidP="001F5C95">
      <w:pPr>
        <w:pStyle w:val="config-sample"/>
        <w:rPr>
          <w:color w:val="auto"/>
          <w:lang w:val="en-GB"/>
        </w:rPr>
      </w:pPr>
    </w:p>
    <w:p w14:paraId="2FEF25D9" w14:textId="77777777" w:rsidR="001F5C95" w:rsidRPr="001F5C95" w:rsidRDefault="001F5C95" w:rsidP="001F5C95">
      <w:pPr>
        <w:pStyle w:val="config-sample"/>
        <w:rPr>
          <w:color w:val="auto"/>
          <w:lang w:val="en-GB"/>
        </w:rPr>
      </w:pPr>
      <w:r w:rsidRPr="001F5C95">
        <w:rPr>
          <w:color w:val="auto"/>
          <w:lang w:val="en-GB"/>
        </w:rPr>
        <w:t>DIGIDOC_OCSP_RESPONDER_CERT_4=ESTEID-SK 2007 OCSP.crt</w:t>
      </w:r>
    </w:p>
    <w:p w14:paraId="048BBED1" w14:textId="77777777" w:rsidR="001F5C95" w:rsidRPr="001F5C95" w:rsidRDefault="001F5C95" w:rsidP="001F5C95">
      <w:pPr>
        <w:pStyle w:val="config-sample"/>
        <w:rPr>
          <w:color w:val="auto"/>
          <w:lang w:val="en-GB"/>
        </w:rPr>
      </w:pPr>
      <w:r w:rsidRPr="001F5C95">
        <w:rPr>
          <w:color w:val="auto"/>
          <w:lang w:val="en-GB"/>
        </w:rPr>
        <w:t>DIGIDOC_OCSP_RESPONDER_CERT_4_CN=ESTEID-SK 2007 OCSP RESPONDER</w:t>
      </w:r>
    </w:p>
    <w:p w14:paraId="00240842" w14:textId="77777777" w:rsidR="001F5C95" w:rsidRPr="001F5C95" w:rsidRDefault="001F5C95" w:rsidP="001F5C95">
      <w:pPr>
        <w:pStyle w:val="config-sample"/>
        <w:rPr>
          <w:color w:val="auto"/>
          <w:lang w:val="en-GB"/>
        </w:rPr>
      </w:pPr>
      <w:r w:rsidRPr="001F5C95">
        <w:rPr>
          <w:color w:val="auto"/>
          <w:lang w:val="en-GB"/>
        </w:rPr>
        <w:t>DIGIDOC_OCSP_RESPONDER_CERT_4_CA=ESTEID-SK 2007</w:t>
      </w:r>
    </w:p>
    <w:p w14:paraId="015D8587" w14:textId="77777777" w:rsidR="001F5C95" w:rsidRPr="001F5C95" w:rsidRDefault="001F5C95" w:rsidP="001F5C95">
      <w:pPr>
        <w:pStyle w:val="config-sample"/>
        <w:rPr>
          <w:color w:val="auto"/>
          <w:lang w:val="en-GB"/>
        </w:rPr>
      </w:pPr>
    </w:p>
    <w:p w14:paraId="7BD82C56" w14:textId="77777777" w:rsidR="001F5C95" w:rsidRPr="001F5C95" w:rsidRDefault="001F5C95" w:rsidP="001F5C95">
      <w:pPr>
        <w:pStyle w:val="config-sample"/>
        <w:rPr>
          <w:color w:val="auto"/>
          <w:lang w:val="en-GB"/>
        </w:rPr>
      </w:pPr>
      <w:r w:rsidRPr="001F5C95">
        <w:rPr>
          <w:color w:val="auto"/>
          <w:lang w:val="en-GB"/>
        </w:rPr>
        <w:t>DIGIDOC_OCSP_RESPONDER_CERT_5=EID-SK 2007 OCSP.crt</w:t>
      </w:r>
    </w:p>
    <w:p w14:paraId="2F29D278" w14:textId="77777777" w:rsidR="001F5C95" w:rsidRPr="001F5C95" w:rsidRDefault="001F5C95" w:rsidP="001F5C95">
      <w:pPr>
        <w:pStyle w:val="config-sample"/>
        <w:rPr>
          <w:color w:val="auto"/>
          <w:lang w:val="en-GB"/>
        </w:rPr>
      </w:pPr>
      <w:r w:rsidRPr="001F5C95">
        <w:rPr>
          <w:color w:val="auto"/>
          <w:lang w:val="en-GB"/>
        </w:rPr>
        <w:t>DIGIDOC_OCSP_RESPONDER_CERT_5_CN=EID-SK 2007 OCSP RESPONDER</w:t>
      </w:r>
    </w:p>
    <w:p w14:paraId="727C2221" w14:textId="77777777" w:rsidR="001F5C95" w:rsidRPr="001F5C95" w:rsidRDefault="001F5C95" w:rsidP="001F5C95">
      <w:pPr>
        <w:pStyle w:val="config-sample"/>
        <w:rPr>
          <w:color w:val="auto"/>
          <w:lang w:val="en-GB"/>
        </w:rPr>
      </w:pPr>
      <w:r w:rsidRPr="001F5C95">
        <w:rPr>
          <w:color w:val="auto"/>
          <w:lang w:val="en-GB"/>
        </w:rPr>
        <w:t>DIGIDOC_OCSP_RESPONDER_CERT_5_CA=EID-SK 2007</w:t>
      </w:r>
    </w:p>
    <w:p w14:paraId="1F363258" w14:textId="77777777" w:rsidR="001F5C95" w:rsidRPr="001F5C95" w:rsidRDefault="001F5C95" w:rsidP="001F5C95">
      <w:pPr>
        <w:pStyle w:val="config-sample"/>
        <w:rPr>
          <w:color w:val="auto"/>
          <w:lang w:val="en-GB"/>
        </w:rPr>
      </w:pPr>
    </w:p>
    <w:p w14:paraId="7D36123D" w14:textId="77777777" w:rsidR="001F5C95" w:rsidRPr="001F5C95" w:rsidRDefault="001F5C95" w:rsidP="001F5C95">
      <w:pPr>
        <w:pStyle w:val="config-sample"/>
        <w:rPr>
          <w:color w:val="auto"/>
          <w:lang w:val="en-GB"/>
        </w:rPr>
      </w:pPr>
      <w:r w:rsidRPr="001F5C95">
        <w:rPr>
          <w:color w:val="auto"/>
          <w:lang w:val="en-GB"/>
        </w:rPr>
        <w:t>DIGIDOC_OCSP_RESPONDER_CERT_6=EID-SK OCSP 2006.crt</w:t>
      </w:r>
    </w:p>
    <w:p w14:paraId="1E6697D0" w14:textId="77777777" w:rsidR="001F5C95" w:rsidRPr="001F5C95" w:rsidRDefault="001F5C95" w:rsidP="001F5C95">
      <w:pPr>
        <w:pStyle w:val="config-sample"/>
        <w:rPr>
          <w:color w:val="auto"/>
          <w:lang w:val="en-GB"/>
        </w:rPr>
      </w:pPr>
      <w:r w:rsidRPr="001F5C95">
        <w:rPr>
          <w:color w:val="auto"/>
          <w:lang w:val="en-GB"/>
        </w:rPr>
        <w:lastRenderedPageBreak/>
        <w:t>DIGIDOC_OCSP_RESPONDER_CERT_6_1=EID-SK OCSP.crt</w:t>
      </w:r>
    </w:p>
    <w:p w14:paraId="60DABE88" w14:textId="77777777" w:rsidR="001F5C95" w:rsidRPr="001F5C95" w:rsidRDefault="001F5C95" w:rsidP="001F5C95">
      <w:pPr>
        <w:pStyle w:val="config-sample"/>
        <w:rPr>
          <w:color w:val="auto"/>
          <w:lang w:val="en-GB"/>
        </w:rPr>
      </w:pPr>
      <w:r w:rsidRPr="001F5C95">
        <w:rPr>
          <w:color w:val="auto"/>
          <w:lang w:val="en-GB"/>
        </w:rPr>
        <w:t>DIGIDOC_OCSP_RESPONDER_CERT_6_CN=EID-SK OCSP RESPONDER</w:t>
      </w:r>
    </w:p>
    <w:p w14:paraId="42CC5B8C" w14:textId="77777777" w:rsidR="001F5C95" w:rsidRPr="001F5C95" w:rsidRDefault="001F5C95" w:rsidP="001F5C95">
      <w:pPr>
        <w:pStyle w:val="config-sample"/>
        <w:rPr>
          <w:color w:val="auto"/>
          <w:lang w:val="en-GB"/>
        </w:rPr>
      </w:pPr>
      <w:r w:rsidRPr="001F5C95">
        <w:rPr>
          <w:color w:val="auto"/>
          <w:lang w:val="en-GB"/>
        </w:rPr>
        <w:t>DIGIDOC_OCSP_RESPONDER_CERT_6_CA=EID-SK</w:t>
      </w:r>
    </w:p>
    <w:p w14:paraId="34E0D22B" w14:textId="77777777" w:rsidR="001F5C95" w:rsidRPr="001F5C95" w:rsidRDefault="001F5C95" w:rsidP="001F5C95">
      <w:pPr>
        <w:pStyle w:val="config-sample"/>
        <w:rPr>
          <w:color w:val="auto"/>
          <w:lang w:val="en-GB"/>
        </w:rPr>
      </w:pPr>
    </w:p>
    <w:p w14:paraId="2FEB79F6" w14:textId="77777777" w:rsidR="001F5C95" w:rsidRPr="001F5C95" w:rsidRDefault="001F5C95" w:rsidP="001F5C95">
      <w:pPr>
        <w:pStyle w:val="config-sample"/>
        <w:rPr>
          <w:color w:val="auto"/>
          <w:lang w:val="en-GB"/>
        </w:rPr>
      </w:pPr>
      <w:r w:rsidRPr="001F5C95">
        <w:rPr>
          <w:color w:val="auto"/>
          <w:lang w:val="en-GB"/>
        </w:rPr>
        <w:t>DIGIDOC_OCSP_RESPONDER_CERT_7=ESTEID-SK OCSP.crt</w:t>
      </w:r>
    </w:p>
    <w:p w14:paraId="77B2B100" w14:textId="77777777" w:rsidR="001F5C95" w:rsidRPr="001F5C95" w:rsidRDefault="001F5C95" w:rsidP="001F5C95">
      <w:pPr>
        <w:pStyle w:val="config-sample"/>
        <w:rPr>
          <w:color w:val="auto"/>
          <w:lang w:val="en-GB"/>
        </w:rPr>
      </w:pPr>
      <w:r w:rsidRPr="001F5C95">
        <w:rPr>
          <w:color w:val="auto"/>
          <w:lang w:val="en-GB"/>
        </w:rPr>
        <w:t>DIGIDOC_OCSP_RESPONDER_CERT_7_CN=ESTEID-SK OCSP RESPONDER</w:t>
      </w:r>
    </w:p>
    <w:p w14:paraId="1D3D36A7" w14:textId="77777777" w:rsidR="001F5C95" w:rsidRPr="001F5C95" w:rsidRDefault="001F5C95" w:rsidP="001F5C95">
      <w:pPr>
        <w:pStyle w:val="config-sample"/>
        <w:rPr>
          <w:color w:val="auto"/>
          <w:lang w:val="en-GB"/>
        </w:rPr>
      </w:pPr>
      <w:r w:rsidRPr="001F5C95">
        <w:rPr>
          <w:color w:val="auto"/>
          <w:lang w:val="en-GB"/>
        </w:rPr>
        <w:t>DIGIDOC_OCSP_RESPONDER_CERT_7_CA=ESTEID-SK</w:t>
      </w:r>
    </w:p>
    <w:p w14:paraId="50665CA4" w14:textId="77777777" w:rsidR="001F5C95" w:rsidRPr="001F5C95" w:rsidRDefault="001F5C95" w:rsidP="001F5C95">
      <w:pPr>
        <w:pStyle w:val="config-sample"/>
        <w:rPr>
          <w:color w:val="auto"/>
          <w:lang w:val="en-GB"/>
        </w:rPr>
      </w:pPr>
    </w:p>
    <w:p w14:paraId="01FCCD5C" w14:textId="77777777" w:rsidR="001F5C95" w:rsidRPr="001F5C95" w:rsidRDefault="001F5C95" w:rsidP="001F5C95">
      <w:pPr>
        <w:pStyle w:val="config-sample"/>
        <w:rPr>
          <w:color w:val="auto"/>
          <w:lang w:val="en-GB"/>
        </w:rPr>
      </w:pPr>
      <w:r w:rsidRPr="001F5C95">
        <w:rPr>
          <w:color w:val="auto"/>
          <w:lang w:val="en-GB"/>
        </w:rPr>
        <w:t>DIGIDOC_OCSP_RESPONDER_CERT_8=KLASS3-SK OCSP 2006.crt</w:t>
      </w:r>
    </w:p>
    <w:p w14:paraId="5A5EE45D" w14:textId="77777777" w:rsidR="001F5C95" w:rsidRPr="001F5C95" w:rsidRDefault="001F5C95" w:rsidP="001F5C95">
      <w:pPr>
        <w:pStyle w:val="config-sample"/>
        <w:rPr>
          <w:color w:val="auto"/>
          <w:lang w:val="en-GB"/>
        </w:rPr>
      </w:pPr>
      <w:r w:rsidRPr="001F5C95">
        <w:rPr>
          <w:color w:val="auto"/>
          <w:lang w:val="en-GB"/>
        </w:rPr>
        <w:t>DIGIDOC_OCSP_RESPONDER_CERT_8_1=KLASS3-SK OCSP.crt</w:t>
      </w:r>
    </w:p>
    <w:p w14:paraId="056BA87F" w14:textId="77777777" w:rsidR="001F5C95" w:rsidRPr="001F5C95" w:rsidRDefault="001F5C95" w:rsidP="001F5C95">
      <w:pPr>
        <w:pStyle w:val="config-sample"/>
        <w:rPr>
          <w:color w:val="auto"/>
          <w:lang w:val="en-GB"/>
        </w:rPr>
      </w:pPr>
      <w:r w:rsidRPr="001F5C95">
        <w:rPr>
          <w:color w:val="auto"/>
          <w:lang w:val="en-GB"/>
        </w:rPr>
        <w:t>DIGIDOC_OCSP_RESPONDER_CERT_8_CN=KLASS3-SK OCSP RESPONDER</w:t>
      </w:r>
    </w:p>
    <w:p w14:paraId="0E2BB90D" w14:textId="77777777" w:rsidR="001F5C95" w:rsidRPr="001F5C95" w:rsidRDefault="001F5C95" w:rsidP="001F5C95">
      <w:pPr>
        <w:pStyle w:val="config-sample"/>
        <w:rPr>
          <w:color w:val="auto"/>
          <w:lang w:val="en-GB"/>
        </w:rPr>
      </w:pPr>
      <w:r w:rsidRPr="001F5C95">
        <w:rPr>
          <w:color w:val="auto"/>
          <w:lang w:val="en-GB"/>
        </w:rPr>
        <w:t>DIGIDOC_OCSP_RESPONDER_CERT_8_CA=KLASS3-SK</w:t>
      </w:r>
    </w:p>
    <w:p w14:paraId="3E66E1F1" w14:textId="77777777" w:rsidR="001F5C95" w:rsidRPr="001F5C95" w:rsidRDefault="001F5C95" w:rsidP="001F5C95">
      <w:pPr>
        <w:pStyle w:val="config-sample"/>
        <w:rPr>
          <w:color w:val="auto"/>
          <w:lang w:val="en-GB"/>
        </w:rPr>
      </w:pPr>
    </w:p>
    <w:p w14:paraId="0BF6B990" w14:textId="77777777" w:rsidR="001F5C95" w:rsidRPr="001F5C95" w:rsidRDefault="001F5C95" w:rsidP="001F5C95">
      <w:pPr>
        <w:pStyle w:val="config-sample"/>
        <w:rPr>
          <w:color w:val="auto"/>
          <w:lang w:val="en-GB"/>
        </w:rPr>
      </w:pPr>
      <w:r w:rsidRPr="001F5C95">
        <w:rPr>
          <w:color w:val="auto"/>
          <w:lang w:val="en-GB"/>
        </w:rPr>
        <w:t>DIGIDOC_OCSP_RESPONDER_CERT_9=EID-SK 2007 OCSP 2010.crt</w:t>
      </w:r>
    </w:p>
    <w:p w14:paraId="13398914" w14:textId="77777777" w:rsidR="001F5C95" w:rsidRPr="001F5C95" w:rsidRDefault="001F5C95" w:rsidP="001F5C95">
      <w:pPr>
        <w:pStyle w:val="config-sample"/>
        <w:rPr>
          <w:color w:val="auto"/>
          <w:lang w:val="en-GB"/>
        </w:rPr>
      </w:pPr>
      <w:r w:rsidRPr="001F5C95">
        <w:rPr>
          <w:color w:val="auto"/>
          <w:lang w:val="en-GB"/>
        </w:rPr>
        <w:t>DIGIDOC_OCSP_RESPONDER_CERT_9_CN=EID-SK 2007 OCSP RESPONDER 2010</w:t>
      </w:r>
    </w:p>
    <w:p w14:paraId="214C8DD9" w14:textId="77777777" w:rsidR="001F5C95" w:rsidRPr="001F5C95" w:rsidRDefault="001F5C95" w:rsidP="001F5C95">
      <w:pPr>
        <w:pStyle w:val="config-sample"/>
        <w:rPr>
          <w:color w:val="auto"/>
          <w:lang w:val="en-GB"/>
        </w:rPr>
      </w:pPr>
      <w:r w:rsidRPr="001F5C95">
        <w:rPr>
          <w:color w:val="auto"/>
          <w:lang w:val="en-GB"/>
        </w:rPr>
        <w:t>DIGIDOC_OCSP_RESPONDER_CERT_9_CA=EID-SK 2007</w:t>
      </w:r>
    </w:p>
    <w:p w14:paraId="10EA7F8C" w14:textId="77777777" w:rsidR="001F5C95" w:rsidRPr="001F5C95" w:rsidRDefault="001F5C95" w:rsidP="001F5C95">
      <w:pPr>
        <w:pStyle w:val="config-sample"/>
        <w:rPr>
          <w:color w:val="auto"/>
          <w:lang w:val="en-GB"/>
        </w:rPr>
      </w:pPr>
    </w:p>
    <w:p w14:paraId="0F2BDCCD" w14:textId="77777777" w:rsidR="001F5C95" w:rsidRPr="001F5C95" w:rsidRDefault="001F5C95" w:rsidP="001F5C95">
      <w:pPr>
        <w:pStyle w:val="config-sample"/>
        <w:rPr>
          <w:color w:val="auto"/>
          <w:lang w:val="en-GB"/>
        </w:rPr>
      </w:pPr>
      <w:r w:rsidRPr="001F5C95">
        <w:rPr>
          <w:color w:val="auto"/>
          <w:lang w:val="en-GB"/>
        </w:rPr>
        <w:t>DIGIDOC_OCSP_RESPONDER_CERT_10=ESTEID-SK 2007 OCSP 2010.crt</w:t>
      </w:r>
    </w:p>
    <w:p w14:paraId="20C26E21" w14:textId="77777777" w:rsidR="001F5C95" w:rsidRPr="001F5C95" w:rsidRDefault="001F5C95" w:rsidP="001F5C95">
      <w:pPr>
        <w:pStyle w:val="config-sample"/>
        <w:rPr>
          <w:color w:val="auto"/>
          <w:lang w:val="en-GB"/>
        </w:rPr>
      </w:pPr>
      <w:r w:rsidRPr="001F5C95">
        <w:rPr>
          <w:color w:val="auto"/>
          <w:lang w:val="en-GB"/>
        </w:rPr>
        <w:t>DIGIDOC_OCSP_RESPONDER_CERT_10_CN=ESTEID-SK 2007 OCSP RESPONDER 2010</w:t>
      </w:r>
    </w:p>
    <w:p w14:paraId="5E07B0AB" w14:textId="77777777" w:rsidR="001F5C95" w:rsidRPr="001F5C95" w:rsidRDefault="001F5C95" w:rsidP="001F5C95">
      <w:pPr>
        <w:pStyle w:val="config-sample"/>
        <w:rPr>
          <w:color w:val="auto"/>
          <w:lang w:val="en-GB"/>
        </w:rPr>
      </w:pPr>
      <w:r w:rsidRPr="001F5C95">
        <w:rPr>
          <w:color w:val="auto"/>
          <w:lang w:val="en-GB"/>
        </w:rPr>
        <w:t>DIGIDOC_OCSP_RESPONDER_CERT_10_CA=ESTEID-SK 2007</w:t>
      </w:r>
    </w:p>
    <w:p w14:paraId="6811714D" w14:textId="77777777" w:rsidR="001F5C95" w:rsidRPr="001F5C95" w:rsidRDefault="001F5C95" w:rsidP="001F5C95">
      <w:pPr>
        <w:pStyle w:val="config-sample"/>
        <w:rPr>
          <w:color w:val="auto"/>
          <w:lang w:val="en-GB"/>
        </w:rPr>
      </w:pPr>
    </w:p>
    <w:p w14:paraId="0034875F" w14:textId="77777777" w:rsidR="001F5C95" w:rsidRPr="001F5C95" w:rsidRDefault="001F5C95" w:rsidP="001F5C95">
      <w:pPr>
        <w:pStyle w:val="config-sample"/>
        <w:rPr>
          <w:color w:val="auto"/>
          <w:lang w:val="en-GB"/>
        </w:rPr>
      </w:pPr>
      <w:r w:rsidRPr="001F5C95">
        <w:rPr>
          <w:color w:val="auto"/>
          <w:lang w:val="en-GB"/>
        </w:rPr>
        <w:t>DIGIDOC_OCSP_RESPONDER_CERT_11=KLASS3-SK 2010 OCSP.crt</w:t>
      </w:r>
    </w:p>
    <w:p w14:paraId="7A39E64E" w14:textId="77777777" w:rsidR="001F5C95" w:rsidRPr="001F5C95" w:rsidRDefault="001F5C95" w:rsidP="001F5C95">
      <w:pPr>
        <w:pStyle w:val="config-sample"/>
        <w:rPr>
          <w:color w:val="auto"/>
          <w:lang w:val="en-GB"/>
        </w:rPr>
      </w:pPr>
      <w:r w:rsidRPr="001F5C95">
        <w:rPr>
          <w:color w:val="auto"/>
          <w:lang w:val="en-GB"/>
        </w:rPr>
        <w:t>DIGIDOC_OCSP_RESPONDER_CERT_11_CN=KLASS3-SK 2010 OCSP RESPONDER</w:t>
      </w:r>
    </w:p>
    <w:p w14:paraId="1A453148" w14:textId="77777777" w:rsidR="001F5C95" w:rsidRPr="001F5C95" w:rsidRDefault="001F5C95" w:rsidP="001F5C95">
      <w:pPr>
        <w:pStyle w:val="config-sample"/>
        <w:rPr>
          <w:color w:val="auto"/>
          <w:lang w:val="en-GB"/>
        </w:rPr>
      </w:pPr>
      <w:r w:rsidRPr="001F5C95">
        <w:rPr>
          <w:color w:val="auto"/>
          <w:lang w:val="en-GB"/>
        </w:rPr>
        <w:t>DIGIDOC_OCSP_RESPONDER_CERT_11_CA=KLASS3-SK 2010</w:t>
      </w:r>
    </w:p>
    <w:p w14:paraId="6B804B14" w14:textId="77777777" w:rsidR="001F5C95" w:rsidRPr="001F5C95" w:rsidRDefault="001F5C95" w:rsidP="001F5C95">
      <w:pPr>
        <w:pStyle w:val="config-sample"/>
        <w:rPr>
          <w:color w:val="auto"/>
          <w:lang w:val="en-GB"/>
        </w:rPr>
      </w:pPr>
    </w:p>
    <w:p w14:paraId="33CD39C0" w14:textId="77777777" w:rsidR="001F5C95" w:rsidRPr="001F5C95" w:rsidRDefault="001F5C95" w:rsidP="001F5C95">
      <w:pPr>
        <w:pStyle w:val="config-sample"/>
        <w:rPr>
          <w:color w:val="auto"/>
          <w:lang w:val="en-GB"/>
        </w:rPr>
      </w:pPr>
      <w:r w:rsidRPr="001F5C95">
        <w:rPr>
          <w:color w:val="auto"/>
          <w:lang w:val="en-GB"/>
        </w:rPr>
        <w:t>DIGIDOC_OCSP_RESPONDER_CERT_12=SK OCSP 2011.crt</w:t>
      </w:r>
    </w:p>
    <w:p w14:paraId="632D3B69" w14:textId="77777777" w:rsidR="001F5C95" w:rsidRPr="001F5C95" w:rsidRDefault="001F5C95" w:rsidP="001F5C95">
      <w:pPr>
        <w:pStyle w:val="config-sample"/>
        <w:rPr>
          <w:color w:val="auto"/>
          <w:lang w:val="en-GB"/>
        </w:rPr>
      </w:pPr>
      <w:r w:rsidRPr="001F5C95">
        <w:rPr>
          <w:color w:val="auto"/>
          <w:lang w:val="en-GB"/>
        </w:rPr>
        <w:t>DIGIDOC_OCSP_RESPONDER_CERT_12_CN=SK OCSP RESPONDER 2011</w:t>
      </w:r>
    </w:p>
    <w:p w14:paraId="594D21FB" w14:textId="77777777" w:rsidR="001F5C95" w:rsidRPr="001F5C95" w:rsidRDefault="001F5C95" w:rsidP="001F5C95">
      <w:pPr>
        <w:pStyle w:val="config-sample"/>
        <w:rPr>
          <w:color w:val="auto"/>
          <w:lang w:val="en-GB"/>
        </w:rPr>
      </w:pPr>
      <w:r w:rsidRPr="001F5C95">
        <w:rPr>
          <w:color w:val="auto"/>
          <w:lang w:val="en-GB"/>
        </w:rPr>
        <w:t>DIGIDOC_OCSP_RESPONDER_CERT_12_CA=EE Certification Centre Root CA</w:t>
      </w:r>
    </w:p>
    <w:p w14:paraId="7F1D772B" w14:textId="77777777" w:rsidR="001F5C95" w:rsidRPr="001F5C95" w:rsidRDefault="001F5C95" w:rsidP="001F5C95">
      <w:pPr>
        <w:pStyle w:val="config-sample"/>
        <w:rPr>
          <w:color w:val="auto"/>
          <w:lang w:val="en-GB"/>
        </w:rPr>
      </w:pPr>
    </w:p>
    <w:p w14:paraId="2871966C" w14:textId="77777777" w:rsidR="001F5C95" w:rsidRPr="001F5C95" w:rsidRDefault="001F5C95" w:rsidP="001F5C95">
      <w:pPr>
        <w:pStyle w:val="config-sample"/>
        <w:rPr>
          <w:color w:val="auto"/>
          <w:lang w:val="en-GB"/>
        </w:rPr>
      </w:pPr>
      <w:r w:rsidRPr="001F5C95">
        <w:rPr>
          <w:color w:val="auto"/>
          <w:lang w:val="en-GB"/>
        </w:rPr>
        <w:t>DIGIDOC_OCSP_RESPONDER_CERT_13=SK OCSP 2011.crt</w:t>
      </w:r>
    </w:p>
    <w:p w14:paraId="28A472FF" w14:textId="77777777" w:rsidR="001F5C95" w:rsidRPr="001F5C95" w:rsidRDefault="001F5C95" w:rsidP="001F5C95">
      <w:pPr>
        <w:pStyle w:val="config-sample"/>
        <w:rPr>
          <w:color w:val="auto"/>
          <w:lang w:val="en-GB"/>
        </w:rPr>
      </w:pPr>
      <w:r w:rsidRPr="001F5C95">
        <w:rPr>
          <w:color w:val="auto"/>
          <w:lang w:val="en-GB"/>
        </w:rPr>
        <w:t>DIGIDOC_OCSP_RESPONDER_CERT_13_CN=SK OCSP RESPONDER 2011</w:t>
      </w:r>
    </w:p>
    <w:p w14:paraId="47DC583C" w14:textId="77777777" w:rsidR="001F5C95" w:rsidRPr="001F5C95" w:rsidRDefault="001F5C95" w:rsidP="001F5C95">
      <w:pPr>
        <w:pStyle w:val="config-sample"/>
        <w:rPr>
          <w:color w:val="auto"/>
          <w:lang w:val="en-GB"/>
        </w:rPr>
      </w:pPr>
      <w:r w:rsidRPr="001F5C95">
        <w:rPr>
          <w:color w:val="auto"/>
          <w:lang w:val="en-GB"/>
        </w:rPr>
        <w:t>DIGIDOC_OCSP_RESPONDER_CERT_13_CA=ESTEID-SK 2011</w:t>
      </w:r>
    </w:p>
    <w:p w14:paraId="6B31C717" w14:textId="77777777" w:rsidR="001F5C95" w:rsidRPr="001F5C95" w:rsidRDefault="001F5C95" w:rsidP="001F5C95">
      <w:pPr>
        <w:pStyle w:val="config-sample"/>
        <w:rPr>
          <w:color w:val="auto"/>
          <w:lang w:val="en-GB"/>
        </w:rPr>
      </w:pPr>
    </w:p>
    <w:p w14:paraId="6FAFC0A1" w14:textId="77777777" w:rsidR="001F5C95" w:rsidRPr="001F5C95" w:rsidRDefault="001F5C95" w:rsidP="001F5C95">
      <w:pPr>
        <w:pStyle w:val="config-sample"/>
        <w:rPr>
          <w:color w:val="auto"/>
          <w:lang w:val="en-GB"/>
        </w:rPr>
      </w:pPr>
      <w:r w:rsidRPr="001F5C95">
        <w:rPr>
          <w:color w:val="auto"/>
          <w:lang w:val="en-GB"/>
        </w:rPr>
        <w:t>DIGIDOC_OCSP_RESPONDER_CERT_14=SK OCSP 2011.crt</w:t>
      </w:r>
    </w:p>
    <w:p w14:paraId="447DC352" w14:textId="77777777" w:rsidR="001F5C95" w:rsidRPr="001F5C95" w:rsidRDefault="001F5C95" w:rsidP="001F5C95">
      <w:pPr>
        <w:pStyle w:val="config-sample"/>
        <w:rPr>
          <w:color w:val="auto"/>
          <w:lang w:val="en-GB"/>
        </w:rPr>
      </w:pPr>
      <w:r w:rsidRPr="001F5C95">
        <w:rPr>
          <w:color w:val="auto"/>
          <w:lang w:val="en-GB"/>
        </w:rPr>
        <w:t>DIGIDOC_OCSP_RESPONDER_CERT_14_CN=SK OCSP RESPONDER 2011</w:t>
      </w:r>
    </w:p>
    <w:p w14:paraId="27BAEABF" w14:textId="77777777" w:rsidR="001F5C95" w:rsidRPr="001F5C95" w:rsidRDefault="001F5C95" w:rsidP="001F5C95">
      <w:pPr>
        <w:pStyle w:val="config-sample"/>
        <w:rPr>
          <w:color w:val="auto"/>
          <w:lang w:val="en-GB"/>
        </w:rPr>
      </w:pPr>
      <w:r w:rsidRPr="001F5C95">
        <w:rPr>
          <w:color w:val="auto"/>
          <w:lang w:val="en-GB"/>
        </w:rPr>
        <w:t>DIGIDOC_OCSP_RESPONDER_CERT_14_CA=EID-SK 2011</w:t>
      </w:r>
    </w:p>
    <w:p w14:paraId="48CC5F94" w14:textId="77777777" w:rsidR="001F5C95" w:rsidRDefault="001F5C95" w:rsidP="001F5C95">
      <w:pPr>
        <w:pStyle w:val="config-sample"/>
        <w:rPr>
          <w:color w:val="auto"/>
          <w:lang w:val="en-GB"/>
        </w:rPr>
      </w:pPr>
    </w:p>
    <w:p w14:paraId="61B60E0E" w14:textId="5F118C51" w:rsidR="001F5C95" w:rsidRPr="001F5C95" w:rsidRDefault="001F5C95" w:rsidP="001F5C95">
      <w:pPr>
        <w:pStyle w:val="config-sample"/>
        <w:rPr>
          <w:color w:val="00B050"/>
          <w:lang w:val="en-GB"/>
        </w:rPr>
      </w:pPr>
      <w:r w:rsidRPr="001F5C95">
        <w:rPr>
          <w:color w:val="00B050"/>
          <w:lang w:val="en-GB"/>
        </w:rPr>
        <w:t xml:space="preserve"># OCSP responder settings for </w:t>
      </w:r>
      <w:r>
        <w:rPr>
          <w:color w:val="00B050"/>
          <w:lang w:val="en-GB"/>
        </w:rPr>
        <w:t>Estonian test ID-</w:t>
      </w:r>
      <w:r w:rsidRPr="001F5C95">
        <w:rPr>
          <w:color w:val="00B050"/>
          <w:lang w:val="en-GB"/>
        </w:rPr>
        <w:t>cards</w:t>
      </w:r>
    </w:p>
    <w:p w14:paraId="637B8176" w14:textId="77777777" w:rsidR="001F5C95" w:rsidRPr="001F5C95" w:rsidRDefault="001F5C95" w:rsidP="001F5C95">
      <w:pPr>
        <w:pStyle w:val="config-sample"/>
        <w:rPr>
          <w:color w:val="auto"/>
          <w:lang w:val="en-GB"/>
        </w:rPr>
      </w:pPr>
      <w:r w:rsidRPr="001F5C95">
        <w:rPr>
          <w:color w:val="auto"/>
          <w:lang w:val="en-GB"/>
        </w:rPr>
        <w:t>DIGIDOC_OCSP_RESPONDER_CERT_15=TEST SK OCSP 2011.crt</w:t>
      </w:r>
    </w:p>
    <w:p w14:paraId="14227DC3" w14:textId="77777777" w:rsidR="001F5C95" w:rsidRPr="001F5C95" w:rsidRDefault="001F5C95" w:rsidP="001F5C95">
      <w:pPr>
        <w:pStyle w:val="config-sample"/>
        <w:rPr>
          <w:color w:val="auto"/>
          <w:lang w:val="en-GB"/>
        </w:rPr>
      </w:pPr>
      <w:r w:rsidRPr="001F5C95">
        <w:rPr>
          <w:color w:val="auto"/>
          <w:lang w:val="en-GB"/>
        </w:rPr>
        <w:t>DIGIDOC_OCSP_RESPONDER_CERT_15_CN=TEST of SK OCSP RESPONDER 2011</w:t>
      </w:r>
    </w:p>
    <w:p w14:paraId="0A3F58EA" w14:textId="77777777" w:rsidR="001F5C95" w:rsidRPr="001F5C95" w:rsidRDefault="001F5C95" w:rsidP="001F5C95">
      <w:pPr>
        <w:pStyle w:val="config-sample"/>
        <w:rPr>
          <w:color w:val="auto"/>
          <w:lang w:val="en-GB"/>
        </w:rPr>
      </w:pPr>
      <w:r w:rsidRPr="001F5C95">
        <w:rPr>
          <w:color w:val="auto"/>
          <w:lang w:val="en-GB"/>
        </w:rPr>
        <w:t>DIGIDOC_OCSP_RESPONDER_CERT_15_CA=TEST of EE Certification Centre Root CA</w:t>
      </w:r>
    </w:p>
    <w:p w14:paraId="3B42CFE4" w14:textId="77777777" w:rsidR="001F5C95" w:rsidRPr="001F5C95" w:rsidRDefault="001F5C95" w:rsidP="001F5C95">
      <w:pPr>
        <w:pStyle w:val="config-sample"/>
        <w:rPr>
          <w:color w:val="auto"/>
          <w:lang w:val="en-GB"/>
        </w:rPr>
      </w:pPr>
      <w:r w:rsidRPr="001F5C95">
        <w:rPr>
          <w:color w:val="auto"/>
          <w:lang w:val="en-GB"/>
        </w:rPr>
        <w:t>DIGIDOC_OCSP_RESPONDER_CERT_15_URL=http://www.openxades.org/cgi-bin/ocsp.cgi</w:t>
      </w:r>
    </w:p>
    <w:p w14:paraId="0D2E313A" w14:textId="77777777" w:rsidR="001F5C95" w:rsidRPr="001F5C95" w:rsidRDefault="001F5C95" w:rsidP="001F5C95">
      <w:pPr>
        <w:pStyle w:val="config-sample"/>
        <w:rPr>
          <w:color w:val="auto"/>
          <w:lang w:val="en-GB"/>
        </w:rPr>
      </w:pPr>
    </w:p>
    <w:p w14:paraId="402337EA" w14:textId="77777777" w:rsidR="001F5C95" w:rsidRPr="001F5C95" w:rsidRDefault="001F5C95" w:rsidP="001F5C95">
      <w:pPr>
        <w:pStyle w:val="config-sample"/>
        <w:rPr>
          <w:color w:val="auto"/>
          <w:lang w:val="en-GB"/>
        </w:rPr>
      </w:pPr>
      <w:r w:rsidRPr="001F5C95">
        <w:rPr>
          <w:color w:val="auto"/>
          <w:lang w:val="en-GB"/>
        </w:rPr>
        <w:t>DIGIDOC_OCSP_RESPONDER_CERT_16=TEST SK OCSP 2011.crt</w:t>
      </w:r>
    </w:p>
    <w:p w14:paraId="2224EE8A" w14:textId="77777777" w:rsidR="001F5C95" w:rsidRPr="001F5C95" w:rsidRDefault="001F5C95" w:rsidP="001F5C95">
      <w:pPr>
        <w:pStyle w:val="config-sample"/>
        <w:rPr>
          <w:color w:val="auto"/>
          <w:lang w:val="en-GB"/>
        </w:rPr>
      </w:pPr>
      <w:r w:rsidRPr="001F5C95">
        <w:rPr>
          <w:color w:val="auto"/>
          <w:lang w:val="en-GB"/>
        </w:rPr>
        <w:t>DIGIDOC_OCSP_RESPONDER_CERT_16_CN=TEST of SK OCSP RESPONDER 2011</w:t>
      </w:r>
    </w:p>
    <w:p w14:paraId="7DDFF880" w14:textId="77777777" w:rsidR="001F5C95" w:rsidRPr="001F5C95" w:rsidRDefault="001F5C95" w:rsidP="001F5C95">
      <w:pPr>
        <w:pStyle w:val="config-sample"/>
        <w:rPr>
          <w:color w:val="auto"/>
          <w:lang w:val="en-GB"/>
        </w:rPr>
      </w:pPr>
      <w:r w:rsidRPr="001F5C95">
        <w:rPr>
          <w:color w:val="auto"/>
          <w:lang w:val="en-GB"/>
        </w:rPr>
        <w:t>DIGIDOC_OCSP_RESPONDER_CERT_16_CA=TEST of ESTEID-SK 2011</w:t>
      </w:r>
    </w:p>
    <w:p w14:paraId="144D3493" w14:textId="77777777" w:rsidR="001F5C95" w:rsidRPr="001F5C95" w:rsidRDefault="001F5C95" w:rsidP="001F5C95">
      <w:pPr>
        <w:pStyle w:val="config-sample"/>
        <w:rPr>
          <w:color w:val="auto"/>
          <w:lang w:val="en-GB"/>
        </w:rPr>
      </w:pPr>
      <w:r w:rsidRPr="001F5C95">
        <w:rPr>
          <w:color w:val="auto"/>
          <w:lang w:val="en-GB"/>
        </w:rPr>
        <w:t>DIGIDOC_OCSP_RESPONDER_CERT_16_URL=http://www.openxades.org/cgi-bin/ocsp.cgi</w:t>
      </w:r>
    </w:p>
    <w:p w14:paraId="70E6986E" w14:textId="77777777" w:rsidR="001F5C95" w:rsidRPr="001F5C95" w:rsidRDefault="001F5C95" w:rsidP="001F5C95">
      <w:pPr>
        <w:pStyle w:val="config-sample"/>
        <w:rPr>
          <w:color w:val="auto"/>
          <w:lang w:val="en-GB"/>
        </w:rPr>
      </w:pPr>
    </w:p>
    <w:p w14:paraId="5972BA88" w14:textId="77777777" w:rsidR="001F5C95" w:rsidRPr="001F5C95" w:rsidRDefault="001F5C95" w:rsidP="001F5C95">
      <w:pPr>
        <w:pStyle w:val="config-sample"/>
        <w:rPr>
          <w:color w:val="auto"/>
          <w:lang w:val="en-GB"/>
        </w:rPr>
      </w:pPr>
      <w:r w:rsidRPr="001F5C95">
        <w:rPr>
          <w:color w:val="auto"/>
          <w:lang w:val="en-GB"/>
        </w:rPr>
        <w:t>DIGIDOC_OCSP_RESPONDER_CERT_17=TEST SK OCSP 2011.crt</w:t>
      </w:r>
    </w:p>
    <w:p w14:paraId="216AD5F0" w14:textId="77777777" w:rsidR="001F5C95" w:rsidRPr="001F5C95" w:rsidRDefault="001F5C95" w:rsidP="001F5C95">
      <w:pPr>
        <w:pStyle w:val="config-sample"/>
        <w:rPr>
          <w:color w:val="auto"/>
          <w:lang w:val="en-GB"/>
        </w:rPr>
      </w:pPr>
      <w:r w:rsidRPr="001F5C95">
        <w:rPr>
          <w:color w:val="auto"/>
          <w:lang w:val="en-GB"/>
        </w:rPr>
        <w:t>DIGIDOC_OCSP_RESPONDER_CERT_17_CN=TEST of SK OCSP RESPONDER 2011</w:t>
      </w:r>
    </w:p>
    <w:p w14:paraId="1A9E2C8F" w14:textId="77777777" w:rsidR="001F5C95" w:rsidRPr="001F5C95" w:rsidRDefault="001F5C95" w:rsidP="001F5C95">
      <w:pPr>
        <w:pStyle w:val="config-sample"/>
        <w:rPr>
          <w:color w:val="auto"/>
          <w:lang w:val="en-GB"/>
        </w:rPr>
      </w:pPr>
      <w:r w:rsidRPr="001F5C95">
        <w:rPr>
          <w:color w:val="auto"/>
          <w:lang w:val="en-GB"/>
        </w:rPr>
        <w:t>DIGIDOC_OCSP_RESPONDER_CERT_17_CA=TEST of EID-SK 2011</w:t>
      </w:r>
    </w:p>
    <w:p w14:paraId="412031A8" w14:textId="77777777" w:rsidR="001F5C95" w:rsidRPr="001F5C95" w:rsidRDefault="001F5C95" w:rsidP="001F5C95">
      <w:pPr>
        <w:pStyle w:val="config-sample"/>
        <w:rPr>
          <w:color w:val="auto"/>
          <w:lang w:val="en-GB"/>
        </w:rPr>
      </w:pPr>
      <w:r w:rsidRPr="001F5C95">
        <w:rPr>
          <w:color w:val="auto"/>
          <w:lang w:val="en-GB"/>
        </w:rPr>
        <w:t>DIGIDOC_OCSP_RESPONDER_CERT_17_URL=http://www.openxades.org/cgi-bin/ocsp.cgi</w:t>
      </w:r>
    </w:p>
    <w:p w14:paraId="0B1DCD5B" w14:textId="77777777" w:rsidR="001F5C95" w:rsidRPr="001F5C95" w:rsidRDefault="001F5C95" w:rsidP="001F5C95">
      <w:pPr>
        <w:pStyle w:val="config-sample"/>
        <w:rPr>
          <w:color w:val="auto"/>
          <w:lang w:val="en-GB"/>
        </w:rPr>
      </w:pPr>
    </w:p>
    <w:p w14:paraId="115BCEF0" w14:textId="77777777" w:rsidR="001F5C95" w:rsidRPr="001F5C95" w:rsidRDefault="001F5C95" w:rsidP="001F5C95">
      <w:pPr>
        <w:pStyle w:val="config-sample"/>
        <w:rPr>
          <w:color w:val="auto"/>
          <w:lang w:val="en-GB"/>
        </w:rPr>
      </w:pPr>
      <w:r w:rsidRPr="001F5C95">
        <w:rPr>
          <w:color w:val="auto"/>
          <w:lang w:val="en-GB"/>
        </w:rPr>
        <w:t>DIGIDOC_OCSP_RESPONDER_CERT_18=TEST SK OCSP 2011.crt</w:t>
      </w:r>
    </w:p>
    <w:p w14:paraId="0A1E8D7B" w14:textId="77777777" w:rsidR="001F5C95" w:rsidRPr="001F5C95" w:rsidRDefault="001F5C95" w:rsidP="001F5C95">
      <w:pPr>
        <w:pStyle w:val="config-sample"/>
        <w:rPr>
          <w:color w:val="auto"/>
          <w:lang w:val="en-GB"/>
        </w:rPr>
      </w:pPr>
      <w:r w:rsidRPr="001F5C95">
        <w:rPr>
          <w:color w:val="auto"/>
          <w:lang w:val="en-GB"/>
        </w:rPr>
        <w:t>DIGIDOC_OCSP_RESPONDER_CERT_18_CN=TEST of SK OCSP RESPONDER 2011</w:t>
      </w:r>
    </w:p>
    <w:p w14:paraId="51265550" w14:textId="77777777" w:rsidR="001F5C95" w:rsidRPr="001F5C95" w:rsidRDefault="001F5C95" w:rsidP="001F5C95">
      <w:pPr>
        <w:pStyle w:val="config-sample"/>
        <w:rPr>
          <w:color w:val="auto"/>
          <w:lang w:val="en-GB"/>
        </w:rPr>
      </w:pPr>
      <w:r w:rsidRPr="001F5C95">
        <w:rPr>
          <w:color w:val="auto"/>
          <w:lang w:val="en-GB"/>
        </w:rPr>
        <w:t>DIGIDOC_OCSP_RESPONDER_CERT_18_CA=TEST of KLASS3-SK 2010</w:t>
      </w:r>
    </w:p>
    <w:p w14:paraId="46A3CFA7" w14:textId="77777777" w:rsidR="001F5C95" w:rsidRPr="001F5C95" w:rsidRDefault="001F5C95" w:rsidP="001F5C95">
      <w:pPr>
        <w:pStyle w:val="config-sample"/>
        <w:rPr>
          <w:color w:val="auto"/>
          <w:lang w:val="en-GB"/>
        </w:rPr>
      </w:pPr>
      <w:r w:rsidRPr="001F5C95">
        <w:rPr>
          <w:color w:val="auto"/>
          <w:lang w:val="en-GB"/>
        </w:rPr>
        <w:t>DIGIDOC_OCSP_RESPONDER_CERT_18_URL=http://www.openxades.org/cgi-bin/ocsp.cgi</w:t>
      </w:r>
    </w:p>
    <w:p w14:paraId="15622199" w14:textId="77777777" w:rsidR="001F5C95" w:rsidRDefault="001F5C95" w:rsidP="001F5C95">
      <w:pPr>
        <w:pStyle w:val="config-sample"/>
        <w:rPr>
          <w:color w:val="auto"/>
          <w:lang w:val="en-GB"/>
        </w:rPr>
      </w:pPr>
    </w:p>
    <w:p w14:paraId="434DA212" w14:textId="37FB2A66" w:rsidR="001F5C95" w:rsidRPr="001F5C95" w:rsidRDefault="001F5C95" w:rsidP="001F5C95">
      <w:pPr>
        <w:pStyle w:val="config-sample"/>
        <w:rPr>
          <w:color w:val="00B050"/>
          <w:lang w:val="en-GB"/>
        </w:rPr>
      </w:pPr>
      <w:r w:rsidRPr="001F5C95">
        <w:rPr>
          <w:color w:val="00B050"/>
          <w:lang w:val="en-GB"/>
        </w:rPr>
        <w:t># OCSP re</w:t>
      </w:r>
      <w:r>
        <w:rPr>
          <w:color w:val="00B050"/>
          <w:lang w:val="en-GB"/>
        </w:rPr>
        <w:t>sponder settings for Finnish ID-</w:t>
      </w:r>
      <w:r w:rsidRPr="001F5C95">
        <w:rPr>
          <w:color w:val="00B050"/>
          <w:lang w:val="en-GB"/>
        </w:rPr>
        <w:t>cards</w:t>
      </w:r>
    </w:p>
    <w:p w14:paraId="70AF9B95" w14:textId="77777777" w:rsidR="001F5C95" w:rsidRPr="001F5C95" w:rsidRDefault="001F5C95" w:rsidP="001F5C95">
      <w:pPr>
        <w:pStyle w:val="config-sample"/>
        <w:rPr>
          <w:color w:val="auto"/>
          <w:lang w:val="en-GB"/>
        </w:rPr>
      </w:pPr>
      <w:r w:rsidRPr="001F5C95">
        <w:rPr>
          <w:color w:val="auto"/>
          <w:lang w:val="en-GB"/>
        </w:rPr>
        <w:t>DIGIDOC_OCSP_RESPONDER_CERT_19=TEST SK OCSP 2011.crt</w:t>
      </w:r>
    </w:p>
    <w:p w14:paraId="1BF09B64" w14:textId="77777777" w:rsidR="001F5C95" w:rsidRPr="001F5C95" w:rsidRDefault="001F5C95" w:rsidP="001F5C95">
      <w:pPr>
        <w:pStyle w:val="config-sample"/>
        <w:rPr>
          <w:color w:val="auto"/>
          <w:lang w:val="en-GB"/>
        </w:rPr>
      </w:pPr>
      <w:r w:rsidRPr="001F5C95">
        <w:rPr>
          <w:color w:val="auto"/>
          <w:lang w:val="en-GB"/>
        </w:rPr>
        <w:t>DIGIDOC_OCSP_RESPONDER_CERT_19_CN=TEST of SK OCSP RESPONDER 2011</w:t>
      </w:r>
    </w:p>
    <w:p w14:paraId="78861355" w14:textId="77777777" w:rsidR="001F5C95" w:rsidRPr="001F5C95" w:rsidRDefault="001F5C95" w:rsidP="001F5C95">
      <w:pPr>
        <w:pStyle w:val="config-sample"/>
        <w:rPr>
          <w:color w:val="auto"/>
          <w:lang w:val="en-GB"/>
        </w:rPr>
      </w:pPr>
      <w:r w:rsidRPr="001F5C95">
        <w:rPr>
          <w:color w:val="auto"/>
          <w:lang w:val="en-GB"/>
        </w:rPr>
        <w:lastRenderedPageBreak/>
        <w:t>DIGIDOC_OCSP_RESPONDER_CERT_19_CA=VRK CA for Test Purposes</w:t>
      </w:r>
    </w:p>
    <w:p w14:paraId="4AA09312" w14:textId="77777777" w:rsidR="001F5C95" w:rsidRPr="001F5C95" w:rsidRDefault="001F5C95" w:rsidP="001F5C95">
      <w:pPr>
        <w:pStyle w:val="config-sample"/>
        <w:rPr>
          <w:color w:val="auto"/>
          <w:lang w:val="en-GB"/>
        </w:rPr>
      </w:pPr>
      <w:r w:rsidRPr="001F5C95">
        <w:rPr>
          <w:color w:val="auto"/>
          <w:lang w:val="en-GB"/>
        </w:rPr>
        <w:t>DIGIDOC_OCSP_RESPONDER_CERT_19_URL=http://www.openxades.org/cgi-bin/ocsp.cgi</w:t>
      </w:r>
    </w:p>
    <w:p w14:paraId="0D3708A9" w14:textId="77777777" w:rsidR="001F5C95" w:rsidRPr="001F5C95" w:rsidRDefault="001F5C95" w:rsidP="001F5C95">
      <w:pPr>
        <w:pStyle w:val="config-sample"/>
        <w:rPr>
          <w:color w:val="auto"/>
          <w:lang w:val="en-GB"/>
        </w:rPr>
      </w:pPr>
    </w:p>
    <w:p w14:paraId="1353FD2F" w14:textId="77777777" w:rsidR="001F5C95" w:rsidRPr="001F5C95" w:rsidRDefault="001F5C95" w:rsidP="001F5C95">
      <w:pPr>
        <w:pStyle w:val="config-sample"/>
        <w:rPr>
          <w:color w:val="auto"/>
          <w:lang w:val="en-GB"/>
        </w:rPr>
      </w:pPr>
      <w:r w:rsidRPr="001F5C95">
        <w:rPr>
          <w:color w:val="auto"/>
          <w:lang w:val="en-GB"/>
        </w:rPr>
        <w:t>DIGIDOC_OCSP_RESPONDER_CERT_20=TEST SK OCSP 2011.crt</w:t>
      </w:r>
    </w:p>
    <w:p w14:paraId="1824B9FC" w14:textId="77777777" w:rsidR="001F5C95" w:rsidRPr="001F5C95" w:rsidRDefault="001F5C95" w:rsidP="001F5C95">
      <w:pPr>
        <w:pStyle w:val="config-sample"/>
        <w:rPr>
          <w:color w:val="auto"/>
          <w:lang w:val="en-GB"/>
        </w:rPr>
      </w:pPr>
      <w:r w:rsidRPr="001F5C95">
        <w:rPr>
          <w:color w:val="auto"/>
          <w:lang w:val="en-GB"/>
        </w:rPr>
        <w:t>DIGIDOC_OCSP_RESPONDER_CERT_20_CN=TEST of SK OCSP RESPONDER 2011</w:t>
      </w:r>
    </w:p>
    <w:p w14:paraId="53FFBE14" w14:textId="77777777" w:rsidR="001F5C95" w:rsidRPr="001F5C95" w:rsidRDefault="001F5C95" w:rsidP="001F5C95">
      <w:pPr>
        <w:pStyle w:val="config-sample"/>
        <w:rPr>
          <w:color w:val="auto"/>
          <w:lang w:val="en-GB"/>
        </w:rPr>
      </w:pPr>
      <w:r w:rsidRPr="001F5C95">
        <w:rPr>
          <w:color w:val="auto"/>
          <w:lang w:val="en-GB"/>
        </w:rPr>
        <w:t>DIGIDOC_OCSP_RESPONDER_CERT_20_CA=VRK TEST Root CA</w:t>
      </w:r>
    </w:p>
    <w:p w14:paraId="152BF4B0" w14:textId="77777777" w:rsidR="001F5C95" w:rsidRPr="001F5C95" w:rsidRDefault="001F5C95" w:rsidP="001F5C95">
      <w:pPr>
        <w:pStyle w:val="config-sample"/>
        <w:rPr>
          <w:color w:val="auto"/>
          <w:lang w:val="en-GB"/>
        </w:rPr>
      </w:pPr>
      <w:r w:rsidRPr="001F5C95">
        <w:rPr>
          <w:color w:val="auto"/>
          <w:lang w:val="en-GB"/>
        </w:rPr>
        <w:t>DIGIDOC_OCSP_RESPONDER_CERT_20_URL=http://www.openxades.org/cgi-bin/ocsp.cgi</w:t>
      </w:r>
    </w:p>
    <w:p w14:paraId="5256BB3C" w14:textId="77777777" w:rsidR="001F5C95" w:rsidRPr="001F5C95" w:rsidRDefault="001F5C95" w:rsidP="001F5C95">
      <w:pPr>
        <w:pStyle w:val="config-sample"/>
        <w:rPr>
          <w:color w:val="auto"/>
          <w:lang w:val="en-GB"/>
        </w:rPr>
      </w:pPr>
    </w:p>
    <w:p w14:paraId="6459C895" w14:textId="77777777" w:rsidR="001F5C95" w:rsidRPr="001F5C95" w:rsidRDefault="001F5C95" w:rsidP="001F5C95">
      <w:pPr>
        <w:pStyle w:val="config-sample"/>
        <w:rPr>
          <w:color w:val="auto"/>
          <w:lang w:val="en-GB"/>
        </w:rPr>
      </w:pPr>
      <w:r w:rsidRPr="001F5C95">
        <w:rPr>
          <w:color w:val="auto"/>
          <w:lang w:val="en-GB"/>
        </w:rPr>
        <w:t>DIGIDOC_OCSP_RESPONDER_CERT_21=SK OCSP 2011.crt</w:t>
      </w:r>
    </w:p>
    <w:p w14:paraId="6370E986" w14:textId="77777777" w:rsidR="001F5C95" w:rsidRPr="001F5C95" w:rsidRDefault="001F5C95" w:rsidP="001F5C95">
      <w:pPr>
        <w:pStyle w:val="config-sample"/>
        <w:rPr>
          <w:color w:val="auto"/>
          <w:lang w:val="en-GB"/>
        </w:rPr>
      </w:pPr>
      <w:r w:rsidRPr="001F5C95">
        <w:rPr>
          <w:color w:val="auto"/>
          <w:lang w:val="en-GB"/>
        </w:rPr>
        <w:t>DIGIDOC_OCSP_RESPONDER_CERT_21_CN=SK OCSP RESPONDER 2011</w:t>
      </w:r>
    </w:p>
    <w:p w14:paraId="7DBB9B02" w14:textId="77777777" w:rsidR="001F5C95" w:rsidRPr="001F5C95" w:rsidRDefault="001F5C95" w:rsidP="001F5C95">
      <w:pPr>
        <w:pStyle w:val="config-sample"/>
        <w:rPr>
          <w:color w:val="auto"/>
          <w:lang w:val="en-GB"/>
        </w:rPr>
      </w:pPr>
      <w:r w:rsidRPr="001F5C95">
        <w:rPr>
          <w:color w:val="auto"/>
          <w:lang w:val="en-GB"/>
        </w:rPr>
        <w:t>DIGIDOC_OCSP_RESPONDER_CERT_21_CA=VRK Gov. Root CA</w:t>
      </w:r>
    </w:p>
    <w:p w14:paraId="21369A0F" w14:textId="77777777" w:rsidR="001F5C95" w:rsidRPr="001F5C95" w:rsidRDefault="001F5C95" w:rsidP="001F5C95">
      <w:pPr>
        <w:pStyle w:val="config-sample"/>
        <w:rPr>
          <w:color w:val="auto"/>
          <w:lang w:val="en-GB"/>
        </w:rPr>
      </w:pPr>
      <w:r w:rsidRPr="001F5C95">
        <w:rPr>
          <w:color w:val="auto"/>
          <w:lang w:val="en-GB"/>
        </w:rPr>
        <w:t>DIGIDOC_OCSP_RESPONDER_CERT_21_URL=http://ocsp.sk.ee/_proxy</w:t>
      </w:r>
    </w:p>
    <w:p w14:paraId="46C0EE84" w14:textId="77777777" w:rsidR="001F5C95" w:rsidRPr="001F5C95" w:rsidRDefault="001F5C95" w:rsidP="001F5C95">
      <w:pPr>
        <w:pStyle w:val="config-sample"/>
        <w:rPr>
          <w:color w:val="auto"/>
          <w:lang w:val="en-GB"/>
        </w:rPr>
      </w:pPr>
    </w:p>
    <w:p w14:paraId="728B1937" w14:textId="77777777" w:rsidR="001F5C95" w:rsidRPr="001F5C95" w:rsidRDefault="001F5C95" w:rsidP="001F5C95">
      <w:pPr>
        <w:pStyle w:val="config-sample"/>
        <w:rPr>
          <w:color w:val="auto"/>
          <w:lang w:val="en-GB"/>
        </w:rPr>
      </w:pPr>
      <w:r w:rsidRPr="001F5C95">
        <w:rPr>
          <w:color w:val="auto"/>
          <w:lang w:val="en-GB"/>
        </w:rPr>
        <w:t>DIGIDOC_OCSP_RESPONDER_CERT_22=SK OCSP 2011.crt</w:t>
      </w:r>
    </w:p>
    <w:p w14:paraId="5D5335F6" w14:textId="77777777" w:rsidR="001F5C95" w:rsidRPr="001F5C95" w:rsidRDefault="001F5C95" w:rsidP="001F5C95">
      <w:pPr>
        <w:pStyle w:val="config-sample"/>
        <w:rPr>
          <w:color w:val="auto"/>
          <w:lang w:val="en-GB"/>
        </w:rPr>
      </w:pPr>
      <w:r w:rsidRPr="001F5C95">
        <w:rPr>
          <w:color w:val="auto"/>
          <w:lang w:val="en-GB"/>
        </w:rPr>
        <w:t>DIGIDOC_OCSP_RESPONDER_CERT_22_CN=SK OCSP RESPONDER 2011</w:t>
      </w:r>
    </w:p>
    <w:p w14:paraId="5C49F642" w14:textId="77777777" w:rsidR="001F5C95" w:rsidRPr="001F5C95" w:rsidRDefault="001F5C95" w:rsidP="001F5C95">
      <w:pPr>
        <w:pStyle w:val="config-sample"/>
        <w:rPr>
          <w:color w:val="auto"/>
          <w:lang w:val="en-GB"/>
        </w:rPr>
      </w:pPr>
      <w:r w:rsidRPr="001F5C95">
        <w:rPr>
          <w:color w:val="auto"/>
          <w:lang w:val="en-GB"/>
        </w:rPr>
        <w:t>DIGIDOC_OCSP_RESPONDER_CERT_22_CA=VRK Gov. CA for Citizen Qualified Certificates</w:t>
      </w:r>
    </w:p>
    <w:p w14:paraId="1C791E4A" w14:textId="77777777" w:rsidR="001F5C95" w:rsidRPr="001F5C95" w:rsidRDefault="001F5C95" w:rsidP="001F5C95">
      <w:pPr>
        <w:pStyle w:val="config-sample"/>
        <w:rPr>
          <w:color w:val="auto"/>
          <w:lang w:val="en-GB"/>
        </w:rPr>
      </w:pPr>
      <w:r w:rsidRPr="001F5C95">
        <w:rPr>
          <w:color w:val="auto"/>
          <w:lang w:val="en-GB"/>
        </w:rPr>
        <w:t>DIGIDOC_OCSP_RESPONDER_CERT_22_URL=http://ocsp.sk.ee/_proxy</w:t>
      </w:r>
    </w:p>
    <w:p w14:paraId="6D8BCE54" w14:textId="77777777" w:rsidR="001F5C95" w:rsidRPr="001F5C95" w:rsidRDefault="001F5C95" w:rsidP="001F5C95">
      <w:pPr>
        <w:pStyle w:val="config-sample"/>
        <w:rPr>
          <w:color w:val="auto"/>
          <w:lang w:val="en-GB"/>
        </w:rPr>
      </w:pPr>
    </w:p>
    <w:p w14:paraId="2777575D" w14:textId="77777777" w:rsidR="001F5C95" w:rsidRPr="001F5C95" w:rsidRDefault="001F5C95" w:rsidP="001F5C95">
      <w:pPr>
        <w:pStyle w:val="config-sample"/>
        <w:rPr>
          <w:color w:val="auto"/>
          <w:lang w:val="en-GB"/>
        </w:rPr>
      </w:pPr>
      <w:r w:rsidRPr="001F5C95">
        <w:rPr>
          <w:color w:val="auto"/>
          <w:lang w:val="en-GB"/>
        </w:rPr>
        <w:t>DIGIDOC_OCSP_RESPONDER_CERT_23=SK OCSP 2011.crt</w:t>
      </w:r>
    </w:p>
    <w:p w14:paraId="285F6586" w14:textId="77777777" w:rsidR="001F5C95" w:rsidRPr="001F5C95" w:rsidRDefault="001F5C95" w:rsidP="001F5C95">
      <w:pPr>
        <w:pStyle w:val="config-sample"/>
        <w:rPr>
          <w:color w:val="auto"/>
          <w:lang w:val="en-GB"/>
        </w:rPr>
      </w:pPr>
      <w:r w:rsidRPr="001F5C95">
        <w:rPr>
          <w:color w:val="auto"/>
          <w:lang w:val="en-GB"/>
        </w:rPr>
        <w:t>DIGIDOC_OCSP_RESPONDER_CERT_23_CN=SK OCSP RESPONDER 2011</w:t>
      </w:r>
    </w:p>
    <w:p w14:paraId="6EC69E3E" w14:textId="77777777" w:rsidR="001F5C95" w:rsidRPr="001F5C95" w:rsidRDefault="001F5C95" w:rsidP="001F5C95">
      <w:pPr>
        <w:pStyle w:val="config-sample"/>
        <w:rPr>
          <w:color w:val="auto"/>
          <w:lang w:val="en-GB"/>
        </w:rPr>
      </w:pPr>
      <w:r w:rsidRPr="001F5C95">
        <w:rPr>
          <w:color w:val="auto"/>
          <w:lang w:val="en-GB"/>
        </w:rPr>
        <w:t>DIGIDOC_OCSP_RESPONDER_CERT_23_CA=VRK CA for Healthcare Professionals Qualified Certificates</w:t>
      </w:r>
    </w:p>
    <w:p w14:paraId="54B1A530" w14:textId="77777777" w:rsidR="001F5C95" w:rsidRPr="001F5C95" w:rsidRDefault="001F5C95" w:rsidP="001F5C95">
      <w:pPr>
        <w:pStyle w:val="config-sample"/>
        <w:rPr>
          <w:color w:val="auto"/>
          <w:lang w:val="en-GB"/>
        </w:rPr>
      </w:pPr>
      <w:r w:rsidRPr="001F5C95">
        <w:rPr>
          <w:color w:val="auto"/>
          <w:lang w:val="en-GB"/>
        </w:rPr>
        <w:t>DIGIDOC_OCSP_RESPONDER_CERT_23_URL=http://ocsp.sk.ee/_proxy</w:t>
      </w:r>
    </w:p>
    <w:p w14:paraId="3E1AF53C" w14:textId="77777777" w:rsidR="001F5C95" w:rsidRPr="001F5C95" w:rsidRDefault="001F5C95" w:rsidP="001F5C95">
      <w:pPr>
        <w:pStyle w:val="config-sample"/>
        <w:rPr>
          <w:color w:val="auto"/>
          <w:lang w:val="en-GB"/>
        </w:rPr>
      </w:pPr>
    </w:p>
    <w:p w14:paraId="2B3ECD9F" w14:textId="77777777" w:rsidR="001F5C95" w:rsidRPr="001F5C95" w:rsidRDefault="001F5C95" w:rsidP="001F5C95">
      <w:pPr>
        <w:pStyle w:val="config-sample"/>
        <w:rPr>
          <w:color w:val="auto"/>
          <w:lang w:val="en-GB"/>
        </w:rPr>
      </w:pPr>
      <w:r w:rsidRPr="001F5C95">
        <w:rPr>
          <w:color w:val="auto"/>
          <w:lang w:val="en-GB"/>
        </w:rPr>
        <w:t>DIGIDOC_OCSP_RESPONDER_CERT_24=SK OCSP 2011.crt</w:t>
      </w:r>
    </w:p>
    <w:p w14:paraId="236329E6" w14:textId="77777777" w:rsidR="001F5C95" w:rsidRPr="001F5C95" w:rsidRDefault="001F5C95" w:rsidP="001F5C95">
      <w:pPr>
        <w:pStyle w:val="config-sample"/>
        <w:rPr>
          <w:color w:val="auto"/>
          <w:lang w:val="en-GB"/>
        </w:rPr>
      </w:pPr>
      <w:r w:rsidRPr="001F5C95">
        <w:rPr>
          <w:color w:val="auto"/>
          <w:lang w:val="en-GB"/>
        </w:rPr>
        <w:t>DIGIDOC_OCSP_RESPONDER_CERT_24_CN=SK OCSP RESPONDER 2011</w:t>
      </w:r>
    </w:p>
    <w:p w14:paraId="2E4B2DEE" w14:textId="77777777" w:rsidR="001F5C95" w:rsidRPr="001F5C95" w:rsidRDefault="001F5C95" w:rsidP="001F5C95">
      <w:pPr>
        <w:pStyle w:val="config-sample"/>
        <w:rPr>
          <w:color w:val="auto"/>
          <w:lang w:val="en-GB"/>
        </w:rPr>
      </w:pPr>
      <w:r w:rsidRPr="001F5C95">
        <w:rPr>
          <w:color w:val="auto"/>
          <w:lang w:val="en-GB"/>
        </w:rPr>
        <w:t>DIGIDOC_OCSP_RESPONDER_CERT_24_CA=VRK CA for Qualified Certificates</w:t>
      </w:r>
    </w:p>
    <w:p w14:paraId="13BBFB7B" w14:textId="152DC0FB" w:rsidR="00B67864" w:rsidRDefault="001F5C95" w:rsidP="001F5C95">
      <w:pPr>
        <w:pStyle w:val="config-sample"/>
        <w:rPr>
          <w:color w:val="auto"/>
          <w:lang w:val="en-GB"/>
        </w:rPr>
      </w:pPr>
      <w:r w:rsidRPr="001F5C95">
        <w:rPr>
          <w:color w:val="auto"/>
          <w:lang w:val="en-GB"/>
        </w:rPr>
        <w:t>DIGIDOC_OCSP_RESPONDER_CERT_24_URL=http://ocsp.sk.ee/_proxy</w:t>
      </w:r>
    </w:p>
    <w:p w14:paraId="07076F83" w14:textId="77777777" w:rsidR="001F5C95" w:rsidRPr="00751DBB" w:rsidRDefault="001F5C95" w:rsidP="001F5C95">
      <w:pPr>
        <w:pStyle w:val="config-sample"/>
        <w:rPr>
          <w:color w:val="auto"/>
          <w:lang w:val="en-GB"/>
        </w:rPr>
      </w:pPr>
    </w:p>
    <w:p w14:paraId="2DAB63F8" w14:textId="77777777" w:rsidR="00927A28" w:rsidRPr="00751DBB" w:rsidRDefault="00927A28" w:rsidP="00927A28">
      <w:pPr>
        <w:pStyle w:val="config-sample"/>
        <w:rPr>
          <w:lang w:val="en-GB"/>
        </w:rPr>
      </w:pPr>
      <w:r w:rsidRPr="00751DBB">
        <w:rPr>
          <w:b/>
          <w:color w:val="00B050"/>
          <w:u w:val="single"/>
          <w:lang w:val="en-GB"/>
        </w:rPr>
        <w:t># Encryption settings</w:t>
      </w:r>
      <w:r w:rsidRPr="00751DBB">
        <w:rPr>
          <w:lang w:val="en-GB"/>
        </w:rPr>
        <w:tab/>
      </w:r>
    </w:p>
    <w:p w14:paraId="2326E31C" w14:textId="77777777" w:rsidR="00927A28" w:rsidRPr="00751DBB" w:rsidRDefault="00927A28" w:rsidP="00927A28">
      <w:pPr>
        <w:pStyle w:val="config-sample"/>
        <w:rPr>
          <w:lang w:val="en-GB"/>
        </w:rPr>
      </w:pPr>
      <w:r w:rsidRPr="00751DBB">
        <w:rPr>
          <w:color w:val="00B050"/>
          <w:lang w:val="en-GB"/>
        </w:rPr>
        <w:t># Compression mode of data before encryption. Possible values: 0 – always compress, 1 – never compress, 2 – best effort</w:t>
      </w:r>
    </w:p>
    <w:p w14:paraId="25E35DA0" w14:textId="77777777" w:rsidR="00927A28" w:rsidRPr="000F1DEC" w:rsidRDefault="00927A28" w:rsidP="00927A28">
      <w:pPr>
        <w:pStyle w:val="config-sample"/>
        <w:rPr>
          <w:color w:val="00B0F0"/>
          <w:lang w:val="fr-FR"/>
        </w:rPr>
      </w:pPr>
      <w:r w:rsidRPr="000F1DEC">
        <w:rPr>
          <w:color w:val="auto"/>
          <w:lang w:val="fr-FR"/>
        </w:rPr>
        <w:t>DENC_COMPRESS_MODE</w:t>
      </w:r>
      <w:r w:rsidRPr="000F1DEC">
        <w:rPr>
          <w:color w:val="auto"/>
          <w:lang w:val="fr-FR"/>
        </w:rPr>
        <w:tab/>
        <w:t>=</w:t>
      </w:r>
      <w:r w:rsidRPr="000F1DEC">
        <w:rPr>
          <w:color w:val="auto"/>
          <w:lang w:val="fr-FR"/>
        </w:rPr>
        <w:tab/>
      </w:r>
      <w:r w:rsidRPr="000F1DEC">
        <w:rPr>
          <w:color w:val="7030A0"/>
          <w:lang w:val="fr-FR"/>
        </w:rPr>
        <w:t>0</w:t>
      </w:r>
    </w:p>
    <w:p w14:paraId="1E8B7C4C" w14:textId="77777777" w:rsidR="00927A28" w:rsidRPr="000F1DEC" w:rsidRDefault="00927A28" w:rsidP="00927A28">
      <w:pPr>
        <w:pStyle w:val="config-sample"/>
        <w:rPr>
          <w:i/>
          <w:color w:val="0070C0"/>
          <w:lang w:val="fr-FR"/>
        </w:rPr>
      </w:pPr>
      <w:r w:rsidRPr="000F1DEC">
        <w:rPr>
          <w:i/>
          <w:color w:val="0070C0"/>
          <w:lang w:val="fr-FR"/>
        </w:rPr>
        <w:t># DENC_COMPRESS_MODE</w:t>
      </w:r>
      <w:r w:rsidRPr="000F1DEC">
        <w:rPr>
          <w:i/>
          <w:color w:val="0070C0"/>
          <w:lang w:val="fr-FR"/>
        </w:rPr>
        <w:tab/>
        <w:t>=</w:t>
      </w:r>
      <w:r w:rsidRPr="000F1DEC">
        <w:rPr>
          <w:i/>
          <w:color w:val="0070C0"/>
          <w:lang w:val="fr-FR"/>
        </w:rPr>
        <w:tab/>
        <w:t>1</w:t>
      </w:r>
    </w:p>
    <w:p w14:paraId="682C39C9" w14:textId="77777777" w:rsidR="00927A28" w:rsidRPr="00751DBB" w:rsidRDefault="00927A28" w:rsidP="00927A28">
      <w:pPr>
        <w:pStyle w:val="config-sample"/>
        <w:rPr>
          <w:i/>
          <w:color w:val="0070C0"/>
          <w:lang w:val="en-GB"/>
        </w:rPr>
      </w:pPr>
      <w:r w:rsidRPr="00751DBB">
        <w:rPr>
          <w:i/>
          <w:color w:val="0070C0"/>
          <w:lang w:val="en-GB"/>
        </w:rPr>
        <w:t># DENC_COMPRESS_MODE</w:t>
      </w:r>
      <w:r w:rsidRPr="00751DBB">
        <w:rPr>
          <w:i/>
          <w:color w:val="0070C0"/>
          <w:lang w:val="en-GB"/>
        </w:rPr>
        <w:tab/>
        <w:t>=</w:t>
      </w:r>
      <w:r w:rsidRPr="00751DBB">
        <w:rPr>
          <w:i/>
          <w:color w:val="0070C0"/>
          <w:lang w:val="en-GB"/>
        </w:rPr>
        <w:tab/>
        <w:t>2</w:t>
      </w:r>
    </w:p>
    <w:p w14:paraId="03B1CD7B" w14:textId="77777777" w:rsidR="00927A28" w:rsidRPr="00751DBB" w:rsidRDefault="00927A28" w:rsidP="00927A28">
      <w:pPr>
        <w:pStyle w:val="config-sample"/>
        <w:rPr>
          <w:color w:val="auto"/>
          <w:lang w:val="en-GB"/>
        </w:rPr>
      </w:pPr>
    </w:p>
    <w:p w14:paraId="5724AC04" w14:textId="77777777" w:rsidR="00927A28" w:rsidRPr="00751DBB" w:rsidRDefault="00927A28" w:rsidP="00927A28">
      <w:pPr>
        <w:pStyle w:val="config-sample"/>
        <w:rPr>
          <w:lang w:val="en-GB"/>
        </w:rPr>
      </w:pPr>
      <w:r w:rsidRPr="00751DBB">
        <w:rPr>
          <w:b/>
          <w:color w:val="00B050"/>
          <w:u w:val="single"/>
          <w:lang w:val="en-GB"/>
        </w:rPr>
        <w:t xml:space="preserve"># </w:t>
      </w:r>
      <w:r w:rsidR="00800792" w:rsidRPr="00751DBB">
        <w:rPr>
          <w:b/>
          <w:color w:val="00B050"/>
          <w:u w:val="single"/>
          <w:lang w:val="en-GB"/>
        </w:rPr>
        <w:t>Debugging</w:t>
      </w:r>
      <w:r w:rsidRPr="00751DBB">
        <w:rPr>
          <w:b/>
          <w:color w:val="00B050"/>
          <w:u w:val="single"/>
          <w:lang w:val="en-GB"/>
        </w:rPr>
        <w:t xml:space="preserve"> settings</w:t>
      </w:r>
      <w:r w:rsidRPr="00751DBB">
        <w:rPr>
          <w:lang w:val="en-GB"/>
        </w:rPr>
        <w:tab/>
      </w:r>
    </w:p>
    <w:p w14:paraId="34E80878" w14:textId="77777777" w:rsidR="00252DC3" w:rsidRPr="00751DBB" w:rsidRDefault="00252DC3" w:rsidP="00927A28">
      <w:pPr>
        <w:pStyle w:val="config-sample"/>
        <w:rPr>
          <w:b/>
          <w:color w:val="00B050"/>
          <w:lang w:val="en-GB"/>
        </w:rPr>
      </w:pPr>
      <w:r w:rsidRPr="00751DBB">
        <w:rPr>
          <w:color w:val="00B050"/>
          <w:lang w:val="en-GB"/>
        </w:rPr>
        <w:t xml:space="preserve"># </w:t>
      </w:r>
      <w:r w:rsidR="00C6372B" w:rsidRPr="00751DBB">
        <w:rPr>
          <w:color w:val="00B050"/>
          <w:lang w:val="en-GB"/>
        </w:rPr>
        <w:t xml:space="preserve">Specifies the amount of information printed out. </w:t>
      </w:r>
      <w:r w:rsidR="004F474C" w:rsidRPr="00751DBB">
        <w:rPr>
          <w:color w:val="00B050"/>
          <w:lang w:val="en-GB"/>
        </w:rPr>
        <w:t>Possible value range: 0-9</w:t>
      </w:r>
    </w:p>
    <w:p w14:paraId="4499B677" w14:textId="77777777" w:rsidR="00927A28" w:rsidRPr="00751DBB" w:rsidRDefault="00800792" w:rsidP="00927A28">
      <w:pPr>
        <w:pStyle w:val="config-sample"/>
        <w:rPr>
          <w:i/>
          <w:color w:val="7030A0"/>
          <w:lang w:val="en-GB"/>
        </w:rPr>
      </w:pPr>
      <w:r w:rsidRPr="00751DBB">
        <w:rPr>
          <w:i/>
          <w:color w:val="0070C0"/>
          <w:lang w:val="en-GB"/>
        </w:rPr>
        <w:t xml:space="preserve"># </w:t>
      </w:r>
      <w:r w:rsidR="00927A28" w:rsidRPr="00751DBB">
        <w:rPr>
          <w:i/>
          <w:color w:val="0070C0"/>
          <w:lang w:val="en-GB"/>
        </w:rPr>
        <w:t>DEBUG_LEVEL</w:t>
      </w:r>
      <w:r w:rsidR="00B31EFA" w:rsidRPr="00751DBB">
        <w:rPr>
          <w:i/>
          <w:color w:val="0070C0"/>
          <w:lang w:val="en-GB"/>
        </w:rPr>
        <w:tab/>
      </w:r>
      <w:r w:rsidR="00927A28" w:rsidRPr="00751DBB">
        <w:rPr>
          <w:i/>
          <w:color w:val="0070C0"/>
          <w:lang w:val="en-GB"/>
        </w:rPr>
        <w:t>=</w:t>
      </w:r>
      <w:r w:rsidR="00B31EFA" w:rsidRPr="00751DBB">
        <w:rPr>
          <w:i/>
          <w:color w:val="auto"/>
          <w:lang w:val="en-GB"/>
        </w:rPr>
        <w:tab/>
      </w:r>
      <w:r w:rsidR="00B31EFA" w:rsidRPr="00751DBB">
        <w:rPr>
          <w:i/>
          <w:color w:val="7030A0"/>
          <w:lang w:val="en-GB"/>
        </w:rPr>
        <w:t>3</w:t>
      </w:r>
    </w:p>
    <w:p w14:paraId="57F9C906" w14:textId="77777777" w:rsidR="00C6372B" w:rsidRPr="00751DBB" w:rsidRDefault="004F474C" w:rsidP="00927A28">
      <w:pPr>
        <w:pStyle w:val="config-sample"/>
        <w:rPr>
          <w:color w:val="00B050"/>
          <w:szCs w:val="18"/>
          <w:lang w:val="en-GB"/>
        </w:rPr>
      </w:pPr>
      <w:r w:rsidRPr="00751DBB">
        <w:rPr>
          <w:color w:val="00B050"/>
          <w:lang w:val="en-GB"/>
        </w:rPr>
        <w:t xml:space="preserve"># </w:t>
      </w:r>
      <w:r w:rsidR="007B129F" w:rsidRPr="00751DBB">
        <w:rPr>
          <w:color w:val="00B050"/>
          <w:lang w:val="en-GB"/>
        </w:rPr>
        <w:t>Note that the d</w:t>
      </w:r>
      <w:r w:rsidR="00C6372B" w:rsidRPr="00751DBB">
        <w:rPr>
          <w:color w:val="00B050"/>
          <w:szCs w:val="18"/>
          <w:lang w:val="en-GB"/>
        </w:rPr>
        <w:t xml:space="preserve">irectory where you want to store the output file has to exist before </w:t>
      </w:r>
    </w:p>
    <w:p w14:paraId="24A1C432" w14:textId="77777777" w:rsidR="004F474C" w:rsidRPr="00751DBB" w:rsidRDefault="00C6372B" w:rsidP="00927A28">
      <w:pPr>
        <w:pStyle w:val="config-sample"/>
        <w:rPr>
          <w:i/>
          <w:color w:val="00B050"/>
          <w:lang w:val="en-GB"/>
        </w:rPr>
      </w:pPr>
      <w:r w:rsidRPr="00751DBB">
        <w:rPr>
          <w:color w:val="00B050"/>
          <w:szCs w:val="18"/>
          <w:lang w:val="en-GB"/>
        </w:rPr>
        <w:t xml:space="preserve"># </w:t>
      </w:r>
      <w:r w:rsidR="007B129F" w:rsidRPr="00751DBB">
        <w:rPr>
          <w:color w:val="00B050"/>
          <w:szCs w:val="18"/>
          <w:lang w:val="en-GB"/>
        </w:rPr>
        <w:t xml:space="preserve">debugging, </w:t>
      </w:r>
      <w:r w:rsidRPr="00751DBB">
        <w:rPr>
          <w:color w:val="00B050"/>
          <w:szCs w:val="18"/>
          <w:lang w:val="en-GB"/>
        </w:rPr>
        <w:t>otherwise the file is not created.</w:t>
      </w:r>
    </w:p>
    <w:p w14:paraId="6CF083E9" w14:textId="77777777" w:rsidR="00927A28" w:rsidRDefault="00800792" w:rsidP="00AE7EEF">
      <w:pPr>
        <w:pStyle w:val="config-sample"/>
        <w:rPr>
          <w:i/>
          <w:color w:val="7030A0"/>
          <w:lang w:val="en-GB"/>
        </w:rPr>
      </w:pPr>
      <w:r w:rsidRPr="00751DBB">
        <w:rPr>
          <w:i/>
          <w:color w:val="0070C0"/>
          <w:lang w:val="en-GB"/>
        </w:rPr>
        <w:t xml:space="preserve"># </w:t>
      </w:r>
      <w:r w:rsidR="00927A28" w:rsidRPr="00751DBB">
        <w:rPr>
          <w:i/>
          <w:color w:val="0070C0"/>
          <w:lang w:val="en-GB"/>
        </w:rPr>
        <w:t>DEBUG_FILE</w:t>
      </w:r>
      <w:r w:rsidRPr="00751DBB">
        <w:rPr>
          <w:i/>
          <w:color w:val="0070C0"/>
          <w:lang w:val="en-GB"/>
        </w:rPr>
        <w:tab/>
      </w:r>
      <w:r w:rsidR="00927A28" w:rsidRPr="00751DBB">
        <w:rPr>
          <w:i/>
          <w:color w:val="0070C0"/>
          <w:lang w:val="en-GB"/>
        </w:rPr>
        <w:t>=</w:t>
      </w:r>
      <w:r w:rsidR="00B31EFA" w:rsidRPr="00751DBB">
        <w:rPr>
          <w:i/>
          <w:color w:val="0070C0"/>
          <w:lang w:val="en-GB"/>
        </w:rPr>
        <w:t xml:space="preserve"> </w:t>
      </w:r>
      <w:r w:rsidRPr="00751DBB">
        <w:rPr>
          <w:i/>
          <w:color w:val="auto"/>
          <w:lang w:val="en-GB"/>
        </w:rPr>
        <w:tab/>
      </w:r>
      <w:r w:rsidR="00B31EFA" w:rsidRPr="00751DBB">
        <w:rPr>
          <w:i/>
          <w:color w:val="7030A0"/>
          <w:lang w:val="en-GB"/>
        </w:rPr>
        <w:t>&lt;your-debug</w:t>
      </w:r>
      <w:r w:rsidR="004E79FC" w:rsidRPr="00751DBB">
        <w:rPr>
          <w:i/>
          <w:color w:val="7030A0"/>
          <w:lang w:val="en-GB"/>
        </w:rPr>
        <w:t>ging</w:t>
      </w:r>
      <w:r w:rsidR="00B31EFA" w:rsidRPr="00751DBB">
        <w:rPr>
          <w:i/>
          <w:color w:val="7030A0"/>
          <w:lang w:val="en-GB"/>
        </w:rPr>
        <w:t>-log-file&gt;</w:t>
      </w:r>
    </w:p>
    <w:p w14:paraId="1B13AB2F" w14:textId="10BEBC43" w:rsidR="00547FC6" w:rsidRDefault="00547FC6">
      <w:pPr>
        <w:spacing w:after="0"/>
        <w:jc w:val="left"/>
        <w:rPr>
          <w:lang w:val="en-GB"/>
        </w:rPr>
      </w:pPr>
      <w:r>
        <w:rPr>
          <w:lang w:val="en-GB"/>
        </w:rPr>
        <w:br w:type="page"/>
      </w:r>
    </w:p>
    <w:p w14:paraId="0B91D98B" w14:textId="77777777" w:rsidR="00547FC6" w:rsidRPr="005E05FF" w:rsidRDefault="00547FC6" w:rsidP="00547FC6">
      <w:pPr>
        <w:pStyle w:val="Heading1"/>
        <w:numPr>
          <w:ilvl w:val="0"/>
          <w:numId w:val="0"/>
        </w:numPr>
        <w:ind w:left="432" w:hanging="432"/>
      </w:pPr>
      <w:bookmarkStart w:id="192" w:name="_Ref361096431"/>
      <w:bookmarkStart w:id="193" w:name="_Toc374110790"/>
      <w:bookmarkStart w:id="194" w:name="_Toc410733946"/>
      <w:r w:rsidRPr="005E05FF">
        <w:lastRenderedPageBreak/>
        <w:t>Appendix 2: Signature types</w:t>
      </w:r>
      <w:bookmarkEnd w:id="192"/>
      <w:bookmarkEnd w:id="193"/>
      <w:bookmarkEnd w:id="194"/>
    </w:p>
    <w:p w14:paraId="75535F4B" w14:textId="77777777" w:rsidR="00547FC6" w:rsidRPr="005E05FF" w:rsidRDefault="00547FC6" w:rsidP="00547FC6">
      <w:r w:rsidRPr="005E05FF">
        <w:t>The signatures which are created can be either digital stamps, qualified electronic signatures or technical signatures depending on the certificate which is used for signing and whether OCSP confirmation is added or not.</w:t>
      </w:r>
    </w:p>
    <w:p w14:paraId="1A7BB880" w14:textId="77777777" w:rsidR="00547FC6" w:rsidRPr="005E05FF" w:rsidRDefault="00547FC6" w:rsidP="00547FC6">
      <w:pPr>
        <w:rPr>
          <w:b/>
          <w:u w:val="single"/>
        </w:rPr>
      </w:pPr>
      <w:bookmarkStart w:id="195" w:name="dig_stamp"/>
      <w:r w:rsidRPr="005E05FF">
        <w:rPr>
          <w:b/>
          <w:u w:val="single"/>
        </w:rPr>
        <w:t>Qualified electronic signature, i.e. ordinary digital signature</w:t>
      </w:r>
    </w:p>
    <w:p w14:paraId="1761BF39" w14:textId="77777777" w:rsidR="00547FC6" w:rsidRPr="005E05FF" w:rsidRDefault="00547FC6" w:rsidP="00547FC6">
      <w:r w:rsidRPr="005E05FF">
        <w:t>Qualified electronic signatures have the following characteristics:</w:t>
      </w:r>
    </w:p>
    <w:p w14:paraId="1BF1B471" w14:textId="77777777" w:rsidR="00547FC6" w:rsidRPr="005E05FF" w:rsidRDefault="00547FC6" w:rsidP="00AC5E92">
      <w:pPr>
        <w:pStyle w:val="ListParagraph"/>
        <w:numPr>
          <w:ilvl w:val="0"/>
          <w:numId w:val="59"/>
        </w:numPr>
      </w:pPr>
      <w:r w:rsidRPr="005E05FF">
        <w:t>the certificate for signing has been issued to a private person,</w:t>
      </w:r>
    </w:p>
    <w:p w14:paraId="22A41883" w14:textId="77777777" w:rsidR="00547FC6" w:rsidRPr="005E05FF" w:rsidRDefault="00547FC6" w:rsidP="00AC5E92">
      <w:pPr>
        <w:pStyle w:val="ListParagraph"/>
        <w:numPr>
          <w:ilvl w:val="0"/>
          <w:numId w:val="59"/>
        </w:numPr>
      </w:pPr>
      <w:r w:rsidRPr="005E05FF">
        <w:t>the signer’s certificate has “Non-repudiation” value in its “Key usage” field (see also figure 1),</w:t>
      </w:r>
    </w:p>
    <w:p w14:paraId="0C4D1BAE" w14:textId="77777777" w:rsidR="00547FC6" w:rsidRPr="005E05FF" w:rsidRDefault="00547FC6" w:rsidP="00AC5E92">
      <w:pPr>
        <w:pStyle w:val="ListParagraph"/>
        <w:numPr>
          <w:ilvl w:val="0"/>
          <w:numId w:val="59"/>
        </w:numPr>
      </w:pPr>
      <w:r w:rsidRPr="005E05FF">
        <w:t>the signature has OCSP confirmation.</w:t>
      </w:r>
    </w:p>
    <w:p w14:paraId="052B9DA2" w14:textId="77777777" w:rsidR="00547FC6" w:rsidRPr="005E05FF" w:rsidRDefault="00547FC6" w:rsidP="00547FC6">
      <w:r w:rsidRPr="005E05FF">
        <w:t>Certificates which can be used for qualified electronic signature creation are stored on physical identity tokens: ID-card, Digi-ID, Mobile-ID or cryptostick.</w:t>
      </w:r>
    </w:p>
    <w:p w14:paraId="754B04E6" w14:textId="77777777" w:rsidR="00547FC6" w:rsidRPr="005E05FF" w:rsidRDefault="00547FC6" w:rsidP="00547FC6">
      <w:r w:rsidRPr="00506C5B">
        <w:rPr>
          <w:noProof/>
          <w:lang w:val="et-EE" w:eastAsia="et-EE"/>
        </w:rPr>
        <w:drawing>
          <wp:inline distT="0" distB="0" distL="0" distR="0" wp14:anchorId="292B58EC" wp14:editId="7EFF14E5">
            <wp:extent cx="3971925" cy="1800225"/>
            <wp:effectExtent l="0" t="0" r="9525" b="9525"/>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0" cstate="print"/>
                    <a:stretch>
                      <a:fillRect/>
                    </a:stretch>
                  </pic:blipFill>
                  <pic:spPr>
                    <a:xfrm>
                      <a:off x="0" y="0"/>
                      <a:ext cx="3971925" cy="1800225"/>
                    </a:xfrm>
                    <a:prstGeom prst="rect">
                      <a:avLst/>
                    </a:prstGeom>
                  </pic:spPr>
                </pic:pic>
              </a:graphicData>
            </a:graphic>
          </wp:inline>
        </w:drawing>
      </w:r>
    </w:p>
    <w:p w14:paraId="5A07DC78" w14:textId="77777777" w:rsidR="00547FC6" w:rsidRPr="005E05FF" w:rsidRDefault="00547FC6" w:rsidP="00547FC6">
      <w:pPr>
        <w:pStyle w:val="Caption"/>
        <w:jc w:val="left"/>
      </w:pPr>
      <w:bookmarkStart w:id="196" w:name="_Toc343681180"/>
      <w:r w:rsidRPr="005E05FF">
        <w:t xml:space="preserve"> A certificate with “Non-Repudiation” value in its “Key Usage” field</w:t>
      </w:r>
      <w:bookmarkEnd w:id="196"/>
    </w:p>
    <w:p w14:paraId="7AA1DD9A" w14:textId="77777777" w:rsidR="00547FC6" w:rsidRPr="005E05FF" w:rsidRDefault="00547FC6" w:rsidP="00547FC6">
      <w:pPr>
        <w:rPr>
          <w:b/>
          <w:u w:val="single"/>
        </w:rPr>
      </w:pPr>
    </w:p>
    <w:p w14:paraId="2EBF605F" w14:textId="77777777" w:rsidR="00547FC6" w:rsidRPr="005E05FF" w:rsidRDefault="00547FC6" w:rsidP="00547FC6">
      <w:pPr>
        <w:rPr>
          <w:b/>
          <w:u w:val="single"/>
        </w:rPr>
      </w:pPr>
      <w:r w:rsidRPr="005E05FF">
        <w:rPr>
          <w:b/>
          <w:u w:val="single"/>
        </w:rPr>
        <w:t>Digital stamp</w:t>
      </w:r>
    </w:p>
    <w:bookmarkEnd w:id="195"/>
    <w:p w14:paraId="7EE0E710" w14:textId="77777777" w:rsidR="00547FC6" w:rsidRPr="005E05FF" w:rsidRDefault="00547FC6" w:rsidP="00547FC6">
      <w:r w:rsidRPr="005E05FF">
        <w:t>Digital stamps are same as qualified electronic signatures, except of the certificate type that has been used for creating the signature. Digital stamps have the following characteristics:</w:t>
      </w:r>
    </w:p>
    <w:p w14:paraId="150D46C1" w14:textId="77777777" w:rsidR="00547FC6" w:rsidRPr="005E05FF" w:rsidRDefault="00547FC6" w:rsidP="00AC5E92">
      <w:pPr>
        <w:pStyle w:val="ListParagraph"/>
        <w:numPr>
          <w:ilvl w:val="0"/>
          <w:numId w:val="59"/>
        </w:numPr>
      </w:pPr>
      <w:r w:rsidRPr="005E05FF">
        <w:t>the certificate for signing is a “digital stamp” certificate issued to an organization (i.e. legal entity),</w:t>
      </w:r>
    </w:p>
    <w:p w14:paraId="396009FE" w14:textId="77777777" w:rsidR="00547FC6" w:rsidRPr="005E05FF" w:rsidRDefault="00547FC6" w:rsidP="00AC5E92">
      <w:pPr>
        <w:pStyle w:val="ListParagraph"/>
        <w:numPr>
          <w:ilvl w:val="0"/>
          <w:numId w:val="59"/>
        </w:numPr>
      </w:pPr>
      <w:r w:rsidRPr="005E05FF">
        <w:t>the certificate has “Non-repudiation” value in its “Key usage” field (see also figure above),</w:t>
      </w:r>
    </w:p>
    <w:p w14:paraId="346C31BC" w14:textId="77777777" w:rsidR="00547FC6" w:rsidRPr="005E05FF" w:rsidRDefault="00547FC6" w:rsidP="00AC5E92">
      <w:pPr>
        <w:pStyle w:val="ListParagraph"/>
        <w:numPr>
          <w:ilvl w:val="0"/>
          <w:numId w:val="59"/>
        </w:numPr>
      </w:pPr>
      <w:r w:rsidRPr="005E05FF">
        <w:t>the signature has OCSP confirmation.</w:t>
      </w:r>
    </w:p>
    <w:p w14:paraId="35BCD8AE" w14:textId="77777777" w:rsidR="00547FC6" w:rsidRPr="005E05FF" w:rsidRDefault="00547FC6" w:rsidP="00547FC6">
      <w:r w:rsidRPr="005E05FF">
        <w:t xml:space="preserve">Digital stamp certificates are issued by AS Sertifitseerimiskeskus (SK) (see also </w:t>
      </w:r>
      <w:hyperlink r:id="rId61" w:history="1">
        <w:r w:rsidRPr="005E05FF">
          <w:rPr>
            <w:rStyle w:val="Hyperlink"/>
          </w:rPr>
          <w:t>https://www.sk.ee/en/services/Digital-stamp/</w:t>
        </w:r>
      </w:hyperlink>
      <w:r w:rsidRPr="005E05FF">
        <w:t>), the certificates are stored on cryptosticks.</w:t>
      </w:r>
    </w:p>
    <w:p w14:paraId="28D16DD1" w14:textId="77777777" w:rsidR="00547FC6" w:rsidRPr="005E05FF" w:rsidRDefault="00547FC6" w:rsidP="00547FC6">
      <w:pPr>
        <w:rPr>
          <w:b/>
          <w:u w:val="single"/>
        </w:rPr>
      </w:pPr>
      <w:bookmarkStart w:id="197" w:name="tech_sig"/>
    </w:p>
    <w:p w14:paraId="056EC644" w14:textId="77777777" w:rsidR="00547FC6" w:rsidRPr="005E05FF" w:rsidRDefault="00547FC6" w:rsidP="00547FC6">
      <w:pPr>
        <w:rPr>
          <w:b/>
          <w:u w:val="single"/>
        </w:rPr>
      </w:pPr>
      <w:r w:rsidRPr="005E05FF">
        <w:rPr>
          <w:b/>
          <w:u w:val="single"/>
        </w:rPr>
        <w:t>Technical signature</w:t>
      </w:r>
    </w:p>
    <w:bookmarkEnd w:id="197"/>
    <w:p w14:paraId="05B8E24B" w14:textId="77777777" w:rsidR="00547FC6" w:rsidRPr="005E05FF" w:rsidRDefault="00547FC6" w:rsidP="00547FC6">
      <w:r w:rsidRPr="005E05FF">
        <w:t xml:space="preserve">Technical signatures are signatures which have </w:t>
      </w:r>
      <w:r w:rsidRPr="005E05FF">
        <w:rPr>
          <w:u w:val="single"/>
        </w:rPr>
        <w:t>at least one</w:t>
      </w:r>
      <w:r w:rsidRPr="005E05FF">
        <w:t xml:space="preserve"> of the following characteristics:</w:t>
      </w:r>
    </w:p>
    <w:p w14:paraId="20CE0494" w14:textId="77777777" w:rsidR="00547FC6" w:rsidRPr="005E05FF" w:rsidRDefault="00547FC6" w:rsidP="00AC5E92">
      <w:pPr>
        <w:pStyle w:val="ListParagraph"/>
        <w:numPr>
          <w:ilvl w:val="0"/>
          <w:numId w:val="59"/>
        </w:numPr>
      </w:pPr>
      <w:r w:rsidRPr="005E05FF">
        <w:t>the signer’s certificate does not have “Non-repudiation” value in its “Key usage” field (see also figure below),</w:t>
      </w:r>
    </w:p>
    <w:p w14:paraId="1A92777C" w14:textId="77777777" w:rsidR="00547FC6" w:rsidRPr="005E05FF" w:rsidRDefault="00547FC6" w:rsidP="00AC5E92">
      <w:pPr>
        <w:pStyle w:val="ListParagraph"/>
        <w:numPr>
          <w:ilvl w:val="0"/>
          <w:numId w:val="59"/>
        </w:numPr>
      </w:pPr>
      <w:r w:rsidRPr="005E05FF">
        <w:t xml:space="preserve">OCSP confirmation has not been added to the signature. </w:t>
      </w:r>
    </w:p>
    <w:p w14:paraId="7FFEA217" w14:textId="77777777" w:rsidR="00547FC6" w:rsidRPr="005E05FF" w:rsidRDefault="00547FC6" w:rsidP="00547FC6">
      <w:r w:rsidRPr="005E05FF">
        <w:t xml:space="preserve">Technical signatures can be created both by private persons and organizations. </w:t>
      </w:r>
    </w:p>
    <w:p w14:paraId="669D4896" w14:textId="77777777" w:rsidR="00547FC6" w:rsidRPr="005E05FF" w:rsidRDefault="00547FC6" w:rsidP="00547FC6">
      <w:r w:rsidRPr="005E05FF">
        <w:rPr>
          <w:b/>
        </w:rPr>
        <w:lastRenderedPageBreak/>
        <w:t>Note:</w:t>
      </w:r>
      <w:r w:rsidRPr="005E05FF">
        <w:t xml:space="preserve"> verification of a technical signature is expected to produce specific error message(s) depending on the signature’s properties: </w:t>
      </w:r>
    </w:p>
    <w:p w14:paraId="3AF682A0" w14:textId="77777777" w:rsidR="00547FC6" w:rsidRPr="005E05FF" w:rsidRDefault="00547FC6" w:rsidP="00AC5E92">
      <w:pPr>
        <w:pStyle w:val="ListParagraph"/>
        <w:numPr>
          <w:ilvl w:val="0"/>
          <w:numId w:val="59"/>
        </w:numPr>
      </w:pPr>
      <w:r w:rsidRPr="005E05FF">
        <w:t>technical signature with no OCSP confirmation is expected to produce error message “Signature has no OCSP confirmation!”.</w:t>
      </w:r>
      <w:r w:rsidRPr="005E05FF">
        <w:rPr>
          <w:b/>
        </w:rPr>
        <w:t xml:space="preserve"> </w:t>
      </w:r>
    </w:p>
    <w:p w14:paraId="1DFE0FB1" w14:textId="77777777" w:rsidR="00547FC6" w:rsidRPr="005E05FF" w:rsidRDefault="00547FC6" w:rsidP="00AC5E92">
      <w:pPr>
        <w:pStyle w:val="ListParagraph"/>
        <w:numPr>
          <w:ilvl w:val="0"/>
          <w:numId w:val="59"/>
        </w:numPr>
      </w:pPr>
      <w:r w:rsidRPr="005E05FF">
        <w:t>technical signature which has been created with a certificate that doesn’t have “Non-repudiation” value in its “Key usage” field is expected to produce error message “Signer’s cert does not have non-repudiation bit set!”.</w:t>
      </w:r>
    </w:p>
    <w:p w14:paraId="36ACAB6E" w14:textId="77777777" w:rsidR="00547FC6" w:rsidRPr="005E05FF" w:rsidRDefault="00547FC6" w:rsidP="00547FC6">
      <w:r w:rsidRPr="00506C5B">
        <w:rPr>
          <w:noProof/>
          <w:lang w:val="et-EE" w:eastAsia="et-EE"/>
        </w:rPr>
        <w:drawing>
          <wp:inline distT="0" distB="0" distL="0" distR="0" wp14:anchorId="1AD19A1E" wp14:editId="76122D5D">
            <wp:extent cx="3971925" cy="1666875"/>
            <wp:effectExtent l="0" t="0" r="9525" b="9525"/>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2" cstate="print"/>
                    <a:stretch>
                      <a:fillRect/>
                    </a:stretch>
                  </pic:blipFill>
                  <pic:spPr>
                    <a:xfrm>
                      <a:off x="0" y="0"/>
                      <a:ext cx="3971925" cy="1666875"/>
                    </a:xfrm>
                    <a:prstGeom prst="rect">
                      <a:avLst/>
                    </a:prstGeom>
                  </pic:spPr>
                </pic:pic>
              </a:graphicData>
            </a:graphic>
          </wp:inline>
        </w:drawing>
      </w:r>
    </w:p>
    <w:p w14:paraId="1939624C" w14:textId="77777777" w:rsidR="00547FC6" w:rsidRPr="005E05FF" w:rsidRDefault="00547FC6" w:rsidP="00547FC6">
      <w:pPr>
        <w:pStyle w:val="Caption"/>
        <w:jc w:val="left"/>
      </w:pPr>
      <w:bookmarkStart w:id="198" w:name="_Toc343681181"/>
      <w:r w:rsidRPr="005E05FF">
        <w:t>A certificate with “Key Encipherment” value in its “Key Usage” field</w:t>
      </w:r>
      <w:bookmarkEnd w:id="198"/>
    </w:p>
    <w:p w14:paraId="497CAE16" w14:textId="77777777" w:rsidR="00547FC6" w:rsidRPr="005E05FF" w:rsidRDefault="00547FC6" w:rsidP="00547FC6">
      <w:r w:rsidRPr="005E05FF">
        <w:t xml:space="preserve">Note that in the meaning of Estonian legislation (see </w:t>
      </w:r>
      <w:r w:rsidRPr="005E05FF">
        <w:fldChar w:fldCharType="begin"/>
      </w:r>
      <w:r w:rsidRPr="005E05FF">
        <w:instrText xml:space="preserve"> REF _Ref361096069 \r \h </w:instrText>
      </w:r>
      <w:r w:rsidRPr="005E05FF">
        <w:fldChar w:fldCharType="separate"/>
      </w:r>
      <w:r w:rsidR="00E0723E">
        <w:t>[6]</w:t>
      </w:r>
      <w:r w:rsidRPr="005E05FF">
        <w:fldChar w:fldCharType="end"/>
      </w:r>
      <w:r w:rsidRPr="005E05FF">
        <w:t>), qualified electronic signatures and digital stamps are equivalent to handwritten signatures whereas technical signatures are not.</w:t>
      </w:r>
    </w:p>
    <w:p w14:paraId="4F2F6FD6" w14:textId="77777777" w:rsidR="00547FC6" w:rsidRPr="005E05FF" w:rsidRDefault="00547FC6" w:rsidP="00547FC6"/>
    <w:p w14:paraId="69E24985" w14:textId="77777777" w:rsidR="00547FC6" w:rsidRPr="005E05FF" w:rsidRDefault="00547FC6" w:rsidP="00547FC6"/>
    <w:p w14:paraId="00490001" w14:textId="77777777" w:rsidR="00547FC6" w:rsidRPr="00751DBB" w:rsidRDefault="00547FC6" w:rsidP="00547FC6">
      <w:pPr>
        <w:rPr>
          <w:lang w:val="en-GB"/>
        </w:rPr>
      </w:pPr>
    </w:p>
    <w:sectPr w:rsidR="00547FC6" w:rsidRPr="00751DBB" w:rsidSect="00933DAD">
      <w:pgSz w:w="11906" w:h="16838" w:code="9"/>
      <w:pgMar w:top="1418" w:right="1134" w:bottom="1418" w:left="2552"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ADE6CC" w14:textId="77777777" w:rsidR="005B7F41" w:rsidRDefault="005B7F41">
      <w:r>
        <w:separator/>
      </w:r>
    </w:p>
  </w:endnote>
  <w:endnote w:type="continuationSeparator" w:id="0">
    <w:p w14:paraId="2C8438B6" w14:textId="77777777" w:rsidR="005B7F41" w:rsidRDefault="005B7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45">
    <w:altName w:val="Arial"/>
    <w:panose1 w:val="00000000000000000000"/>
    <w:charset w:val="00"/>
    <w:family w:val="swiss"/>
    <w:notTrueType/>
    <w:pitch w:val="variable"/>
    <w:sig w:usb0="00000003" w:usb1="00000000" w:usb2="00000000" w:usb3="00000000" w:csb0="00000001" w:csb1="00000000"/>
  </w:font>
  <w:font w:name="StarSymbol">
    <w:charset w:val="02"/>
    <w:family w:val="auto"/>
    <w:pitch w:val="default"/>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Helvetica 65">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Thorndale">
    <w:altName w:val="Times New Roman"/>
    <w:charset w:val="00"/>
    <w:family w:val="auto"/>
    <w:pitch w:val="default"/>
  </w:font>
  <w:font w:name="HG Mincho Light J">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BA"/>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lveticaNeue-Light">
    <w:altName w:val="Arial"/>
    <w:panose1 w:val="00000000000000000000"/>
    <w:charset w:val="00"/>
    <w:family w:val="swiss"/>
    <w:notTrueType/>
    <w:pitch w:val="default"/>
    <w:sig w:usb0="00000003" w:usb1="00000000" w:usb2="00000000" w:usb3="00000000" w:csb0="00000001" w:csb1="00000000"/>
  </w:font>
  <w:font w:name="HelveticaNeue-LightItalic">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33E893" w14:textId="77777777" w:rsidR="00C53268" w:rsidRDefault="00C5326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76E2306" w14:textId="77777777" w:rsidR="00C53268" w:rsidRDefault="00C532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335FA0" w14:textId="77777777" w:rsidR="00C53268" w:rsidRDefault="005B7F41" w:rsidP="002B6DA3">
    <w:pPr>
      <w:pStyle w:val="Footer"/>
      <w:jc w:val="left"/>
    </w:pPr>
    <w:r>
      <w:rPr>
        <w:b/>
      </w:rPr>
      <w:pict w14:anchorId="304DE5EF">
        <v:rect id="_x0000_i1027" style="width:411pt;height:1pt" o:hralign="center" o:hrstd="t" o:hrnoshade="t" o:hr="t" fillcolor="#333" stroked="f"/>
      </w:pict>
    </w:r>
  </w:p>
  <w:p w14:paraId="1FE878FC" w14:textId="77777777" w:rsidR="00C53268" w:rsidRPr="000A243B" w:rsidRDefault="00C53268" w:rsidP="00E941B8">
    <w:pPr>
      <w:pStyle w:val="Footer"/>
      <w:jc w:val="left"/>
      <w:rPr>
        <w:sz w:val="18"/>
        <w:szCs w:val="18"/>
      </w:rPr>
    </w:pPr>
    <w:r w:rsidRPr="008A4E58">
      <w:rPr>
        <w:sz w:val="16"/>
        <w:szCs w:val="16"/>
      </w:rPr>
      <w:t>AS Sertifitseerimiskeskus</w:t>
    </w:r>
    <w:r>
      <w:rPr>
        <w:sz w:val="16"/>
        <w:szCs w:val="16"/>
      </w:rPr>
      <w:t xml:space="preserve"> (Certification Centre Ltd.)</w:t>
    </w:r>
    <w:r>
      <w:rPr>
        <w:sz w:val="16"/>
        <w:szCs w:val="16"/>
      </w:rPr>
      <w:tab/>
    </w:r>
    <w:r>
      <w:rPr>
        <w:sz w:val="16"/>
        <w:szCs w:val="16"/>
      </w:rPr>
      <w:tab/>
    </w:r>
    <w:r w:rsidRPr="00E16B04">
      <w:rPr>
        <w:sz w:val="16"/>
        <w:szCs w:val="16"/>
      </w:rPr>
      <w:tab/>
    </w:r>
    <w:r w:rsidRPr="00E16B04">
      <w:rPr>
        <w:sz w:val="16"/>
        <w:szCs w:val="16"/>
      </w:rPr>
      <w:tab/>
    </w:r>
    <w:r>
      <w:rPr>
        <w:sz w:val="16"/>
      </w:rPr>
      <w:tab/>
      <w:t xml:space="preserve">Page  </w:t>
    </w:r>
    <w:r w:rsidRPr="00E16B04">
      <w:rPr>
        <w:rStyle w:val="PageNumber"/>
        <w:sz w:val="18"/>
        <w:szCs w:val="18"/>
      </w:rPr>
      <w:fldChar w:fldCharType="begin"/>
    </w:r>
    <w:r w:rsidRPr="00E16B04">
      <w:rPr>
        <w:rStyle w:val="PageNumber"/>
        <w:sz w:val="18"/>
        <w:szCs w:val="18"/>
      </w:rPr>
      <w:instrText xml:space="preserve"> PAGE </w:instrText>
    </w:r>
    <w:r w:rsidRPr="00E16B04">
      <w:rPr>
        <w:rStyle w:val="PageNumber"/>
        <w:sz w:val="18"/>
        <w:szCs w:val="18"/>
      </w:rPr>
      <w:fldChar w:fldCharType="separate"/>
    </w:r>
    <w:r w:rsidR="00CA7595">
      <w:rPr>
        <w:rStyle w:val="PageNumber"/>
        <w:noProof/>
        <w:sz w:val="18"/>
        <w:szCs w:val="18"/>
      </w:rPr>
      <w:t>28</w:t>
    </w:r>
    <w:r w:rsidRPr="00E16B04">
      <w:rPr>
        <w:rStyle w:val="PageNumber"/>
        <w:sz w:val="18"/>
        <w:szCs w:val="18"/>
      </w:rPr>
      <w:fldChar w:fldCharType="end"/>
    </w:r>
    <w:r w:rsidRPr="00E16B04">
      <w:rPr>
        <w:rStyle w:val="PageNumber"/>
        <w:sz w:val="18"/>
        <w:szCs w:val="18"/>
      </w:rPr>
      <w:t xml:space="preserve"> / </w:t>
    </w:r>
    <w:r w:rsidRPr="00E16B04">
      <w:rPr>
        <w:rStyle w:val="PageNumber"/>
        <w:sz w:val="18"/>
        <w:szCs w:val="18"/>
      </w:rPr>
      <w:fldChar w:fldCharType="begin"/>
    </w:r>
    <w:r w:rsidRPr="00E16B04">
      <w:rPr>
        <w:rStyle w:val="PageNumber"/>
        <w:sz w:val="18"/>
        <w:szCs w:val="18"/>
      </w:rPr>
      <w:instrText xml:space="preserve"> NUMPAGES </w:instrText>
    </w:r>
    <w:r w:rsidRPr="00E16B04">
      <w:rPr>
        <w:rStyle w:val="PageNumber"/>
        <w:sz w:val="18"/>
        <w:szCs w:val="18"/>
      </w:rPr>
      <w:fldChar w:fldCharType="separate"/>
    </w:r>
    <w:r w:rsidR="00CA7595">
      <w:rPr>
        <w:rStyle w:val="PageNumber"/>
        <w:noProof/>
        <w:sz w:val="18"/>
        <w:szCs w:val="18"/>
      </w:rPr>
      <w:t>65</w:t>
    </w:r>
    <w:r w:rsidRPr="00E16B04">
      <w:rPr>
        <w:rStyle w:val="PageNumbe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90F55" w14:textId="77777777" w:rsidR="00C53268" w:rsidRPr="00E16B04" w:rsidRDefault="005B7F41" w:rsidP="00967562">
    <w:pPr>
      <w:pStyle w:val="Footer"/>
      <w:rPr>
        <w:sz w:val="18"/>
        <w:szCs w:val="18"/>
      </w:rPr>
    </w:pPr>
    <w:r>
      <w:rPr>
        <w:b/>
      </w:rPr>
      <w:pict w14:anchorId="18973848">
        <v:rect id="_x0000_i1030" style="width:411pt;height:1pt" o:hralign="center" o:hrstd="t" o:hrnoshade="t" o:hr="t" fillcolor="#333" stroked="f"/>
      </w:pict>
    </w:r>
    <w:r w:rsidR="00C53268" w:rsidRPr="008A4E58">
      <w:rPr>
        <w:sz w:val="16"/>
        <w:szCs w:val="16"/>
      </w:rPr>
      <w:t>AS Sertifitseerimiskeskus</w:t>
    </w:r>
    <w:r w:rsidR="00C53268" w:rsidRPr="00DF7E5A">
      <w:rPr>
        <w:sz w:val="16"/>
        <w:szCs w:val="16"/>
      </w:rPr>
      <w:t xml:space="preserve"> (Certification Centre Ltd.)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50551B" w14:textId="77777777" w:rsidR="005B7F41" w:rsidRDefault="005B7F41">
      <w:r>
        <w:separator/>
      </w:r>
    </w:p>
  </w:footnote>
  <w:footnote w:type="continuationSeparator" w:id="0">
    <w:p w14:paraId="3E8A8F6C" w14:textId="77777777" w:rsidR="005B7F41" w:rsidRDefault="005B7F41">
      <w:r>
        <w:continuationSeparator/>
      </w:r>
    </w:p>
  </w:footnote>
  <w:footnote w:id="1">
    <w:p w14:paraId="5BEBD065" w14:textId="1AE7A2AA" w:rsidR="00C53268" w:rsidRPr="00975226" w:rsidRDefault="00C53268">
      <w:pPr>
        <w:pStyle w:val="FootnoteText"/>
        <w:rPr>
          <w:lang w:val="et-EE"/>
        </w:rPr>
      </w:pPr>
      <w:r>
        <w:rPr>
          <w:rStyle w:val="FootnoteReference"/>
        </w:rPr>
        <w:footnoteRef/>
      </w:r>
      <w:r>
        <w:t xml:space="preserve"> Versions </w:t>
      </w:r>
      <w:r w:rsidRPr="0015521F">
        <w:t>3.8</w:t>
      </w:r>
      <w:r>
        <w:t xml:space="preserve"> and v3.9 of</w:t>
      </w:r>
      <w:r w:rsidRPr="0015521F">
        <w:t xml:space="preserve"> the library </w:t>
      </w:r>
      <w:r>
        <w:t>included configuration entries of Finnish CA certificates. The entries were removed in v3.10 - it is recommended to use BDOC format and relevant software instead when creating signatures with Finnish ID-cards.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1E0" w:firstRow="1" w:lastRow="1" w:firstColumn="1" w:lastColumn="1" w:noHBand="0" w:noVBand="0"/>
    </w:tblPr>
    <w:tblGrid>
      <w:gridCol w:w="7168"/>
      <w:gridCol w:w="1052"/>
    </w:tblGrid>
    <w:tr w:rsidR="00C53268" w14:paraId="0E4816CB" w14:textId="77777777" w:rsidTr="00692598">
      <w:tc>
        <w:tcPr>
          <w:tcW w:w="7308" w:type="dxa"/>
          <w:shd w:val="clear" w:color="auto" w:fill="auto"/>
        </w:tcPr>
        <w:p w14:paraId="76587B04" w14:textId="77777777" w:rsidR="00C53268" w:rsidRDefault="00C53268" w:rsidP="00EB56D7">
          <w:pPr>
            <w:pStyle w:val="Header"/>
          </w:pPr>
        </w:p>
        <w:p w14:paraId="3B743CBE" w14:textId="77777777" w:rsidR="00C53268" w:rsidRDefault="00C53268" w:rsidP="00692598">
          <w:pPr>
            <w:pStyle w:val="Header"/>
            <w:jc w:val="left"/>
            <w:rPr>
              <w:rFonts w:ascii="Helvetica 65" w:hAnsi="Helvetica 65"/>
              <w:b/>
              <w:sz w:val="22"/>
              <w:szCs w:val="22"/>
            </w:rPr>
          </w:pPr>
          <w:r w:rsidRPr="00692598">
            <w:rPr>
              <w:rFonts w:ascii="Helvetica 65" w:hAnsi="Helvetica 65"/>
              <w:b/>
              <w:sz w:val="22"/>
              <w:szCs w:val="22"/>
            </w:rPr>
            <w:t>SK-</w:t>
          </w:r>
          <w:r>
            <w:rPr>
              <w:rFonts w:ascii="Helvetica 65" w:hAnsi="Helvetica 65"/>
              <w:b/>
              <w:sz w:val="22"/>
              <w:szCs w:val="22"/>
            </w:rPr>
            <w:t>CDD-PRG-GUIDE</w:t>
          </w:r>
        </w:p>
        <w:p w14:paraId="754B1B43" w14:textId="77777777" w:rsidR="00C53268" w:rsidRPr="00F054AA" w:rsidRDefault="00C53268" w:rsidP="00692598">
          <w:pPr>
            <w:pStyle w:val="Header"/>
            <w:jc w:val="left"/>
            <w:rPr>
              <w:rFonts w:ascii="Helvetica 65" w:hAnsi="Helvetica 65"/>
              <w:b/>
              <w:sz w:val="22"/>
              <w:szCs w:val="22"/>
            </w:rPr>
          </w:pPr>
          <w:r>
            <w:rPr>
              <w:rFonts w:ascii="Helvetica 65" w:hAnsi="Helvetica 65"/>
              <w:b/>
              <w:sz w:val="22"/>
              <w:szCs w:val="22"/>
            </w:rPr>
            <w:t>CDigiDoc</w:t>
          </w:r>
          <w:r w:rsidRPr="00692598">
            <w:rPr>
              <w:rFonts w:ascii="Helvetica 65" w:hAnsi="Helvetica 65"/>
              <w:b/>
              <w:sz w:val="22"/>
              <w:szCs w:val="22"/>
            </w:rPr>
            <w:t xml:space="preserve"> </w:t>
          </w:r>
          <w:r>
            <w:rPr>
              <w:rFonts w:ascii="Helvetica 65" w:hAnsi="Helvetica 65"/>
              <w:b/>
              <w:sz w:val="22"/>
              <w:szCs w:val="22"/>
            </w:rPr>
            <w:t>Programmer’s Guide</w:t>
          </w:r>
        </w:p>
      </w:tc>
      <w:tc>
        <w:tcPr>
          <w:tcW w:w="1052" w:type="dxa"/>
          <w:shd w:val="clear" w:color="auto" w:fill="auto"/>
          <w:vAlign w:val="center"/>
        </w:tcPr>
        <w:p w14:paraId="5D61DC2A" w14:textId="77777777" w:rsidR="00C53268" w:rsidRDefault="00C53268" w:rsidP="00692598">
          <w:pPr>
            <w:pStyle w:val="Header"/>
            <w:jc w:val="center"/>
          </w:pPr>
          <w:r>
            <w:object w:dxaOrig="810" w:dyaOrig="795" w14:anchorId="619795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5pt;height:38.7pt" o:ole="">
                <v:imagedata r:id="rId1" o:title=""/>
              </v:shape>
              <o:OLEObject Type="Embed" ProgID="PBrush" ShapeID="_x0000_i1025" DrawAspect="Content" ObjectID="_1484476004" r:id="rId2"/>
            </w:object>
          </w:r>
        </w:p>
      </w:tc>
    </w:tr>
  </w:tbl>
  <w:p w14:paraId="7E9F33EC" w14:textId="77777777" w:rsidR="00C53268" w:rsidRDefault="005B7F41" w:rsidP="00492786">
    <w:r>
      <w:rPr>
        <w:rFonts w:ascii="Helvetica 65" w:hAnsi="Helvetica 65"/>
        <w:b/>
        <w:sz w:val="22"/>
        <w:szCs w:val="22"/>
      </w:rPr>
      <w:pict w14:anchorId="0F4A4BE2">
        <v:rect id="_x0000_i1026" style="width:411pt;height:1.5pt" o:hralign="center" o:hrstd="t" o:hrnoshade="t" o:hr="t" fillcolor="#333" stroked="f"/>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1E0" w:firstRow="1" w:lastRow="1" w:firstColumn="1" w:lastColumn="1" w:noHBand="0" w:noVBand="0"/>
    </w:tblPr>
    <w:tblGrid>
      <w:gridCol w:w="7168"/>
      <w:gridCol w:w="1052"/>
    </w:tblGrid>
    <w:tr w:rsidR="00C53268" w14:paraId="462F5A91" w14:textId="77777777" w:rsidTr="00814C8D">
      <w:tc>
        <w:tcPr>
          <w:tcW w:w="7308" w:type="dxa"/>
          <w:shd w:val="clear" w:color="auto" w:fill="auto"/>
        </w:tcPr>
        <w:p w14:paraId="31A0DA0A" w14:textId="77777777" w:rsidR="00C53268" w:rsidRDefault="00C53268" w:rsidP="00814C8D">
          <w:pPr>
            <w:pStyle w:val="Header"/>
          </w:pPr>
        </w:p>
        <w:p w14:paraId="02D98C60" w14:textId="77777777" w:rsidR="00C53268" w:rsidRDefault="00C53268" w:rsidP="00814C8D">
          <w:pPr>
            <w:pStyle w:val="Header"/>
            <w:jc w:val="left"/>
          </w:pPr>
        </w:p>
      </w:tc>
      <w:tc>
        <w:tcPr>
          <w:tcW w:w="1052" w:type="dxa"/>
          <w:shd w:val="clear" w:color="auto" w:fill="auto"/>
          <w:vAlign w:val="center"/>
        </w:tcPr>
        <w:p w14:paraId="6EEAF113" w14:textId="77777777" w:rsidR="00C53268" w:rsidRDefault="00C53268" w:rsidP="00814C8D">
          <w:pPr>
            <w:pStyle w:val="Header"/>
            <w:jc w:val="center"/>
          </w:pPr>
          <w:r>
            <w:object w:dxaOrig="810" w:dyaOrig="795" w14:anchorId="377ACA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0.85pt;height:38.7pt" o:ole="">
                <v:imagedata r:id="rId1" o:title=""/>
              </v:shape>
              <o:OLEObject Type="Embed" ProgID="PBrush" ShapeID="_x0000_i1028" DrawAspect="Content" ObjectID="_1484476005" r:id="rId2"/>
            </w:object>
          </w:r>
        </w:p>
      </w:tc>
    </w:tr>
  </w:tbl>
  <w:p w14:paraId="21B25667" w14:textId="77777777" w:rsidR="00C53268" w:rsidRPr="002C768D" w:rsidRDefault="005B7F41" w:rsidP="002C768D">
    <w:pPr>
      <w:pStyle w:val="Header"/>
      <w:jc w:val="left"/>
      <w:rPr>
        <w:b/>
      </w:rPr>
    </w:pPr>
    <w:r>
      <w:rPr>
        <w:rFonts w:ascii="Helvetica 65" w:hAnsi="Helvetica 65"/>
        <w:b/>
        <w:sz w:val="22"/>
        <w:szCs w:val="22"/>
      </w:rPr>
      <w:pict w14:anchorId="7CBA77EA">
        <v:rect id="_x0000_i1029" style="width:411pt;height:1.5pt" o:hralign="center" o:hrstd="t" o:hrnoshade="t" o:hr="t" fillcolor="#333"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7"/>
    <w:multiLevelType w:val="singleLevel"/>
    <w:tmpl w:val="00000017"/>
    <w:name w:val="WW8Num24"/>
    <w:lvl w:ilvl="0">
      <w:start w:val="1"/>
      <w:numFmt w:val="decimal"/>
      <w:lvlText w:val="%1."/>
      <w:lvlJc w:val="left"/>
      <w:pPr>
        <w:tabs>
          <w:tab w:val="num" w:pos="720"/>
        </w:tabs>
        <w:ind w:left="720" w:hanging="360"/>
      </w:pPr>
    </w:lvl>
  </w:abstractNum>
  <w:abstractNum w:abstractNumId="1">
    <w:nsid w:val="0000002C"/>
    <w:multiLevelType w:val="singleLevel"/>
    <w:tmpl w:val="0000002C"/>
    <w:name w:val="WW8Num49"/>
    <w:lvl w:ilvl="0">
      <w:start w:val="1"/>
      <w:numFmt w:val="bullet"/>
      <w:lvlText w:val=""/>
      <w:lvlJc w:val="left"/>
      <w:pPr>
        <w:tabs>
          <w:tab w:val="num" w:pos="720"/>
        </w:tabs>
        <w:ind w:left="720" w:hanging="360"/>
      </w:pPr>
      <w:rPr>
        <w:rFonts w:ascii="Symbol" w:hAnsi="Symbol"/>
        <w:sz w:val="20"/>
      </w:rPr>
    </w:lvl>
  </w:abstractNum>
  <w:abstractNum w:abstractNumId="2">
    <w:nsid w:val="0000007E"/>
    <w:multiLevelType w:val="singleLevel"/>
    <w:tmpl w:val="0000007E"/>
    <w:name w:val="WW8Num138"/>
    <w:lvl w:ilvl="0">
      <w:start w:val="1"/>
      <w:numFmt w:val="bullet"/>
      <w:lvlText w:val=""/>
      <w:lvlJc w:val="left"/>
      <w:pPr>
        <w:tabs>
          <w:tab w:val="num" w:pos="720"/>
        </w:tabs>
        <w:ind w:left="720" w:hanging="360"/>
      </w:pPr>
      <w:rPr>
        <w:rFonts w:ascii="Symbol" w:hAnsi="Symbol"/>
        <w:sz w:val="20"/>
      </w:rPr>
    </w:lvl>
  </w:abstractNum>
  <w:abstractNum w:abstractNumId="3">
    <w:nsid w:val="07921133"/>
    <w:multiLevelType w:val="hybridMultilevel"/>
    <w:tmpl w:val="2CDEC1D6"/>
    <w:lvl w:ilvl="0" w:tplc="04250001">
      <w:start w:val="1"/>
      <w:numFmt w:val="bullet"/>
      <w:lvlText w:val=""/>
      <w:lvlJc w:val="left"/>
      <w:pPr>
        <w:ind w:left="1440" w:hanging="360"/>
      </w:pPr>
      <w:rPr>
        <w:rFonts w:ascii="Symbol" w:hAnsi="Symbol" w:hint="default"/>
      </w:rPr>
    </w:lvl>
    <w:lvl w:ilvl="1" w:tplc="04250003">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4">
    <w:nsid w:val="085E40D7"/>
    <w:multiLevelType w:val="hybridMultilevel"/>
    <w:tmpl w:val="739E177A"/>
    <w:lvl w:ilvl="0" w:tplc="6450BAD8">
      <w:numFmt w:val="bullet"/>
      <w:lvlText w:val="-"/>
      <w:lvlJc w:val="left"/>
      <w:pPr>
        <w:ind w:left="720" w:hanging="360"/>
      </w:pPr>
      <w:rPr>
        <w:rFonts w:ascii="Helvetica 45" w:eastAsia="Times New Roman" w:hAnsi="Helvetica 45"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nsid w:val="0AA50C6F"/>
    <w:multiLevelType w:val="hybridMultilevel"/>
    <w:tmpl w:val="AB7A0028"/>
    <w:lvl w:ilvl="0" w:tplc="345887AE">
      <w:numFmt w:val="bullet"/>
      <w:lvlText w:val=""/>
      <w:lvlJc w:val="left"/>
      <w:pPr>
        <w:ind w:left="461" w:hanging="360"/>
      </w:pPr>
      <w:rPr>
        <w:rFonts w:ascii="Symbol" w:eastAsia="Times New Roman" w:hAnsi="Symbol" w:cs="Times New Roman" w:hint="default"/>
      </w:rPr>
    </w:lvl>
    <w:lvl w:ilvl="1" w:tplc="04250003" w:tentative="1">
      <w:start w:val="1"/>
      <w:numFmt w:val="bullet"/>
      <w:lvlText w:val="o"/>
      <w:lvlJc w:val="left"/>
      <w:pPr>
        <w:ind w:left="1181" w:hanging="360"/>
      </w:pPr>
      <w:rPr>
        <w:rFonts w:ascii="Courier New" w:hAnsi="Courier New" w:cs="Courier New" w:hint="default"/>
      </w:rPr>
    </w:lvl>
    <w:lvl w:ilvl="2" w:tplc="04250005" w:tentative="1">
      <w:start w:val="1"/>
      <w:numFmt w:val="bullet"/>
      <w:lvlText w:val=""/>
      <w:lvlJc w:val="left"/>
      <w:pPr>
        <w:ind w:left="1901" w:hanging="360"/>
      </w:pPr>
      <w:rPr>
        <w:rFonts w:ascii="Wingdings" w:hAnsi="Wingdings" w:hint="default"/>
      </w:rPr>
    </w:lvl>
    <w:lvl w:ilvl="3" w:tplc="04250001" w:tentative="1">
      <w:start w:val="1"/>
      <w:numFmt w:val="bullet"/>
      <w:lvlText w:val=""/>
      <w:lvlJc w:val="left"/>
      <w:pPr>
        <w:ind w:left="2621" w:hanging="360"/>
      </w:pPr>
      <w:rPr>
        <w:rFonts w:ascii="Symbol" w:hAnsi="Symbol" w:hint="default"/>
      </w:rPr>
    </w:lvl>
    <w:lvl w:ilvl="4" w:tplc="04250003" w:tentative="1">
      <w:start w:val="1"/>
      <w:numFmt w:val="bullet"/>
      <w:lvlText w:val="o"/>
      <w:lvlJc w:val="left"/>
      <w:pPr>
        <w:ind w:left="3341" w:hanging="360"/>
      </w:pPr>
      <w:rPr>
        <w:rFonts w:ascii="Courier New" w:hAnsi="Courier New" w:cs="Courier New" w:hint="default"/>
      </w:rPr>
    </w:lvl>
    <w:lvl w:ilvl="5" w:tplc="04250005" w:tentative="1">
      <w:start w:val="1"/>
      <w:numFmt w:val="bullet"/>
      <w:lvlText w:val=""/>
      <w:lvlJc w:val="left"/>
      <w:pPr>
        <w:ind w:left="4061" w:hanging="360"/>
      </w:pPr>
      <w:rPr>
        <w:rFonts w:ascii="Wingdings" w:hAnsi="Wingdings" w:hint="default"/>
      </w:rPr>
    </w:lvl>
    <w:lvl w:ilvl="6" w:tplc="04250001" w:tentative="1">
      <w:start w:val="1"/>
      <w:numFmt w:val="bullet"/>
      <w:lvlText w:val=""/>
      <w:lvlJc w:val="left"/>
      <w:pPr>
        <w:ind w:left="4781" w:hanging="360"/>
      </w:pPr>
      <w:rPr>
        <w:rFonts w:ascii="Symbol" w:hAnsi="Symbol" w:hint="default"/>
      </w:rPr>
    </w:lvl>
    <w:lvl w:ilvl="7" w:tplc="04250003" w:tentative="1">
      <w:start w:val="1"/>
      <w:numFmt w:val="bullet"/>
      <w:lvlText w:val="o"/>
      <w:lvlJc w:val="left"/>
      <w:pPr>
        <w:ind w:left="5501" w:hanging="360"/>
      </w:pPr>
      <w:rPr>
        <w:rFonts w:ascii="Courier New" w:hAnsi="Courier New" w:cs="Courier New" w:hint="default"/>
      </w:rPr>
    </w:lvl>
    <w:lvl w:ilvl="8" w:tplc="04250005" w:tentative="1">
      <w:start w:val="1"/>
      <w:numFmt w:val="bullet"/>
      <w:lvlText w:val=""/>
      <w:lvlJc w:val="left"/>
      <w:pPr>
        <w:ind w:left="6221" w:hanging="360"/>
      </w:pPr>
      <w:rPr>
        <w:rFonts w:ascii="Wingdings" w:hAnsi="Wingdings" w:hint="default"/>
      </w:rPr>
    </w:lvl>
  </w:abstractNum>
  <w:abstractNum w:abstractNumId="6">
    <w:nsid w:val="0D5E7335"/>
    <w:multiLevelType w:val="hybridMultilevel"/>
    <w:tmpl w:val="F9B89B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0D6A58E2"/>
    <w:multiLevelType w:val="hybridMultilevel"/>
    <w:tmpl w:val="8A24083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5ECC1A5C">
      <w:numFmt w:val="bullet"/>
      <w:lvlText w:val="•"/>
      <w:lvlJc w:val="left"/>
      <w:pPr>
        <w:ind w:left="2520" w:hanging="360"/>
      </w:pPr>
      <w:rPr>
        <w:rFonts w:ascii="Helvetica 45" w:eastAsia="Times New Roman" w:hAnsi="Helvetica 45" w:cs="Times New Roman"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18F464D"/>
    <w:multiLevelType w:val="hybridMultilevel"/>
    <w:tmpl w:val="78443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3F84DD8"/>
    <w:multiLevelType w:val="hybridMultilevel"/>
    <w:tmpl w:val="1862B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47868A0"/>
    <w:multiLevelType w:val="hybridMultilevel"/>
    <w:tmpl w:val="FA589E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nsid w:val="16AD0FD6"/>
    <w:multiLevelType w:val="hybridMultilevel"/>
    <w:tmpl w:val="783AA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6CF475B"/>
    <w:multiLevelType w:val="hybridMultilevel"/>
    <w:tmpl w:val="68BEC532"/>
    <w:lvl w:ilvl="0" w:tplc="360E25B4">
      <w:numFmt w:val="bullet"/>
      <w:lvlText w:val="-"/>
      <w:lvlJc w:val="left"/>
      <w:pPr>
        <w:ind w:left="720" w:hanging="360"/>
      </w:pPr>
      <w:rPr>
        <w:rFonts w:ascii="Helvetica 45" w:eastAsia="Times New Roman" w:hAnsi="Helvetica 45" w:cs="Times New Roman" w:hint="default"/>
      </w:rPr>
    </w:lvl>
    <w:lvl w:ilvl="1" w:tplc="04090003">
      <w:start w:val="1"/>
      <w:numFmt w:val="bullet"/>
      <w:lvlText w:val="o"/>
      <w:lvlJc w:val="left"/>
      <w:pPr>
        <w:ind w:left="1327" w:hanging="360"/>
      </w:pPr>
      <w:rPr>
        <w:rFonts w:ascii="Courier New" w:hAnsi="Courier New" w:cs="Courier New" w:hint="default"/>
      </w:rPr>
    </w:lvl>
    <w:lvl w:ilvl="2" w:tplc="04090005">
      <w:start w:val="1"/>
      <w:numFmt w:val="bullet"/>
      <w:lvlText w:val=""/>
      <w:lvlJc w:val="left"/>
      <w:pPr>
        <w:ind w:left="2047" w:hanging="360"/>
      </w:pPr>
      <w:rPr>
        <w:rFonts w:ascii="Wingdings" w:hAnsi="Wingdings" w:hint="default"/>
      </w:rPr>
    </w:lvl>
    <w:lvl w:ilvl="3" w:tplc="04090001">
      <w:start w:val="1"/>
      <w:numFmt w:val="bullet"/>
      <w:lvlText w:val=""/>
      <w:lvlJc w:val="left"/>
      <w:pPr>
        <w:ind w:left="2767" w:hanging="360"/>
      </w:pPr>
      <w:rPr>
        <w:rFonts w:ascii="Symbol" w:hAnsi="Symbol" w:hint="default"/>
      </w:rPr>
    </w:lvl>
    <w:lvl w:ilvl="4" w:tplc="04090003" w:tentative="1">
      <w:start w:val="1"/>
      <w:numFmt w:val="bullet"/>
      <w:lvlText w:val="o"/>
      <w:lvlJc w:val="left"/>
      <w:pPr>
        <w:ind w:left="3487" w:hanging="360"/>
      </w:pPr>
      <w:rPr>
        <w:rFonts w:ascii="Courier New" w:hAnsi="Courier New" w:cs="Courier New" w:hint="default"/>
      </w:rPr>
    </w:lvl>
    <w:lvl w:ilvl="5" w:tplc="04090005" w:tentative="1">
      <w:start w:val="1"/>
      <w:numFmt w:val="bullet"/>
      <w:lvlText w:val=""/>
      <w:lvlJc w:val="left"/>
      <w:pPr>
        <w:ind w:left="4207" w:hanging="360"/>
      </w:pPr>
      <w:rPr>
        <w:rFonts w:ascii="Wingdings" w:hAnsi="Wingdings" w:hint="default"/>
      </w:rPr>
    </w:lvl>
    <w:lvl w:ilvl="6" w:tplc="04090001" w:tentative="1">
      <w:start w:val="1"/>
      <w:numFmt w:val="bullet"/>
      <w:lvlText w:val=""/>
      <w:lvlJc w:val="left"/>
      <w:pPr>
        <w:ind w:left="4927" w:hanging="360"/>
      </w:pPr>
      <w:rPr>
        <w:rFonts w:ascii="Symbol" w:hAnsi="Symbol" w:hint="default"/>
      </w:rPr>
    </w:lvl>
    <w:lvl w:ilvl="7" w:tplc="04090003" w:tentative="1">
      <w:start w:val="1"/>
      <w:numFmt w:val="bullet"/>
      <w:lvlText w:val="o"/>
      <w:lvlJc w:val="left"/>
      <w:pPr>
        <w:ind w:left="5647" w:hanging="360"/>
      </w:pPr>
      <w:rPr>
        <w:rFonts w:ascii="Courier New" w:hAnsi="Courier New" w:cs="Courier New" w:hint="default"/>
      </w:rPr>
    </w:lvl>
    <w:lvl w:ilvl="8" w:tplc="04090005" w:tentative="1">
      <w:start w:val="1"/>
      <w:numFmt w:val="bullet"/>
      <w:lvlText w:val=""/>
      <w:lvlJc w:val="left"/>
      <w:pPr>
        <w:ind w:left="6367" w:hanging="360"/>
      </w:pPr>
      <w:rPr>
        <w:rFonts w:ascii="Wingdings" w:hAnsi="Wingdings" w:hint="default"/>
      </w:rPr>
    </w:lvl>
  </w:abstractNum>
  <w:abstractNum w:abstractNumId="13">
    <w:nsid w:val="185B181E"/>
    <w:multiLevelType w:val="hybridMultilevel"/>
    <w:tmpl w:val="C896A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A1D0CE9"/>
    <w:multiLevelType w:val="hybridMultilevel"/>
    <w:tmpl w:val="0A0E3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A9A296E"/>
    <w:multiLevelType w:val="hybridMultilevel"/>
    <w:tmpl w:val="4C7E0C5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nsid w:val="1AE56FC6"/>
    <w:multiLevelType w:val="multilevel"/>
    <w:tmpl w:val="3194757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b/>
        <w:bCs w:val="0"/>
        <w:i/>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1431"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7">
    <w:nsid w:val="1C860302"/>
    <w:multiLevelType w:val="hybridMultilevel"/>
    <w:tmpl w:val="0B64418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nsid w:val="1FD15EF2"/>
    <w:multiLevelType w:val="hybridMultilevel"/>
    <w:tmpl w:val="43E8AC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072682E"/>
    <w:multiLevelType w:val="hybridMultilevel"/>
    <w:tmpl w:val="355681EE"/>
    <w:lvl w:ilvl="0" w:tplc="02282472">
      <w:start w:val="3"/>
      <w:numFmt w:val="bullet"/>
      <w:lvlText w:val=""/>
      <w:lvlJc w:val="left"/>
      <w:pPr>
        <w:ind w:left="461" w:hanging="360"/>
      </w:pPr>
      <w:rPr>
        <w:rFonts w:ascii="Symbol" w:eastAsia="Times New Roman" w:hAnsi="Symbol" w:cs="Times New Roman" w:hint="default"/>
        <w:b w:val="0"/>
      </w:rPr>
    </w:lvl>
    <w:lvl w:ilvl="1" w:tplc="04250003" w:tentative="1">
      <w:start w:val="1"/>
      <w:numFmt w:val="bullet"/>
      <w:lvlText w:val="o"/>
      <w:lvlJc w:val="left"/>
      <w:pPr>
        <w:ind w:left="1181" w:hanging="360"/>
      </w:pPr>
      <w:rPr>
        <w:rFonts w:ascii="Courier New" w:hAnsi="Courier New" w:cs="Courier New" w:hint="default"/>
      </w:rPr>
    </w:lvl>
    <w:lvl w:ilvl="2" w:tplc="04250005" w:tentative="1">
      <w:start w:val="1"/>
      <w:numFmt w:val="bullet"/>
      <w:lvlText w:val=""/>
      <w:lvlJc w:val="left"/>
      <w:pPr>
        <w:ind w:left="1901" w:hanging="360"/>
      </w:pPr>
      <w:rPr>
        <w:rFonts w:ascii="Wingdings" w:hAnsi="Wingdings" w:hint="default"/>
      </w:rPr>
    </w:lvl>
    <w:lvl w:ilvl="3" w:tplc="04250001" w:tentative="1">
      <w:start w:val="1"/>
      <w:numFmt w:val="bullet"/>
      <w:lvlText w:val=""/>
      <w:lvlJc w:val="left"/>
      <w:pPr>
        <w:ind w:left="2621" w:hanging="360"/>
      </w:pPr>
      <w:rPr>
        <w:rFonts w:ascii="Symbol" w:hAnsi="Symbol" w:hint="default"/>
      </w:rPr>
    </w:lvl>
    <w:lvl w:ilvl="4" w:tplc="04250003" w:tentative="1">
      <w:start w:val="1"/>
      <w:numFmt w:val="bullet"/>
      <w:lvlText w:val="o"/>
      <w:lvlJc w:val="left"/>
      <w:pPr>
        <w:ind w:left="3341" w:hanging="360"/>
      </w:pPr>
      <w:rPr>
        <w:rFonts w:ascii="Courier New" w:hAnsi="Courier New" w:cs="Courier New" w:hint="default"/>
      </w:rPr>
    </w:lvl>
    <w:lvl w:ilvl="5" w:tplc="04250005" w:tentative="1">
      <w:start w:val="1"/>
      <w:numFmt w:val="bullet"/>
      <w:lvlText w:val=""/>
      <w:lvlJc w:val="left"/>
      <w:pPr>
        <w:ind w:left="4061" w:hanging="360"/>
      </w:pPr>
      <w:rPr>
        <w:rFonts w:ascii="Wingdings" w:hAnsi="Wingdings" w:hint="default"/>
      </w:rPr>
    </w:lvl>
    <w:lvl w:ilvl="6" w:tplc="04250001" w:tentative="1">
      <w:start w:val="1"/>
      <w:numFmt w:val="bullet"/>
      <w:lvlText w:val=""/>
      <w:lvlJc w:val="left"/>
      <w:pPr>
        <w:ind w:left="4781" w:hanging="360"/>
      </w:pPr>
      <w:rPr>
        <w:rFonts w:ascii="Symbol" w:hAnsi="Symbol" w:hint="default"/>
      </w:rPr>
    </w:lvl>
    <w:lvl w:ilvl="7" w:tplc="04250003" w:tentative="1">
      <w:start w:val="1"/>
      <w:numFmt w:val="bullet"/>
      <w:lvlText w:val="o"/>
      <w:lvlJc w:val="left"/>
      <w:pPr>
        <w:ind w:left="5501" w:hanging="360"/>
      </w:pPr>
      <w:rPr>
        <w:rFonts w:ascii="Courier New" w:hAnsi="Courier New" w:cs="Courier New" w:hint="default"/>
      </w:rPr>
    </w:lvl>
    <w:lvl w:ilvl="8" w:tplc="04250005" w:tentative="1">
      <w:start w:val="1"/>
      <w:numFmt w:val="bullet"/>
      <w:lvlText w:val=""/>
      <w:lvlJc w:val="left"/>
      <w:pPr>
        <w:ind w:left="6221" w:hanging="360"/>
      </w:pPr>
      <w:rPr>
        <w:rFonts w:ascii="Wingdings" w:hAnsi="Wingdings" w:hint="default"/>
      </w:rPr>
    </w:lvl>
  </w:abstractNum>
  <w:abstractNum w:abstractNumId="20">
    <w:nsid w:val="232F792E"/>
    <w:multiLevelType w:val="hybridMultilevel"/>
    <w:tmpl w:val="3830D25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nsid w:val="23844588"/>
    <w:multiLevelType w:val="hybridMultilevel"/>
    <w:tmpl w:val="8BC0DF3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nsid w:val="29A73049"/>
    <w:multiLevelType w:val="hybridMultilevel"/>
    <w:tmpl w:val="D2860A7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nsid w:val="2DDC08C8"/>
    <w:multiLevelType w:val="hybridMultilevel"/>
    <w:tmpl w:val="DDC0B62E"/>
    <w:lvl w:ilvl="0" w:tplc="04250019">
      <w:start w:val="1"/>
      <w:numFmt w:val="lowerLetter"/>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nsid w:val="323974F3"/>
    <w:multiLevelType w:val="hybridMultilevel"/>
    <w:tmpl w:val="C5781C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3F452F5"/>
    <w:multiLevelType w:val="hybridMultilevel"/>
    <w:tmpl w:val="88ACB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5D320B6"/>
    <w:multiLevelType w:val="hybridMultilevel"/>
    <w:tmpl w:val="647C6CC0"/>
    <w:lvl w:ilvl="0" w:tplc="360E25B4">
      <w:numFmt w:val="bullet"/>
      <w:lvlText w:val="-"/>
      <w:lvlJc w:val="left"/>
      <w:pPr>
        <w:ind w:left="1080" w:hanging="360"/>
      </w:pPr>
      <w:rPr>
        <w:rFonts w:ascii="Helvetica 45" w:eastAsia="Times New Roman" w:hAnsi="Helvetica 45"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7">
    <w:nsid w:val="37904333"/>
    <w:multiLevelType w:val="hybridMultilevel"/>
    <w:tmpl w:val="5E4C1FEC"/>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8">
    <w:nsid w:val="38387FE2"/>
    <w:multiLevelType w:val="hybridMultilevel"/>
    <w:tmpl w:val="D158948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nsid w:val="3A841085"/>
    <w:multiLevelType w:val="hybridMultilevel"/>
    <w:tmpl w:val="F5C2C73E"/>
    <w:lvl w:ilvl="0" w:tplc="360E25B4">
      <w:numFmt w:val="bullet"/>
      <w:lvlText w:val="-"/>
      <w:lvlJc w:val="left"/>
      <w:pPr>
        <w:ind w:left="720" w:hanging="360"/>
      </w:pPr>
      <w:rPr>
        <w:rFonts w:ascii="Helvetica 45" w:eastAsia="Times New Roman" w:hAnsi="Helvetica 45"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nsid w:val="3CAE0FE8"/>
    <w:multiLevelType w:val="hybridMultilevel"/>
    <w:tmpl w:val="BC26AE0E"/>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nsid w:val="3D3715C1"/>
    <w:multiLevelType w:val="hybridMultilevel"/>
    <w:tmpl w:val="C854D5B2"/>
    <w:lvl w:ilvl="0" w:tplc="0425000F">
      <w:start w:val="1"/>
      <w:numFmt w:val="decimal"/>
      <w:lvlText w:val="%1."/>
      <w:lvlJc w:val="left"/>
      <w:pPr>
        <w:ind w:left="720" w:hanging="360"/>
      </w:pPr>
      <w:rPr>
        <w:rFonts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nsid w:val="3D385694"/>
    <w:multiLevelType w:val="hybridMultilevel"/>
    <w:tmpl w:val="F2622B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nsid w:val="3EA3319D"/>
    <w:multiLevelType w:val="hybridMultilevel"/>
    <w:tmpl w:val="9FBEC1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360E25B4">
      <w:numFmt w:val="bullet"/>
      <w:lvlText w:val="-"/>
      <w:lvlJc w:val="left"/>
      <w:pPr>
        <w:ind w:left="2160" w:hanging="360"/>
      </w:pPr>
      <w:rPr>
        <w:rFonts w:ascii="Helvetica 45" w:eastAsia="Times New Roman" w:hAnsi="Helvetica 45" w:cs="Times New Roman"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2502936"/>
    <w:multiLevelType w:val="multilevel"/>
    <w:tmpl w:val="53BCBC0A"/>
    <w:lvl w:ilvl="0">
      <w:start w:val="1"/>
      <w:numFmt w:val="bullet"/>
      <w:lvlText w:val=""/>
      <w:lvlJc w:val="left"/>
      <w:pPr>
        <w:ind w:left="283" w:hanging="283"/>
      </w:pPr>
      <w:rPr>
        <w:rFonts w:ascii="Symbol" w:hAnsi="Symbol" w:hint="default"/>
        <w:sz w:val="18"/>
        <w:szCs w:val="18"/>
      </w:rPr>
    </w:lvl>
    <w:lvl w:ilvl="1">
      <w:numFmt w:val="bullet"/>
      <w:lvlText w:val="•"/>
      <w:lvlJc w:val="left"/>
      <w:pPr>
        <w:ind w:left="567" w:hanging="283"/>
      </w:pPr>
      <w:rPr>
        <w:rFonts w:ascii="StarSymbol" w:eastAsia="StarSymbol" w:hAnsi="StarSymbol" w:cs="StarSymbol"/>
        <w:sz w:val="18"/>
        <w:szCs w:val="18"/>
      </w:rPr>
    </w:lvl>
    <w:lvl w:ilvl="2">
      <w:numFmt w:val="bullet"/>
      <w:lvlText w:val="•"/>
      <w:lvlJc w:val="left"/>
      <w:pPr>
        <w:ind w:left="850" w:hanging="283"/>
      </w:pPr>
      <w:rPr>
        <w:rFonts w:ascii="StarSymbol" w:eastAsia="StarSymbol" w:hAnsi="StarSymbol" w:cs="StarSymbol"/>
        <w:sz w:val="18"/>
        <w:szCs w:val="18"/>
      </w:rPr>
    </w:lvl>
    <w:lvl w:ilvl="3">
      <w:numFmt w:val="bullet"/>
      <w:lvlText w:val="•"/>
      <w:lvlJc w:val="left"/>
      <w:pPr>
        <w:ind w:left="1134" w:hanging="283"/>
      </w:pPr>
      <w:rPr>
        <w:rFonts w:ascii="StarSymbol" w:eastAsia="StarSymbol" w:hAnsi="StarSymbol" w:cs="StarSymbol"/>
        <w:sz w:val="18"/>
        <w:szCs w:val="18"/>
      </w:rPr>
    </w:lvl>
    <w:lvl w:ilvl="4">
      <w:numFmt w:val="bullet"/>
      <w:lvlText w:val="•"/>
      <w:lvlJc w:val="left"/>
      <w:pPr>
        <w:ind w:left="1417" w:hanging="283"/>
      </w:pPr>
      <w:rPr>
        <w:rFonts w:ascii="StarSymbol" w:eastAsia="StarSymbol" w:hAnsi="StarSymbol" w:cs="StarSymbol"/>
        <w:sz w:val="18"/>
        <w:szCs w:val="18"/>
      </w:rPr>
    </w:lvl>
    <w:lvl w:ilvl="5">
      <w:numFmt w:val="bullet"/>
      <w:lvlText w:val="•"/>
      <w:lvlJc w:val="left"/>
      <w:pPr>
        <w:ind w:left="1701" w:hanging="283"/>
      </w:pPr>
      <w:rPr>
        <w:rFonts w:ascii="StarSymbol" w:eastAsia="StarSymbol" w:hAnsi="StarSymbol" w:cs="StarSymbol"/>
        <w:sz w:val="18"/>
        <w:szCs w:val="18"/>
      </w:rPr>
    </w:lvl>
    <w:lvl w:ilvl="6">
      <w:numFmt w:val="bullet"/>
      <w:lvlText w:val="•"/>
      <w:lvlJc w:val="left"/>
      <w:pPr>
        <w:ind w:left="1984" w:hanging="283"/>
      </w:pPr>
      <w:rPr>
        <w:rFonts w:ascii="StarSymbol" w:eastAsia="StarSymbol" w:hAnsi="StarSymbol" w:cs="StarSymbol"/>
        <w:sz w:val="18"/>
        <w:szCs w:val="18"/>
      </w:rPr>
    </w:lvl>
    <w:lvl w:ilvl="7">
      <w:numFmt w:val="bullet"/>
      <w:lvlText w:val="•"/>
      <w:lvlJc w:val="left"/>
      <w:pPr>
        <w:ind w:left="2268" w:hanging="283"/>
      </w:pPr>
      <w:rPr>
        <w:rFonts w:ascii="StarSymbol" w:eastAsia="StarSymbol" w:hAnsi="StarSymbol" w:cs="StarSymbol"/>
        <w:sz w:val="18"/>
        <w:szCs w:val="18"/>
      </w:rPr>
    </w:lvl>
    <w:lvl w:ilvl="8">
      <w:numFmt w:val="bullet"/>
      <w:lvlText w:val="•"/>
      <w:lvlJc w:val="left"/>
      <w:pPr>
        <w:ind w:left="2551" w:hanging="283"/>
      </w:pPr>
      <w:rPr>
        <w:rFonts w:ascii="StarSymbol" w:eastAsia="StarSymbol" w:hAnsi="StarSymbol" w:cs="StarSymbol"/>
        <w:sz w:val="18"/>
        <w:szCs w:val="18"/>
      </w:rPr>
    </w:lvl>
  </w:abstractNum>
  <w:abstractNum w:abstractNumId="35">
    <w:nsid w:val="42963651"/>
    <w:multiLevelType w:val="multilevel"/>
    <w:tmpl w:val="53BCBC0A"/>
    <w:lvl w:ilvl="0">
      <w:start w:val="1"/>
      <w:numFmt w:val="bullet"/>
      <w:lvlText w:val=""/>
      <w:lvlJc w:val="left"/>
      <w:pPr>
        <w:ind w:left="566" w:hanging="283"/>
      </w:pPr>
      <w:rPr>
        <w:rFonts w:ascii="Symbol" w:hAnsi="Symbol" w:hint="default"/>
        <w:sz w:val="18"/>
        <w:szCs w:val="18"/>
      </w:rPr>
    </w:lvl>
    <w:lvl w:ilvl="1">
      <w:numFmt w:val="bullet"/>
      <w:lvlText w:val="•"/>
      <w:lvlJc w:val="left"/>
      <w:pPr>
        <w:ind w:left="850" w:hanging="283"/>
      </w:pPr>
      <w:rPr>
        <w:rFonts w:ascii="StarSymbol" w:eastAsia="StarSymbol" w:hAnsi="StarSymbol" w:cs="StarSymbol"/>
        <w:sz w:val="18"/>
        <w:szCs w:val="18"/>
      </w:rPr>
    </w:lvl>
    <w:lvl w:ilvl="2">
      <w:numFmt w:val="bullet"/>
      <w:lvlText w:val="•"/>
      <w:lvlJc w:val="left"/>
      <w:pPr>
        <w:ind w:left="1133" w:hanging="283"/>
      </w:pPr>
      <w:rPr>
        <w:rFonts w:ascii="StarSymbol" w:eastAsia="StarSymbol" w:hAnsi="StarSymbol" w:cs="StarSymbol"/>
        <w:sz w:val="18"/>
        <w:szCs w:val="18"/>
      </w:rPr>
    </w:lvl>
    <w:lvl w:ilvl="3">
      <w:numFmt w:val="bullet"/>
      <w:lvlText w:val="•"/>
      <w:lvlJc w:val="left"/>
      <w:pPr>
        <w:ind w:left="1417" w:hanging="283"/>
      </w:pPr>
      <w:rPr>
        <w:rFonts w:ascii="StarSymbol" w:eastAsia="StarSymbol" w:hAnsi="StarSymbol" w:cs="StarSymbol"/>
        <w:sz w:val="18"/>
        <w:szCs w:val="18"/>
      </w:rPr>
    </w:lvl>
    <w:lvl w:ilvl="4">
      <w:numFmt w:val="bullet"/>
      <w:lvlText w:val="•"/>
      <w:lvlJc w:val="left"/>
      <w:pPr>
        <w:ind w:left="1700" w:hanging="283"/>
      </w:pPr>
      <w:rPr>
        <w:rFonts w:ascii="StarSymbol" w:eastAsia="StarSymbol" w:hAnsi="StarSymbol" w:cs="StarSymbol"/>
        <w:sz w:val="18"/>
        <w:szCs w:val="18"/>
      </w:rPr>
    </w:lvl>
    <w:lvl w:ilvl="5">
      <w:numFmt w:val="bullet"/>
      <w:lvlText w:val="•"/>
      <w:lvlJc w:val="left"/>
      <w:pPr>
        <w:ind w:left="1984" w:hanging="283"/>
      </w:pPr>
      <w:rPr>
        <w:rFonts w:ascii="StarSymbol" w:eastAsia="StarSymbol" w:hAnsi="StarSymbol" w:cs="StarSymbol"/>
        <w:sz w:val="18"/>
        <w:szCs w:val="18"/>
      </w:rPr>
    </w:lvl>
    <w:lvl w:ilvl="6">
      <w:numFmt w:val="bullet"/>
      <w:lvlText w:val="•"/>
      <w:lvlJc w:val="left"/>
      <w:pPr>
        <w:ind w:left="2267" w:hanging="283"/>
      </w:pPr>
      <w:rPr>
        <w:rFonts w:ascii="StarSymbol" w:eastAsia="StarSymbol" w:hAnsi="StarSymbol" w:cs="StarSymbol"/>
        <w:sz w:val="18"/>
        <w:szCs w:val="18"/>
      </w:rPr>
    </w:lvl>
    <w:lvl w:ilvl="7">
      <w:numFmt w:val="bullet"/>
      <w:lvlText w:val="•"/>
      <w:lvlJc w:val="left"/>
      <w:pPr>
        <w:ind w:left="2551" w:hanging="283"/>
      </w:pPr>
      <w:rPr>
        <w:rFonts w:ascii="StarSymbol" w:eastAsia="StarSymbol" w:hAnsi="StarSymbol" w:cs="StarSymbol"/>
        <w:sz w:val="18"/>
        <w:szCs w:val="18"/>
      </w:rPr>
    </w:lvl>
    <w:lvl w:ilvl="8">
      <w:numFmt w:val="bullet"/>
      <w:lvlText w:val="•"/>
      <w:lvlJc w:val="left"/>
      <w:pPr>
        <w:ind w:left="2834" w:hanging="283"/>
      </w:pPr>
      <w:rPr>
        <w:rFonts w:ascii="StarSymbol" w:eastAsia="StarSymbol" w:hAnsi="StarSymbol" w:cs="StarSymbol"/>
        <w:sz w:val="18"/>
        <w:szCs w:val="18"/>
      </w:rPr>
    </w:lvl>
  </w:abstractNum>
  <w:abstractNum w:abstractNumId="36">
    <w:nsid w:val="44CA4AC6"/>
    <w:multiLevelType w:val="hybridMultilevel"/>
    <w:tmpl w:val="F1E6B07C"/>
    <w:lvl w:ilvl="0" w:tplc="04090003">
      <w:start w:val="1"/>
      <w:numFmt w:val="bullet"/>
      <w:lvlText w:val="o"/>
      <w:lvlJc w:val="left"/>
      <w:pPr>
        <w:ind w:left="1287" w:hanging="360"/>
      </w:pPr>
      <w:rPr>
        <w:rFonts w:ascii="Courier New" w:hAnsi="Courier New" w:cs="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7">
    <w:nsid w:val="504D5C07"/>
    <w:multiLevelType w:val="hybridMultilevel"/>
    <w:tmpl w:val="E95AD078"/>
    <w:lvl w:ilvl="0" w:tplc="64824B44">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1E74FB5"/>
    <w:multiLevelType w:val="multilevel"/>
    <w:tmpl w:val="53BCBC0A"/>
    <w:lvl w:ilvl="0">
      <w:start w:val="1"/>
      <w:numFmt w:val="bullet"/>
      <w:lvlText w:val=""/>
      <w:lvlJc w:val="left"/>
      <w:pPr>
        <w:ind w:left="283" w:hanging="283"/>
      </w:pPr>
      <w:rPr>
        <w:rFonts w:ascii="Symbol" w:hAnsi="Symbol" w:hint="default"/>
        <w:sz w:val="18"/>
        <w:szCs w:val="18"/>
      </w:rPr>
    </w:lvl>
    <w:lvl w:ilvl="1">
      <w:numFmt w:val="bullet"/>
      <w:lvlText w:val="•"/>
      <w:lvlJc w:val="left"/>
      <w:pPr>
        <w:ind w:left="567" w:hanging="283"/>
      </w:pPr>
      <w:rPr>
        <w:rFonts w:ascii="StarSymbol" w:eastAsia="StarSymbol" w:hAnsi="StarSymbol" w:cs="StarSymbol"/>
        <w:sz w:val="18"/>
        <w:szCs w:val="18"/>
      </w:rPr>
    </w:lvl>
    <w:lvl w:ilvl="2">
      <w:numFmt w:val="bullet"/>
      <w:lvlText w:val="•"/>
      <w:lvlJc w:val="left"/>
      <w:pPr>
        <w:ind w:left="850" w:hanging="283"/>
      </w:pPr>
      <w:rPr>
        <w:rFonts w:ascii="StarSymbol" w:eastAsia="StarSymbol" w:hAnsi="StarSymbol" w:cs="StarSymbol"/>
        <w:sz w:val="18"/>
        <w:szCs w:val="18"/>
      </w:rPr>
    </w:lvl>
    <w:lvl w:ilvl="3">
      <w:numFmt w:val="bullet"/>
      <w:lvlText w:val="•"/>
      <w:lvlJc w:val="left"/>
      <w:pPr>
        <w:ind w:left="1134" w:hanging="283"/>
      </w:pPr>
      <w:rPr>
        <w:rFonts w:ascii="StarSymbol" w:eastAsia="StarSymbol" w:hAnsi="StarSymbol" w:cs="StarSymbol"/>
        <w:sz w:val="18"/>
        <w:szCs w:val="18"/>
      </w:rPr>
    </w:lvl>
    <w:lvl w:ilvl="4">
      <w:numFmt w:val="bullet"/>
      <w:lvlText w:val="•"/>
      <w:lvlJc w:val="left"/>
      <w:pPr>
        <w:ind w:left="1417" w:hanging="283"/>
      </w:pPr>
      <w:rPr>
        <w:rFonts w:ascii="StarSymbol" w:eastAsia="StarSymbol" w:hAnsi="StarSymbol" w:cs="StarSymbol"/>
        <w:sz w:val="18"/>
        <w:szCs w:val="18"/>
      </w:rPr>
    </w:lvl>
    <w:lvl w:ilvl="5">
      <w:numFmt w:val="bullet"/>
      <w:lvlText w:val="•"/>
      <w:lvlJc w:val="left"/>
      <w:pPr>
        <w:ind w:left="1701" w:hanging="283"/>
      </w:pPr>
      <w:rPr>
        <w:rFonts w:ascii="StarSymbol" w:eastAsia="StarSymbol" w:hAnsi="StarSymbol" w:cs="StarSymbol"/>
        <w:sz w:val="18"/>
        <w:szCs w:val="18"/>
      </w:rPr>
    </w:lvl>
    <w:lvl w:ilvl="6">
      <w:numFmt w:val="bullet"/>
      <w:lvlText w:val="•"/>
      <w:lvlJc w:val="left"/>
      <w:pPr>
        <w:ind w:left="1984" w:hanging="283"/>
      </w:pPr>
      <w:rPr>
        <w:rFonts w:ascii="StarSymbol" w:eastAsia="StarSymbol" w:hAnsi="StarSymbol" w:cs="StarSymbol"/>
        <w:sz w:val="18"/>
        <w:szCs w:val="18"/>
      </w:rPr>
    </w:lvl>
    <w:lvl w:ilvl="7">
      <w:numFmt w:val="bullet"/>
      <w:lvlText w:val="•"/>
      <w:lvlJc w:val="left"/>
      <w:pPr>
        <w:ind w:left="2268" w:hanging="283"/>
      </w:pPr>
      <w:rPr>
        <w:rFonts w:ascii="StarSymbol" w:eastAsia="StarSymbol" w:hAnsi="StarSymbol" w:cs="StarSymbol"/>
        <w:sz w:val="18"/>
        <w:szCs w:val="18"/>
      </w:rPr>
    </w:lvl>
    <w:lvl w:ilvl="8">
      <w:numFmt w:val="bullet"/>
      <w:lvlText w:val="•"/>
      <w:lvlJc w:val="left"/>
      <w:pPr>
        <w:ind w:left="2551" w:hanging="283"/>
      </w:pPr>
      <w:rPr>
        <w:rFonts w:ascii="StarSymbol" w:eastAsia="StarSymbol" w:hAnsi="StarSymbol" w:cs="StarSymbol"/>
        <w:sz w:val="18"/>
        <w:szCs w:val="18"/>
      </w:rPr>
    </w:lvl>
  </w:abstractNum>
  <w:abstractNum w:abstractNumId="39">
    <w:nsid w:val="51ED3942"/>
    <w:multiLevelType w:val="hybridMultilevel"/>
    <w:tmpl w:val="A87E88EC"/>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40">
    <w:nsid w:val="560D0BAD"/>
    <w:multiLevelType w:val="hybridMultilevel"/>
    <w:tmpl w:val="40600238"/>
    <w:lvl w:ilvl="0" w:tplc="360E25B4">
      <w:numFmt w:val="bullet"/>
      <w:lvlText w:val="-"/>
      <w:lvlJc w:val="left"/>
      <w:pPr>
        <w:ind w:left="720" w:hanging="360"/>
      </w:pPr>
      <w:rPr>
        <w:rFonts w:ascii="Helvetica 45" w:eastAsia="Times New Roman" w:hAnsi="Helvetica 45"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75E735A"/>
    <w:multiLevelType w:val="hybridMultilevel"/>
    <w:tmpl w:val="633EB582"/>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2">
    <w:nsid w:val="59915BF7"/>
    <w:multiLevelType w:val="hybridMultilevel"/>
    <w:tmpl w:val="C6BCCD2E"/>
    <w:lvl w:ilvl="0" w:tplc="04250019">
      <w:start w:val="1"/>
      <w:numFmt w:val="lowerLetter"/>
      <w:lvlText w:val="%1."/>
      <w:lvlJc w:val="left"/>
      <w:pPr>
        <w:ind w:left="720" w:hanging="360"/>
      </w:pPr>
      <w:rPr>
        <w:rFonts w:hint="default"/>
      </w:rPr>
    </w:lvl>
    <w:lvl w:ilvl="1" w:tplc="360E25B4">
      <w:numFmt w:val="bullet"/>
      <w:lvlText w:val="-"/>
      <w:lvlJc w:val="left"/>
      <w:pPr>
        <w:ind w:left="1440" w:hanging="360"/>
      </w:pPr>
      <w:rPr>
        <w:rFonts w:ascii="Helvetica 45" w:eastAsia="Times New Roman" w:hAnsi="Helvetica 45"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3">
    <w:nsid w:val="59D16A12"/>
    <w:multiLevelType w:val="hybridMultilevel"/>
    <w:tmpl w:val="0EAA05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6C1E1898">
      <w:start w:val="1"/>
      <w:numFmt w:val="bullet"/>
      <w:pStyle w:val="OSCPresponders"/>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5B297F17"/>
    <w:multiLevelType w:val="hybridMultilevel"/>
    <w:tmpl w:val="4B9E6C6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5">
    <w:nsid w:val="61B4075F"/>
    <w:multiLevelType w:val="hybridMultilevel"/>
    <w:tmpl w:val="CA1056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653854E2"/>
    <w:multiLevelType w:val="hybridMultilevel"/>
    <w:tmpl w:val="8012D0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7">
    <w:nsid w:val="68F2467F"/>
    <w:multiLevelType w:val="hybridMultilevel"/>
    <w:tmpl w:val="71F4344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8">
    <w:nsid w:val="6D231A0B"/>
    <w:multiLevelType w:val="hybridMultilevel"/>
    <w:tmpl w:val="7848D7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6DAE6938"/>
    <w:multiLevelType w:val="hybridMultilevel"/>
    <w:tmpl w:val="CA965890"/>
    <w:lvl w:ilvl="0" w:tplc="9ED037C6">
      <w:start w:val="1"/>
      <w:numFmt w:val="decimal"/>
      <w:suff w:val="space"/>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0">
    <w:nsid w:val="6E464E5B"/>
    <w:multiLevelType w:val="hybridMultilevel"/>
    <w:tmpl w:val="68C85C6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1">
    <w:nsid w:val="6F84688B"/>
    <w:multiLevelType w:val="hybridMultilevel"/>
    <w:tmpl w:val="E67004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1116514"/>
    <w:multiLevelType w:val="hybridMultilevel"/>
    <w:tmpl w:val="09E4F0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3">
    <w:nsid w:val="71A804E6"/>
    <w:multiLevelType w:val="multilevel"/>
    <w:tmpl w:val="53BCBC0A"/>
    <w:lvl w:ilvl="0">
      <w:start w:val="1"/>
      <w:numFmt w:val="bullet"/>
      <w:lvlText w:val=""/>
      <w:lvlJc w:val="left"/>
      <w:pPr>
        <w:ind w:left="283" w:hanging="283"/>
      </w:pPr>
      <w:rPr>
        <w:rFonts w:ascii="Symbol" w:hAnsi="Symbol" w:hint="default"/>
        <w:sz w:val="18"/>
        <w:szCs w:val="18"/>
      </w:rPr>
    </w:lvl>
    <w:lvl w:ilvl="1">
      <w:numFmt w:val="bullet"/>
      <w:lvlText w:val="•"/>
      <w:lvlJc w:val="left"/>
      <w:pPr>
        <w:ind w:left="567" w:hanging="283"/>
      </w:pPr>
      <w:rPr>
        <w:rFonts w:ascii="StarSymbol" w:eastAsia="StarSymbol" w:hAnsi="StarSymbol" w:cs="StarSymbol"/>
        <w:sz w:val="18"/>
        <w:szCs w:val="18"/>
      </w:rPr>
    </w:lvl>
    <w:lvl w:ilvl="2">
      <w:numFmt w:val="bullet"/>
      <w:lvlText w:val="•"/>
      <w:lvlJc w:val="left"/>
      <w:pPr>
        <w:ind w:left="850" w:hanging="283"/>
      </w:pPr>
      <w:rPr>
        <w:rFonts w:ascii="StarSymbol" w:eastAsia="StarSymbol" w:hAnsi="StarSymbol" w:cs="StarSymbol"/>
        <w:sz w:val="18"/>
        <w:szCs w:val="18"/>
      </w:rPr>
    </w:lvl>
    <w:lvl w:ilvl="3">
      <w:numFmt w:val="bullet"/>
      <w:lvlText w:val="•"/>
      <w:lvlJc w:val="left"/>
      <w:pPr>
        <w:ind w:left="1134" w:hanging="283"/>
      </w:pPr>
      <w:rPr>
        <w:rFonts w:ascii="StarSymbol" w:eastAsia="StarSymbol" w:hAnsi="StarSymbol" w:cs="StarSymbol"/>
        <w:sz w:val="18"/>
        <w:szCs w:val="18"/>
      </w:rPr>
    </w:lvl>
    <w:lvl w:ilvl="4">
      <w:numFmt w:val="bullet"/>
      <w:lvlText w:val="•"/>
      <w:lvlJc w:val="left"/>
      <w:pPr>
        <w:ind w:left="1417" w:hanging="283"/>
      </w:pPr>
      <w:rPr>
        <w:rFonts w:ascii="StarSymbol" w:eastAsia="StarSymbol" w:hAnsi="StarSymbol" w:cs="StarSymbol"/>
        <w:sz w:val="18"/>
        <w:szCs w:val="18"/>
      </w:rPr>
    </w:lvl>
    <w:lvl w:ilvl="5">
      <w:numFmt w:val="bullet"/>
      <w:lvlText w:val="•"/>
      <w:lvlJc w:val="left"/>
      <w:pPr>
        <w:ind w:left="1701" w:hanging="283"/>
      </w:pPr>
      <w:rPr>
        <w:rFonts w:ascii="StarSymbol" w:eastAsia="StarSymbol" w:hAnsi="StarSymbol" w:cs="StarSymbol"/>
        <w:sz w:val="18"/>
        <w:szCs w:val="18"/>
      </w:rPr>
    </w:lvl>
    <w:lvl w:ilvl="6">
      <w:numFmt w:val="bullet"/>
      <w:lvlText w:val="•"/>
      <w:lvlJc w:val="left"/>
      <w:pPr>
        <w:ind w:left="1984" w:hanging="283"/>
      </w:pPr>
      <w:rPr>
        <w:rFonts w:ascii="StarSymbol" w:eastAsia="StarSymbol" w:hAnsi="StarSymbol" w:cs="StarSymbol"/>
        <w:sz w:val="18"/>
        <w:szCs w:val="18"/>
      </w:rPr>
    </w:lvl>
    <w:lvl w:ilvl="7">
      <w:numFmt w:val="bullet"/>
      <w:lvlText w:val="•"/>
      <w:lvlJc w:val="left"/>
      <w:pPr>
        <w:ind w:left="2268" w:hanging="283"/>
      </w:pPr>
      <w:rPr>
        <w:rFonts w:ascii="StarSymbol" w:eastAsia="StarSymbol" w:hAnsi="StarSymbol" w:cs="StarSymbol"/>
        <w:sz w:val="18"/>
        <w:szCs w:val="18"/>
      </w:rPr>
    </w:lvl>
    <w:lvl w:ilvl="8">
      <w:numFmt w:val="bullet"/>
      <w:lvlText w:val="•"/>
      <w:lvlJc w:val="left"/>
      <w:pPr>
        <w:ind w:left="2551" w:hanging="283"/>
      </w:pPr>
      <w:rPr>
        <w:rFonts w:ascii="StarSymbol" w:eastAsia="StarSymbol" w:hAnsi="StarSymbol" w:cs="StarSymbol"/>
        <w:sz w:val="18"/>
        <w:szCs w:val="18"/>
      </w:rPr>
    </w:lvl>
  </w:abstractNum>
  <w:abstractNum w:abstractNumId="54">
    <w:nsid w:val="71DE15FD"/>
    <w:multiLevelType w:val="hybridMultilevel"/>
    <w:tmpl w:val="DCEAB68A"/>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5">
    <w:nsid w:val="72422E8F"/>
    <w:multiLevelType w:val="hybridMultilevel"/>
    <w:tmpl w:val="D8D644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72DD65C5"/>
    <w:multiLevelType w:val="multilevel"/>
    <w:tmpl w:val="EF621EFC"/>
    <w:lvl w:ilvl="0">
      <w:start w:val="1"/>
      <w:numFmt w:val="decimal"/>
      <w:lvlText w:val="%1."/>
      <w:lvlJc w:val="left"/>
      <w:pPr>
        <w:ind w:left="432" w:hanging="432"/>
      </w:pPr>
      <w:rPr>
        <w:rFonts w:hint="default"/>
      </w:rPr>
    </w:lvl>
    <w:lvl w:ilvl="1">
      <w:start w:val="1"/>
      <w:numFmt w:val="decimal"/>
      <w:lvlText w:val="%1.%2"/>
      <w:lvlJc w:val="left"/>
      <w:pPr>
        <w:ind w:left="576" w:hanging="576"/>
      </w:pPr>
      <w:rPr>
        <w:rFonts w:cs="Times New Roman"/>
        <w:b/>
        <w:bCs w:val="0"/>
        <w:i/>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ind w:left="1431"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7">
    <w:nsid w:val="73457964"/>
    <w:multiLevelType w:val="hybridMultilevel"/>
    <w:tmpl w:val="8888481E"/>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58">
    <w:nsid w:val="749F56D7"/>
    <w:multiLevelType w:val="hybridMultilevel"/>
    <w:tmpl w:val="3F7E59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9">
    <w:nsid w:val="74F64067"/>
    <w:multiLevelType w:val="hybridMultilevel"/>
    <w:tmpl w:val="FCCA79D6"/>
    <w:lvl w:ilvl="0" w:tplc="9ED037C6">
      <w:start w:val="1"/>
      <w:numFmt w:val="decimal"/>
      <w:suff w:val="space"/>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0">
    <w:nsid w:val="778324D7"/>
    <w:multiLevelType w:val="hybridMultilevel"/>
    <w:tmpl w:val="68A877BE"/>
    <w:lvl w:ilvl="0" w:tplc="A34894A0">
      <w:start w:val="1"/>
      <w:numFmt w:val="decimal"/>
      <w:lvlText w:val="%1."/>
      <w:lvlJc w:val="left"/>
      <w:pPr>
        <w:ind w:left="371" w:hanging="360"/>
      </w:pPr>
      <w:rPr>
        <w:rFonts w:hint="default"/>
      </w:rPr>
    </w:lvl>
    <w:lvl w:ilvl="1" w:tplc="04250019" w:tentative="1">
      <w:start w:val="1"/>
      <w:numFmt w:val="lowerLetter"/>
      <w:lvlText w:val="%2."/>
      <w:lvlJc w:val="left"/>
      <w:pPr>
        <w:ind w:left="1091" w:hanging="360"/>
      </w:pPr>
    </w:lvl>
    <w:lvl w:ilvl="2" w:tplc="0425001B" w:tentative="1">
      <w:start w:val="1"/>
      <w:numFmt w:val="lowerRoman"/>
      <w:lvlText w:val="%3."/>
      <w:lvlJc w:val="right"/>
      <w:pPr>
        <w:ind w:left="1811" w:hanging="180"/>
      </w:pPr>
    </w:lvl>
    <w:lvl w:ilvl="3" w:tplc="0425000F" w:tentative="1">
      <w:start w:val="1"/>
      <w:numFmt w:val="decimal"/>
      <w:lvlText w:val="%4."/>
      <w:lvlJc w:val="left"/>
      <w:pPr>
        <w:ind w:left="2531" w:hanging="360"/>
      </w:pPr>
    </w:lvl>
    <w:lvl w:ilvl="4" w:tplc="04250019" w:tentative="1">
      <w:start w:val="1"/>
      <w:numFmt w:val="lowerLetter"/>
      <w:lvlText w:val="%5."/>
      <w:lvlJc w:val="left"/>
      <w:pPr>
        <w:ind w:left="3251" w:hanging="360"/>
      </w:pPr>
    </w:lvl>
    <w:lvl w:ilvl="5" w:tplc="0425001B" w:tentative="1">
      <w:start w:val="1"/>
      <w:numFmt w:val="lowerRoman"/>
      <w:lvlText w:val="%6."/>
      <w:lvlJc w:val="right"/>
      <w:pPr>
        <w:ind w:left="3971" w:hanging="180"/>
      </w:pPr>
    </w:lvl>
    <w:lvl w:ilvl="6" w:tplc="0425000F" w:tentative="1">
      <w:start w:val="1"/>
      <w:numFmt w:val="decimal"/>
      <w:lvlText w:val="%7."/>
      <w:lvlJc w:val="left"/>
      <w:pPr>
        <w:ind w:left="4691" w:hanging="360"/>
      </w:pPr>
    </w:lvl>
    <w:lvl w:ilvl="7" w:tplc="04250019" w:tentative="1">
      <w:start w:val="1"/>
      <w:numFmt w:val="lowerLetter"/>
      <w:lvlText w:val="%8."/>
      <w:lvlJc w:val="left"/>
      <w:pPr>
        <w:ind w:left="5411" w:hanging="360"/>
      </w:pPr>
    </w:lvl>
    <w:lvl w:ilvl="8" w:tplc="0425001B" w:tentative="1">
      <w:start w:val="1"/>
      <w:numFmt w:val="lowerRoman"/>
      <w:lvlText w:val="%9."/>
      <w:lvlJc w:val="right"/>
      <w:pPr>
        <w:ind w:left="6131" w:hanging="180"/>
      </w:pPr>
    </w:lvl>
  </w:abstractNum>
  <w:abstractNum w:abstractNumId="61">
    <w:nsid w:val="7A113476"/>
    <w:multiLevelType w:val="hybridMultilevel"/>
    <w:tmpl w:val="4C5E41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7F093D71"/>
    <w:multiLevelType w:val="hybridMultilevel"/>
    <w:tmpl w:val="73C2735A"/>
    <w:lvl w:ilvl="0" w:tplc="04250003">
      <w:start w:val="1"/>
      <w:numFmt w:val="bullet"/>
      <w:lvlText w:val="o"/>
      <w:lvlJc w:val="left"/>
      <w:pPr>
        <w:ind w:left="1287" w:hanging="360"/>
      </w:pPr>
      <w:rPr>
        <w:rFonts w:ascii="Courier New" w:hAnsi="Courier New" w:cs="Courier New"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63">
    <w:nsid w:val="7F0D6BAF"/>
    <w:multiLevelType w:val="hybridMultilevel"/>
    <w:tmpl w:val="3570600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56"/>
  </w:num>
  <w:num w:numId="2">
    <w:abstractNumId w:val="48"/>
  </w:num>
  <w:num w:numId="3">
    <w:abstractNumId w:val="40"/>
  </w:num>
  <w:num w:numId="4">
    <w:abstractNumId w:val="33"/>
  </w:num>
  <w:num w:numId="5">
    <w:abstractNumId w:val="6"/>
  </w:num>
  <w:num w:numId="6">
    <w:abstractNumId w:val="7"/>
  </w:num>
  <w:num w:numId="7">
    <w:abstractNumId w:val="35"/>
  </w:num>
  <w:num w:numId="8">
    <w:abstractNumId w:val="53"/>
  </w:num>
  <w:num w:numId="9">
    <w:abstractNumId w:val="34"/>
  </w:num>
  <w:num w:numId="10">
    <w:abstractNumId w:val="38"/>
  </w:num>
  <w:num w:numId="11">
    <w:abstractNumId w:val="39"/>
  </w:num>
  <w:num w:numId="12">
    <w:abstractNumId w:val="27"/>
  </w:num>
  <w:num w:numId="13">
    <w:abstractNumId w:val="57"/>
  </w:num>
  <w:num w:numId="14">
    <w:abstractNumId w:val="13"/>
  </w:num>
  <w:num w:numId="15">
    <w:abstractNumId w:val="24"/>
  </w:num>
  <w:num w:numId="16">
    <w:abstractNumId w:val="18"/>
  </w:num>
  <w:num w:numId="17">
    <w:abstractNumId w:val="14"/>
  </w:num>
  <w:num w:numId="18">
    <w:abstractNumId w:val="11"/>
  </w:num>
  <w:num w:numId="19">
    <w:abstractNumId w:val="45"/>
  </w:num>
  <w:num w:numId="20">
    <w:abstractNumId w:val="9"/>
  </w:num>
  <w:num w:numId="21">
    <w:abstractNumId w:val="36"/>
  </w:num>
  <w:num w:numId="22">
    <w:abstractNumId w:val="55"/>
  </w:num>
  <w:num w:numId="23">
    <w:abstractNumId w:val="43"/>
  </w:num>
  <w:num w:numId="24">
    <w:abstractNumId w:val="8"/>
  </w:num>
  <w:num w:numId="25">
    <w:abstractNumId w:val="51"/>
  </w:num>
  <w:num w:numId="26">
    <w:abstractNumId w:val="44"/>
  </w:num>
  <w:num w:numId="27">
    <w:abstractNumId w:val="21"/>
  </w:num>
  <w:num w:numId="28">
    <w:abstractNumId w:val="10"/>
  </w:num>
  <w:num w:numId="29">
    <w:abstractNumId w:val="46"/>
  </w:num>
  <w:num w:numId="30">
    <w:abstractNumId w:val="26"/>
  </w:num>
  <w:num w:numId="31">
    <w:abstractNumId w:val="42"/>
  </w:num>
  <w:num w:numId="32">
    <w:abstractNumId w:val="23"/>
  </w:num>
  <w:num w:numId="33">
    <w:abstractNumId w:val="62"/>
  </w:num>
  <w:num w:numId="34">
    <w:abstractNumId w:val="52"/>
  </w:num>
  <w:num w:numId="35">
    <w:abstractNumId w:val="58"/>
  </w:num>
  <w:num w:numId="36">
    <w:abstractNumId w:val="3"/>
  </w:num>
  <w:num w:numId="37">
    <w:abstractNumId w:val="4"/>
  </w:num>
  <w:num w:numId="38">
    <w:abstractNumId w:val="47"/>
  </w:num>
  <w:num w:numId="39">
    <w:abstractNumId w:val="28"/>
  </w:num>
  <w:num w:numId="40">
    <w:abstractNumId w:val="20"/>
  </w:num>
  <w:num w:numId="41">
    <w:abstractNumId w:val="50"/>
  </w:num>
  <w:num w:numId="42">
    <w:abstractNumId w:val="15"/>
  </w:num>
  <w:num w:numId="43">
    <w:abstractNumId w:val="60"/>
  </w:num>
  <w:num w:numId="44">
    <w:abstractNumId w:val="30"/>
  </w:num>
  <w:num w:numId="45">
    <w:abstractNumId w:val="54"/>
  </w:num>
  <w:num w:numId="46">
    <w:abstractNumId w:val="56"/>
  </w:num>
  <w:num w:numId="47">
    <w:abstractNumId w:val="29"/>
  </w:num>
  <w:num w:numId="48">
    <w:abstractNumId w:val="12"/>
  </w:num>
  <w:num w:numId="49">
    <w:abstractNumId w:val="61"/>
  </w:num>
  <w:num w:numId="50">
    <w:abstractNumId w:val="41"/>
  </w:num>
  <w:num w:numId="51">
    <w:abstractNumId w:val="5"/>
  </w:num>
  <w:num w:numId="52">
    <w:abstractNumId w:val="19"/>
  </w:num>
  <w:num w:numId="53">
    <w:abstractNumId w:val="37"/>
  </w:num>
  <w:num w:numId="5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1"/>
  </w:num>
  <w:num w:numId="56">
    <w:abstractNumId w:val="63"/>
  </w:num>
  <w:num w:numId="57">
    <w:abstractNumId w:val="17"/>
  </w:num>
  <w:num w:numId="58">
    <w:abstractNumId w:val="49"/>
  </w:num>
  <w:num w:numId="59">
    <w:abstractNumId w:val="22"/>
  </w:num>
  <w:num w:numId="60">
    <w:abstractNumId w:val="16"/>
  </w:num>
  <w:num w:numId="61">
    <w:abstractNumId w:val="32"/>
  </w:num>
  <w:num w:numId="6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5"/>
  </w:num>
  <w:num w:numId="64">
    <w:abstractNumId w:val="59"/>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749"/>
    <w:rsid w:val="00000F79"/>
    <w:rsid w:val="00001589"/>
    <w:rsid w:val="000019FD"/>
    <w:rsid w:val="00001C88"/>
    <w:rsid w:val="00002345"/>
    <w:rsid w:val="0000272D"/>
    <w:rsid w:val="000028EE"/>
    <w:rsid w:val="00003C74"/>
    <w:rsid w:val="00005F37"/>
    <w:rsid w:val="00006486"/>
    <w:rsid w:val="00006E64"/>
    <w:rsid w:val="00006F88"/>
    <w:rsid w:val="000073E6"/>
    <w:rsid w:val="0000765C"/>
    <w:rsid w:val="00007FE3"/>
    <w:rsid w:val="00011138"/>
    <w:rsid w:val="0001282A"/>
    <w:rsid w:val="000133BC"/>
    <w:rsid w:val="00013781"/>
    <w:rsid w:val="000161F3"/>
    <w:rsid w:val="00016842"/>
    <w:rsid w:val="00017063"/>
    <w:rsid w:val="0001719D"/>
    <w:rsid w:val="00017685"/>
    <w:rsid w:val="00017F24"/>
    <w:rsid w:val="000214A6"/>
    <w:rsid w:val="000215E4"/>
    <w:rsid w:val="00021D5E"/>
    <w:rsid w:val="0002277D"/>
    <w:rsid w:val="000229B3"/>
    <w:rsid w:val="00023054"/>
    <w:rsid w:val="0002332E"/>
    <w:rsid w:val="0002346D"/>
    <w:rsid w:val="000243C0"/>
    <w:rsid w:val="000248D8"/>
    <w:rsid w:val="00024EFE"/>
    <w:rsid w:val="000266A4"/>
    <w:rsid w:val="000269C7"/>
    <w:rsid w:val="00030A97"/>
    <w:rsid w:val="00030BFC"/>
    <w:rsid w:val="0003240D"/>
    <w:rsid w:val="00032E3B"/>
    <w:rsid w:val="000344D4"/>
    <w:rsid w:val="00034AAE"/>
    <w:rsid w:val="00034CD1"/>
    <w:rsid w:val="00035B8F"/>
    <w:rsid w:val="000366FD"/>
    <w:rsid w:val="00040360"/>
    <w:rsid w:val="0004050E"/>
    <w:rsid w:val="00040A0E"/>
    <w:rsid w:val="00040BE1"/>
    <w:rsid w:val="00040C67"/>
    <w:rsid w:val="00041584"/>
    <w:rsid w:val="00041636"/>
    <w:rsid w:val="00042055"/>
    <w:rsid w:val="00043291"/>
    <w:rsid w:val="00043B70"/>
    <w:rsid w:val="00043FD8"/>
    <w:rsid w:val="00044946"/>
    <w:rsid w:val="00044E99"/>
    <w:rsid w:val="00044FB2"/>
    <w:rsid w:val="000457BB"/>
    <w:rsid w:val="00045889"/>
    <w:rsid w:val="0004655B"/>
    <w:rsid w:val="00046B9C"/>
    <w:rsid w:val="00047176"/>
    <w:rsid w:val="0004750B"/>
    <w:rsid w:val="000506F2"/>
    <w:rsid w:val="00050D9C"/>
    <w:rsid w:val="00050DB3"/>
    <w:rsid w:val="00050EB9"/>
    <w:rsid w:val="00052769"/>
    <w:rsid w:val="00052EB3"/>
    <w:rsid w:val="00052F6D"/>
    <w:rsid w:val="00052FA3"/>
    <w:rsid w:val="00053582"/>
    <w:rsid w:val="00053607"/>
    <w:rsid w:val="00054FA2"/>
    <w:rsid w:val="0005532A"/>
    <w:rsid w:val="00055E78"/>
    <w:rsid w:val="00056F6D"/>
    <w:rsid w:val="00057575"/>
    <w:rsid w:val="0006002C"/>
    <w:rsid w:val="0006016A"/>
    <w:rsid w:val="00060891"/>
    <w:rsid w:val="000609A3"/>
    <w:rsid w:val="0006217C"/>
    <w:rsid w:val="00062A3C"/>
    <w:rsid w:val="00062C63"/>
    <w:rsid w:val="00063324"/>
    <w:rsid w:val="000638F5"/>
    <w:rsid w:val="000646F7"/>
    <w:rsid w:val="00065C57"/>
    <w:rsid w:val="00065EF3"/>
    <w:rsid w:val="00067809"/>
    <w:rsid w:val="000701C7"/>
    <w:rsid w:val="00070398"/>
    <w:rsid w:val="00070942"/>
    <w:rsid w:val="00070BBE"/>
    <w:rsid w:val="00071416"/>
    <w:rsid w:val="00071C05"/>
    <w:rsid w:val="00071D28"/>
    <w:rsid w:val="00072586"/>
    <w:rsid w:val="00073212"/>
    <w:rsid w:val="00073869"/>
    <w:rsid w:val="00074282"/>
    <w:rsid w:val="00074A3C"/>
    <w:rsid w:val="00075C55"/>
    <w:rsid w:val="00076FCC"/>
    <w:rsid w:val="000773BA"/>
    <w:rsid w:val="000774CF"/>
    <w:rsid w:val="00077840"/>
    <w:rsid w:val="00077B22"/>
    <w:rsid w:val="00077BF0"/>
    <w:rsid w:val="00080187"/>
    <w:rsid w:val="00080B0C"/>
    <w:rsid w:val="00081B69"/>
    <w:rsid w:val="000855D2"/>
    <w:rsid w:val="000858F4"/>
    <w:rsid w:val="000871AF"/>
    <w:rsid w:val="00087AAA"/>
    <w:rsid w:val="00091074"/>
    <w:rsid w:val="00091385"/>
    <w:rsid w:val="00092D6B"/>
    <w:rsid w:val="0009309A"/>
    <w:rsid w:val="000932D8"/>
    <w:rsid w:val="00094246"/>
    <w:rsid w:val="000943D0"/>
    <w:rsid w:val="00095223"/>
    <w:rsid w:val="00095C3E"/>
    <w:rsid w:val="0009633D"/>
    <w:rsid w:val="00097B2E"/>
    <w:rsid w:val="000A0335"/>
    <w:rsid w:val="000A0A4B"/>
    <w:rsid w:val="000A0CC6"/>
    <w:rsid w:val="000A0DCC"/>
    <w:rsid w:val="000A0ECB"/>
    <w:rsid w:val="000A19CC"/>
    <w:rsid w:val="000A21A6"/>
    <w:rsid w:val="000A23A8"/>
    <w:rsid w:val="000A243B"/>
    <w:rsid w:val="000A24C2"/>
    <w:rsid w:val="000A28B0"/>
    <w:rsid w:val="000A29E3"/>
    <w:rsid w:val="000A3504"/>
    <w:rsid w:val="000A3700"/>
    <w:rsid w:val="000A38D0"/>
    <w:rsid w:val="000A4E94"/>
    <w:rsid w:val="000A55CC"/>
    <w:rsid w:val="000A72D0"/>
    <w:rsid w:val="000B13A4"/>
    <w:rsid w:val="000B17B9"/>
    <w:rsid w:val="000B22B4"/>
    <w:rsid w:val="000B3B51"/>
    <w:rsid w:val="000B3E06"/>
    <w:rsid w:val="000B4400"/>
    <w:rsid w:val="000B54E4"/>
    <w:rsid w:val="000B558B"/>
    <w:rsid w:val="000B6A0C"/>
    <w:rsid w:val="000B7054"/>
    <w:rsid w:val="000B74C0"/>
    <w:rsid w:val="000C09E4"/>
    <w:rsid w:val="000C138C"/>
    <w:rsid w:val="000C1B15"/>
    <w:rsid w:val="000C1E7E"/>
    <w:rsid w:val="000C30A0"/>
    <w:rsid w:val="000C5665"/>
    <w:rsid w:val="000C5864"/>
    <w:rsid w:val="000C6185"/>
    <w:rsid w:val="000C6431"/>
    <w:rsid w:val="000C6C41"/>
    <w:rsid w:val="000C705E"/>
    <w:rsid w:val="000C79D9"/>
    <w:rsid w:val="000D0015"/>
    <w:rsid w:val="000D0936"/>
    <w:rsid w:val="000D093C"/>
    <w:rsid w:val="000D0D8D"/>
    <w:rsid w:val="000D0E92"/>
    <w:rsid w:val="000D14AC"/>
    <w:rsid w:val="000D177B"/>
    <w:rsid w:val="000D23E8"/>
    <w:rsid w:val="000D2D84"/>
    <w:rsid w:val="000D4732"/>
    <w:rsid w:val="000D508E"/>
    <w:rsid w:val="000D5FDC"/>
    <w:rsid w:val="000D62EE"/>
    <w:rsid w:val="000E0395"/>
    <w:rsid w:val="000E03AA"/>
    <w:rsid w:val="000E35A6"/>
    <w:rsid w:val="000E3F30"/>
    <w:rsid w:val="000E458E"/>
    <w:rsid w:val="000E47DF"/>
    <w:rsid w:val="000E4DE6"/>
    <w:rsid w:val="000E4DEE"/>
    <w:rsid w:val="000E4FBE"/>
    <w:rsid w:val="000E5FA6"/>
    <w:rsid w:val="000E7319"/>
    <w:rsid w:val="000E7FE9"/>
    <w:rsid w:val="000F0E31"/>
    <w:rsid w:val="000F158D"/>
    <w:rsid w:val="000F1CF1"/>
    <w:rsid w:val="000F1DEC"/>
    <w:rsid w:val="000F27E8"/>
    <w:rsid w:val="000F33B2"/>
    <w:rsid w:val="000F3E19"/>
    <w:rsid w:val="000F4075"/>
    <w:rsid w:val="000F4402"/>
    <w:rsid w:val="000F4448"/>
    <w:rsid w:val="000F4A9A"/>
    <w:rsid w:val="000F5AB4"/>
    <w:rsid w:val="000F62D2"/>
    <w:rsid w:val="000F65A2"/>
    <w:rsid w:val="000F66F1"/>
    <w:rsid w:val="000F6731"/>
    <w:rsid w:val="000F6D7C"/>
    <w:rsid w:val="000F7608"/>
    <w:rsid w:val="000F779E"/>
    <w:rsid w:val="000F7A37"/>
    <w:rsid w:val="001006FB"/>
    <w:rsid w:val="00100922"/>
    <w:rsid w:val="00102114"/>
    <w:rsid w:val="001025AA"/>
    <w:rsid w:val="001025B1"/>
    <w:rsid w:val="00102C36"/>
    <w:rsid w:val="00102D78"/>
    <w:rsid w:val="00103DE6"/>
    <w:rsid w:val="001047F9"/>
    <w:rsid w:val="00104819"/>
    <w:rsid w:val="00105B03"/>
    <w:rsid w:val="00105BEA"/>
    <w:rsid w:val="00105C37"/>
    <w:rsid w:val="00105E44"/>
    <w:rsid w:val="00107160"/>
    <w:rsid w:val="00107734"/>
    <w:rsid w:val="0011030E"/>
    <w:rsid w:val="00111A9A"/>
    <w:rsid w:val="00111CA5"/>
    <w:rsid w:val="00112B2A"/>
    <w:rsid w:val="0011324A"/>
    <w:rsid w:val="00114D9B"/>
    <w:rsid w:val="00115E98"/>
    <w:rsid w:val="00116419"/>
    <w:rsid w:val="00116795"/>
    <w:rsid w:val="00116A6C"/>
    <w:rsid w:val="00116EBC"/>
    <w:rsid w:val="0011748D"/>
    <w:rsid w:val="0012016A"/>
    <w:rsid w:val="00120489"/>
    <w:rsid w:val="00120C3B"/>
    <w:rsid w:val="00120EAC"/>
    <w:rsid w:val="00120EFE"/>
    <w:rsid w:val="00121A86"/>
    <w:rsid w:val="00122123"/>
    <w:rsid w:val="00122A91"/>
    <w:rsid w:val="00122BCE"/>
    <w:rsid w:val="001231C6"/>
    <w:rsid w:val="00123CBB"/>
    <w:rsid w:val="0012466A"/>
    <w:rsid w:val="0012557D"/>
    <w:rsid w:val="0012685E"/>
    <w:rsid w:val="00126E2D"/>
    <w:rsid w:val="0012791C"/>
    <w:rsid w:val="00130230"/>
    <w:rsid w:val="001306B6"/>
    <w:rsid w:val="0013121C"/>
    <w:rsid w:val="00131B26"/>
    <w:rsid w:val="001320ED"/>
    <w:rsid w:val="00132D00"/>
    <w:rsid w:val="00134CCD"/>
    <w:rsid w:val="001350D7"/>
    <w:rsid w:val="0013576D"/>
    <w:rsid w:val="001360D3"/>
    <w:rsid w:val="0013639A"/>
    <w:rsid w:val="00136F13"/>
    <w:rsid w:val="0013712B"/>
    <w:rsid w:val="001377FC"/>
    <w:rsid w:val="00137F8F"/>
    <w:rsid w:val="0014062B"/>
    <w:rsid w:val="00140D5F"/>
    <w:rsid w:val="001411EE"/>
    <w:rsid w:val="00141A69"/>
    <w:rsid w:val="00141C1D"/>
    <w:rsid w:val="00141DAA"/>
    <w:rsid w:val="00142891"/>
    <w:rsid w:val="0014294F"/>
    <w:rsid w:val="00142FE2"/>
    <w:rsid w:val="00143C73"/>
    <w:rsid w:val="00143C88"/>
    <w:rsid w:val="00144A5B"/>
    <w:rsid w:val="00145373"/>
    <w:rsid w:val="00145D49"/>
    <w:rsid w:val="001461C4"/>
    <w:rsid w:val="001468AC"/>
    <w:rsid w:val="00146F70"/>
    <w:rsid w:val="001472D1"/>
    <w:rsid w:val="00150A0D"/>
    <w:rsid w:val="001512B1"/>
    <w:rsid w:val="00151336"/>
    <w:rsid w:val="001522ED"/>
    <w:rsid w:val="001532FA"/>
    <w:rsid w:val="00153882"/>
    <w:rsid w:val="00153B13"/>
    <w:rsid w:val="00153BAC"/>
    <w:rsid w:val="00154955"/>
    <w:rsid w:val="00154DF4"/>
    <w:rsid w:val="0015521F"/>
    <w:rsid w:val="00156629"/>
    <w:rsid w:val="0015720C"/>
    <w:rsid w:val="00157543"/>
    <w:rsid w:val="00160A22"/>
    <w:rsid w:val="00160AC2"/>
    <w:rsid w:val="00161D9B"/>
    <w:rsid w:val="0016238A"/>
    <w:rsid w:val="00162750"/>
    <w:rsid w:val="001627F4"/>
    <w:rsid w:val="0016338A"/>
    <w:rsid w:val="00163E4B"/>
    <w:rsid w:val="00165D81"/>
    <w:rsid w:val="0016634F"/>
    <w:rsid w:val="0016661D"/>
    <w:rsid w:val="0016711D"/>
    <w:rsid w:val="00167852"/>
    <w:rsid w:val="001707FB"/>
    <w:rsid w:val="001713F1"/>
    <w:rsid w:val="001714F6"/>
    <w:rsid w:val="001716C0"/>
    <w:rsid w:val="00171FC7"/>
    <w:rsid w:val="00172C1A"/>
    <w:rsid w:val="0017320A"/>
    <w:rsid w:val="0017328A"/>
    <w:rsid w:val="001737E0"/>
    <w:rsid w:val="00174158"/>
    <w:rsid w:val="00174350"/>
    <w:rsid w:val="001748DA"/>
    <w:rsid w:val="00174BE0"/>
    <w:rsid w:val="00177995"/>
    <w:rsid w:val="00180848"/>
    <w:rsid w:val="001827DB"/>
    <w:rsid w:val="001828B7"/>
    <w:rsid w:val="001836E6"/>
    <w:rsid w:val="0018467C"/>
    <w:rsid w:val="00184F60"/>
    <w:rsid w:val="00185C6D"/>
    <w:rsid w:val="00185DDC"/>
    <w:rsid w:val="00186C93"/>
    <w:rsid w:val="00187204"/>
    <w:rsid w:val="001878BF"/>
    <w:rsid w:val="00190092"/>
    <w:rsid w:val="0019042C"/>
    <w:rsid w:val="00190972"/>
    <w:rsid w:val="00190B4A"/>
    <w:rsid w:val="00190B94"/>
    <w:rsid w:val="00193206"/>
    <w:rsid w:val="00194391"/>
    <w:rsid w:val="001943F0"/>
    <w:rsid w:val="001955D3"/>
    <w:rsid w:val="00195DC6"/>
    <w:rsid w:val="001A0EB6"/>
    <w:rsid w:val="001A120E"/>
    <w:rsid w:val="001A1645"/>
    <w:rsid w:val="001A1952"/>
    <w:rsid w:val="001A3BA4"/>
    <w:rsid w:val="001A402F"/>
    <w:rsid w:val="001A47AA"/>
    <w:rsid w:val="001A54C1"/>
    <w:rsid w:val="001A5657"/>
    <w:rsid w:val="001A58DF"/>
    <w:rsid w:val="001B061A"/>
    <w:rsid w:val="001B0C9E"/>
    <w:rsid w:val="001B11C1"/>
    <w:rsid w:val="001B1601"/>
    <w:rsid w:val="001B1736"/>
    <w:rsid w:val="001B1D1D"/>
    <w:rsid w:val="001B433B"/>
    <w:rsid w:val="001B4C4A"/>
    <w:rsid w:val="001B4CD9"/>
    <w:rsid w:val="001B5E70"/>
    <w:rsid w:val="001B5FA6"/>
    <w:rsid w:val="001B7AB4"/>
    <w:rsid w:val="001B7ABA"/>
    <w:rsid w:val="001B7D92"/>
    <w:rsid w:val="001C0006"/>
    <w:rsid w:val="001C26DB"/>
    <w:rsid w:val="001C3788"/>
    <w:rsid w:val="001C4680"/>
    <w:rsid w:val="001C4703"/>
    <w:rsid w:val="001C4A6F"/>
    <w:rsid w:val="001C574C"/>
    <w:rsid w:val="001C79CC"/>
    <w:rsid w:val="001C7A26"/>
    <w:rsid w:val="001D037B"/>
    <w:rsid w:val="001D12F2"/>
    <w:rsid w:val="001D1B3D"/>
    <w:rsid w:val="001D2886"/>
    <w:rsid w:val="001D3D52"/>
    <w:rsid w:val="001D520C"/>
    <w:rsid w:val="001D5FE5"/>
    <w:rsid w:val="001D6D19"/>
    <w:rsid w:val="001E202B"/>
    <w:rsid w:val="001E26B1"/>
    <w:rsid w:val="001E3243"/>
    <w:rsid w:val="001E348A"/>
    <w:rsid w:val="001E43C4"/>
    <w:rsid w:val="001E4994"/>
    <w:rsid w:val="001E4CA8"/>
    <w:rsid w:val="001E5866"/>
    <w:rsid w:val="001E59B0"/>
    <w:rsid w:val="001E5A54"/>
    <w:rsid w:val="001E6469"/>
    <w:rsid w:val="001E6879"/>
    <w:rsid w:val="001E6F55"/>
    <w:rsid w:val="001E7596"/>
    <w:rsid w:val="001E762C"/>
    <w:rsid w:val="001E7770"/>
    <w:rsid w:val="001F321F"/>
    <w:rsid w:val="001F32A3"/>
    <w:rsid w:val="001F3834"/>
    <w:rsid w:val="001F472E"/>
    <w:rsid w:val="001F47EB"/>
    <w:rsid w:val="001F4860"/>
    <w:rsid w:val="001F4AA9"/>
    <w:rsid w:val="001F5C95"/>
    <w:rsid w:val="001F6251"/>
    <w:rsid w:val="001F672C"/>
    <w:rsid w:val="001F6E55"/>
    <w:rsid w:val="001F7432"/>
    <w:rsid w:val="001F7BDD"/>
    <w:rsid w:val="00200269"/>
    <w:rsid w:val="002004C5"/>
    <w:rsid w:val="00200830"/>
    <w:rsid w:val="0020194E"/>
    <w:rsid w:val="00202CC4"/>
    <w:rsid w:val="00202DC6"/>
    <w:rsid w:val="002035ED"/>
    <w:rsid w:val="00204760"/>
    <w:rsid w:val="00205656"/>
    <w:rsid w:val="002070DC"/>
    <w:rsid w:val="00207556"/>
    <w:rsid w:val="00210040"/>
    <w:rsid w:val="00211278"/>
    <w:rsid w:val="0021202E"/>
    <w:rsid w:val="00213CB6"/>
    <w:rsid w:val="00214987"/>
    <w:rsid w:val="002151E2"/>
    <w:rsid w:val="0021557D"/>
    <w:rsid w:val="00216018"/>
    <w:rsid w:val="002173CA"/>
    <w:rsid w:val="002178B3"/>
    <w:rsid w:val="002202F5"/>
    <w:rsid w:val="00220690"/>
    <w:rsid w:val="002223F2"/>
    <w:rsid w:val="00223D0D"/>
    <w:rsid w:val="00224097"/>
    <w:rsid w:val="002241DD"/>
    <w:rsid w:val="00225004"/>
    <w:rsid w:val="00226413"/>
    <w:rsid w:val="00226E29"/>
    <w:rsid w:val="00227788"/>
    <w:rsid w:val="002326A4"/>
    <w:rsid w:val="0023291B"/>
    <w:rsid w:val="00232EFE"/>
    <w:rsid w:val="0023404D"/>
    <w:rsid w:val="00234DB2"/>
    <w:rsid w:val="00235185"/>
    <w:rsid w:val="002353AB"/>
    <w:rsid w:val="00235711"/>
    <w:rsid w:val="0023667F"/>
    <w:rsid w:val="00236AE4"/>
    <w:rsid w:val="00236B94"/>
    <w:rsid w:val="00236BCD"/>
    <w:rsid w:val="0023765E"/>
    <w:rsid w:val="00237AEA"/>
    <w:rsid w:val="00237BEB"/>
    <w:rsid w:val="0024094F"/>
    <w:rsid w:val="00240E83"/>
    <w:rsid w:val="00240FEF"/>
    <w:rsid w:val="00241141"/>
    <w:rsid w:val="002416EA"/>
    <w:rsid w:val="002417FF"/>
    <w:rsid w:val="002431FF"/>
    <w:rsid w:val="00243B2A"/>
    <w:rsid w:val="00244427"/>
    <w:rsid w:val="00244479"/>
    <w:rsid w:val="0024468B"/>
    <w:rsid w:val="0024490C"/>
    <w:rsid w:val="00245AD9"/>
    <w:rsid w:val="00245D0A"/>
    <w:rsid w:val="00246CC8"/>
    <w:rsid w:val="00247C47"/>
    <w:rsid w:val="00252DC3"/>
    <w:rsid w:val="002532BD"/>
    <w:rsid w:val="002538FE"/>
    <w:rsid w:val="00253CAE"/>
    <w:rsid w:val="00253CE5"/>
    <w:rsid w:val="002545A6"/>
    <w:rsid w:val="002547E0"/>
    <w:rsid w:val="002564A6"/>
    <w:rsid w:val="00256E86"/>
    <w:rsid w:val="00260DB1"/>
    <w:rsid w:val="00260F78"/>
    <w:rsid w:val="002619D5"/>
    <w:rsid w:val="00262C06"/>
    <w:rsid w:val="00262F60"/>
    <w:rsid w:val="00263447"/>
    <w:rsid w:val="00263687"/>
    <w:rsid w:val="00263FC2"/>
    <w:rsid w:val="0026422C"/>
    <w:rsid w:val="00266171"/>
    <w:rsid w:val="00266EB7"/>
    <w:rsid w:val="00267854"/>
    <w:rsid w:val="00270B3E"/>
    <w:rsid w:val="002730AF"/>
    <w:rsid w:val="00273B1C"/>
    <w:rsid w:val="00274B1A"/>
    <w:rsid w:val="0027650C"/>
    <w:rsid w:val="00276A51"/>
    <w:rsid w:val="0027708C"/>
    <w:rsid w:val="0028095C"/>
    <w:rsid w:val="00280E01"/>
    <w:rsid w:val="00281DAB"/>
    <w:rsid w:val="00284890"/>
    <w:rsid w:val="002854F5"/>
    <w:rsid w:val="002858AD"/>
    <w:rsid w:val="00285A57"/>
    <w:rsid w:val="00286912"/>
    <w:rsid w:val="00287DE5"/>
    <w:rsid w:val="002909ED"/>
    <w:rsid w:val="00292445"/>
    <w:rsid w:val="00293A8B"/>
    <w:rsid w:val="002941CD"/>
    <w:rsid w:val="002952D2"/>
    <w:rsid w:val="0029543A"/>
    <w:rsid w:val="002964CE"/>
    <w:rsid w:val="002A04F1"/>
    <w:rsid w:val="002A0ACD"/>
    <w:rsid w:val="002A1573"/>
    <w:rsid w:val="002A1E8E"/>
    <w:rsid w:val="002A22A2"/>
    <w:rsid w:val="002A26F3"/>
    <w:rsid w:val="002A2820"/>
    <w:rsid w:val="002A3F11"/>
    <w:rsid w:val="002A4355"/>
    <w:rsid w:val="002A52C1"/>
    <w:rsid w:val="002A7036"/>
    <w:rsid w:val="002A7E80"/>
    <w:rsid w:val="002B0022"/>
    <w:rsid w:val="002B0668"/>
    <w:rsid w:val="002B4DE9"/>
    <w:rsid w:val="002B4E89"/>
    <w:rsid w:val="002B57FB"/>
    <w:rsid w:val="002B675F"/>
    <w:rsid w:val="002B6A6E"/>
    <w:rsid w:val="002B6DA3"/>
    <w:rsid w:val="002C00C6"/>
    <w:rsid w:val="002C3ACC"/>
    <w:rsid w:val="002C41C6"/>
    <w:rsid w:val="002C4C83"/>
    <w:rsid w:val="002C50F9"/>
    <w:rsid w:val="002C5A95"/>
    <w:rsid w:val="002C5BAF"/>
    <w:rsid w:val="002C6542"/>
    <w:rsid w:val="002C6926"/>
    <w:rsid w:val="002C6FB8"/>
    <w:rsid w:val="002C768D"/>
    <w:rsid w:val="002D007B"/>
    <w:rsid w:val="002D0FC4"/>
    <w:rsid w:val="002D176C"/>
    <w:rsid w:val="002D3000"/>
    <w:rsid w:val="002D50CD"/>
    <w:rsid w:val="002D755B"/>
    <w:rsid w:val="002D76CD"/>
    <w:rsid w:val="002D7EF7"/>
    <w:rsid w:val="002E3C44"/>
    <w:rsid w:val="002E45F4"/>
    <w:rsid w:val="002E4D0A"/>
    <w:rsid w:val="002E52AB"/>
    <w:rsid w:val="002E5681"/>
    <w:rsid w:val="002E5CD1"/>
    <w:rsid w:val="002E5D4C"/>
    <w:rsid w:val="002E6C8A"/>
    <w:rsid w:val="002E771B"/>
    <w:rsid w:val="002F064E"/>
    <w:rsid w:val="002F081F"/>
    <w:rsid w:val="002F2AAF"/>
    <w:rsid w:val="002F2D38"/>
    <w:rsid w:val="002F4126"/>
    <w:rsid w:val="002F46BF"/>
    <w:rsid w:val="002F552D"/>
    <w:rsid w:val="002F562E"/>
    <w:rsid w:val="002F56A0"/>
    <w:rsid w:val="002F579A"/>
    <w:rsid w:val="002F6931"/>
    <w:rsid w:val="002F694E"/>
    <w:rsid w:val="002F6987"/>
    <w:rsid w:val="002F77ED"/>
    <w:rsid w:val="00300F6A"/>
    <w:rsid w:val="00301568"/>
    <w:rsid w:val="00301A88"/>
    <w:rsid w:val="00301CE2"/>
    <w:rsid w:val="00303393"/>
    <w:rsid w:val="003034E0"/>
    <w:rsid w:val="003056BD"/>
    <w:rsid w:val="003064F0"/>
    <w:rsid w:val="003065E4"/>
    <w:rsid w:val="003072E6"/>
    <w:rsid w:val="0031017C"/>
    <w:rsid w:val="00310931"/>
    <w:rsid w:val="0031248C"/>
    <w:rsid w:val="003128E1"/>
    <w:rsid w:val="00313EE6"/>
    <w:rsid w:val="003145A2"/>
    <w:rsid w:val="003150F4"/>
    <w:rsid w:val="0031553D"/>
    <w:rsid w:val="003158FA"/>
    <w:rsid w:val="003170A2"/>
    <w:rsid w:val="0031734A"/>
    <w:rsid w:val="00317C48"/>
    <w:rsid w:val="00320CF6"/>
    <w:rsid w:val="00321FF3"/>
    <w:rsid w:val="003223E8"/>
    <w:rsid w:val="00324663"/>
    <w:rsid w:val="00324A79"/>
    <w:rsid w:val="003267E4"/>
    <w:rsid w:val="00326BF5"/>
    <w:rsid w:val="00327195"/>
    <w:rsid w:val="003273DA"/>
    <w:rsid w:val="003276D5"/>
    <w:rsid w:val="0033008A"/>
    <w:rsid w:val="00330BC3"/>
    <w:rsid w:val="00332EDB"/>
    <w:rsid w:val="00334CA4"/>
    <w:rsid w:val="00335049"/>
    <w:rsid w:val="003357FE"/>
    <w:rsid w:val="00335D27"/>
    <w:rsid w:val="003362D2"/>
    <w:rsid w:val="00336F9B"/>
    <w:rsid w:val="0033739D"/>
    <w:rsid w:val="0033759B"/>
    <w:rsid w:val="0033787E"/>
    <w:rsid w:val="00337A46"/>
    <w:rsid w:val="00337BC3"/>
    <w:rsid w:val="00341651"/>
    <w:rsid w:val="00341BD7"/>
    <w:rsid w:val="00341D33"/>
    <w:rsid w:val="003422A1"/>
    <w:rsid w:val="00342DA0"/>
    <w:rsid w:val="00343AD2"/>
    <w:rsid w:val="00344322"/>
    <w:rsid w:val="003445AA"/>
    <w:rsid w:val="00344ABD"/>
    <w:rsid w:val="00344DB0"/>
    <w:rsid w:val="00345552"/>
    <w:rsid w:val="00347024"/>
    <w:rsid w:val="0035039E"/>
    <w:rsid w:val="00350E23"/>
    <w:rsid w:val="00351040"/>
    <w:rsid w:val="00351450"/>
    <w:rsid w:val="00351D79"/>
    <w:rsid w:val="00351EDB"/>
    <w:rsid w:val="0035446D"/>
    <w:rsid w:val="0035481D"/>
    <w:rsid w:val="003553D6"/>
    <w:rsid w:val="00355737"/>
    <w:rsid w:val="00355833"/>
    <w:rsid w:val="00355A85"/>
    <w:rsid w:val="00355CFF"/>
    <w:rsid w:val="0035607F"/>
    <w:rsid w:val="0036025B"/>
    <w:rsid w:val="003606CF"/>
    <w:rsid w:val="00360F6B"/>
    <w:rsid w:val="003610D2"/>
    <w:rsid w:val="00361591"/>
    <w:rsid w:val="00361D59"/>
    <w:rsid w:val="00361E57"/>
    <w:rsid w:val="00362AC1"/>
    <w:rsid w:val="00363324"/>
    <w:rsid w:val="003642DB"/>
    <w:rsid w:val="00364616"/>
    <w:rsid w:val="00365FF0"/>
    <w:rsid w:val="00366DCC"/>
    <w:rsid w:val="00367910"/>
    <w:rsid w:val="003701CC"/>
    <w:rsid w:val="0037058E"/>
    <w:rsid w:val="00371CEA"/>
    <w:rsid w:val="003720D4"/>
    <w:rsid w:val="00372E42"/>
    <w:rsid w:val="0037455A"/>
    <w:rsid w:val="00374C0B"/>
    <w:rsid w:val="00375611"/>
    <w:rsid w:val="00375A04"/>
    <w:rsid w:val="00376778"/>
    <w:rsid w:val="003768F4"/>
    <w:rsid w:val="00377FBC"/>
    <w:rsid w:val="00380563"/>
    <w:rsid w:val="00381A86"/>
    <w:rsid w:val="00382938"/>
    <w:rsid w:val="00383B43"/>
    <w:rsid w:val="00383BBE"/>
    <w:rsid w:val="00384BFE"/>
    <w:rsid w:val="00384C75"/>
    <w:rsid w:val="00386A12"/>
    <w:rsid w:val="00390C21"/>
    <w:rsid w:val="003911EB"/>
    <w:rsid w:val="00391A9C"/>
    <w:rsid w:val="00391F65"/>
    <w:rsid w:val="00392603"/>
    <w:rsid w:val="00394008"/>
    <w:rsid w:val="003947AF"/>
    <w:rsid w:val="00395A8D"/>
    <w:rsid w:val="00397781"/>
    <w:rsid w:val="00397B1B"/>
    <w:rsid w:val="00397EFA"/>
    <w:rsid w:val="003A0C25"/>
    <w:rsid w:val="003A0EBA"/>
    <w:rsid w:val="003A0F79"/>
    <w:rsid w:val="003A1702"/>
    <w:rsid w:val="003A237E"/>
    <w:rsid w:val="003A2806"/>
    <w:rsid w:val="003A2BE3"/>
    <w:rsid w:val="003A34B4"/>
    <w:rsid w:val="003A4948"/>
    <w:rsid w:val="003A534D"/>
    <w:rsid w:val="003A5B83"/>
    <w:rsid w:val="003A6131"/>
    <w:rsid w:val="003A67F9"/>
    <w:rsid w:val="003A7A1D"/>
    <w:rsid w:val="003A7EBD"/>
    <w:rsid w:val="003B082C"/>
    <w:rsid w:val="003B1252"/>
    <w:rsid w:val="003B14D8"/>
    <w:rsid w:val="003B2BB3"/>
    <w:rsid w:val="003B3042"/>
    <w:rsid w:val="003B359F"/>
    <w:rsid w:val="003B3855"/>
    <w:rsid w:val="003B3C46"/>
    <w:rsid w:val="003B3D94"/>
    <w:rsid w:val="003B4342"/>
    <w:rsid w:val="003B5005"/>
    <w:rsid w:val="003B54F6"/>
    <w:rsid w:val="003B57DA"/>
    <w:rsid w:val="003B6146"/>
    <w:rsid w:val="003B7190"/>
    <w:rsid w:val="003B7A1E"/>
    <w:rsid w:val="003B7E69"/>
    <w:rsid w:val="003C0415"/>
    <w:rsid w:val="003C1D70"/>
    <w:rsid w:val="003C2CFC"/>
    <w:rsid w:val="003C2E82"/>
    <w:rsid w:val="003C37C8"/>
    <w:rsid w:val="003C4349"/>
    <w:rsid w:val="003C4685"/>
    <w:rsid w:val="003C525C"/>
    <w:rsid w:val="003C5E5C"/>
    <w:rsid w:val="003C69FB"/>
    <w:rsid w:val="003C6A37"/>
    <w:rsid w:val="003C712B"/>
    <w:rsid w:val="003C74A3"/>
    <w:rsid w:val="003C7F3E"/>
    <w:rsid w:val="003D16EF"/>
    <w:rsid w:val="003D1BC8"/>
    <w:rsid w:val="003D1E99"/>
    <w:rsid w:val="003D24ED"/>
    <w:rsid w:val="003D2BD0"/>
    <w:rsid w:val="003D2C03"/>
    <w:rsid w:val="003D2FD3"/>
    <w:rsid w:val="003D328D"/>
    <w:rsid w:val="003D43C7"/>
    <w:rsid w:val="003D4650"/>
    <w:rsid w:val="003D46C9"/>
    <w:rsid w:val="003D4DAB"/>
    <w:rsid w:val="003D559A"/>
    <w:rsid w:val="003D6710"/>
    <w:rsid w:val="003E09FF"/>
    <w:rsid w:val="003E0D81"/>
    <w:rsid w:val="003E1483"/>
    <w:rsid w:val="003E2660"/>
    <w:rsid w:val="003E2FD0"/>
    <w:rsid w:val="003E4ABF"/>
    <w:rsid w:val="003E4B14"/>
    <w:rsid w:val="003E56F2"/>
    <w:rsid w:val="003E5789"/>
    <w:rsid w:val="003E5943"/>
    <w:rsid w:val="003E5BD1"/>
    <w:rsid w:val="003E6192"/>
    <w:rsid w:val="003E6507"/>
    <w:rsid w:val="003E66C0"/>
    <w:rsid w:val="003E67D8"/>
    <w:rsid w:val="003E6892"/>
    <w:rsid w:val="003E6C14"/>
    <w:rsid w:val="003E6CF9"/>
    <w:rsid w:val="003F0567"/>
    <w:rsid w:val="003F0642"/>
    <w:rsid w:val="003F0696"/>
    <w:rsid w:val="003F1088"/>
    <w:rsid w:val="003F19FD"/>
    <w:rsid w:val="003F1D59"/>
    <w:rsid w:val="003F265E"/>
    <w:rsid w:val="003F2B72"/>
    <w:rsid w:val="003F2D77"/>
    <w:rsid w:val="003F36BC"/>
    <w:rsid w:val="003F37F6"/>
    <w:rsid w:val="003F421B"/>
    <w:rsid w:val="003F4936"/>
    <w:rsid w:val="003F58C0"/>
    <w:rsid w:val="003F5BF9"/>
    <w:rsid w:val="003F5C7B"/>
    <w:rsid w:val="003F6A33"/>
    <w:rsid w:val="003F7DCD"/>
    <w:rsid w:val="00400007"/>
    <w:rsid w:val="00400886"/>
    <w:rsid w:val="00400941"/>
    <w:rsid w:val="00400E51"/>
    <w:rsid w:val="0040262E"/>
    <w:rsid w:val="00403A8F"/>
    <w:rsid w:val="0040504B"/>
    <w:rsid w:val="00405060"/>
    <w:rsid w:val="004052F6"/>
    <w:rsid w:val="004075E0"/>
    <w:rsid w:val="004079F2"/>
    <w:rsid w:val="00407A21"/>
    <w:rsid w:val="00407BF8"/>
    <w:rsid w:val="00410858"/>
    <w:rsid w:val="00410F1D"/>
    <w:rsid w:val="004125D4"/>
    <w:rsid w:val="004129E6"/>
    <w:rsid w:val="004143EB"/>
    <w:rsid w:val="00416936"/>
    <w:rsid w:val="00417313"/>
    <w:rsid w:val="00421F1F"/>
    <w:rsid w:val="00422204"/>
    <w:rsid w:val="004223A8"/>
    <w:rsid w:val="004229CA"/>
    <w:rsid w:val="004239F6"/>
    <w:rsid w:val="00423B23"/>
    <w:rsid w:val="00424FCC"/>
    <w:rsid w:val="004259BB"/>
    <w:rsid w:val="00425A72"/>
    <w:rsid w:val="00425AD8"/>
    <w:rsid w:val="00426151"/>
    <w:rsid w:val="004264CF"/>
    <w:rsid w:val="00427D45"/>
    <w:rsid w:val="00430379"/>
    <w:rsid w:val="00431AA1"/>
    <w:rsid w:val="00431CCE"/>
    <w:rsid w:val="0043263E"/>
    <w:rsid w:val="00433B87"/>
    <w:rsid w:val="00434102"/>
    <w:rsid w:val="00434812"/>
    <w:rsid w:val="004358D9"/>
    <w:rsid w:val="004362CE"/>
    <w:rsid w:val="00436F61"/>
    <w:rsid w:val="00437AE3"/>
    <w:rsid w:val="00440FA2"/>
    <w:rsid w:val="0044121A"/>
    <w:rsid w:val="00441A52"/>
    <w:rsid w:val="004422E6"/>
    <w:rsid w:val="00443FA2"/>
    <w:rsid w:val="00444CB3"/>
    <w:rsid w:val="00444DA4"/>
    <w:rsid w:val="00445237"/>
    <w:rsid w:val="00445D90"/>
    <w:rsid w:val="004463D6"/>
    <w:rsid w:val="00446C0E"/>
    <w:rsid w:val="00447094"/>
    <w:rsid w:val="00447524"/>
    <w:rsid w:val="0044766E"/>
    <w:rsid w:val="0045013D"/>
    <w:rsid w:val="00451B4E"/>
    <w:rsid w:val="0045226C"/>
    <w:rsid w:val="004530C7"/>
    <w:rsid w:val="004531FF"/>
    <w:rsid w:val="00453E92"/>
    <w:rsid w:val="0045452F"/>
    <w:rsid w:val="00454564"/>
    <w:rsid w:val="004553E4"/>
    <w:rsid w:val="00455EDF"/>
    <w:rsid w:val="00455FDE"/>
    <w:rsid w:val="00456A46"/>
    <w:rsid w:val="00457820"/>
    <w:rsid w:val="00460FE0"/>
    <w:rsid w:val="004613E9"/>
    <w:rsid w:val="00462E65"/>
    <w:rsid w:val="004633B5"/>
    <w:rsid w:val="00463A80"/>
    <w:rsid w:val="004646EC"/>
    <w:rsid w:val="00464A7E"/>
    <w:rsid w:val="00465D06"/>
    <w:rsid w:val="004669A1"/>
    <w:rsid w:val="004670F9"/>
    <w:rsid w:val="0047034E"/>
    <w:rsid w:val="004703AA"/>
    <w:rsid w:val="00470EE9"/>
    <w:rsid w:val="004715ED"/>
    <w:rsid w:val="004721CF"/>
    <w:rsid w:val="0047259D"/>
    <w:rsid w:val="00472961"/>
    <w:rsid w:val="00474EF5"/>
    <w:rsid w:val="00475A7A"/>
    <w:rsid w:val="00480356"/>
    <w:rsid w:val="00480694"/>
    <w:rsid w:val="00481170"/>
    <w:rsid w:val="00481713"/>
    <w:rsid w:val="00481A04"/>
    <w:rsid w:val="00481E78"/>
    <w:rsid w:val="0048271D"/>
    <w:rsid w:val="004832C2"/>
    <w:rsid w:val="00483E44"/>
    <w:rsid w:val="00484D64"/>
    <w:rsid w:val="004856FA"/>
    <w:rsid w:val="004865E9"/>
    <w:rsid w:val="00486A2B"/>
    <w:rsid w:val="004874E5"/>
    <w:rsid w:val="004875CA"/>
    <w:rsid w:val="004877B8"/>
    <w:rsid w:val="004900EE"/>
    <w:rsid w:val="00490798"/>
    <w:rsid w:val="00492786"/>
    <w:rsid w:val="004929D6"/>
    <w:rsid w:val="004933D7"/>
    <w:rsid w:val="00493757"/>
    <w:rsid w:val="00493F5B"/>
    <w:rsid w:val="0049562D"/>
    <w:rsid w:val="0049706C"/>
    <w:rsid w:val="00497221"/>
    <w:rsid w:val="00497460"/>
    <w:rsid w:val="00497C29"/>
    <w:rsid w:val="004A048B"/>
    <w:rsid w:val="004A1F1F"/>
    <w:rsid w:val="004A2158"/>
    <w:rsid w:val="004A2DA8"/>
    <w:rsid w:val="004A3A9B"/>
    <w:rsid w:val="004A486C"/>
    <w:rsid w:val="004A4FEC"/>
    <w:rsid w:val="004A5014"/>
    <w:rsid w:val="004A578D"/>
    <w:rsid w:val="004A6118"/>
    <w:rsid w:val="004A63FB"/>
    <w:rsid w:val="004A66F6"/>
    <w:rsid w:val="004A67E5"/>
    <w:rsid w:val="004A69E7"/>
    <w:rsid w:val="004A7807"/>
    <w:rsid w:val="004B185F"/>
    <w:rsid w:val="004B2003"/>
    <w:rsid w:val="004B310E"/>
    <w:rsid w:val="004B32A8"/>
    <w:rsid w:val="004B3479"/>
    <w:rsid w:val="004B4173"/>
    <w:rsid w:val="004B5F48"/>
    <w:rsid w:val="004B6282"/>
    <w:rsid w:val="004B64C5"/>
    <w:rsid w:val="004B6927"/>
    <w:rsid w:val="004B6C97"/>
    <w:rsid w:val="004C03BC"/>
    <w:rsid w:val="004C03C4"/>
    <w:rsid w:val="004C0523"/>
    <w:rsid w:val="004C0B1B"/>
    <w:rsid w:val="004C113B"/>
    <w:rsid w:val="004C12E8"/>
    <w:rsid w:val="004C1B7F"/>
    <w:rsid w:val="004C20BD"/>
    <w:rsid w:val="004C3686"/>
    <w:rsid w:val="004C39AB"/>
    <w:rsid w:val="004C5779"/>
    <w:rsid w:val="004C6111"/>
    <w:rsid w:val="004C6D3D"/>
    <w:rsid w:val="004C74AA"/>
    <w:rsid w:val="004D0358"/>
    <w:rsid w:val="004D0563"/>
    <w:rsid w:val="004D0751"/>
    <w:rsid w:val="004D07BD"/>
    <w:rsid w:val="004D0B16"/>
    <w:rsid w:val="004D1112"/>
    <w:rsid w:val="004D20BC"/>
    <w:rsid w:val="004D2483"/>
    <w:rsid w:val="004D2FFD"/>
    <w:rsid w:val="004D346C"/>
    <w:rsid w:val="004D37F9"/>
    <w:rsid w:val="004D39E8"/>
    <w:rsid w:val="004D573A"/>
    <w:rsid w:val="004D6801"/>
    <w:rsid w:val="004D6A6F"/>
    <w:rsid w:val="004D6B72"/>
    <w:rsid w:val="004D6B92"/>
    <w:rsid w:val="004E0237"/>
    <w:rsid w:val="004E0468"/>
    <w:rsid w:val="004E0E97"/>
    <w:rsid w:val="004E139E"/>
    <w:rsid w:val="004E14A0"/>
    <w:rsid w:val="004E177F"/>
    <w:rsid w:val="004E1E05"/>
    <w:rsid w:val="004E2156"/>
    <w:rsid w:val="004E2910"/>
    <w:rsid w:val="004E2982"/>
    <w:rsid w:val="004E2C76"/>
    <w:rsid w:val="004E360A"/>
    <w:rsid w:val="004E56A7"/>
    <w:rsid w:val="004E575B"/>
    <w:rsid w:val="004E67BF"/>
    <w:rsid w:val="004E79FC"/>
    <w:rsid w:val="004E7E6A"/>
    <w:rsid w:val="004E7F44"/>
    <w:rsid w:val="004F06D4"/>
    <w:rsid w:val="004F090D"/>
    <w:rsid w:val="004F0A23"/>
    <w:rsid w:val="004F0ED2"/>
    <w:rsid w:val="004F163C"/>
    <w:rsid w:val="004F19BB"/>
    <w:rsid w:val="004F1F94"/>
    <w:rsid w:val="004F3D82"/>
    <w:rsid w:val="004F45B9"/>
    <w:rsid w:val="004F474C"/>
    <w:rsid w:val="004F4EF2"/>
    <w:rsid w:val="004F4F4D"/>
    <w:rsid w:val="004F5ADE"/>
    <w:rsid w:val="004F6DAA"/>
    <w:rsid w:val="004F7008"/>
    <w:rsid w:val="004F741F"/>
    <w:rsid w:val="004F77B8"/>
    <w:rsid w:val="00501082"/>
    <w:rsid w:val="00501439"/>
    <w:rsid w:val="0050201B"/>
    <w:rsid w:val="00502FAA"/>
    <w:rsid w:val="005038EF"/>
    <w:rsid w:val="0050469E"/>
    <w:rsid w:val="0050620F"/>
    <w:rsid w:val="00506528"/>
    <w:rsid w:val="00507A5A"/>
    <w:rsid w:val="00507CDB"/>
    <w:rsid w:val="00507DDC"/>
    <w:rsid w:val="00511C30"/>
    <w:rsid w:val="005120D1"/>
    <w:rsid w:val="0051256A"/>
    <w:rsid w:val="00512684"/>
    <w:rsid w:val="00512D8C"/>
    <w:rsid w:val="00513669"/>
    <w:rsid w:val="00514772"/>
    <w:rsid w:val="00514D1C"/>
    <w:rsid w:val="00514F97"/>
    <w:rsid w:val="0051590D"/>
    <w:rsid w:val="00515BC5"/>
    <w:rsid w:val="0051602B"/>
    <w:rsid w:val="00516992"/>
    <w:rsid w:val="00516B8C"/>
    <w:rsid w:val="00516ED4"/>
    <w:rsid w:val="00517C2D"/>
    <w:rsid w:val="00520205"/>
    <w:rsid w:val="005205F5"/>
    <w:rsid w:val="00520E66"/>
    <w:rsid w:val="005211F2"/>
    <w:rsid w:val="005221D0"/>
    <w:rsid w:val="005225D8"/>
    <w:rsid w:val="00523D53"/>
    <w:rsid w:val="005243CF"/>
    <w:rsid w:val="0052464B"/>
    <w:rsid w:val="0052600F"/>
    <w:rsid w:val="005266A4"/>
    <w:rsid w:val="005269C3"/>
    <w:rsid w:val="00526C3A"/>
    <w:rsid w:val="0052756D"/>
    <w:rsid w:val="0053149E"/>
    <w:rsid w:val="005339DA"/>
    <w:rsid w:val="00534037"/>
    <w:rsid w:val="005344D8"/>
    <w:rsid w:val="0053488C"/>
    <w:rsid w:val="0053493F"/>
    <w:rsid w:val="005369CC"/>
    <w:rsid w:val="00536BAB"/>
    <w:rsid w:val="00536C6D"/>
    <w:rsid w:val="00537E9F"/>
    <w:rsid w:val="00541173"/>
    <w:rsid w:val="0054176A"/>
    <w:rsid w:val="00541783"/>
    <w:rsid w:val="005420E3"/>
    <w:rsid w:val="00543805"/>
    <w:rsid w:val="00543974"/>
    <w:rsid w:val="005441D6"/>
    <w:rsid w:val="00544B2D"/>
    <w:rsid w:val="00544C5B"/>
    <w:rsid w:val="005457A6"/>
    <w:rsid w:val="00546DCA"/>
    <w:rsid w:val="00547486"/>
    <w:rsid w:val="00547FC6"/>
    <w:rsid w:val="0055035B"/>
    <w:rsid w:val="005503CF"/>
    <w:rsid w:val="00550F56"/>
    <w:rsid w:val="005522A4"/>
    <w:rsid w:val="00552ADD"/>
    <w:rsid w:val="00552FB8"/>
    <w:rsid w:val="00553741"/>
    <w:rsid w:val="005546CA"/>
    <w:rsid w:val="005552EE"/>
    <w:rsid w:val="005554B0"/>
    <w:rsid w:val="00555533"/>
    <w:rsid w:val="005560A2"/>
    <w:rsid w:val="00556EFA"/>
    <w:rsid w:val="0056064A"/>
    <w:rsid w:val="005606D4"/>
    <w:rsid w:val="00560725"/>
    <w:rsid w:val="00561720"/>
    <w:rsid w:val="00562885"/>
    <w:rsid w:val="00563357"/>
    <w:rsid w:val="00563EC6"/>
    <w:rsid w:val="005655E6"/>
    <w:rsid w:val="005656D6"/>
    <w:rsid w:val="005662C3"/>
    <w:rsid w:val="00566D37"/>
    <w:rsid w:val="0056784A"/>
    <w:rsid w:val="00570E76"/>
    <w:rsid w:val="005715DF"/>
    <w:rsid w:val="005722A4"/>
    <w:rsid w:val="005722FB"/>
    <w:rsid w:val="00572AE0"/>
    <w:rsid w:val="00573BFC"/>
    <w:rsid w:val="00575B62"/>
    <w:rsid w:val="00575CFF"/>
    <w:rsid w:val="00576470"/>
    <w:rsid w:val="00576A5B"/>
    <w:rsid w:val="00577546"/>
    <w:rsid w:val="00580626"/>
    <w:rsid w:val="005810E0"/>
    <w:rsid w:val="0058171D"/>
    <w:rsid w:val="005831FE"/>
    <w:rsid w:val="00583A15"/>
    <w:rsid w:val="005841DD"/>
    <w:rsid w:val="005852E9"/>
    <w:rsid w:val="0058575D"/>
    <w:rsid w:val="005865BF"/>
    <w:rsid w:val="00587005"/>
    <w:rsid w:val="00590D90"/>
    <w:rsid w:val="00590E2E"/>
    <w:rsid w:val="005914A4"/>
    <w:rsid w:val="00591D2A"/>
    <w:rsid w:val="00591D7F"/>
    <w:rsid w:val="005932B0"/>
    <w:rsid w:val="005933A3"/>
    <w:rsid w:val="005933D4"/>
    <w:rsid w:val="005943C5"/>
    <w:rsid w:val="00594434"/>
    <w:rsid w:val="00595E48"/>
    <w:rsid w:val="00596DBD"/>
    <w:rsid w:val="00597682"/>
    <w:rsid w:val="00597A10"/>
    <w:rsid w:val="00597D4B"/>
    <w:rsid w:val="005A1294"/>
    <w:rsid w:val="005A13AC"/>
    <w:rsid w:val="005A18C1"/>
    <w:rsid w:val="005A40A4"/>
    <w:rsid w:val="005A5446"/>
    <w:rsid w:val="005A577B"/>
    <w:rsid w:val="005A636B"/>
    <w:rsid w:val="005A73D0"/>
    <w:rsid w:val="005A7BDC"/>
    <w:rsid w:val="005B062B"/>
    <w:rsid w:val="005B1B68"/>
    <w:rsid w:val="005B2C4A"/>
    <w:rsid w:val="005B4986"/>
    <w:rsid w:val="005B4E1A"/>
    <w:rsid w:val="005B5715"/>
    <w:rsid w:val="005B5A52"/>
    <w:rsid w:val="005B6682"/>
    <w:rsid w:val="005B6877"/>
    <w:rsid w:val="005B6BBE"/>
    <w:rsid w:val="005B7E43"/>
    <w:rsid w:val="005B7F41"/>
    <w:rsid w:val="005B7F4C"/>
    <w:rsid w:val="005C07C2"/>
    <w:rsid w:val="005C45D4"/>
    <w:rsid w:val="005C4885"/>
    <w:rsid w:val="005C4C03"/>
    <w:rsid w:val="005C533D"/>
    <w:rsid w:val="005C5AB5"/>
    <w:rsid w:val="005C60CE"/>
    <w:rsid w:val="005C6E69"/>
    <w:rsid w:val="005C723F"/>
    <w:rsid w:val="005C7362"/>
    <w:rsid w:val="005C7740"/>
    <w:rsid w:val="005D0092"/>
    <w:rsid w:val="005D1396"/>
    <w:rsid w:val="005D168F"/>
    <w:rsid w:val="005D1A70"/>
    <w:rsid w:val="005D1D54"/>
    <w:rsid w:val="005D1FCF"/>
    <w:rsid w:val="005D227B"/>
    <w:rsid w:val="005D30A6"/>
    <w:rsid w:val="005D3335"/>
    <w:rsid w:val="005D4CF0"/>
    <w:rsid w:val="005D5641"/>
    <w:rsid w:val="005D67CC"/>
    <w:rsid w:val="005D68F1"/>
    <w:rsid w:val="005E06AB"/>
    <w:rsid w:val="005E17B6"/>
    <w:rsid w:val="005E1A82"/>
    <w:rsid w:val="005E3162"/>
    <w:rsid w:val="005E354D"/>
    <w:rsid w:val="005E45A2"/>
    <w:rsid w:val="005E530C"/>
    <w:rsid w:val="005E5421"/>
    <w:rsid w:val="005E6A6E"/>
    <w:rsid w:val="005F0D1F"/>
    <w:rsid w:val="005F0F07"/>
    <w:rsid w:val="005F1EC4"/>
    <w:rsid w:val="005F2A66"/>
    <w:rsid w:val="005F2C22"/>
    <w:rsid w:val="005F42B9"/>
    <w:rsid w:val="005F47F9"/>
    <w:rsid w:val="005F48DF"/>
    <w:rsid w:val="005F494F"/>
    <w:rsid w:val="005F4953"/>
    <w:rsid w:val="005F4C6A"/>
    <w:rsid w:val="005F5CE3"/>
    <w:rsid w:val="005F69BD"/>
    <w:rsid w:val="005F74EE"/>
    <w:rsid w:val="00601658"/>
    <w:rsid w:val="0060179F"/>
    <w:rsid w:val="00601D35"/>
    <w:rsid w:val="00601EB6"/>
    <w:rsid w:val="00602608"/>
    <w:rsid w:val="00602C32"/>
    <w:rsid w:val="006036C7"/>
    <w:rsid w:val="006037A1"/>
    <w:rsid w:val="0060401B"/>
    <w:rsid w:val="00606F7D"/>
    <w:rsid w:val="00606FC9"/>
    <w:rsid w:val="0060705A"/>
    <w:rsid w:val="00607E83"/>
    <w:rsid w:val="006101CA"/>
    <w:rsid w:val="00610E0E"/>
    <w:rsid w:val="006111ED"/>
    <w:rsid w:val="006119E6"/>
    <w:rsid w:val="00611C32"/>
    <w:rsid w:val="0061252C"/>
    <w:rsid w:val="00612DC3"/>
    <w:rsid w:val="006131BE"/>
    <w:rsid w:val="00613508"/>
    <w:rsid w:val="00613597"/>
    <w:rsid w:val="00613AEE"/>
    <w:rsid w:val="00614838"/>
    <w:rsid w:val="0061616A"/>
    <w:rsid w:val="006166B1"/>
    <w:rsid w:val="00616E10"/>
    <w:rsid w:val="0062004B"/>
    <w:rsid w:val="006202AF"/>
    <w:rsid w:val="00620889"/>
    <w:rsid w:val="0062094D"/>
    <w:rsid w:val="00620C03"/>
    <w:rsid w:val="0062121E"/>
    <w:rsid w:val="00621279"/>
    <w:rsid w:val="00621635"/>
    <w:rsid w:val="006223EF"/>
    <w:rsid w:val="006224F8"/>
    <w:rsid w:val="00623FE0"/>
    <w:rsid w:val="00624E4E"/>
    <w:rsid w:val="00625069"/>
    <w:rsid w:val="00625500"/>
    <w:rsid w:val="00625B70"/>
    <w:rsid w:val="00626112"/>
    <w:rsid w:val="006270A0"/>
    <w:rsid w:val="006279CB"/>
    <w:rsid w:val="0063000A"/>
    <w:rsid w:val="00630353"/>
    <w:rsid w:val="0063070D"/>
    <w:rsid w:val="0063380D"/>
    <w:rsid w:val="00633EB5"/>
    <w:rsid w:val="0063521D"/>
    <w:rsid w:val="00636086"/>
    <w:rsid w:val="0064025F"/>
    <w:rsid w:val="0064041D"/>
    <w:rsid w:val="00640630"/>
    <w:rsid w:val="0064178D"/>
    <w:rsid w:val="006418F9"/>
    <w:rsid w:val="0064244D"/>
    <w:rsid w:val="0064299F"/>
    <w:rsid w:val="00642C6B"/>
    <w:rsid w:val="006436BE"/>
    <w:rsid w:val="00644C4D"/>
    <w:rsid w:val="006479AB"/>
    <w:rsid w:val="0065015E"/>
    <w:rsid w:val="0065047F"/>
    <w:rsid w:val="006507F4"/>
    <w:rsid w:val="0065080D"/>
    <w:rsid w:val="0065180C"/>
    <w:rsid w:val="00652CA0"/>
    <w:rsid w:val="00652E7C"/>
    <w:rsid w:val="0065343F"/>
    <w:rsid w:val="00653842"/>
    <w:rsid w:val="00654204"/>
    <w:rsid w:val="006551F1"/>
    <w:rsid w:val="00655ADC"/>
    <w:rsid w:val="00655E10"/>
    <w:rsid w:val="00656A57"/>
    <w:rsid w:val="00656F28"/>
    <w:rsid w:val="00657407"/>
    <w:rsid w:val="00657857"/>
    <w:rsid w:val="006579F5"/>
    <w:rsid w:val="0066084C"/>
    <w:rsid w:val="0066101C"/>
    <w:rsid w:val="00661C82"/>
    <w:rsid w:val="0066217F"/>
    <w:rsid w:val="006627BE"/>
    <w:rsid w:val="00663181"/>
    <w:rsid w:val="00663197"/>
    <w:rsid w:val="00663263"/>
    <w:rsid w:val="00663865"/>
    <w:rsid w:val="00664C5D"/>
    <w:rsid w:val="00664EA6"/>
    <w:rsid w:val="00665126"/>
    <w:rsid w:val="00667442"/>
    <w:rsid w:val="00667D4A"/>
    <w:rsid w:val="0067081D"/>
    <w:rsid w:val="00670919"/>
    <w:rsid w:val="00670C93"/>
    <w:rsid w:val="00670D9E"/>
    <w:rsid w:val="006713EF"/>
    <w:rsid w:val="0067140D"/>
    <w:rsid w:val="00671CAA"/>
    <w:rsid w:val="00671D6A"/>
    <w:rsid w:val="0067206E"/>
    <w:rsid w:val="006720D1"/>
    <w:rsid w:val="00672F27"/>
    <w:rsid w:val="00674862"/>
    <w:rsid w:val="00674963"/>
    <w:rsid w:val="00675682"/>
    <w:rsid w:val="00676785"/>
    <w:rsid w:val="00677042"/>
    <w:rsid w:val="00677FB1"/>
    <w:rsid w:val="00680179"/>
    <w:rsid w:val="006814F7"/>
    <w:rsid w:val="00681B9B"/>
    <w:rsid w:val="0068217C"/>
    <w:rsid w:val="006828AB"/>
    <w:rsid w:val="0068346E"/>
    <w:rsid w:val="006857FA"/>
    <w:rsid w:val="00686A81"/>
    <w:rsid w:val="00687B92"/>
    <w:rsid w:val="00687E2B"/>
    <w:rsid w:val="00690A48"/>
    <w:rsid w:val="00691851"/>
    <w:rsid w:val="00692598"/>
    <w:rsid w:val="00693812"/>
    <w:rsid w:val="00693EDD"/>
    <w:rsid w:val="00696075"/>
    <w:rsid w:val="00696094"/>
    <w:rsid w:val="006960FB"/>
    <w:rsid w:val="00696827"/>
    <w:rsid w:val="00697359"/>
    <w:rsid w:val="006A1073"/>
    <w:rsid w:val="006A33A9"/>
    <w:rsid w:val="006A439A"/>
    <w:rsid w:val="006A4544"/>
    <w:rsid w:val="006A4C05"/>
    <w:rsid w:val="006A5AF7"/>
    <w:rsid w:val="006A5E3F"/>
    <w:rsid w:val="006A72BC"/>
    <w:rsid w:val="006B0167"/>
    <w:rsid w:val="006B0FA1"/>
    <w:rsid w:val="006B105D"/>
    <w:rsid w:val="006B229F"/>
    <w:rsid w:val="006B2446"/>
    <w:rsid w:val="006B341F"/>
    <w:rsid w:val="006B3790"/>
    <w:rsid w:val="006B4467"/>
    <w:rsid w:val="006B459E"/>
    <w:rsid w:val="006B4C78"/>
    <w:rsid w:val="006B5298"/>
    <w:rsid w:val="006B6D42"/>
    <w:rsid w:val="006B7028"/>
    <w:rsid w:val="006B74BE"/>
    <w:rsid w:val="006B79F1"/>
    <w:rsid w:val="006C0FF8"/>
    <w:rsid w:val="006C1932"/>
    <w:rsid w:val="006C1AC1"/>
    <w:rsid w:val="006C1C7C"/>
    <w:rsid w:val="006C1E6F"/>
    <w:rsid w:val="006C3128"/>
    <w:rsid w:val="006C3702"/>
    <w:rsid w:val="006C44FC"/>
    <w:rsid w:val="006C4ABB"/>
    <w:rsid w:val="006C5581"/>
    <w:rsid w:val="006C55D4"/>
    <w:rsid w:val="006C6566"/>
    <w:rsid w:val="006C68F9"/>
    <w:rsid w:val="006D1E5A"/>
    <w:rsid w:val="006D1F3D"/>
    <w:rsid w:val="006D203F"/>
    <w:rsid w:val="006D268D"/>
    <w:rsid w:val="006D5335"/>
    <w:rsid w:val="006D6C5A"/>
    <w:rsid w:val="006D771C"/>
    <w:rsid w:val="006E0D33"/>
    <w:rsid w:val="006E131A"/>
    <w:rsid w:val="006E1727"/>
    <w:rsid w:val="006E1FD1"/>
    <w:rsid w:val="006E21F6"/>
    <w:rsid w:val="006E3238"/>
    <w:rsid w:val="006E332A"/>
    <w:rsid w:val="006E34F1"/>
    <w:rsid w:val="006E37A6"/>
    <w:rsid w:val="006E38A9"/>
    <w:rsid w:val="006E517B"/>
    <w:rsid w:val="006E5DC0"/>
    <w:rsid w:val="006E715A"/>
    <w:rsid w:val="006E7B87"/>
    <w:rsid w:val="006F0726"/>
    <w:rsid w:val="006F164D"/>
    <w:rsid w:val="006F1A81"/>
    <w:rsid w:val="006F1EAB"/>
    <w:rsid w:val="006F2189"/>
    <w:rsid w:val="006F4355"/>
    <w:rsid w:val="006F444F"/>
    <w:rsid w:val="006F4D36"/>
    <w:rsid w:val="006F5039"/>
    <w:rsid w:val="006F693C"/>
    <w:rsid w:val="006F7592"/>
    <w:rsid w:val="006F769A"/>
    <w:rsid w:val="006F7EA5"/>
    <w:rsid w:val="00700387"/>
    <w:rsid w:val="007021A3"/>
    <w:rsid w:val="0070362C"/>
    <w:rsid w:val="0070381F"/>
    <w:rsid w:val="0070497D"/>
    <w:rsid w:val="00704A7E"/>
    <w:rsid w:val="00704C6E"/>
    <w:rsid w:val="00705D2A"/>
    <w:rsid w:val="00711BC3"/>
    <w:rsid w:val="00712E71"/>
    <w:rsid w:val="007135F4"/>
    <w:rsid w:val="00713CB5"/>
    <w:rsid w:val="00713E86"/>
    <w:rsid w:val="00713FAE"/>
    <w:rsid w:val="007144E9"/>
    <w:rsid w:val="007151A3"/>
    <w:rsid w:val="00716401"/>
    <w:rsid w:val="007169FA"/>
    <w:rsid w:val="00717118"/>
    <w:rsid w:val="00717592"/>
    <w:rsid w:val="00720211"/>
    <w:rsid w:val="00720337"/>
    <w:rsid w:val="00720F8D"/>
    <w:rsid w:val="00721145"/>
    <w:rsid w:val="00721612"/>
    <w:rsid w:val="00722597"/>
    <w:rsid w:val="00722615"/>
    <w:rsid w:val="00723B61"/>
    <w:rsid w:val="00724D4D"/>
    <w:rsid w:val="00724EA3"/>
    <w:rsid w:val="007251C6"/>
    <w:rsid w:val="00725D1E"/>
    <w:rsid w:val="00726162"/>
    <w:rsid w:val="0072776A"/>
    <w:rsid w:val="007277DE"/>
    <w:rsid w:val="00730267"/>
    <w:rsid w:val="00730322"/>
    <w:rsid w:val="00730F5E"/>
    <w:rsid w:val="00731388"/>
    <w:rsid w:val="007314B9"/>
    <w:rsid w:val="00731D44"/>
    <w:rsid w:val="00732F81"/>
    <w:rsid w:val="00734A2C"/>
    <w:rsid w:val="00734A54"/>
    <w:rsid w:val="00735352"/>
    <w:rsid w:val="007356E5"/>
    <w:rsid w:val="00735F19"/>
    <w:rsid w:val="0073638A"/>
    <w:rsid w:val="0073734D"/>
    <w:rsid w:val="007376F3"/>
    <w:rsid w:val="00737915"/>
    <w:rsid w:val="00740151"/>
    <w:rsid w:val="00740406"/>
    <w:rsid w:val="00740E40"/>
    <w:rsid w:val="007410F0"/>
    <w:rsid w:val="0074167B"/>
    <w:rsid w:val="007418A0"/>
    <w:rsid w:val="0074211B"/>
    <w:rsid w:val="00742A19"/>
    <w:rsid w:val="00742F82"/>
    <w:rsid w:val="00743387"/>
    <w:rsid w:val="00744438"/>
    <w:rsid w:val="007444B8"/>
    <w:rsid w:val="00744EE8"/>
    <w:rsid w:val="007460FA"/>
    <w:rsid w:val="00747583"/>
    <w:rsid w:val="00747CBC"/>
    <w:rsid w:val="007510B2"/>
    <w:rsid w:val="007518EF"/>
    <w:rsid w:val="00751DBB"/>
    <w:rsid w:val="00752B09"/>
    <w:rsid w:val="007532CF"/>
    <w:rsid w:val="007535AF"/>
    <w:rsid w:val="00753F04"/>
    <w:rsid w:val="00754214"/>
    <w:rsid w:val="007546B1"/>
    <w:rsid w:val="00754A45"/>
    <w:rsid w:val="00755851"/>
    <w:rsid w:val="007559BD"/>
    <w:rsid w:val="00756901"/>
    <w:rsid w:val="00756AFB"/>
    <w:rsid w:val="00756DA8"/>
    <w:rsid w:val="00760016"/>
    <w:rsid w:val="007605FD"/>
    <w:rsid w:val="00761C19"/>
    <w:rsid w:val="0076249B"/>
    <w:rsid w:val="00762EFB"/>
    <w:rsid w:val="0076401C"/>
    <w:rsid w:val="0076497F"/>
    <w:rsid w:val="00764FA8"/>
    <w:rsid w:val="00766FD6"/>
    <w:rsid w:val="00770027"/>
    <w:rsid w:val="00770C51"/>
    <w:rsid w:val="007719EE"/>
    <w:rsid w:val="00771B65"/>
    <w:rsid w:val="00774592"/>
    <w:rsid w:val="00774A47"/>
    <w:rsid w:val="0077598C"/>
    <w:rsid w:val="00775AD0"/>
    <w:rsid w:val="00775E93"/>
    <w:rsid w:val="00775EB3"/>
    <w:rsid w:val="00776F37"/>
    <w:rsid w:val="00776FFD"/>
    <w:rsid w:val="00777BC8"/>
    <w:rsid w:val="0078143A"/>
    <w:rsid w:val="00781BE0"/>
    <w:rsid w:val="00781FA9"/>
    <w:rsid w:val="007822E8"/>
    <w:rsid w:val="00783099"/>
    <w:rsid w:val="00783140"/>
    <w:rsid w:val="00784227"/>
    <w:rsid w:val="00784D4F"/>
    <w:rsid w:val="00785029"/>
    <w:rsid w:val="007853CC"/>
    <w:rsid w:val="00785CB0"/>
    <w:rsid w:val="0078755B"/>
    <w:rsid w:val="0079086B"/>
    <w:rsid w:val="00791349"/>
    <w:rsid w:val="00792211"/>
    <w:rsid w:val="0079235E"/>
    <w:rsid w:val="00792518"/>
    <w:rsid w:val="007928D0"/>
    <w:rsid w:val="00792BCF"/>
    <w:rsid w:val="00792E79"/>
    <w:rsid w:val="00793214"/>
    <w:rsid w:val="007932B1"/>
    <w:rsid w:val="00793849"/>
    <w:rsid w:val="00794688"/>
    <w:rsid w:val="00796899"/>
    <w:rsid w:val="007968FB"/>
    <w:rsid w:val="00796CBE"/>
    <w:rsid w:val="0079732F"/>
    <w:rsid w:val="00797497"/>
    <w:rsid w:val="007977D1"/>
    <w:rsid w:val="00797BDA"/>
    <w:rsid w:val="007A0311"/>
    <w:rsid w:val="007A08F4"/>
    <w:rsid w:val="007A1412"/>
    <w:rsid w:val="007A19B9"/>
    <w:rsid w:val="007A1DE3"/>
    <w:rsid w:val="007A4069"/>
    <w:rsid w:val="007A5076"/>
    <w:rsid w:val="007A5E98"/>
    <w:rsid w:val="007A6393"/>
    <w:rsid w:val="007A6B28"/>
    <w:rsid w:val="007A6C72"/>
    <w:rsid w:val="007A78A8"/>
    <w:rsid w:val="007A7B68"/>
    <w:rsid w:val="007B07CD"/>
    <w:rsid w:val="007B129F"/>
    <w:rsid w:val="007B18CF"/>
    <w:rsid w:val="007B3441"/>
    <w:rsid w:val="007B4318"/>
    <w:rsid w:val="007B575C"/>
    <w:rsid w:val="007B6177"/>
    <w:rsid w:val="007B73F8"/>
    <w:rsid w:val="007B7F4A"/>
    <w:rsid w:val="007C0A4E"/>
    <w:rsid w:val="007C110E"/>
    <w:rsid w:val="007C178D"/>
    <w:rsid w:val="007C18F9"/>
    <w:rsid w:val="007C2504"/>
    <w:rsid w:val="007C384E"/>
    <w:rsid w:val="007C3ADB"/>
    <w:rsid w:val="007C3E9D"/>
    <w:rsid w:val="007C4B93"/>
    <w:rsid w:val="007C5360"/>
    <w:rsid w:val="007C6442"/>
    <w:rsid w:val="007C75CF"/>
    <w:rsid w:val="007C783B"/>
    <w:rsid w:val="007C7C13"/>
    <w:rsid w:val="007D077C"/>
    <w:rsid w:val="007D185F"/>
    <w:rsid w:val="007D1C3C"/>
    <w:rsid w:val="007D1CAE"/>
    <w:rsid w:val="007D457C"/>
    <w:rsid w:val="007D46CA"/>
    <w:rsid w:val="007D485B"/>
    <w:rsid w:val="007D4DB4"/>
    <w:rsid w:val="007D56F4"/>
    <w:rsid w:val="007D5DD8"/>
    <w:rsid w:val="007D693E"/>
    <w:rsid w:val="007D7EC8"/>
    <w:rsid w:val="007E0FFE"/>
    <w:rsid w:val="007E1E9A"/>
    <w:rsid w:val="007E1F65"/>
    <w:rsid w:val="007E2A55"/>
    <w:rsid w:val="007E2D91"/>
    <w:rsid w:val="007E3A47"/>
    <w:rsid w:val="007E46EA"/>
    <w:rsid w:val="007E4C81"/>
    <w:rsid w:val="007E4C8C"/>
    <w:rsid w:val="007E4DC5"/>
    <w:rsid w:val="007E4DED"/>
    <w:rsid w:val="007E5F41"/>
    <w:rsid w:val="007E6C60"/>
    <w:rsid w:val="007E6FE2"/>
    <w:rsid w:val="007E769E"/>
    <w:rsid w:val="007F149A"/>
    <w:rsid w:val="007F14AA"/>
    <w:rsid w:val="007F161B"/>
    <w:rsid w:val="007F1BA4"/>
    <w:rsid w:val="007F264B"/>
    <w:rsid w:val="007F2D60"/>
    <w:rsid w:val="007F3D56"/>
    <w:rsid w:val="007F4041"/>
    <w:rsid w:val="007F428F"/>
    <w:rsid w:val="007F4406"/>
    <w:rsid w:val="007F4ED5"/>
    <w:rsid w:val="007F5C71"/>
    <w:rsid w:val="007F64D9"/>
    <w:rsid w:val="007F66E0"/>
    <w:rsid w:val="008000E7"/>
    <w:rsid w:val="0080039C"/>
    <w:rsid w:val="00800457"/>
    <w:rsid w:val="00800792"/>
    <w:rsid w:val="00801078"/>
    <w:rsid w:val="0080113D"/>
    <w:rsid w:val="008023B8"/>
    <w:rsid w:val="00802494"/>
    <w:rsid w:val="008057AF"/>
    <w:rsid w:val="00805B70"/>
    <w:rsid w:val="00805D95"/>
    <w:rsid w:val="00806748"/>
    <w:rsid w:val="0080784E"/>
    <w:rsid w:val="00807F70"/>
    <w:rsid w:val="00810DDE"/>
    <w:rsid w:val="0081158D"/>
    <w:rsid w:val="00811B01"/>
    <w:rsid w:val="00812155"/>
    <w:rsid w:val="008124CA"/>
    <w:rsid w:val="00814C8D"/>
    <w:rsid w:val="0081513A"/>
    <w:rsid w:val="008168C7"/>
    <w:rsid w:val="00817422"/>
    <w:rsid w:val="008204A5"/>
    <w:rsid w:val="00820814"/>
    <w:rsid w:val="00820D7B"/>
    <w:rsid w:val="00821BB5"/>
    <w:rsid w:val="008226EC"/>
    <w:rsid w:val="008229DC"/>
    <w:rsid w:val="00822A3E"/>
    <w:rsid w:val="00822DB6"/>
    <w:rsid w:val="00823369"/>
    <w:rsid w:val="00823F84"/>
    <w:rsid w:val="008243C2"/>
    <w:rsid w:val="00824D6F"/>
    <w:rsid w:val="00824DEC"/>
    <w:rsid w:val="00825CFD"/>
    <w:rsid w:val="00826727"/>
    <w:rsid w:val="00826AB5"/>
    <w:rsid w:val="00826D6F"/>
    <w:rsid w:val="0082709B"/>
    <w:rsid w:val="00827CDE"/>
    <w:rsid w:val="00830A74"/>
    <w:rsid w:val="00830C7E"/>
    <w:rsid w:val="00830E3C"/>
    <w:rsid w:val="00830F94"/>
    <w:rsid w:val="00831CD9"/>
    <w:rsid w:val="00832AA8"/>
    <w:rsid w:val="008339BB"/>
    <w:rsid w:val="00836CCE"/>
    <w:rsid w:val="00836EE7"/>
    <w:rsid w:val="0083715B"/>
    <w:rsid w:val="0083753E"/>
    <w:rsid w:val="00840D5D"/>
    <w:rsid w:val="00841043"/>
    <w:rsid w:val="008414FD"/>
    <w:rsid w:val="008418B3"/>
    <w:rsid w:val="008420CB"/>
    <w:rsid w:val="008423F6"/>
    <w:rsid w:val="0084269D"/>
    <w:rsid w:val="0084279D"/>
    <w:rsid w:val="00842C5A"/>
    <w:rsid w:val="00842FCC"/>
    <w:rsid w:val="0084453A"/>
    <w:rsid w:val="0084495F"/>
    <w:rsid w:val="00844C45"/>
    <w:rsid w:val="00845614"/>
    <w:rsid w:val="00845FA8"/>
    <w:rsid w:val="00846A11"/>
    <w:rsid w:val="00846D5E"/>
    <w:rsid w:val="00850B28"/>
    <w:rsid w:val="00851D72"/>
    <w:rsid w:val="00853035"/>
    <w:rsid w:val="00853397"/>
    <w:rsid w:val="00853758"/>
    <w:rsid w:val="0085399D"/>
    <w:rsid w:val="00853A92"/>
    <w:rsid w:val="00854908"/>
    <w:rsid w:val="00854AB2"/>
    <w:rsid w:val="008557EA"/>
    <w:rsid w:val="008567A4"/>
    <w:rsid w:val="00857FA3"/>
    <w:rsid w:val="00860A2D"/>
    <w:rsid w:val="00860EA4"/>
    <w:rsid w:val="0086154D"/>
    <w:rsid w:val="0086178B"/>
    <w:rsid w:val="00861814"/>
    <w:rsid w:val="008618EF"/>
    <w:rsid w:val="0086268A"/>
    <w:rsid w:val="008626F5"/>
    <w:rsid w:val="00863980"/>
    <w:rsid w:val="00863FAB"/>
    <w:rsid w:val="008646C5"/>
    <w:rsid w:val="00864AAA"/>
    <w:rsid w:val="00864C46"/>
    <w:rsid w:val="008650CB"/>
    <w:rsid w:val="00866265"/>
    <w:rsid w:val="0087043A"/>
    <w:rsid w:val="00873E9B"/>
    <w:rsid w:val="008743A4"/>
    <w:rsid w:val="008743A6"/>
    <w:rsid w:val="00874CB1"/>
    <w:rsid w:val="008752CF"/>
    <w:rsid w:val="00875674"/>
    <w:rsid w:val="00875BBF"/>
    <w:rsid w:val="00876C24"/>
    <w:rsid w:val="008804BB"/>
    <w:rsid w:val="00881E46"/>
    <w:rsid w:val="00883A13"/>
    <w:rsid w:val="00883C08"/>
    <w:rsid w:val="00883CED"/>
    <w:rsid w:val="00883F0D"/>
    <w:rsid w:val="00883F1D"/>
    <w:rsid w:val="00885070"/>
    <w:rsid w:val="00885CF0"/>
    <w:rsid w:val="00885FDB"/>
    <w:rsid w:val="00886201"/>
    <w:rsid w:val="0088644B"/>
    <w:rsid w:val="0088669F"/>
    <w:rsid w:val="00886BF2"/>
    <w:rsid w:val="008876C6"/>
    <w:rsid w:val="00887824"/>
    <w:rsid w:val="008879D9"/>
    <w:rsid w:val="00887CC3"/>
    <w:rsid w:val="008909F8"/>
    <w:rsid w:val="00891708"/>
    <w:rsid w:val="00893150"/>
    <w:rsid w:val="00893292"/>
    <w:rsid w:val="0089332C"/>
    <w:rsid w:val="008933DE"/>
    <w:rsid w:val="008935E4"/>
    <w:rsid w:val="008936CB"/>
    <w:rsid w:val="008941AC"/>
    <w:rsid w:val="00895790"/>
    <w:rsid w:val="008A0565"/>
    <w:rsid w:val="008A0DD4"/>
    <w:rsid w:val="008A10AF"/>
    <w:rsid w:val="008A1FD8"/>
    <w:rsid w:val="008A222C"/>
    <w:rsid w:val="008A231D"/>
    <w:rsid w:val="008A2EAD"/>
    <w:rsid w:val="008A3656"/>
    <w:rsid w:val="008A3727"/>
    <w:rsid w:val="008A38B4"/>
    <w:rsid w:val="008A4E58"/>
    <w:rsid w:val="008A5116"/>
    <w:rsid w:val="008A59E9"/>
    <w:rsid w:val="008A76D0"/>
    <w:rsid w:val="008B04BA"/>
    <w:rsid w:val="008B10C9"/>
    <w:rsid w:val="008B122C"/>
    <w:rsid w:val="008B1B4E"/>
    <w:rsid w:val="008B221A"/>
    <w:rsid w:val="008B277F"/>
    <w:rsid w:val="008B3E38"/>
    <w:rsid w:val="008B4DCA"/>
    <w:rsid w:val="008B5549"/>
    <w:rsid w:val="008B5B05"/>
    <w:rsid w:val="008B61FE"/>
    <w:rsid w:val="008B662D"/>
    <w:rsid w:val="008B6C5A"/>
    <w:rsid w:val="008B77ED"/>
    <w:rsid w:val="008C0582"/>
    <w:rsid w:val="008C06DD"/>
    <w:rsid w:val="008C0C0E"/>
    <w:rsid w:val="008C2861"/>
    <w:rsid w:val="008C2D2D"/>
    <w:rsid w:val="008C3BF9"/>
    <w:rsid w:val="008C3C6B"/>
    <w:rsid w:val="008C4298"/>
    <w:rsid w:val="008C5987"/>
    <w:rsid w:val="008C5C94"/>
    <w:rsid w:val="008C5D4D"/>
    <w:rsid w:val="008C62E8"/>
    <w:rsid w:val="008C6B02"/>
    <w:rsid w:val="008C7B52"/>
    <w:rsid w:val="008D0A06"/>
    <w:rsid w:val="008D0AC1"/>
    <w:rsid w:val="008D0F80"/>
    <w:rsid w:val="008D242F"/>
    <w:rsid w:val="008D248C"/>
    <w:rsid w:val="008D29B1"/>
    <w:rsid w:val="008D3C55"/>
    <w:rsid w:val="008D3FC6"/>
    <w:rsid w:val="008D432F"/>
    <w:rsid w:val="008D51D8"/>
    <w:rsid w:val="008D5E57"/>
    <w:rsid w:val="008D6F9D"/>
    <w:rsid w:val="008D772F"/>
    <w:rsid w:val="008D79D5"/>
    <w:rsid w:val="008E0C62"/>
    <w:rsid w:val="008E17AC"/>
    <w:rsid w:val="008E1F56"/>
    <w:rsid w:val="008E1FAC"/>
    <w:rsid w:val="008E23D7"/>
    <w:rsid w:val="008E24D5"/>
    <w:rsid w:val="008E273C"/>
    <w:rsid w:val="008E3166"/>
    <w:rsid w:val="008E337B"/>
    <w:rsid w:val="008E3B90"/>
    <w:rsid w:val="008E3BF3"/>
    <w:rsid w:val="008E3CA9"/>
    <w:rsid w:val="008E3CF6"/>
    <w:rsid w:val="008E4F23"/>
    <w:rsid w:val="008E54A3"/>
    <w:rsid w:val="008E5FFC"/>
    <w:rsid w:val="008E739F"/>
    <w:rsid w:val="008F0198"/>
    <w:rsid w:val="008F0E44"/>
    <w:rsid w:val="008F2018"/>
    <w:rsid w:val="008F2443"/>
    <w:rsid w:val="008F2964"/>
    <w:rsid w:val="008F2DB8"/>
    <w:rsid w:val="008F3021"/>
    <w:rsid w:val="008F3418"/>
    <w:rsid w:val="008F3881"/>
    <w:rsid w:val="008F3B99"/>
    <w:rsid w:val="008F3CC8"/>
    <w:rsid w:val="008F4943"/>
    <w:rsid w:val="008F4AA0"/>
    <w:rsid w:val="008F4B74"/>
    <w:rsid w:val="008F5726"/>
    <w:rsid w:val="008F5D46"/>
    <w:rsid w:val="008F7500"/>
    <w:rsid w:val="009001B4"/>
    <w:rsid w:val="00902780"/>
    <w:rsid w:val="00902B45"/>
    <w:rsid w:val="00905F63"/>
    <w:rsid w:val="009074A3"/>
    <w:rsid w:val="00907680"/>
    <w:rsid w:val="00907973"/>
    <w:rsid w:val="00907B0B"/>
    <w:rsid w:val="00907FB1"/>
    <w:rsid w:val="00911478"/>
    <w:rsid w:val="00911B8B"/>
    <w:rsid w:val="00911C7B"/>
    <w:rsid w:val="00911DCB"/>
    <w:rsid w:val="00911F22"/>
    <w:rsid w:val="0091249F"/>
    <w:rsid w:val="00912526"/>
    <w:rsid w:val="00912B9B"/>
    <w:rsid w:val="00912E31"/>
    <w:rsid w:val="009134D4"/>
    <w:rsid w:val="00913750"/>
    <w:rsid w:val="00913B54"/>
    <w:rsid w:val="00914A6D"/>
    <w:rsid w:val="0091582C"/>
    <w:rsid w:val="0091596F"/>
    <w:rsid w:val="00916DF5"/>
    <w:rsid w:val="0091709C"/>
    <w:rsid w:val="00917239"/>
    <w:rsid w:val="0091760C"/>
    <w:rsid w:val="00917AF3"/>
    <w:rsid w:val="0092019B"/>
    <w:rsid w:val="00920B8F"/>
    <w:rsid w:val="0092103F"/>
    <w:rsid w:val="00922062"/>
    <w:rsid w:val="009221F7"/>
    <w:rsid w:val="00923085"/>
    <w:rsid w:val="00923CB0"/>
    <w:rsid w:val="00924168"/>
    <w:rsid w:val="00924DD3"/>
    <w:rsid w:val="00925923"/>
    <w:rsid w:val="00926CD8"/>
    <w:rsid w:val="00927A28"/>
    <w:rsid w:val="00931344"/>
    <w:rsid w:val="00931943"/>
    <w:rsid w:val="00932643"/>
    <w:rsid w:val="0093301B"/>
    <w:rsid w:val="00933639"/>
    <w:rsid w:val="00933856"/>
    <w:rsid w:val="009339C2"/>
    <w:rsid w:val="00933BA6"/>
    <w:rsid w:val="00933DAD"/>
    <w:rsid w:val="00934336"/>
    <w:rsid w:val="00934E43"/>
    <w:rsid w:val="00935957"/>
    <w:rsid w:val="009374E8"/>
    <w:rsid w:val="009404CE"/>
    <w:rsid w:val="00940C09"/>
    <w:rsid w:val="00941038"/>
    <w:rsid w:val="00941B55"/>
    <w:rsid w:val="00942A6B"/>
    <w:rsid w:val="00942C63"/>
    <w:rsid w:val="00942C86"/>
    <w:rsid w:val="00942EB9"/>
    <w:rsid w:val="009434FC"/>
    <w:rsid w:val="00944ED3"/>
    <w:rsid w:val="00945465"/>
    <w:rsid w:val="00947122"/>
    <w:rsid w:val="00950047"/>
    <w:rsid w:val="00950FD7"/>
    <w:rsid w:val="009511F2"/>
    <w:rsid w:val="00951256"/>
    <w:rsid w:val="00951E74"/>
    <w:rsid w:val="00952201"/>
    <w:rsid w:val="00952242"/>
    <w:rsid w:val="009523CD"/>
    <w:rsid w:val="00952626"/>
    <w:rsid w:val="00952CC4"/>
    <w:rsid w:val="00952E1C"/>
    <w:rsid w:val="00952FA4"/>
    <w:rsid w:val="009542A5"/>
    <w:rsid w:val="00954891"/>
    <w:rsid w:val="00954AB7"/>
    <w:rsid w:val="00954DE3"/>
    <w:rsid w:val="00956E55"/>
    <w:rsid w:val="0095716E"/>
    <w:rsid w:val="00957751"/>
    <w:rsid w:val="009609F5"/>
    <w:rsid w:val="00960D9E"/>
    <w:rsid w:val="00962E1E"/>
    <w:rsid w:val="00964554"/>
    <w:rsid w:val="009649FC"/>
    <w:rsid w:val="009650F1"/>
    <w:rsid w:val="00965862"/>
    <w:rsid w:val="009663F5"/>
    <w:rsid w:val="00966689"/>
    <w:rsid w:val="00966B16"/>
    <w:rsid w:val="00967562"/>
    <w:rsid w:val="0096777F"/>
    <w:rsid w:val="00967D54"/>
    <w:rsid w:val="009717F7"/>
    <w:rsid w:val="0097235D"/>
    <w:rsid w:val="0097257C"/>
    <w:rsid w:val="00973174"/>
    <w:rsid w:val="00973DAC"/>
    <w:rsid w:val="00974B59"/>
    <w:rsid w:val="00974F27"/>
    <w:rsid w:val="00975226"/>
    <w:rsid w:val="0097573D"/>
    <w:rsid w:val="00976723"/>
    <w:rsid w:val="009769B9"/>
    <w:rsid w:val="00976A19"/>
    <w:rsid w:val="00976A7E"/>
    <w:rsid w:val="00976E47"/>
    <w:rsid w:val="00977D62"/>
    <w:rsid w:val="00977D84"/>
    <w:rsid w:val="00977DBC"/>
    <w:rsid w:val="009802F5"/>
    <w:rsid w:val="00980FD6"/>
    <w:rsid w:val="009811B4"/>
    <w:rsid w:val="00982F95"/>
    <w:rsid w:val="00983474"/>
    <w:rsid w:val="0098545D"/>
    <w:rsid w:val="00985877"/>
    <w:rsid w:val="00985992"/>
    <w:rsid w:val="00985FA9"/>
    <w:rsid w:val="0098786A"/>
    <w:rsid w:val="009909D9"/>
    <w:rsid w:val="009911C2"/>
    <w:rsid w:val="0099388F"/>
    <w:rsid w:val="009938ED"/>
    <w:rsid w:val="00993E41"/>
    <w:rsid w:val="00994131"/>
    <w:rsid w:val="009950B3"/>
    <w:rsid w:val="009957C2"/>
    <w:rsid w:val="00996D86"/>
    <w:rsid w:val="00996DA7"/>
    <w:rsid w:val="0099746B"/>
    <w:rsid w:val="009974B2"/>
    <w:rsid w:val="00997585"/>
    <w:rsid w:val="009978D8"/>
    <w:rsid w:val="009A007C"/>
    <w:rsid w:val="009A0B7E"/>
    <w:rsid w:val="009A1261"/>
    <w:rsid w:val="009A1FC4"/>
    <w:rsid w:val="009A202B"/>
    <w:rsid w:val="009A2635"/>
    <w:rsid w:val="009A30EF"/>
    <w:rsid w:val="009A3C7B"/>
    <w:rsid w:val="009A3FA5"/>
    <w:rsid w:val="009A6658"/>
    <w:rsid w:val="009A677A"/>
    <w:rsid w:val="009A69E5"/>
    <w:rsid w:val="009A6B16"/>
    <w:rsid w:val="009A6CB8"/>
    <w:rsid w:val="009A6FC9"/>
    <w:rsid w:val="009B00CF"/>
    <w:rsid w:val="009B08BD"/>
    <w:rsid w:val="009B0E89"/>
    <w:rsid w:val="009B2BC0"/>
    <w:rsid w:val="009B2E84"/>
    <w:rsid w:val="009B3DE5"/>
    <w:rsid w:val="009B47E5"/>
    <w:rsid w:val="009B613D"/>
    <w:rsid w:val="009B6AA7"/>
    <w:rsid w:val="009B6EEF"/>
    <w:rsid w:val="009B7638"/>
    <w:rsid w:val="009C125C"/>
    <w:rsid w:val="009C2159"/>
    <w:rsid w:val="009C276F"/>
    <w:rsid w:val="009C4270"/>
    <w:rsid w:val="009C47AD"/>
    <w:rsid w:val="009C4BFC"/>
    <w:rsid w:val="009C54AD"/>
    <w:rsid w:val="009C609B"/>
    <w:rsid w:val="009C784C"/>
    <w:rsid w:val="009D001E"/>
    <w:rsid w:val="009D11C0"/>
    <w:rsid w:val="009D137B"/>
    <w:rsid w:val="009D1A53"/>
    <w:rsid w:val="009D1A6C"/>
    <w:rsid w:val="009D1B0E"/>
    <w:rsid w:val="009D1FA2"/>
    <w:rsid w:val="009D24B7"/>
    <w:rsid w:val="009D4859"/>
    <w:rsid w:val="009D4B36"/>
    <w:rsid w:val="009D50EB"/>
    <w:rsid w:val="009D6478"/>
    <w:rsid w:val="009D6B68"/>
    <w:rsid w:val="009D737F"/>
    <w:rsid w:val="009D76BC"/>
    <w:rsid w:val="009E0973"/>
    <w:rsid w:val="009E14E9"/>
    <w:rsid w:val="009E18C5"/>
    <w:rsid w:val="009E1D26"/>
    <w:rsid w:val="009E21E4"/>
    <w:rsid w:val="009E235A"/>
    <w:rsid w:val="009E28F8"/>
    <w:rsid w:val="009E2A56"/>
    <w:rsid w:val="009E3284"/>
    <w:rsid w:val="009E3372"/>
    <w:rsid w:val="009E4736"/>
    <w:rsid w:val="009E6051"/>
    <w:rsid w:val="009E64F1"/>
    <w:rsid w:val="009E6FDE"/>
    <w:rsid w:val="009E7534"/>
    <w:rsid w:val="009E7A45"/>
    <w:rsid w:val="009E7DD2"/>
    <w:rsid w:val="009F10E4"/>
    <w:rsid w:val="009F1C6F"/>
    <w:rsid w:val="009F1D86"/>
    <w:rsid w:val="009F1FC9"/>
    <w:rsid w:val="009F2A60"/>
    <w:rsid w:val="009F368B"/>
    <w:rsid w:val="009F369D"/>
    <w:rsid w:val="009F43BE"/>
    <w:rsid w:val="009F45B9"/>
    <w:rsid w:val="009F4D15"/>
    <w:rsid w:val="009F5080"/>
    <w:rsid w:val="009F59E1"/>
    <w:rsid w:val="009F5AF4"/>
    <w:rsid w:val="00A0005F"/>
    <w:rsid w:val="00A00864"/>
    <w:rsid w:val="00A016FA"/>
    <w:rsid w:val="00A02E4B"/>
    <w:rsid w:val="00A0355E"/>
    <w:rsid w:val="00A03C6C"/>
    <w:rsid w:val="00A0419E"/>
    <w:rsid w:val="00A05B1F"/>
    <w:rsid w:val="00A05C56"/>
    <w:rsid w:val="00A062F1"/>
    <w:rsid w:val="00A0680E"/>
    <w:rsid w:val="00A06964"/>
    <w:rsid w:val="00A0742B"/>
    <w:rsid w:val="00A10278"/>
    <w:rsid w:val="00A10BC9"/>
    <w:rsid w:val="00A10F5F"/>
    <w:rsid w:val="00A114D9"/>
    <w:rsid w:val="00A117C3"/>
    <w:rsid w:val="00A11AD5"/>
    <w:rsid w:val="00A11D2D"/>
    <w:rsid w:val="00A12539"/>
    <w:rsid w:val="00A127A7"/>
    <w:rsid w:val="00A12CB0"/>
    <w:rsid w:val="00A13286"/>
    <w:rsid w:val="00A132BA"/>
    <w:rsid w:val="00A13AA4"/>
    <w:rsid w:val="00A20FAE"/>
    <w:rsid w:val="00A215B3"/>
    <w:rsid w:val="00A21662"/>
    <w:rsid w:val="00A228B9"/>
    <w:rsid w:val="00A228D0"/>
    <w:rsid w:val="00A22B12"/>
    <w:rsid w:val="00A22B50"/>
    <w:rsid w:val="00A2574E"/>
    <w:rsid w:val="00A25AF8"/>
    <w:rsid w:val="00A25CA0"/>
    <w:rsid w:val="00A2606E"/>
    <w:rsid w:val="00A27147"/>
    <w:rsid w:val="00A278FE"/>
    <w:rsid w:val="00A27C18"/>
    <w:rsid w:val="00A30CB9"/>
    <w:rsid w:val="00A344FE"/>
    <w:rsid w:val="00A345C8"/>
    <w:rsid w:val="00A35B78"/>
    <w:rsid w:val="00A37804"/>
    <w:rsid w:val="00A37908"/>
    <w:rsid w:val="00A37A1B"/>
    <w:rsid w:val="00A40A84"/>
    <w:rsid w:val="00A4166D"/>
    <w:rsid w:val="00A416B8"/>
    <w:rsid w:val="00A432F7"/>
    <w:rsid w:val="00A4351C"/>
    <w:rsid w:val="00A43D2E"/>
    <w:rsid w:val="00A44445"/>
    <w:rsid w:val="00A445D0"/>
    <w:rsid w:val="00A4668B"/>
    <w:rsid w:val="00A46878"/>
    <w:rsid w:val="00A468BF"/>
    <w:rsid w:val="00A47000"/>
    <w:rsid w:val="00A47020"/>
    <w:rsid w:val="00A50239"/>
    <w:rsid w:val="00A5040A"/>
    <w:rsid w:val="00A505AE"/>
    <w:rsid w:val="00A505BF"/>
    <w:rsid w:val="00A5084C"/>
    <w:rsid w:val="00A510FF"/>
    <w:rsid w:val="00A53A95"/>
    <w:rsid w:val="00A55EAF"/>
    <w:rsid w:val="00A5672E"/>
    <w:rsid w:val="00A6005C"/>
    <w:rsid w:val="00A6111F"/>
    <w:rsid w:val="00A611ED"/>
    <w:rsid w:val="00A6145F"/>
    <w:rsid w:val="00A62B35"/>
    <w:rsid w:val="00A6386B"/>
    <w:rsid w:val="00A63C44"/>
    <w:rsid w:val="00A63C58"/>
    <w:rsid w:val="00A63E46"/>
    <w:rsid w:val="00A6404F"/>
    <w:rsid w:val="00A65532"/>
    <w:rsid w:val="00A66FBF"/>
    <w:rsid w:val="00A673C1"/>
    <w:rsid w:val="00A6740E"/>
    <w:rsid w:val="00A70106"/>
    <w:rsid w:val="00A70714"/>
    <w:rsid w:val="00A735AC"/>
    <w:rsid w:val="00A7380C"/>
    <w:rsid w:val="00A757A5"/>
    <w:rsid w:val="00A75CE1"/>
    <w:rsid w:val="00A76B7A"/>
    <w:rsid w:val="00A76C91"/>
    <w:rsid w:val="00A77263"/>
    <w:rsid w:val="00A77622"/>
    <w:rsid w:val="00A77899"/>
    <w:rsid w:val="00A77D45"/>
    <w:rsid w:val="00A814E1"/>
    <w:rsid w:val="00A82094"/>
    <w:rsid w:val="00A8268C"/>
    <w:rsid w:val="00A82933"/>
    <w:rsid w:val="00A83787"/>
    <w:rsid w:val="00A8388F"/>
    <w:rsid w:val="00A839D6"/>
    <w:rsid w:val="00A839DE"/>
    <w:rsid w:val="00A83B89"/>
    <w:rsid w:val="00A84A24"/>
    <w:rsid w:val="00A84FE8"/>
    <w:rsid w:val="00A854DA"/>
    <w:rsid w:val="00A85998"/>
    <w:rsid w:val="00A85A3F"/>
    <w:rsid w:val="00A85F23"/>
    <w:rsid w:val="00A87B5B"/>
    <w:rsid w:val="00A87EDF"/>
    <w:rsid w:val="00A90853"/>
    <w:rsid w:val="00A90B50"/>
    <w:rsid w:val="00A90B80"/>
    <w:rsid w:val="00A90E9F"/>
    <w:rsid w:val="00A91ECE"/>
    <w:rsid w:val="00A92E58"/>
    <w:rsid w:val="00A93867"/>
    <w:rsid w:val="00A95964"/>
    <w:rsid w:val="00A95A43"/>
    <w:rsid w:val="00A96316"/>
    <w:rsid w:val="00A96F9A"/>
    <w:rsid w:val="00A9762A"/>
    <w:rsid w:val="00A97CB6"/>
    <w:rsid w:val="00AA05F6"/>
    <w:rsid w:val="00AA2084"/>
    <w:rsid w:val="00AA2202"/>
    <w:rsid w:val="00AA3FFA"/>
    <w:rsid w:val="00AA4A02"/>
    <w:rsid w:val="00AA52B1"/>
    <w:rsid w:val="00AA6656"/>
    <w:rsid w:val="00AA6E5B"/>
    <w:rsid w:val="00AA6F41"/>
    <w:rsid w:val="00AA741C"/>
    <w:rsid w:val="00AB0BD0"/>
    <w:rsid w:val="00AB0D2B"/>
    <w:rsid w:val="00AB0FDE"/>
    <w:rsid w:val="00AB2832"/>
    <w:rsid w:val="00AB36D2"/>
    <w:rsid w:val="00AB3847"/>
    <w:rsid w:val="00AB495B"/>
    <w:rsid w:val="00AB5084"/>
    <w:rsid w:val="00AB547D"/>
    <w:rsid w:val="00AB5A8C"/>
    <w:rsid w:val="00AB5FAB"/>
    <w:rsid w:val="00AB72C3"/>
    <w:rsid w:val="00AB7610"/>
    <w:rsid w:val="00AC002B"/>
    <w:rsid w:val="00AC0A41"/>
    <w:rsid w:val="00AC18BB"/>
    <w:rsid w:val="00AC263B"/>
    <w:rsid w:val="00AC31FD"/>
    <w:rsid w:val="00AC34D6"/>
    <w:rsid w:val="00AC34D7"/>
    <w:rsid w:val="00AC5E92"/>
    <w:rsid w:val="00AC61B3"/>
    <w:rsid w:val="00AC6CB1"/>
    <w:rsid w:val="00AC6F73"/>
    <w:rsid w:val="00AC712C"/>
    <w:rsid w:val="00AC73C0"/>
    <w:rsid w:val="00AC769B"/>
    <w:rsid w:val="00AC76A0"/>
    <w:rsid w:val="00AC7752"/>
    <w:rsid w:val="00AC79DF"/>
    <w:rsid w:val="00AD08A6"/>
    <w:rsid w:val="00AD16F7"/>
    <w:rsid w:val="00AD212D"/>
    <w:rsid w:val="00AD241C"/>
    <w:rsid w:val="00AD2F83"/>
    <w:rsid w:val="00AD3A0D"/>
    <w:rsid w:val="00AD3AC2"/>
    <w:rsid w:val="00AD55D5"/>
    <w:rsid w:val="00AD58E7"/>
    <w:rsid w:val="00AD5F81"/>
    <w:rsid w:val="00AD6F0F"/>
    <w:rsid w:val="00AD7033"/>
    <w:rsid w:val="00AD70EE"/>
    <w:rsid w:val="00AD7353"/>
    <w:rsid w:val="00AE0270"/>
    <w:rsid w:val="00AE0345"/>
    <w:rsid w:val="00AE096E"/>
    <w:rsid w:val="00AE1298"/>
    <w:rsid w:val="00AE1F7A"/>
    <w:rsid w:val="00AE26CB"/>
    <w:rsid w:val="00AE2984"/>
    <w:rsid w:val="00AE3408"/>
    <w:rsid w:val="00AE41E5"/>
    <w:rsid w:val="00AE49B9"/>
    <w:rsid w:val="00AE4A8E"/>
    <w:rsid w:val="00AE5A74"/>
    <w:rsid w:val="00AE5E95"/>
    <w:rsid w:val="00AE684D"/>
    <w:rsid w:val="00AE69BA"/>
    <w:rsid w:val="00AE7EEF"/>
    <w:rsid w:val="00AF03D5"/>
    <w:rsid w:val="00AF2CDD"/>
    <w:rsid w:val="00AF450A"/>
    <w:rsid w:val="00AF56E4"/>
    <w:rsid w:val="00AF6EB9"/>
    <w:rsid w:val="00AF6F44"/>
    <w:rsid w:val="00B002A6"/>
    <w:rsid w:val="00B00490"/>
    <w:rsid w:val="00B01616"/>
    <w:rsid w:val="00B01E89"/>
    <w:rsid w:val="00B0323C"/>
    <w:rsid w:val="00B03837"/>
    <w:rsid w:val="00B04941"/>
    <w:rsid w:val="00B04A45"/>
    <w:rsid w:val="00B053FE"/>
    <w:rsid w:val="00B05AC0"/>
    <w:rsid w:val="00B06B7E"/>
    <w:rsid w:val="00B102F7"/>
    <w:rsid w:val="00B10C4F"/>
    <w:rsid w:val="00B12315"/>
    <w:rsid w:val="00B1286B"/>
    <w:rsid w:val="00B13940"/>
    <w:rsid w:val="00B14871"/>
    <w:rsid w:val="00B14C1F"/>
    <w:rsid w:val="00B172B1"/>
    <w:rsid w:val="00B211B9"/>
    <w:rsid w:val="00B21EC0"/>
    <w:rsid w:val="00B2297D"/>
    <w:rsid w:val="00B234A9"/>
    <w:rsid w:val="00B23664"/>
    <w:rsid w:val="00B24ED9"/>
    <w:rsid w:val="00B252B4"/>
    <w:rsid w:val="00B25882"/>
    <w:rsid w:val="00B25A54"/>
    <w:rsid w:val="00B26B91"/>
    <w:rsid w:val="00B272AE"/>
    <w:rsid w:val="00B2731F"/>
    <w:rsid w:val="00B27EE4"/>
    <w:rsid w:val="00B31072"/>
    <w:rsid w:val="00B313FC"/>
    <w:rsid w:val="00B317E1"/>
    <w:rsid w:val="00B31C1A"/>
    <w:rsid w:val="00B31D25"/>
    <w:rsid w:val="00B31EFA"/>
    <w:rsid w:val="00B32891"/>
    <w:rsid w:val="00B33340"/>
    <w:rsid w:val="00B33545"/>
    <w:rsid w:val="00B337AA"/>
    <w:rsid w:val="00B33C98"/>
    <w:rsid w:val="00B3429F"/>
    <w:rsid w:val="00B3441D"/>
    <w:rsid w:val="00B35299"/>
    <w:rsid w:val="00B35E8D"/>
    <w:rsid w:val="00B3644E"/>
    <w:rsid w:val="00B36994"/>
    <w:rsid w:val="00B36B97"/>
    <w:rsid w:val="00B4044C"/>
    <w:rsid w:val="00B40831"/>
    <w:rsid w:val="00B40896"/>
    <w:rsid w:val="00B4177C"/>
    <w:rsid w:val="00B422A6"/>
    <w:rsid w:val="00B42CA5"/>
    <w:rsid w:val="00B4404C"/>
    <w:rsid w:val="00B44478"/>
    <w:rsid w:val="00B44924"/>
    <w:rsid w:val="00B45018"/>
    <w:rsid w:val="00B459A3"/>
    <w:rsid w:val="00B45FEF"/>
    <w:rsid w:val="00B46978"/>
    <w:rsid w:val="00B47DC0"/>
    <w:rsid w:val="00B5066E"/>
    <w:rsid w:val="00B509F1"/>
    <w:rsid w:val="00B5282F"/>
    <w:rsid w:val="00B53242"/>
    <w:rsid w:val="00B55E9B"/>
    <w:rsid w:val="00B5621C"/>
    <w:rsid w:val="00B5635A"/>
    <w:rsid w:val="00B56404"/>
    <w:rsid w:val="00B56AEC"/>
    <w:rsid w:val="00B573E7"/>
    <w:rsid w:val="00B57708"/>
    <w:rsid w:val="00B579AF"/>
    <w:rsid w:val="00B57BB8"/>
    <w:rsid w:val="00B57CDF"/>
    <w:rsid w:val="00B60C9F"/>
    <w:rsid w:val="00B62B2D"/>
    <w:rsid w:val="00B64635"/>
    <w:rsid w:val="00B64A94"/>
    <w:rsid w:val="00B64F41"/>
    <w:rsid w:val="00B65489"/>
    <w:rsid w:val="00B65BD3"/>
    <w:rsid w:val="00B65C9A"/>
    <w:rsid w:val="00B66977"/>
    <w:rsid w:val="00B66EF1"/>
    <w:rsid w:val="00B67864"/>
    <w:rsid w:val="00B67E2D"/>
    <w:rsid w:val="00B703E7"/>
    <w:rsid w:val="00B70A45"/>
    <w:rsid w:val="00B72482"/>
    <w:rsid w:val="00B72981"/>
    <w:rsid w:val="00B72A53"/>
    <w:rsid w:val="00B730D1"/>
    <w:rsid w:val="00B73DF1"/>
    <w:rsid w:val="00B73F6E"/>
    <w:rsid w:val="00B74931"/>
    <w:rsid w:val="00B74D1E"/>
    <w:rsid w:val="00B7574C"/>
    <w:rsid w:val="00B7612D"/>
    <w:rsid w:val="00B76412"/>
    <w:rsid w:val="00B76898"/>
    <w:rsid w:val="00B76D66"/>
    <w:rsid w:val="00B771EC"/>
    <w:rsid w:val="00B778FD"/>
    <w:rsid w:val="00B80177"/>
    <w:rsid w:val="00B8077F"/>
    <w:rsid w:val="00B81B4A"/>
    <w:rsid w:val="00B828A2"/>
    <w:rsid w:val="00B82E3F"/>
    <w:rsid w:val="00B83AA6"/>
    <w:rsid w:val="00B844A3"/>
    <w:rsid w:val="00B84D63"/>
    <w:rsid w:val="00B857FB"/>
    <w:rsid w:val="00B86ACF"/>
    <w:rsid w:val="00B86DCF"/>
    <w:rsid w:val="00B878DC"/>
    <w:rsid w:val="00B90836"/>
    <w:rsid w:val="00B90F1D"/>
    <w:rsid w:val="00B91313"/>
    <w:rsid w:val="00B91A6C"/>
    <w:rsid w:val="00B91CBA"/>
    <w:rsid w:val="00B91E57"/>
    <w:rsid w:val="00B9262B"/>
    <w:rsid w:val="00B93769"/>
    <w:rsid w:val="00B94454"/>
    <w:rsid w:val="00B94589"/>
    <w:rsid w:val="00B949B4"/>
    <w:rsid w:val="00B94D62"/>
    <w:rsid w:val="00B95820"/>
    <w:rsid w:val="00B960F5"/>
    <w:rsid w:val="00B96221"/>
    <w:rsid w:val="00B969BE"/>
    <w:rsid w:val="00B978ED"/>
    <w:rsid w:val="00BA15DA"/>
    <w:rsid w:val="00BA271D"/>
    <w:rsid w:val="00BA3213"/>
    <w:rsid w:val="00BA3376"/>
    <w:rsid w:val="00BA4A73"/>
    <w:rsid w:val="00BA52C7"/>
    <w:rsid w:val="00BA548A"/>
    <w:rsid w:val="00BA54B7"/>
    <w:rsid w:val="00BA5590"/>
    <w:rsid w:val="00BA5C0A"/>
    <w:rsid w:val="00BA5C87"/>
    <w:rsid w:val="00BA5CEC"/>
    <w:rsid w:val="00BA6ACF"/>
    <w:rsid w:val="00BA7383"/>
    <w:rsid w:val="00BA7DA9"/>
    <w:rsid w:val="00BB087C"/>
    <w:rsid w:val="00BB0EF4"/>
    <w:rsid w:val="00BB12B3"/>
    <w:rsid w:val="00BB2E11"/>
    <w:rsid w:val="00BB5C4B"/>
    <w:rsid w:val="00BB7E5A"/>
    <w:rsid w:val="00BB7F06"/>
    <w:rsid w:val="00BC033B"/>
    <w:rsid w:val="00BC0364"/>
    <w:rsid w:val="00BC05BD"/>
    <w:rsid w:val="00BC0DAF"/>
    <w:rsid w:val="00BC1450"/>
    <w:rsid w:val="00BC1801"/>
    <w:rsid w:val="00BC1887"/>
    <w:rsid w:val="00BC1EEE"/>
    <w:rsid w:val="00BC269E"/>
    <w:rsid w:val="00BC2B42"/>
    <w:rsid w:val="00BC2E73"/>
    <w:rsid w:val="00BC32C1"/>
    <w:rsid w:val="00BC32FF"/>
    <w:rsid w:val="00BC3574"/>
    <w:rsid w:val="00BC4311"/>
    <w:rsid w:val="00BC4835"/>
    <w:rsid w:val="00BC4CFF"/>
    <w:rsid w:val="00BC4DED"/>
    <w:rsid w:val="00BC5939"/>
    <w:rsid w:val="00BC602D"/>
    <w:rsid w:val="00BC6446"/>
    <w:rsid w:val="00BC65A4"/>
    <w:rsid w:val="00BC6B19"/>
    <w:rsid w:val="00BC6E9B"/>
    <w:rsid w:val="00BC76A4"/>
    <w:rsid w:val="00BC7E1B"/>
    <w:rsid w:val="00BD02C7"/>
    <w:rsid w:val="00BD191B"/>
    <w:rsid w:val="00BD4A9B"/>
    <w:rsid w:val="00BD5149"/>
    <w:rsid w:val="00BD55C9"/>
    <w:rsid w:val="00BD595F"/>
    <w:rsid w:val="00BD5D73"/>
    <w:rsid w:val="00BD634A"/>
    <w:rsid w:val="00BE0C7B"/>
    <w:rsid w:val="00BE1C7A"/>
    <w:rsid w:val="00BE2227"/>
    <w:rsid w:val="00BE2749"/>
    <w:rsid w:val="00BE3E62"/>
    <w:rsid w:val="00BE466D"/>
    <w:rsid w:val="00BE478D"/>
    <w:rsid w:val="00BE4DD3"/>
    <w:rsid w:val="00BE58D9"/>
    <w:rsid w:val="00BE6618"/>
    <w:rsid w:val="00BE7A0E"/>
    <w:rsid w:val="00BF1589"/>
    <w:rsid w:val="00BF18D7"/>
    <w:rsid w:val="00BF1C13"/>
    <w:rsid w:val="00BF37DC"/>
    <w:rsid w:val="00BF3ECC"/>
    <w:rsid w:val="00BF3F23"/>
    <w:rsid w:val="00BF457B"/>
    <w:rsid w:val="00BF4775"/>
    <w:rsid w:val="00BF49FB"/>
    <w:rsid w:val="00BF4ACD"/>
    <w:rsid w:val="00BF4F18"/>
    <w:rsid w:val="00BF509D"/>
    <w:rsid w:val="00BF547E"/>
    <w:rsid w:val="00BF5D42"/>
    <w:rsid w:val="00BF64E1"/>
    <w:rsid w:val="00BF6C3B"/>
    <w:rsid w:val="00C0072C"/>
    <w:rsid w:val="00C01809"/>
    <w:rsid w:val="00C0304E"/>
    <w:rsid w:val="00C046F1"/>
    <w:rsid w:val="00C054EF"/>
    <w:rsid w:val="00C058C6"/>
    <w:rsid w:val="00C06063"/>
    <w:rsid w:val="00C0673E"/>
    <w:rsid w:val="00C07346"/>
    <w:rsid w:val="00C07AA3"/>
    <w:rsid w:val="00C1012E"/>
    <w:rsid w:val="00C10E40"/>
    <w:rsid w:val="00C110DA"/>
    <w:rsid w:val="00C126DC"/>
    <w:rsid w:val="00C12BB6"/>
    <w:rsid w:val="00C12D36"/>
    <w:rsid w:val="00C15570"/>
    <w:rsid w:val="00C16437"/>
    <w:rsid w:val="00C167A8"/>
    <w:rsid w:val="00C1696B"/>
    <w:rsid w:val="00C16B82"/>
    <w:rsid w:val="00C16EAE"/>
    <w:rsid w:val="00C17773"/>
    <w:rsid w:val="00C1790B"/>
    <w:rsid w:val="00C17AB3"/>
    <w:rsid w:val="00C2001E"/>
    <w:rsid w:val="00C208DE"/>
    <w:rsid w:val="00C20A72"/>
    <w:rsid w:val="00C21521"/>
    <w:rsid w:val="00C224D0"/>
    <w:rsid w:val="00C23C48"/>
    <w:rsid w:val="00C2539D"/>
    <w:rsid w:val="00C26BCF"/>
    <w:rsid w:val="00C30E61"/>
    <w:rsid w:val="00C310AD"/>
    <w:rsid w:val="00C310B7"/>
    <w:rsid w:val="00C31D96"/>
    <w:rsid w:val="00C335C8"/>
    <w:rsid w:val="00C33619"/>
    <w:rsid w:val="00C337E6"/>
    <w:rsid w:val="00C33F5E"/>
    <w:rsid w:val="00C3470D"/>
    <w:rsid w:val="00C3562E"/>
    <w:rsid w:val="00C36563"/>
    <w:rsid w:val="00C36CEA"/>
    <w:rsid w:val="00C37536"/>
    <w:rsid w:val="00C37F17"/>
    <w:rsid w:val="00C40938"/>
    <w:rsid w:val="00C40DD8"/>
    <w:rsid w:val="00C4106D"/>
    <w:rsid w:val="00C4208F"/>
    <w:rsid w:val="00C42282"/>
    <w:rsid w:val="00C42740"/>
    <w:rsid w:val="00C42C6F"/>
    <w:rsid w:val="00C42F0A"/>
    <w:rsid w:val="00C439B6"/>
    <w:rsid w:val="00C43F0D"/>
    <w:rsid w:val="00C44784"/>
    <w:rsid w:val="00C44AE9"/>
    <w:rsid w:val="00C44E6C"/>
    <w:rsid w:val="00C4549B"/>
    <w:rsid w:val="00C459D6"/>
    <w:rsid w:val="00C47099"/>
    <w:rsid w:val="00C50168"/>
    <w:rsid w:val="00C50A66"/>
    <w:rsid w:val="00C50BFC"/>
    <w:rsid w:val="00C50D3B"/>
    <w:rsid w:val="00C51BC0"/>
    <w:rsid w:val="00C52C64"/>
    <w:rsid w:val="00C52E91"/>
    <w:rsid w:val="00C53268"/>
    <w:rsid w:val="00C5372F"/>
    <w:rsid w:val="00C53D24"/>
    <w:rsid w:val="00C53DFE"/>
    <w:rsid w:val="00C53E8A"/>
    <w:rsid w:val="00C54541"/>
    <w:rsid w:val="00C54796"/>
    <w:rsid w:val="00C55206"/>
    <w:rsid w:val="00C55679"/>
    <w:rsid w:val="00C56BEE"/>
    <w:rsid w:val="00C603DC"/>
    <w:rsid w:val="00C60648"/>
    <w:rsid w:val="00C6148D"/>
    <w:rsid w:val="00C61A32"/>
    <w:rsid w:val="00C61B2E"/>
    <w:rsid w:val="00C61DD3"/>
    <w:rsid w:val="00C622A1"/>
    <w:rsid w:val="00C625AD"/>
    <w:rsid w:val="00C62ED8"/>
    <w:rsid w:val="00C634C2"/>
    <w:rsid w:val="00C6372B"/>
    <w:rsid w:val="00C64188"/>
    <w:rsid w:val="00C65B11"/>
    <w:rsid w:val="00C65EDD"/>
    <w:rsid w:val="00C67DAD"/>
    <w:rsid w:val="00C706C2"/>
    <w:rsid w:val="00C708A0"/>
    <w:rsid w:val="00C70E54"/>
    <w:rsid w:val="00C70EE1"/>
    <w:rsid w:val="00C728D0"/>
    <w:rsid w:val="00C72935"/>
    <w:rsid w:val="00C72E1A"/>
    <w:rsid w:val="00C72E49"/>
    <w:rsid w:val="00C731CA"/>
    <w:rsid w:val="00C736C9"/>
    <w:rsid w:val="00C73AE5"/>
    <w:rsid w:val="00C763A2"/>
    <w:rsid w:val="00C76404"/>
    <w:rsid w:val="00C7672F"/>
    <w:rsid w:val="00C772E0"/>
    <w:rsid w:val="00C776EA"/>
    <w:rsid w:val="00C805E7"/>
    <w:rsid w:val="00C813B3"/>
    <w:rsid w:val="00C81B8C"/>
    <w:rsid w:val="00C823DD"/>
    <w:rsid w:val="00C827E6"/>
    <w:rsid w:val="00C82929"/>
    <w:rsid w:val="00C84588"/>
    <w:rsid w:val="00C85162"/>
    <w:rsid w:val="00C85C78"/>
    <w:rsid w:val="00C90AF1"/>
    <w:rsid w:val="00C91286"/>
    <w:rsid w:val="00C91C45"/>
    <w:rsid w:val="00C91EF8"/>
    <w:rsid w:val="00C9239A"/>
    <w:rsid w:val="00C9283B"/>
    <w:rsid w:val="00C92C6F"/>
    <w:rsid w:val="00C93A6C"/>
    <w:rsid w:val="00C93EAC"/>
    <w:rsid w:val="00C9453C"/>
    <w:rsid w:val="00C9508F"/>
    <w:rsid w:val="00C95286"/>
    <w:rsid w:val="00C96A96"/>
    <w:rsid w:val="00C97422"/>
    <w:rsid w:val="00C97D8D"/>
    <w:rsid w:val="00CA0176"/>
    <w:rsid w:val="00CA0707"/>
    <w:rsid w:val="00CA0B99"/>
    <w:rsid w:val="00CA2754"/>
    <w:rsid w:val="00CA2E32"/>
    <w:rsid w:val="00CA3926"/>
    <w:rsid w:val="00CA45D2"/>
    <w:rsid w:val="00CA4F69"/>
    <w:rsid w:val="00CA5145"/>
    <w:rsid w:val="00CA6237"/>
    <w:rsid w:val="00CA6483"/>
    <w:rsid w:val="00CA7100"/>
    <w:rsid w:val="00CA7595"/>
    <w:rsid w:val="00CB0872"/>
    <w:rsid w:val="00CB0B8B"/>
    <w:rsid w:val="00CB0FFE"/>
    <w:rsid w:val="00CB179E"/>
    <w:rsid w:val="00CB1A16"/>
    <w:rsid w:val="00CB1A6E"/>
    <w:rsid w:val="00CB2514"/>
    <w:rsid w:val="00CB31EE"/>
    <w:rsid w:val="00CB3AE4"/>
    <w:rsid w:val="00CB3B9E"/>
    <w:rsid w:val="00CB5CFD"/>
    <w:rsid w:val="00CB616A"/>
    <w:rsid w:val="00CB666A"/>
    <w:rsid w:val="00CB6EAC"/>
    <w:rsid w:val="00CB75E9"/>
    <w:rsid w:val="00CB776B"/>
    <w:rsid w:val="00CC06C0"/>
    <w:rsid w:val="00CC08CA"/>
    <w:rsid w:val="00CC0F7B"/>
    <w:rsid w:val="00CC1AEB"/>
    <w:rsid w:val="00CC2F05"/>
    <w:rsid w:val="00CC2FFD"/>
    <w:rsid w:val="00CC3544"/>
    <w:rsid w:val="00CC3AA1"/>
    <w:rsid w:val="00CC3DDD"/>
    <w:rsid w:val="00CC4FC8"/>
    <w:rsid w:val="00CC596C"/>
    <w:rsid w:val="00CC6A4B"/>
    <w:rsid w:val="00CC7155"/>
    <w:rsid w:val="00CC720D"/>
    <w:rsid w:val="00CC7F19"/>
    <w:rsid w:val="00CD0080"/>
    <w:rsid w:val="00CD0532"/>
    <w:rsid w:val="00CD0FDE"/>
    <w:rsid w:val="00CD12BF"/>
    <w:rsid w:val="00CD2E8F"/>
    <w:rsid w:val="00CD2EB6"/>
    <w:rsid w:val="00CD35FC"/>
    <w:rsid w:val="00CD492A"/>
    <w:rsid w:val="00CD4CBF"/>
    <w:rsid w:val="00CD5103"/>
    <w:rsid w:val="00CD531D"/>
    <w:rsid w:val="00CD5C4E"/>
    <w:rsid w:val="00CD6454"/>
    <w:rsid w:val="00CD65D3"/>
    <w:rsid w:val="00CD78F3"/>
    <w:rsid w:val="00CE097C"/>
    <w:rsid w:val="00CE1933"/>
    <w:rsid w:val="00CE1A76"/>
    <w:rsid w:val="00CE1FAB"/>
    <w:rsid w:val="00CE4EA1"/>
    <w:rsid w:val="00CE5911"/>
    <w:rsid w:val="00CE61D8"/>
    <w:rsid w:val="00CE6C74"/>
    <w:rsid w:val="00CE79AC"/>
    <w:rsid w:val="00CF00D2"/>
    <w:rsid w:val="00CF0187"/>
    <w:rsid w:val="00CF06AB"/>
    <w:rsid w:val="00CF102C"/>
    <w:rsid w:val="00CF1059"/>
    <w:rsid w:val="00CF1BCB"/>
    <w:rsid w:val="00CF2DCF"/>
    <w:rsid w:val="00CF31E4"/>
    <w:rsid w:val="00CF42A9"/>
    <w:rsid w:val="00CF43F5"/>
    <w:rsid w:val="00CF4985"/>
    <w:rsid w:val="00CF4BAE"/>
    <w:rsid w:val="00CF4E4A"/>
    <w:rsid w:val="00CF5405"/>
    <w:rsid w:val="00CF54B5"/>
    <w:rsid w:val="00CF6254"/>
    <w:rsid w:val="00CF76A0"/>
    <w:rsid w:val="00CF770B"/>
    <w:rsid w:val="00CF7867"/>
    <w:rsid w:val="00CF7A2C"/>
    <w:rsid w:val="00D00B18"/>
    <w:rsid w:val="00D00F81"/>
    <w:rsid w:val="00D0137C"/>
    <w:rsid w:val="00D01BCC"/>
    <w:rsid w:val="00D023DF"/>
    <w:rsid w:val="00D0280F"/>
    <w:rsid w:val="00D032C2"/>
    <w:rsid w:val="00D03AC4"/>
    <w:rsid w:val="00D03D67"/>
    <w:rsid w:val="00D03E82"/>
    <w:rsid w:val="00D04A59"/>
    <w:rsid w:val="00D050DE"/>
    <w:rsid w:val="00D067AA"/>
    <w:rsid w:val="00D1049C"/>
    <w:rsid w:val="00D105FD"/>
    <w:rsid w:val="00D11B8A"/>
    <w:rsid w:val="00D12772"/>
    <w:rsid w:val="00D12DD6"/>
    <w:rsid w:val="00D13809"/>
    <w:rsid w:val="00D13A1D"/>
    <w:rsid w:val="00D1445F"/>
    <w:rsid w:val="00D16F2A"/>
    <w:rsid w:val="00D17778"/>
    <w:rsid w:val="00D2079A"/>
    <w:rsid w:val="00D2155C"/>
    <w:rsid w:val="00D2184A"/>
    <w:rsid w:val="00D21BB6"/>
    <w:rsid w:val="00D22D73"/>
    <w:rsid w:val="00D23DE4"/>
    <w:rsid w:val="00D24290"/>
    <w:rsid w:val="00D24FBA"/>
    <w:rsid w:val="00D25849"/>
    <w:rsid w:val="00D2585A"/>
    <w:rsid w:val="00D27DB0"/>
    <w:rsid w:val="00D30965"/>
    <w:rsid w:val="00D3139E"/>
    <w:rsid w:val="00D315F6"/>
    <w:rsid w:val="00D31DAC"/>
    <w:rsid w:val="00D3299C"/>
    <w:rsid w:val="00D32E27"/>
    <w:rsid w:val="00D32E9A"/>
    <w:rsid w:val="00D33173"/>
    <w:rsid w:val="00D35109"/>
    <w:rsid w:val="00D3578F"/>
    <w:rsid w:val="00D3645E"/>
    <w:rsid w:val="00D364CA"/>
    <w:rsid w:val="00D36E5E"/>
    <w:rsid w:val="00D3724A"/>
    <w:rsid w:val="00D4026F"/>
    <w:rsid w:val="00D403D7"/>
    <w:rsid w:val="00D40616"/>
    <w:rsid w:val="00D41FE9"/>
    <w:rsid w:val="00D42394"/>
    <w:rsid w:val="00D42CEB"/>
    <w:rsid w:val="00D42D91"/>
    <w:rsid w:val="00D42D95"/>
    <w:rsid w:val="00D431C5"/>
    <w:rsid w:val="00D45C0F"/>
    <w:rsid w:val="00D50FDF"/>
    <w:rsid w:val="00D51206"/>
    <w:rsid w:val="00D52CD0"/>
    <w:rsid w:val="00D53140"/>
    <w:rsid w:val="00D53C3D"/>
    <w:rsid w:val="00D54267"/>
    <w:rsid w:val="00D547E5"/>
    <w:rsid w:val="00D54A04"/>
    <w:rsid w:val="00D54A66"/>
    <w:rsid w:val="00D55352"/>
    <w:rsid w:val="00D557E4"/>
    <w:rsid w:val="00D565C3"/>
    <w:rsid w:val="00D56B07"/>
    <w:rsid w:val="00D57CE9"/>
    <w:rsid w:val="00D60F14"/>
    <w:rsid w:val="00D61A0B"/>
    <w:rsid w:val="00D62384"/>
    <w:rsid w:val="00D64065"/>
    <w:rsid w:val="00D64AAD"/>
    <w:rsid w:val="00D64BAB"/>
    <w:rsid w:val="00D651BE"/>
    <w:rsid w:val="00D653CB"/>
    <w:rsid w:val="00D65521"/>
    <w:rsid w:val="00D65F07"/>
    <w:rsid w:val="00D66914"/>
    <w:rsid w:val="00D678AE"/>
    <w:rsid w:val="00D7005A"/>
    <w:rsid w:val="00D71239"/>
    <w:rsid w:val="00D712D3"/>
    <w:rsid w:val="00D71FB5"/>
    <w:rsid w:val="00D72438"/>
    <w:rsid w:val="00D726E7"/>
    <w:rsid w:val="00D72808"/>
    <w:rsid w:val="00D72B52"/>
    <w:rsid w:val="00D72DA9"/>
    <w:rsid w:val="00D73821"/>
    <w:rsid w:val="00D73883"/>
    <w:rsid w:val="00D74A75"/>
    <w:rsid w:val="00D74A8C"/>
    <w:rsid w:val="00D74B0A"/>
    <w:rsid w:val="00D75B46"/>
    <w:rsid w:val="00D75C75"/>
    <w:rsid w:val="00D763B2"/>
    <w:rsid w:val="00D76443"/>
    <w:rsid w:val="00D7651B"/>
    <w:rsid w:val="00D765E8"/>
    <w:rsid w:val="00D76D41"/>
    <w:rsid w:val="00D7722D"/>
    <w:rsid w:val="00D773A5"/>
    <w:rsid w:val="00D80064"/>
    <w:rsid w:val="00D803CF"/>
    <w:rsid w:val="00D80454"/>
    <w:rsid w:val="00D81337"/>
    <w:rsid w:val="00D81A06"/>
    <w:rsid w:val="00D81C00"/>
    <w:rsid w:val="00D826D2"/>
    <w:rsid w:val="00D837C7"/>
    <w:rsid w:val="00D83EF7"/>
    <w:rsid w:val="00D84E33"/>
    <w:rsid w:val="00D8519E"/>
    <w:rsid w:val="00D86877"/>
    <w:rsid w:val="00D87987"/>
    <w:rsid w:val="00D87D13"/>
    <w:rsid w:val="00D902FE"/>
    <w:rsid w:val="00D909F3"/>
    <w:rsid w:val="00D9141C"/>
    <w:rsid w:val="00D918A5"/>
    <w:rsid w:val="00D91CE6"/>
    <w:rsid w:val="00D921AC"/>
    <w:rsid w:val="00D9371D"/>
    <w:rsid w:val="00D940DB"/>
    <w:rsid w:val="00D960B7"/>
    <w:rsid w:val="00D96C60"/>
    <w:rsid w:val="00D97344"/>
    <w:rsid w:val="00DA0192"/>
    <w:rsid w:val="00DA0C45"/>
    <w:rsid w:val="00DA11E0"/>
    <w:rsid w:val="00DA1A7D"/>
    <w:rsid w:val="00DA222D"/>
    <w:rsid w:val="00DA44FF"/>
    <w:rsid w:val="00DA4C03"/>
    <w:rsid w:val="00DA53F3"/>
    <w:rsid w:val="00DA6813"/>
    <w:rsid w:val="00DA72BC"/>
    <w:rsid w:val="00DA773D"/>
    <w:rsid w:val="00DB0455"/>
    <w:rsid w:val="00DB164C"/>
    <w:rsid w:val="00DB2093"/>
    <w:rsid w:val="00DB2265"/>
    <w:rsid w:val="00DB22A3"/>
    <w:rsid w:val="00DB2D10"/>
    <w:rsid w:val="00DB30E3"/>
    <w:rsid w:val="00DB3BEB"/>
    <w:rsid w:val="00DB3F48"/>
    <w:rsid w:val="00DB4478"/>
    <w:rsid w:val="00DB5B40"/>
    <w:rsid w:val="00DB615B"/>
    <w:rsid w:val="00DB75A1"/>
    <w:rsid w:val="00DB79B1"/>
    <w:rsid w:val="00DC0618"/>
    <w:rsid w:val="00DC35D4"/>
    <w:rsid w:val="00DC40F0"/>
    <w:rsid w:val="00DC438D"/>
    <w:rsid w:val="00DC4AD6"/>
    <w:rsid w:val="00DC4E07"/>
    <w:rsid w:val="00DC4EFF"/>
    <w:rsid w:val="00DC594E"/>
    <w:rsid w:val="00DC5C12"/>
    <w:rsid w:val="00DC5EA0"/>
    <w:rsid w:val="00DD200F"/>
    <w:rsid w:val="00DD2A9E"/>
    <w:rsid w:val="00DD381C"/>
    <w:rsid w:val="00DD4966"/>
    <w:rsid w:val="00DD621F"/>
    <w:rsid w:val="00DD7A9C"/>
    <w:rsid w:val="00DE0A5A"/>
    <w:rsid w:val="00DE1913"/>
    <w:rsid w:val="00DE1A87"/>
    <w:rsid w:val="00DE2CEE"/>
    <w:rsid w:val="00DE2E0D"/>
    <w:rsid w:val="00DE3539"/>
    <w:rsid w:val="00DE365C"/>
    <w:rsid w:val="00DE37A4"/>
    <w:rsid w:val="00DE39D7"/>
    <w:rsid w:val="00DE4C3C"/>
    <w:rsid w:val="00DE50A9"/>
    <w:rsid w:val="00DE5AFC"/>
    <w:rsid w:val="00DE5B65"/>
    <w:rsid w:val="00DE5C0B"/>
    <w:rsid w:val="00DE6984"/>
    <w:rsid w:val="00DF0077"/>
    <w:rsid w:val="00DF0647"/>
    <w:rsid w:val="00DF08A9"/>
    <w:rsid w:val="00DF1271"/>
    <w:rsid w:val="00DF1797"/>
    <w:rsid w:val="00DF287A"/>
    <w:rsid w:val="00DF2B83"/>
    <w:rsid w:val="00DF3593"/>
    <w:rsid w:val="00DF35C6"/>
    <w:rsid w:val="00DF408E"/>
    <w:rsid w:val="00DF65FB"/>
    <w:rsid w:val="00DF7133"/>
    <w:rsid w:val="00DF743E"/>
    <w:rsid w:val="00DF7CB7"/>
    <w:rsid w:val="00DF7E5A"/>
    <w:rsid w:val="00E0018F"/>
    <w:rsid w:val="00E0059D"/>
    <w:rsid w:val="00E00F01"/>
    <w:rsid w:val="00E02177"/>
    <w:rsid w:val="00E02FBF"/>
    <w:rsid w:val="00E033F8"/>
    <w:rsid w:val="00E03716"/>
    <w:rsid w:val="00E03A0F"/>
    <w:rsid w:val="00E041AC"/>
    <w:rsid w:val="00E0427E"/>
    <w:rsid w:val="00E04AC2"/>
    <w:rsid w:val="00E04E19"/>
    <w:rsid w:val="00E04EFF"/>
    <w:rsid w:val="00E0539A"/>
    <w:rsid w:val="00E05549"/>
    <w:rsid w:val="00E060D5"/>
    <w:rsid w:val="00E0723E"/>
    <w:rsid w:val="00E102A2"/>
    <w:rsid w:val="00E10A01"/>
    <w:rsid w:val="00E10E88"/>
    <w:rsid w:val="00E10F9B"/>
    <w:rsid w:val="00E11001"/>
    <w:rsid w:val="00E11F25"/>
    <w:rsid w:val="00E1226D"/>
    <w:rsid w:val="00E12B7C"/>
    <w:rsid w:val="00E1376D"/>
    <w:rsid w:val="00E13AE2"/>
    <w:rsid w:val="00E143BB"/>
    <w:rsid w:val="00E14F13"/>
    <w:rsid w:val="00E14F76"/>
    <w:rsid w:val="00E15050"/>
    <w:rsid w:val="00E15C13"/>
    <w:rsid w:val="00E15C87"/>
    <w:rsid w:val="00E15ED0"/>
    <w:rsid w:val="00E1672B"/>
    <w:rsid w:val="00E16B04"/>
    <w:rsid w:val="00E2025D"/>
    <w:rsid w:val="00E209A2"/>
    <w:rsid w:val="00E21243"/>
    <w:rsid w:val="00E21C31"/>
    <w:rsid w:val="00E22A8E"/>
    <w:rsid w:val="00E22D39"/>
    <w:rsid w:val="00E2365A"/>
    <w:rsid w:val="00E24860"/>
    <w:rsid w:val="00E25B1F"/>
    <w:rsid w:val="00E268C5"/>
    <w:rsid w:val="00E26DCC"/>
    <w:rsid w:val="00E272D2"/>
    <w:rsid w:val="00E279FB"/>
    <w:rsid w:val="00E27D12"/>
    <w:rsid w:val="00E31F18"/>
    <w:rsid w:val="00E327F2"/>
    <w:rsid w:val="00E329DB"/>
    <w:rsid w:val="00E32B2D"/>
    <w:rsid w:val="00E33B77"/>
    <w:rsid w:val="00E33F59"/>
    <w:rsid w:val="00E34037"/>
    <w:rsid w:val="00E357F3"/>
    <w:rsid w:val="00E36CCC"/>
    <w:rsid w:val="00E36E2A"/>
    <w:rsid w:val="00E372E2"/>
    <w:rsid w:val="00E37617"/>
    <w:rsid w:val="00E37688"/>
    <w:rsid w:val="00E37791"/>
    <w:rsid w:val="00E37966"/>
    <w:rsid w:val="00E4065A"/>
    <w:rsid w:val="00E40926"/>
    <w:rsid w:val="00E40D98"/>
    <w:rsid w:val="00E40E01"/>
    <w:rsid w:val="00E41167"/>
    <w:rsid w:val="00E41F22"/>
    <w:rsid w:val="00E42E2B"/>
    <w:rsid w:val="00E43804"/>
    <w:rsid w:val="00E43820"/>
    <w:rsid w:val="00E44783"/>
    <w:rsid w:val="00E44977"/>
    <w:rsid w:val="00E454B3"/>
    <w:rsid w:val="00E45A89"/>
    <w:rsid w:val="00E45C1A"/>
    <w:rsid w:val="00E460E9"/>
    <w:rsid w:val="00E4632E"/>
    <w:rsid w:val="00E47A61"/>
    <w:rsid w:val="00E502D6"/>
    <w:rsid w:val="00E5085D"/>
    <w:rsid w:val="00E51814"/>
    <w:rsid w:val="00E51E4C"/>
    <w:rsid w:val="00E52F0F"/>
    <w:rsid w:val="00E538F1"/>
    <w:rsid w:val="00E53A14"/>
    <w:rsid w:val="00E53CE5"/>
    <w:rsid w:val="00E55307"/>
    <w:rsid w:val="00E61596"/>
    <w:rsid w:val="00E62230"/>
    <w:rsid w:val="00E6228C"/>
    <w:rsid w:val="00E627B7"/>
    <w:rsid w:val="00E64B6B"/>
    <w:rsid w:val="00E65E09"/>
    <w:rsid w:val="00E6644D"/>
    <w:rsid w:val="00E665C3"/>
    <w:rsid w:val="00E67CCC"/>
    <w:rsid w:val="00E70AB1"/>
    <w:rsid w:val="00E70AFC"/>
    <w:rsid w:val="00E73231"/>
    <w:rsid w:val="00E7364D"/>
    <w:rsid w:val="00E7369B"/>
    <w:rsid w:val="00E74B68"/>
    <w:rsid w:val="00E74CD3"/>
    <w:rsid w:val="00E76E3C"/>
    <w:rsid w:val="00E76FD3"/>
    <w:rsid w:val="00E802B2"/>
    <w:rsid w:val="00E80F23"/>
    <w:rsid w:val="00E81508"/>
    <w:rsid w:val="00E816D4"/>
    <w:rsid w:val="00E81930"/>
    <w:rsid w:val="00E8309B"/>
    <w:rsid w:val="00E83C74"/>
    <w:rsid w:val="00E84075"/>
    <w:rsid w:val="00E84D24"/>
    <w:rsid w:val="00E85388"/>
    <w:rsid w:val="00E8568A"/>
    <w:rsid w:val="00E856D2"/>
    <w:rsid w:val="00E87167"/>
    <w:rsid w:val="00E9040B"/>
    <w:rsid w:val="00E90743"/>
    <w:rsid w:val="00E925A2"/>
    <w:rsid w:val="00E92C12"/>
    <w:rsid w:val="00E9300C"/>
    <w:rsid w:val="00E940FE"/>
    <w:rsid w:val="00E94128"/>
    <w:rsid w:val="00E941B8"/>
    <w:rsid w:val="00E94678"/>
    <w:rsid w:val="00E94B4C"/>
    <w:rsid w:val="00E951F4"/>
    <w:rsid w:val="00E95619"/>
    <w:rsid w:val="00E95B6F"/>
    <w:rsid w:val="00E96037"/>
    <w:rsid w:val="00E96B33"/>
    <w:rsid w:val="00E96BF2"/>
    <w:rsid w:val="00E97462"/>
    <w:rsid w:val="00EA01BC"/>
    <w:rsid w:val="00EA0283"/>
    <w:rsid w:val="00EA04C6"/>
    <w:rsid w:val="00EA09AA"/>
    <w:rsid w:val="00EA0BF1"/>
    <w:rsid w:val="00EA1462"/>
    <w:rsid w:val="00EA4E37"/>
    <w:rsid w:val="00EA65BE"/>
    <w:rsid w:val="00EA6804"/>
    <w:rsid w:val="00EB0D07"/>
    <w:rsid w:val="00EB11F9"/>
    <w:rsid w:val="00EB1326"/>
    <w:rsid w:val="00EB1826"/>
    <w:rsid w:val="00EB1DBE"/>
    <w:rsid w:val="00EB1FB3"/>
    <w:rsid w:val="00EB2815"/>
    <w:rsid w:val="00EB39F8"/>
    <w:rsid w:val="00EB3CE6"/>
    <w:rsid w:val="00EB419C"/>
    <w:rsid w:val="00EB45B9"/>
    <w:rsid w:val="00EB56D7"/>
    <w:rsid w:val="00EB6932"/>
    <w:rsid w:val="00EB7C80"/>
    <w:rsid w:val="00EC0340"/>
    <w:rsid w:val="00EC096A"/>
    <w:rsid w:val="00EC0EE1"/>
    <w:rsid w:val="00EC15FA"/>
    <w:rsid w:val="00EC2450"/>
    <w:rsid w:val="00EC2516"/>
    <w:rsid w:val="00EC2562"/>
    <w:rsid w:val="00EC2CB1"/>
    <w:rsid w:val="00EC3CEE"/>
    <w:rsid w:val="00EC3F3E"/>
    <w:rsid w:val="00EC4034"/>
    <w:rsid w:val="00EC4063"/>
    <w:rsid w:val="00EC4069"/>
    <w:rsid w:val="00EC5017"/>
    <w:rsid w:val="00EC6420"/>
    <w:rsid w:val="00EC71DB"/>
    <w:rsid w:val="00EC7A96"/>
    <w:rsid w:val="00ED0550"/>
    <w:rsid w:val="00ED06C5"/>
    <w:rsid w:val="00ED3355"/>
    <w:rsid w:val="00ED4F75"/>
    <w:rsid w:val="00ED6932"/>
    <w:rsid w:val="00ED7D5F"/>
    <w:rsid w:val="00EE0B19"/>
    <w:rsid w:val="00EE0CF9"/>
    <w:rsid w:val="00EE11E3"/>
    <w:rsid w:val="00EE2395"/>
    <w:rsid w:val="00EE2587"/>
    <w:rsid w:val="00EE2F0C"/>
    <w:rsid w:val="00EE362C"/>
    <w:rsid w:val="00EE3FB1"/>
    <w:rsid w:val="00EE412D"/>
    <w:rsid w:val="00EE430A"/>
    <w:rsid w:val="00EE4BB9"/>
    <w:rsid w:val="00EE511D"/>
    <w:rsid w:val="00EE5FA2"/>
    <w:rsid w:val="00EE6098"/>
    <w:rsid w:val="00EE6C9F"/>
    <w:rsid w:val="00EF297B"/>
    <w:rsid w:val="00EF2B8B"/>
    <w:rsid w:val="00EF42B7"/>
    <w:rsid w:val="00EF4355"/>
    <w:rsid w:val="00EF4606"/>
    <w:rsid w:val="00EF5B55"/>
    <w:rsid w:val="00EF5B6E"/>
    <w:rsid w:val="00EF68C7"/>
    <w:rsid w:val="00F00394"/>
    <w:rsid w:val="00F008FC"/>
    <w:rsid w:val="00F00AB9"/>
    <w:rsid w:val="00F01631"/>
    <w:rsid w:val="00F0200C"/>
    <w:rsid w:val="00F02E1E"/>
    <w:rsid w:val="00F03209"/>
    <w:rsid w:val="00F03225"/>
    <w:rsid w:val="00F03259"/>
    <w:rsid w:val="00F0365F"/>
    <w:rsid w:val="00F03A37"/>
    <w:rsid w:val="00F04092"/>
    <w:rsid w:val="00F046A8"/>
    <w:rsid w:val="00F054AA"/>
    <w:rsid w:val="00F0579F"/>
    <w:rsid w:val="00F069E8"/>
    <w:rsid w:val="00F06EE0"/>
    <w:rsid w:val="00F0751F"/>
    <w:rsid w:val="00F076C6"/>
    <w:rsid w:val="00F1064E"/>
    <w:rsid w:val="00F10758"/>
    <w:rsid w:val="00F107E3"/>
    <w:rsid w:val="00F110BD"/>
    <w:rsid w:val="00F111F8"/>
    <w:rsid w:val="00F112EC"/>
    <w:rsid w:val="00F1147E"/>
    <w:rsid w:val="00F128F7"/>
    <w:rsid w:val="00F134F5"/>
    <w:rsid w:val="00F13563"/>
    <w:rsid w:val="00F13B68"/>
    <w:rsid w:val="00F13B8A"/>
    <w:rsid w:val="00F14526"/>
    <w:rsid w:val="00F14AA5"/>
    <w:rsid w:val="00F1521D"/>
    <w:rsid w:val="00F152D9"/>
    <w:rsid w:val="00F166FD"/>
    <w:rsid w:val="00F16756"/>
    <w:rsid w:val="00F17CFD"/>
    <w:rsid w:val="00F2021A"/>
    <w:rsid w:val="00F21102"/>
    <w:rsid w:val="00F2149B"/>
    <w:rsid w:val="00F21877"/>
    <w:rsid w:val="00F21CC9"/>
    <w:rsid w:val="00F22123"/>
    <w:rsid w:val="00F22294"/>
    <w:rsid w:val="00F22C51"/>
    <w:rsid w:val="00F2396D"/>
    <w:rsid w:val="00F25C52"/>
    <w:rsid w:val="00F26494"/>
    <w:rsid w:val="00F2796A"/>
    <w:rsid w:val="00F3036F"/>
    <w:rsid w:val="00F31E96"/>
    <w:rsid w:val="00F32377"/>
    <w:rsid w:val="00F32A44"/>
    <w:rsid w:val="00F32CFB"/>
    <w:rsid w:val="00F32E12"/>
    <w:rsid w:val="00F34444"/>
    <w:rsid w:val="00F34CBC"/>
    <w:rsid w:val="00F35254"/>
    <w:rsid w:val="00F35AB3"/>
    <w:rsid w:val="00F40DE1"/>
    <w:rsid w:val="00F40FF1"/>
    <w:rsid w:val="00F42483"/>
    <w:rsid w:val="00F447FB"/>
    <w:rsid w:val="00F464AC"/>
    <w:rsid w:val="00F465A0"/>
    <w:rsid w:val="00F465D1"/>
    <w:rsid w:val="00F46BCF"/>
    <w:rsid w:val="00F4730F"/>
    <w:rsid w:val="00F47E5E"/>
    <w:rsid w:val="00F519A6"/>
    <w:rsid w:val="00F5223D"/>
    <w:rsid w:val="00F52CE8"/>
    <w:rsid w:val="00F54AC2"/>
    <w:rsid w:val="00F553EF"/>
    <w:rsid w:val="00F569D4"/>
    <w:rsid w:val="00F57963"/>
    <w:rsid w:val="00F6039A"/>
    <w:rsid w:val="00F618AA"/>
    <w:rsid w:val="00F6196F"/>
    <w:rsid w:val="00F61C66"/>
    <w:rsid w:val="00F62A99"/>
    <w:rsid w:val="00F64993"/>
    <w:rsid w:val="00F67A34"/>
    <w:rsid w:val="00F70A5B"/>
    <w:rsid w:val="00F70E70"/>
    <w:rsid w:val="00F70EE0"/>
    <w:rsid w:val="00F71CB1"/>
    <w:rsid w:val="00F73891"/>
    <w:rsid w:val="00F74F83"/>
    <w:rsid w:val="00F76348"/>
    <w:rsid w:val="00F763CA"/>
    <w:rsid w:val="00F773F5"/>
    <w:rsid w:val="00F77661"/>
    <w:rsid w:val="00F779C5"/>
    <w:rsid w:val="00F77E58"/>
    <w:rsid w:val="00F80C8C"/>
    <w:rsid w:val="00F80FDB"/>
    <w:rsid w:val="00F810B3"/>
    <w:rsid w:val="00F816DC"/>
    <w:rsid w:val="00F82197"/>
    <w:rsid w:val="00F82B11"/>
    <w:rsid w:val="00F83196"/>
    <w:rsid w:val="00F83A01"/>
    <w:rsid w:val="00F83BB6"/>
    <w:rsid w:val="00F84450"/>
    <w:rsid w:val="00F84B05"/>
    <w:rsid w:val="00F85645"/>
    <w:rsid w:val="00F856EB"/>
    <w:rsid w:val="00F86621"/>
    <w:rsid w:val="00F87076"/>
    <w:rsid w:val="00F87214"/>
    <w:rsid w:val="00F87808"/>
    <w:rsid w:val="00F879E5"/>
    <w:rsid w:val="00F90CFD"/>
    <w:rsid w:val="00F91120"/>
    <w:rsid w:val="00F91958"/>
    <w:rsid w:val="00F923C3"/>
    <w:rsid w:val="00F92607"/>
    <w:rsid w:val="00F92688"/>
    <w:rsid w:val="00F93ABB"/>
    <w:rsid w:val="00F93C49"/>
    <w:rsid w:val="00F944F5"/>
    <w:rsid w:val="00F95018"/>
    <w:rsid w:val="00F956A6"/>
    <w:rsid w:val="00F95732"/>
    <w:rsid w:val="00F97EDA"/>
    <w:rsid w:val="00FA004F"/>
    <w:rsid w:val="00FA1934"/>
    <w:rsid w:val="00FA1B0A"/>
    <w:rsid w:val="00FA259D"/>
    <w:rsid w:val="00FA3774"/>
    <w:rsid w:val="00FA396F"/>
    <w:rsid w:val="00FA4DE8"/>
    <w:rsid w:val="00FA527E"/>
    <w:rsid w:val="00FA52F1"/>
    <w:rsid w:val="00FA6AD9"/>
    <w:rsid w:val="00FA6F35"/>
    <w:rsid w:val="00FA74E1"/>
    <w:rsid w:val="00FA7763"/>
    <w:rsid w:val="00FA79FE"/>
    <w:rsid w:val="00FA7B36"/>
    <w:rsid w:val="00FB0277"/>
    <w:rsid w:val="00FB076D"/>
    <w:rsid w:val="00FB08C1"/>
    <w:rsid w:val="00FB0D73"/>
    <w:rsid w:val="00FB1E08"/>
    <w:rsid w:val="00FB1FD6"/>
    <w:rsid w:val="00FB2089"/>
    <w:rsid w:val="00FB20A2"/>
    <w:rsid w:val="00FB25AE"/>
    <w:rsid w:val="00FB2ADB"/>
    <w:rsid w:val="00FB47F8"/>
    <w:rsid w:val="00FB55CF"/>
    <w:rsid w:val="00FB68FC"/>
    <w:rsid w:val="00FB6AA7"/>
    <w:rsid w:val="00FB70CE"/>
    <w:rsid w:val="00FC08EE"/>
    <w:rsid w:val="00FC0CFA"/>
    <w:rsid w:val="00FC0F67"/>
    <w:rsid w:val="00FC1F12"/>
    <w:rsid w:val="00FC2C56"/>
    <w:rsid w:val="00FC3054"/>
    <w:rsid w:val="00FC4779"/>
    <w:rsid w:val="00FC5A21"/>
    <w:rsid w:val="00FC5C6D"/>
    <w:rsid w:val="00FC61E1"/>
    <w:rsid w:val="00FC71B2"/>
    <w:rsid w:val="00FC7323"/>
    <w:rsid w:val="00FC7D09"/>
    <w:rsid w:val="00FD07B8"/>
    <w:rsid w:val="00FD0BDA"/>
    <w:rsid w:val="00FD0D37"/>
    <w:rsid w:val="00FD1172"/>
    <w:rsid w:val="00FD12CF"/>
    <w:rsid w:val="00FD24E8"/>
    <w:rsid w:val="00FD2544"/>
    <w:rsid w:val="00FD2A55"/>
    <w:rsid w:val="00FD2C66"/>
    <w:rsid w:val="00FD30D5"/>
    <w:rsid w:val="00FD345D"/>
    <w:rsid w:val="00FD3C7A"/>
    <w:rsid w:val="00FD4154"/>
    <w:rsid w:val="00FD42E9"/>
    <w:rsid w:val="00FD600C"/>
    <w:rsid w:val="00FD6661"/>
    <w:rsid w:val="00FD666F"/>
    <w:rsid w:val="00FD6AD8"/>
    <w:rsid w:val="00FD6F04"/>
    <w:rsid w:val="00FD7525"/>
    <w:rsid w:val="00FD76D1"/>
    <w:rsid w:val="00FE0E10"/>
    <w:rsid w:val="00FE439C"/>
    <w:rsid w:val="00FE4AC8"/>
    <w:rsid w:val="00FE5E7E"/>
    <w:rsid w:val="00FE6A77"/>
    <w:rsid w:val="00FE7FD0"/>
    <w:rsid w:val="00FF2484"/>
    <w:rsid w:val="00FF2AFF"/>
    <w:rsid w:val="00FF37A4"/>
    <w:rsid w:val="00FF4108"/>
    <w:rsid w:val="00FF55F2"/>
    <w:rsid w:val="00FF5C01"/>
    <w:rsid w:val="00FF6B69"/>
    <w:rsid w:val="00FF6C90"/>
    <w:rsid w:val="00FF6E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495D6E"/>
  <w15:docId w15:val="{DFEC6B22-CD19-4D22-A7A9-A566AAA8C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4204"/>
    <w:pPr>
      <w:spacing w:after="120"/>
      <w:jc w:val="both"/>
    </w:pPr>
    <w:rPr>
      <w:rFonts w:ascii="Helvetica 45" w:hAnsi="Helvetica 45"/>
      <w:szCs w:val="24"/>
    </w:rPr>
  </w:style>
  <w:style w:type="paragraph" w:styleId="Heading1">
    <w:name w:val="heading 1"/>
    <w:basedOn w:val="ListParagraph"/>
    <w:next w:val="Normal"/>
    <w:link w:val="Heading1Char"/>
    <w:uiPriority w:val="9"/>
    <w:qFormat/>
    <w:rsid w:val="00C813B3"/>
    <w:pPr>
      <w:keepNext/>
      <w:numPr>
        <w:numId w:val="60"/>
      </w:numPr>
      <w:spacing w:before="300" w:after="300"/>
      <w:outlineLvl w:val="0"/>
    </w:pPr>
    <w:rPr>
      <w:rFonts w:ascii="Arial" w:hAnsi="Arial" w:cs="Arial"/>
      <w:bCs/>
      <w:kern w:val="32"/>
      <w:sz w:val="32"/>
      <w:szCs w:val="32"/>
    </w:rPr>
  </w:style>
  <w:style w:type="paragraph" w:styleId="Heading2">
    <w:name w:val="heading 2"/>
    <w:basedOn w:val="Normal"/>
    <w:next w:val="Normal"/>
    <w:link w:val="Heading2Char"/>
    <w:uiPriority w:val="9"/>
    <w:qFormat/>
    <w:rsid w:val="00D56B07"/>
    <w:pPr>
      <w:keepNext/>
      <w:numPr>
        <w:ilvl w:val="1"/>
        <w:numId w:val="60"/>
      </w:numPr>
      <w:spacing w:before="240" w:after="240"/>
      <w:outlineLvl w:val="1"/>
    </w:pPr>
    <w:rPr>
      <w:rFonts w:ascii="Arial" w:hAnsi="Arial" w:cs="Arial"/>
      <w:b/>
      <w:bCs/>
      <w:i/>
      <w:iCs/>
      <w:sz w:val="28"/>
      <w:szCs w:val="28"/>
    </w:rPr>
  </w:style>
  <w:style w:type="paragraph" w:styleId="Heading3">
    <w:name w:val="heading 3"/>
    <w:basedOn w:val="Normal"/>
    <w:next w:val="Normal"/>
    <w:link w:val="Heading3Char"/>
    <w:uiPriority w:val="9"/>
    <w:qFormat/>
    <w:rsid w:val="00C813B3"/>
    <w:pPr>
      <w:keepNext/>
      <w:numPr>
        <w:ilvl w:val="2"/>
        <w:numId w:val="60"/>
      </w:numPr>
      <w:spacing w:before="240" w:after="60"/>
      <w:outlineLvl w:val="2"/>
    </w:pPr>
    <w:rPr>
      <w:rFonts w:ascii="Arial" w:hAnsi="Arial" w:cs="Arial"/>
      <w:bCs/>
      <w:sz w:val="24"/>
      <w:lang w:val="en-GB"/>
    </w:rPr>
  </w:style>
  <w:style w:type="paragraph" w:styleId="Heading4">
    <w:name w:val="heading 4"/>
    <w:basedOn w:val="Normal"/>
    <w:next w:val="Normal"/>
    <w:qFormat/>
    <w:rsid w:val="003F37F6"/>
    <w:pPr>
      <w:keepNext/>
      <w:numPr>
        <w:ilvl w:val="3"/>
        <w:numId w:val="60"/>
      </w:numPr>
      <w:spacing w:before="220" w:after="160"/>
      <w:outlineLvl w:val="3"/>
    </w:pPr>
    <w:rPr>
      <w:rFonts w:ascii="Arial" w:hAnsi="Arial" w:cs="Arial"/>
      <w:bCs/>
      <w:i/>
      <w:sz w:val="22"/>
      <w:szCs w:val="22"/>
    </w:rPr>
  </w:style>
  <w:style w:type="paragraph" w:styleId="Heading5">
    <w:name w:val="heading 5"/>
    <w:basedOn w:val="Normal"/>
    <w:next w:val="Normal"/>
    <w:qFormat/>
    <w:rsid w:val="00C20A72"/>
    <w:pPr>
      <w:numPr>
        <w:ilvl w:val="4"/>
        <w:numId w:val="60"/>
      </w:numPr>
      <w:spacing w:before="240" w:after="60"/>
      <w:outlineLvl w:val="4"/>
    </w:pPr>
    <w:rPr>
      <w:b/>
      <w:bCs/>
      <w:i/>
      <w:iCs/>
      <w:sz w:val="26"/>
      <w:szCs w:val="26"/>
    </w:rPr>
  </w:style>
  <w:style w:type="paragraph" w:styleId="Heading6">
    <w:name w:val="heading 6"/>
    <w:basedOn w:val="Normal"/>
    <w:next w:val="Normal"/>
    <w:qFormat/>
    <w:rsid w:val="00C20A72"/>
    <w:pPr>
      <w:numPr>
        <w:ilvl w:val="5"/>
        <w:numId w:val="60"/>
      </w:numPr>
      <w:spacing w:before="240" w:after="60"/>
      <w:outlineLvl w:val="5"/>
    </w:pPr>
    <w:rPr>
      <w:rFonts w:ascii="Times New Roman" w:hAnsi="Times New Roman"/>
      <w:b/>
      <w:bCs/>
      <w:sz w:val="22"/>
      <w:szCs w:val="22"/>
    </w:rPr>
  </w:style>
  <w:style w:type="paragraph" w:styleId="Heading7">
    <w:name w:val="heading 7"/>
    <w:basedOn w:val="Normal"/>
    <w:next w:val="Normal"/>
    <w:link w:val="Heading7Char"/>
    <w:semiHidden/>
    <w:unhideWhenUsed/>
    <w:qFormat/>
    <w:rsid w:val="00C813B3"/>
    <w:pPr>
      <w:keepNext/>
      <w:keepLines/>
      <w:numPr>
        <w:ilvl w:val="6"/>
        <w:numId w:val="60"/>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C813B3"/>
    <w:pPr>
      <w:keepNext/>
      <w:keepLines/>
      <w:numPr>
        <w:ilvl w:val="7"/>
        <w:numId w:val="60"/>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C813B3"/>
    <w:pPr>
      <w:keepNext/>
      <w:keepLines/>
      <w:numPr>
        <w:ilvl w:val="8"/>
        <w:numId w:val="6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792518"/>
  </w:style>
  <w:style w:type="paragraph" w:customStyle="1" w:styleId="Pealkiri11">
    <w:name w:val="Pealkiri 11"/>
    <w:basedOn w:val="Heading1"/>
    <w:next w:val="Normal"/>
    <w:qFormat/>
    <w:rsid w:val="00273B1C"/>
    <w:pPr>
      <w:pageBreakBefore/>
      <w:numPr>
        <w:numId w:val="0"/>
      </w:numPr>
    </w:pPr>
    <w:rPr>
      <w:rFonts w:ascii="Helvetica 65" w:hAnsi="Helvetica 65"/>
      <w:b/>
    </w:rPr>
  </w:style>
  <w:style w:type="paragraph" w:customStyle="1" w:styleId="L6ik-tab">
    <w:name w:val="L6ik-tab"/>
    <w:basedOn w:val="Normal"/>
    <w:rsid w:val="00792518"/>
    <w:pPr>
      <w:ind w:firstLine="360"/>
    </w:pPr>
  </w:style>
  <w:style w:type="paragraph" w:customStyle="1" w:styleId="Pealkiri21">
    <w:name w:val="Pealkiri 21"/>
    <w:basedOn w:val="Heading3"/>
    <w:next w:val="Normal"/>
    <w:qFormat/>
    <w:rsid w:val="00E0018F"/>
    <w:pPr>
      <w:numPr>
        <w:ilvl w:val="0"/>
        <w:numId w:val="0"/>
      </w:numPr>
      <w:spacing w:before="220" w:after="160"/>
    </w:pPr>
    <w:rPr>
      <w:rFonts w:ascii="Helvetica 65" w:hAnsi="Helvetica 65"/>
      <w:b/>
    </w:rPr>
  </w:style>
  <w:style w:type="character" w:styleId="PageNumber">
    <w:name w:val="page number"/>
    <w:rsid w:val="00792518"/>
    <w:rPr>
      <w:rFonts w:ascii="Helvetica 45" w:hAnsi="Helvetica 45"/>
      <w:sz w:val="20"/>
    </w:rPr>
  </w:style>
  <w:style w:type="paragraph" w:styleId="Header">
    <w:name w:val="header"/>
    <w:basedOn w:val="Normal"/>
    <w:rsid w:val="00792518"/>
    <w:pPr>
      <w:tabs>
        <w:tab w:val="left" w:pos="4500"/>
      </w:tabs>
      <w:jc w:val="right"/>
    </w:pPr>
    <w:rPr>
      <w:sz w:val="16"/>
    </w:rPr>
  </w:style>
  <w:style w:type="paragraph" w:styleId="TOC3">
    <w:name w:val="toc 3"/>
    <w:basedOn w:val="Normal"/>
    <w:next w:val="Normal"/>
    <w:autoRedefine/>
    <w:uiPriority w:val="39"/>
    <w:rsid w:val="00792518"/>
    <w:pPr>
      <w:ind w:left="400"/>
    </w:pPr>
  </w:style>
  <w:style w:type="paragraph" w:customStyle="1" w:styleId="Pealkiri31">
    <w:name w:val="Pealkiri 31"/>
    <w:basedOn w:val="Normal"/>
    <w:next w:val="Normal"/>
    <w:rsid w:val="00EC5017"/>
    <w:rPr>
      <w:rFonts w:ascii="Helvetica 65" w:hAnsi="Helvetica 65"/>
    </w:rPr>
  </w:style>
  <w:style w:type="paragraph" w:styleId="TOC1">
    <w:name w:val="toc 1"/>
    <w:basedOn w:val="Normal"/>
    <w:next w:val="Normal"/>
    <w:autoRedefine/>
    <w:uiPriority w:val="39"/>
    <w:rsid w:val="002A04F1"/>
    <w:pPr>
      <w:tabs>
        <w:tab w:val="left" w:pos="400"/>
        <w:tab w:val="right" w:leader="dot" w:pos="8210"/>
      </w:tabs>
    </w:pPr>
  </w:style>
  <w:style w:type="paragraph" w:styleId="TOC2">
    <w:name w:val="toc 2"/>
    <w:basedOn w:val="Normal"/>
    <w:next w:val="Normal"/>
    <w:autoRedefine/>
    <w:uiPriority w:val="39"/>
    <w:rsid w:val="00792518"/>
    <w:pPr>
      <w:ind w:left="200"/>
    </w:pPr>
  </w:style>
  <w:style w:type="paragraph" w:styleId="TOC4">
    <w:name w:val="toc 4"/>
    <w:basedOn w:val="Normal"/>
    <w:next w:val="Normal"/>
    <w:autoRedefine/>
    <w:uiPriority w:val="39"/>
    <w:rsid w:val="00792518"/>
    <w:pPr>
      <w:ind w:left="600"/>
    </w:pPr>
  </w:style>
  <w:style w:type="paragraph" w:styleId="TOC5">
    <w:name w:val="toc 5"/>
    <w:basedOn w:val="Normal"/>
    <w:next w:val="Normal"/>
    <w:autoRedefine/>
    <w:semiHidden/>
    <w:rsid w:val="00792518"/>
    <w:pPr>
      <w:ind w:left="800"/>
    </w:pPr>
  </w:style>
  <w:style w:type="paragraph" w:styleId="TOC6">
    <w:name w:val="toc 6"/>
    <w:basedOn w:val="Normal"/>
    <w:next w:val="Normal"/>
    <w:autoRedefine/>
    <w:semiHidden/>
    <w:rsid w:val="00792518"/>
    <w:pPr>
      <w:ind w:left="1000"/>
    </w:pPr>
  </w:style>
  <w:style w:type="paragraph" w:styleId="TOC7">
    <w:name w:val="toc 7"/>
    <w:basedOn w:val="Normal"/>
    <w:next w:val="Normal"/>
    <w:autoRedefine/>
    <w:semiHidden/>
    <w:rsid w:val="00792518"/>
    <w:pPr>
      <w:ind w:left="1200"/>
    </w:pPr>
  </w:style>
  <w:style w:type="paragraph" w:styleId="TOC8">
    <w:name w:val="toc 8"/>
    <w:basedOn w:val="Normal"/>
    <w:next w:val="Normal"/>
    <w:autoRedefine/>
    <w:semiHidden/>
    <w:rsid w:val="00792518"/>
    <w:pPr>
      <w:ind w:left="1400"/>
    </w:pPr>
  </w:style>
  <w:style w:type="paragraph" w:styleId="TOC9">
    <w:name w:val="toc 9"/>
    <w:basedOn w:val="Normal"/>
    <w:next w:val="Normal"/>
    <w:autoRedefine/>
    <w:semiHidden/>
    <w:rsid w:val="00792518"/>
    <w:pPr>
      <w:ind w:left="1600"/>
    </w:pPr>
  </w:style>
  <w:style w:type="character" w:styleId="Hyperlink">
    <w:name w:val="Hyperlink"/>
    <w:uiPriority w:val="99"/>
    <w:rsid w:val="00792518"/>
    <w:rPr>
      <w:color w:val="0000FF"/>
      <w:u w:val="single"/>
    </w:rPr>
  </w:style>
  <w:style w:type="paragraph" w:styleId="DocumentMap">
    <w:name w:val="Document Map"/>
    <w:basedOn w:val="Normal"/>
    <w:semiHidden/>
    <w:rsid w:val="00236AE4"/>
    <w:pPr>
      <w:shd w:val="clear" w:color="auto" w:fill="000080"/>
    </w:pPr>
    <w:rPr>
      <w:rFonts w:ascii="Tahoma" w:hAnsi="Tahoma" w:cs="Tahoma"/>
    </w:rPr>
  </w:style>
  <w:style w:type="paragraph" w:customStyle="1" w:styleId="Tiitel1">
    <w:name w:val="Tiitel1"/>
    <w:basedOn w:val="Normal"/>
    <w:rsid w:val="00792518"/>
    <w:rPr>
      <w:rFonts w:ascii="Helvetica 65" w:hAnsi="Helvetica 65"/>
      <w:sz w:val="72"/>
    </w:rPr>
  </w:style>
  <w:style w:type="paragraph" w:styleId="BalloonText">
    <w:name w:val="Balloon Text"/>
    <w:basedOn w:val="Normal"/>
    <w:link w:val="BalloonTextChar"/>
    <w:uiPriority w:val="99"/>
    <w:semiHidden/>
    <w:rsid w:val="006C1932"/>
    <w:rPr>
      <w:rFonts w:ascii="Tahoma" w:hAnsi="Tahoma" w:cs="Tahoma"/>
      <w:sz w:val="16"/>
      <w:szCs w:val="16"/>
    </w:rPr>
  </w:style>
  <w:style w:type="character" w:customStyle="1" w:styleId="Heading2Char">
    <w:name w:val="Heading 2 Char"/>
    <w:link w:val="Heading2"/>
    <w:uiPriority w:val="9"/>
    <w:rsid w:val="00D56B07"/>
    <w:rPr>
      <w:rFonts w:ascii="Arial" w:hAnsi="Arial" w:cs="Arial"/>
      <w:b/>
      <w:bCs/>
      <w:i/>
      <w:iCs/>
      <w:sz w:val="28"/>
      <w:szCs w:val="28"/>
    </w:rPr>
  </w:style>
  <w:style w:type="paragraph" w:styleId="BodyTextIndent">
    <w:name w:val="Body Text Indent"/>
    <w:basedOn w:val="Normal"/>
    <w:rsid w:val="008936CB"/>
    <w:pPr>
      <w:ind w:left="2160"/>
      <w:jc w:val="left"/>
    </w:pPr>
    <w:rPr>
      <w:rFonts w:ascii="Times New Roman" w:hAnsi="Times New Roman"/>
      <w:color w:val="0000FF"/>
      <w:sz w:val="22"/>
      <w:szCs w:val="20"/>
      <w:lang w:eastAsia="et-EE"/>
    </w:rPr>
  </w:style>
  <w:style w:type="table" w:styleId="TableGrid">
    <w:name w:val="Table Grid"/>
    <w:basedOn w:val="TableNormal"/>
    <w:uiPriority w:val="59"/>
    <w:rsid w:val="00492786"/>
    <w:pPr>
      <w:spacing w:line="276"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iri1111">
    <w:name w:val="Pealkiri 1.1.1.1"/>
    <w:basedOn w:val="Heading3"/>
    <w:qFormat/>
    <w:rsid w:val="00BC0364"/>
    <w:pPr>
      <w:spacing w:after="120"/>
      <w:ind w:left="2443" w:hanging="646"/>
    </w:pPr>
    <w:rPr>
      <w:rFonts w:ascii="Helvetica 65" w:hAnsi="Helvetica 65"/>
      <w:b/>
      <w:bCs w:val="0"/>
    </w:rPr>
  </w:style>
  <w:style w:type="character" w:styleId="CommentReference">
    <w:name w:val="annotation reference"/>
    <w:rsid w:val="00360F6B"/>
    <w:rPr>
      <w:sz w:val="16"/>
      <w:szCs w:val="16"/>
    </w:rPr>
  </w:style>
  <w:style w:type="paragraph" w:styleId="CommentText">
    <w:name w:val="annotation text"/>
    <w:basedOn w:val="Normal"/>
    <w:link w:val="CommentTextChar"/>
    <w:rsid w:val="00360F6B"/>
    <w:rPr>
      <w:szCs w:val="20"/>
    </w:rPr>
  </w:style>
  <w:style w:type="paragraph" w:styleId="CommentSubject">
    <w:name w:val="annotation subject"/>
    <w:basedOn w:val="CommentText"/>
    <w:next w:val="CommentText"/>
    <w:semiHidden/>
    <w:rsid w:val="00360F6B"/>
    <w:rPr>
      <w:b/>
      <w:bCs/>
    </w:rPr>
  </w:style>
  <w:style w:type="paragraph" w:customStyle="1" w:styleId="kood">
    <w:name w:val="kood"/>
    <w:basedOn w:val="Normal"/>
    <w:link w:val="koodChar"/>
    <w:qFormat/>
    <w:rsid w:val="002417FF"/>
    <w:pPr>
      <w:pBdr>
        <w:top w:val="single" w:sz="4" w:space="1" w:color="auto"/>
        <w:left w:val="single" w:sz="4" w:space="4" w:color="auto"/>
        <w:bottom w:val="single" w:sz="4" w:space="1" w:color="auto"/>
        <w:right w:val="single" w:sz="4" w:space="4" w:color="auto"/>
      </w:pBdr>
      <w:shd w:val="clear" w:color="auto" w:fill="EEECE1" w:themeFill="background2"/>
      <w:spacing w:before="120"/>
      <w:ind w:left="907"/>
      <w:contextualSpacing/>
      <w:jc w:val="left"/>
      <w:textboxTightWrap w:val="allLines"/>
    </w:pPr>
    <w:rPr>
      <w:rFonts w:ascii="Courier New" w:hAnsi="Courier New"/>
      <w:sz w:val="18"/>
    </w:rPr>
  </w:style>
  <w:style w:type="character" w:customStyle="1" w:styleId="koodChar">
    <w:name w:val="kood Char"/>
    <w:link w:val="kood"/>
    <w:rsid w:val="002417FF"/>
    <w:rPr>
      <w:rFonts w:ascii="Courier New" w:hAnsi="Courier New"/>
      <w:sz w:val="18"/>
      <w:szCs w:val="24"/>
      <w:shd w:val="clear" w:color="auto" w:fill="EEECE1" w:themeFill="background2"/>
      <w:lang w:val="et-EE"/>
    </w:rPr>
  </w:style>
  <w:style w:type="character" w:customStyle="1" w:styleId="Heading1Char">
    <w:name w:val="Heading 1 Char"/>
    <w:link w:val="Heading1"/>
    <w:uiPriority w:val="9"/>
    <w:rsid w:val="00C813B3"/>
    <w:rPr>
      <w:rFonts w:ascii="Arial" w:hAnsi="Arial" w:cs="Arial"/>
      <w:bCs/>
      <w:kern w:val="32"/>
      <w:sz w:val="32"/>
      <w:szCs w:val="32"/>
    </w:rPr>
  </w:style>
  <w:style w:type="paragraph" w:styleId="ListParagraph">
    <w:name w:val="List Paragraph"/>
    <w:basedOn w:val="Normal"/>
    <w:link w:val="ListParagraphChar"/>
    <w:uiPriority w:val="34"/>
    <w:qFormat/>
    <w:rsid w:val="00244427"/>
    <w:pPr>
      <w:jc w:val="left"/>
    </w:pPr>
  </w:style>
  <w:style w:type="paragraph" w:customStyle="1" w:styleId="Sourcecode">
    <w:name w:val="Sourcecode"/>
    <w:basedOn w:val="Normal"/>
    <w:link w:val="SourcecodeChar"/>
    <w:rsid w:val="00BE2749"/>
    <w:pPr>
      <w:widowControl w:val="0"/>
      <w:suppressAutoHyphens/>
      <w:autoSpaceDE w:val="0"/>
      <w:autoSpaceDN w:val="0"/>
      <w:jc w:val="left"/>
      <w:textAlignment w:val="baseline"/>
    </w:pPr>
    <w:rPr>
      <w:rFonts w:ascii="Courier" w:eastAsia="Courier New" w:hAnsi="Courier" w:cs="Courier New"/>
      <w:color w:val="000000"/>
      <w:kern w:val="3"/>
      <w:szCs w:val="20"/>
      <w:lang w:eastAsia="et-EE" w:bidi="et-EE"/>
    </w:rPr>
  </w:style>
  <w:style w:type="paragraph" w:customStyle="1" w:styleId="DecimalAligned">
    <w:name w:val="Decimal Aligned"/>
    <w:basedOn w:val="Normal"/>
    <w:uiPriority w:val="40"/>
    <w:qFormat/>
    <w:rsid w:val="00BE2749"/>
    <w:pPr>
      <w:tabs>
        <w:tab w:val="decimal" w:pos="360"/>
      </w:tabs>
      <w:spacing w:after="200"/>
      <w:jc w:val="left"/>
    </w:pPr>
    <w:rPr>
      <w:rFonts w:ascii="Calibri" w:eastAsia="Calibri" w:hAnsi="Calibri"/>
      <w:sz w:val="22"/>
      <w:szCs w:val="22"/>
      <w:lang w:eastAsia="ja-JP"/>
    </w:rPr>
  </w:style>
  <w:style w:type="paragraph" w:styleId="FootnoteText">
    <w:name w:val="footnote text"/>
    <w:basedOn w:val="Normal"/>
    <w:link w:val="FootnoteTextChar"/>
    <w:uiPriority w:val="99"/>
    <w:unhideWhenUsed/>
    <w:rsid w:val="00BE2749"/>
    <w:pPr>
      <w:jc w:val="left"/>
    </w:pPr>
    <w:rPr>
      <w:rFonts w:ascii="Calibri" w:hAnsi="Calibri"/>
      <w:szCs w:val="20"/>
      <w:lang w:eastAsia="ja-JP"/>
    </w:rPr>
  </w:style>
  <w:style w:type="character" w:customStyle="1" w:styleId="FootnoteTextChar">
    <w:name w:val="Footnote Text Char"/>
    <w:link w:val="FootnoteText"/>
    <w:uiPriority w:val="99"/>
    <w:rsid w:val="00BE2749"/>
    <w:rPr>
      <w:rFonts w:ascii="Calibri" w:hAnsi="Calibri"/>
      <w:lang w:eastAsia="ja-JP"/>
    </w:rPr>
  </w:style>
  <w:style w:type="character" w:styleId="SubtleEmphasis">
    <w:name w:val="Subtle Emphasis"/>
    <w:uiPriority w:val="19"/>
    <w:qFormat/>
    <w:rsid w:val="00BE2749"/>
    <w:rPr>
      <w:i/>
      <w:iCs/>
      <w:color w:val="7F7F7F"/>
    </w:rPr>
  </w:style>
  <w:style w:type="table" w:styleId="MediumShading2-Accent5">
    <w:name w:val="Medium Shading 2 Accent 5"/>
    <w:basedOn w:val="TableNormal"/>
    <w:uiPriority w:val="64"/>
    <w:rsid w:val="00BE2749"/>
    <w:rPr>
      <w:rFonts w:ascii="Calibri" w:hAnsi="Calibri"/>
      <w:sz w:val="22"/>
      <w:szCs w:val="22"/>
      <w:lang w:eastAsia="ja-JP"/>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Heading3Char">
    <w:name w:val="Heading 3 Char"/>
    <w:link w:val="Heading3"/>
    <w:uiPriority w:val="9"/>
    <w:rsid w:val="00C813B3"/>
    <w:rPr>
      <w:rFonts w:ascii="Arial" w:hAnsi="Arial" w:cs="Arial"/>
      <w:bCs/>
      <w:sz w:val="24"/>
      <w:szCs w:val="24"/>
      <w:lang w:val="en-GB"/>
    </w:rPr>
  </w:style>
  <w:style w:type="paragraph" w:styleId="HTMLPreformatted">
    <w:name w:val="HTML Preformatted"/>
    <w:basedOn w:val="Normal"/>
    <w:link w:val="HTMLPreformattedChar"/>
    <w:uiPriority w:val="99"/>
    <w:unhideWhenUsed/>
    <w:rsid w:val="00BE2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Cs w:val="20"/>
    </w:rPr>
  </w:style>
  <w:style w:type="character" w:customStyle="1" w:styleId="HTMLPreformattedChar">
    <w:name w:val="HTML Preformatted Char"/>
    <w:link w:val="HTMLPreformatted"/>
    <w:uiPriority w:val="99"/>
    <w:rsid w:val="00BE2749"/>
    <w:rPr>
      <w:rFonts w:ascii="Courier New" w:hAnsi="Courier New" w:cs="Courier New"/>
    </w:rPr>
  </w:style>
  <w:style w:type="character" w:customStyle="1" w:styleId="BalloonTextChar">
    <w:name w:val="Balloon Text Char"/>
    <w:link w:val="BalloonText"/>
    <w:uiPriority w:val="99"/>
    <w:semiHidden/>
    <w:rsid w:val="00BE2749"/>
    <w:rPr>
      <w:rFonts w:ascii="Tahoma" w:hAnsi="Tahoma" w:cs="Tahoma"/>
      <w:sz w:val="16"/>
      <w:szCs w:val="16"/>
      <w:lang w:val="et-EE"/>
    </w:rPr>
  </w:style>
  <w:style w:type="paragraph" w:customStyle="1" w:styleId="Standard">
    <w:name w:val="Standard"/>
    <w:rsid w:val="00BE2749"/>
    <w:pPr>
      <w:widowControl w:val="0"/>
      <w:suppressAutoHyphens/>
      <w:autoSpaceDN w:val="0"/>
      <w:textAlignment w:val="baseline"/>
    </w:pPr>
    <w:rPr>
      <w:rFonts w:ascii="Thorndale" w:eastAsia="HG Mincho Light J" w:hAnsi="Thorndale" w:cs="Arial Unicode MS"/>
      <w:color w:val="000000"/>
      <w:kern w:val="3"/>
      <w:sz w:val="24"/>
      <w:szCs w:val="24"/>
      <w:lang w:eastAsia="et-EE" w:bidi="et-EE"/>
    </w:rPr>
  </w:style>
  <w:style w:type="paragraph" w:customStyle="1" w:styleId="Textbody">
    <w:name w:val="Text body"/>
    <w:basedOn w:val="Standard"/>
    <w:rsid w:val="00BE2749"/>
    <w:pPr>
      <w:spacing w:after="120"/>
    </w:pPr>
    <w:rPr>
      <w:rFonts w:ascii="Arial" w:hAnsi="Arial"/>
    </w:rPr>
  </w:style>
  <w:style w:type="character" w:customStyle="1" w:styleId="Internetlink">
    <w:name w:val="Internet link"/>
    <w:rsid w:val="00BE2749"/>
    <w:rPr>
      <w:color w:val="000080"/>
      <w:u w:val="single"/>
    </w:rPr>
  </w:style>
  <w:style w:type="character" w:customStyle="1" w:styleId="CommentTextChar">
    <w:name w:val="Comment Text Char"/>
    <w:link w:val="CommentText"/>
    <w:rsid w:val="00BE2749"/>
    <w:rPr>
      <w:rFonts w:ascii="Helvetica 45" w:hAnsi="Helvetica 45"/>
      <w:lang w:val="et-EE"/>
    </w:rPr>
  </w:style>
  <w:style w:type="table" w:styleId="MediumGrid3-Accent3">
    <w:name w:val="Medium Grid 3 Accent 3"/>
    <w:basedOn w:val="TableNormal"/>
    <w:uiPriority w:val="69"/>
    <w:rsid w:val="00BE2749"/>
    <w:rPr>
      <w:rFonts w:ascii="Calibri" w:eastAsia="Calibri" w:hAnsi="Calibri"/>
      <w:sz w:val="22"/>
      <w:szCs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5">
    <w:name w:val="Medium Grid 3 Accent 5"/>
    <w:basedOn w:val="TableNormal"/>
    <w:uiPriority w:val="69"/>
    <w:rsid w:val="00BE2749"/>
    <w:rPr>
      <w:rFonts w:ascii="Calibri" w:eastAsia="Calibri" w:hAnsi="Calibri"/>
      <w:sz w:val="22"/>
      <w:szCs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1">
    <w:name w:val="Medium Grid 3 Accent 1"/>
    <w:basedOn w:val="TableNormal"/>
    <w:uiPriority w:val="69"/>
    <w:rsid w:val="00BE2749"/>
    <w:rPr>
      <w:rFonts w:ascii="Calibri" w:eastAsia="Calibri" w:hAnsi="Calibri"/>
      <w:sz w:val="22"/>
      <w:szCs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
    <w:name w:val="Medium Grid 3"/>
    <w:basedOn w:val="TableNormal"/>
    <w:uiPriority w:val="69"/>
    <w:rsid w:val="00BE2749"/>
    <w:rPr>
      <w:rFonts w:ascii="Calibri" w:eastAsia="Calibri" w:hAnsi="Calibri"/>
      <w:sz w:val="22"/>
      <w:szCs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character" w:styleId="HTMLTypewriter">
    <w:name w:val="HTML Typewriter"/>
    <w:uiPriority w:val="99"/>
    <w:unhideWhenUsed/>
    <w:rsid w:val="00BE2749"/>
    <w:rPr>
      <w:rFonts w:ascii="Courier New" w:eastAsia="Times New Roman" w:hAnsi="Courier New" w:cs="Courier New"/>
      <w:sz w:val="20"/>
      <w:szCs w:val="20"/>
    </w:rPr>
  </w:style>
  <w:style w:type="table" w:styleId="LightList">
    <w:name w:val="Light List"/>
    <w:basedOn w:val="TableNormal"/>
    <w:uiPriority w:val="61"/>
    <w:rsid w:val="00BE2749"/>
    <w:rPr>
      <w:rFonts w:ascii="Calibri" w:eastAsia="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styleId="HTMLCode">
    <w:name w:val="HTML Code"/>
    <w:uiPriority w:val="99"/>
    <w:unhideWhenUsed/>
    <w:rsid w:val="00BE2749"/>
    <w:rPr>
      <w:rFonts w:ascii="Courier New" w:eastAsia="Times New Roman" w:hAnsi="Courier New" w:cs="Courier New"/>
      <w:sz w:val="20"/>
      <w:szCs w:val="20"/>
    </w:rPr>
  </w:style>
  <w:style w:type="paragraph" w:customStyle="1" w:styleId="kooddepr">
    <w:name w:val="kood (depr)"/>
    <w:basedOn w:val="kood"/>
    <w:link w:val="kooddeprChar"/>
    <w:qFormat/>
    <w:rsid w:val="004D346C"/>
    <w:pPr>
      <w:pBdr>
        <w:top w:val="dashed" w:sz="4" w:space="1" w:color="auto"/>
        <w:left w:val="dashed" w:sz="4" w:space="4" w:color="auto"/>
        <w:bottom w:val="dashed" w:sz="4" w:space="1" w:color="auto"/>
        <w:right w:val="dashed" w:sz="4" w:space="4" w:color="auto"/>
      </w:pBdr>
    </w:pPr>
  </w:style>
  <w:style w:type="paragraph" w:customStyle="1" w:styleId="eclipse">
    <w:name w:val="eclipse"/>
    <w:basedOn w:val="Normal"/>
    <w:link w:val="eclipseChar"/>
    <w:qFormat/>
    <w:rsid w:val="00344ABD"/>
    <w:pPr>
      <w:pBdr>
        <w:top w:val="single" w:sz="4" w:space="1" w:color="auto"/>
        <w:left w:val="single" w:sz="4" w:space="4" w:color="auto"/>
        <w:bottom w:val="single" w:sz="4" w:space="1" w:color="auto"/>
        <w:right w:val="single" w:sz="4" w:space="4" w:color="auto"/>
      </w:pBdr>
      <w:shd w:val="clear" w:color="auto" w:fill="EEECE1" w:themeFill="background2"/>
      <w:autoSpaceDE w:val="0"/>
      <w:autoSpaceDN w:val="0"/>
      <w:adjustRightInd w:val="0"/>
      <w:spacing w:before="120"/>
      <w:ind w:left="851"/>
      <w:contextualSpacing/>
      <w:jc w:val="left"/>
    </w:pPr>
    <w:rPr>
      <w:rFonts w:ascii="Consolas" w:hAnsi="Consolas" w:cs="Consolas"/>
      <w:color w:val="000000"/>
      <w:sz w:val="18"/>
      <w:szCs w:val="20"/>
    </w:rPr>
  </w:style>
  <w:style w:type="character" w:customStyle="1" w:styleId="kooddeprChar">
    <w:name w:val="kood (depr) Char"/>
    <w:basedOn w:val="koodChar"/>
    <w:link w:val="kooddepr"/>
    <w:rsid w:val="004D346C"/>
    <w:rPr>
      <w:rFonts w:ascii="Courier New" w:hAnsi="Courier New"/>
      <w:sz w:val="18"/>
      <w:szCs w:val="24"/>
      <w:shd w:val="clear" w:color="auto" w:fill="EEECE1" w:themeFill="background2"/>
      <w:lang w:val="et-EE"/>
    </w:rPr>
  </w:style>
  <w:style w:type="paragraph" w:customStyle="1" w:styleId="Ecl-param">
    <w:name w:val="Ecl-param"/>
    <w:basedOn w:val="eclipse"/>
    <w:link w:val="Ecl-paramChar"/>
    <w:qFormat/>
    <w:rsid w:val="007977D1"/>
    <w:rPr>
      <w:iCs/>
      <w:color w:val="0000C0"/>
    </w:rPr>
  </w:style>
  <w:style w:type="character" w:customStyle="1" w:styleId="eclipseChar">
    <w:name w:val="eclipse Char"/>
    <w:basedOn w:val="DefaultParagraphFont"/>
    <w:link w:val="eclipse"/>
    <w:rsid w:val="00344ABD"/>
    <w:rPr>
      <w:rFonts w:ascii="Consolas" w:hAnsi="Consolas" w:cs="Consolas"/>
      <w:color w:val="000000"/>
      <w:sz w:val="18"/>
      <w:shd w:val="clear" w:color="auto" w:fill="EEECE1" w:themeFill="background2"/>
    </w:rPr>
  </w:style>
  <w:style w:type="paragraph" w:customStyle="1" w:styleId="ecl-string">
    <w:name w:val="ecl-string"/>
    <w:basedOn w:val="eclipse"/>
    <w:link w:val="ecl-stringChar"/>
    <w:qFormat/>
    <w:rsid w:val="007977D1"/>
    <w:rPr>
      <w:i/>
      <w:iCs/>
      <w:color w:val="0000C0"/>
    </w:rPr>
  </w:style>
  <w:style w:type="character" w:customStyle="1" w:styleId="Ecl-paramChar">
    <w:name w:val="Ecl-param Char"/>
    <w:basedOn w:val="eclipseChar"/>
    <w:link w:val="Ecl-param"/>
    <w:rsid w:val="007977D1"/>
    <w:rPr>
      <w:rFonts w:ascii="Consolas" w:hAnsi="Consolas" w:cs="Consolas"/>
      <w:iCs/>
      <w:color w:val="0000C0"/>
      <w:sz w:val="18"/>
      <w:shd w:val="clear" w:color="auto" w:fill="EEECE1" w:themeFill="background2"/>
    </w:rPr>
  </w:style>
  <w:style w:type="paragraph" w:customStyle="1" w:styleId="ecl-method">
    <w:name w:val="ecl-method"/>
    <w:basedOn w:val="kood"/>
    <w:link w:val="ecl-methodChar"/>
    <w:qFormat/>
    <w:rsid w:val="007977D1"/>
    <w:rPr>
      <w:rFonts w:ascii="Consolas" w:hAnsi="Consolas" w:cs="Consolas"/>
      <w:i/>
      <w:iCs/>
      <w:color w:val="000000"/>
      <w:szCs w:val="20"/>
    </w:rPr>
  </w:style>
  <w:style w:type="character" w:customStyle="1" w:styleId="ecl-stringChar">
    <w:name w:val="ecl-string Char"/>
    <w:basedOn w:val="eclipseChar"/>
    <w:link w:val="ecl-string"/>
    <w:rsid w:val="007977D1"/>
    <w:rPr>
      <w:rFonts w:ascii="Consolas" w:hAnsi="Consolas" w:cs="Consolas"/>
      <w:i/>
      <w:iCs/>
      <w:color w:val="0000C0"/>
      <w:sz w:val="18"/>
      <w:shd w:val="clear" w:color="auto" w:fill="EEECE1" w:themeFill="background2"/>
    </w:rPr>
  </w:style>
  <w:style w:type="paragraph" w:customStyle="1" w:styleId="ecl-comment">
    <w:name w:val="ecl-comment"/>
    <w:basedOn w:val="eclipse"/>
    <w:link w:val="ecl-commentChar"/>
    <w:qFormat/>
    <w:rsid w:val="003A2BE3"/>
    <w:pPr>
      <w:spacing w:before="0" w:after="0"/>
    </w:pPr>
    <w:rPr>
      <w:color w:val="339933"/>
      <w:szCs w:val="18"/>
    </w:rPr>
  </w:style>
  <w:style w:type="character" w:customStyle="1" w:styleId="ecl-methodChar">
    <w:name w:val="ecl-method Char"/>
    <w:basedOn w:val="koodChar"/>
    <w:link w:val="ecl-method"/>
    <w:rsid w:val="007977D1"/>
    <w:rPr>
      <w:rFonts w:ascii="Consolas" w:hAnsi="Consolas" w:cs="Consolas"/>
      <w:i/>
      <w:iCs/>
      <w:color w:val="000000"/>
      <w:sz w:val="18"/>
      <w:szCs w:val="24"/>
      <w:shd w:val="clear" w:color="auto" w:fill="EEECE1" w:themeFill="background2"/>
      <w:lang w:val="et-EE"/>
    </w:rPr>
  </w:style>
  <w:style w:type="paragraph" w:customStyle="1" w:styleId="ecl-depr">
    <w:name w:val="ecl-depr"/>
    <w:basedOn w:val="eclipse"/>
    <w:link w:val="ecl-deprChar"/>
    <w:qFormat/>
    <w:rsid w:val="00F71CB1"/>
    <w:pPr>
      <w:pBdr>
        <w:top w:val="dashed" w:sz="4" w:space="1" w:color="auto"/>
        <w:left w:val="dashed" w:sz="4" w:space="4" w:color="auto"/>
        <w:bottom w:val="dashed" w:sz="4" w:space="1" w:color="auto"/>
        <w:right w:val="dashed" w:sz="4" w:space="4" w:color="auto"/>
      </w:pBdr>
    </w:pPr>
    <w:rPr>
      <w:color w:val="auto"/>
      <w:szCs w:val="18"/>
    </w:rPr>
  </w:style>
  <w:style w:type="character" w:customStyle="1" w:styleId="ecl-commentChar">
    <w:name w:val="ecl-comment Char"/>
    <w:basedOn w:val="eclipseChar"/>
    <w:link w:val="ecl-comment"/>
    <w:rsid w:val="003A2BE3"/>
    <w:rPr>
      <w:rFonts w:ascii="Consolas" w:hAnsi="Consolas" w:cs="Consolas"/>
      <w:color w:val="339933"/>
      <w:sz w:val="18"/>
      <w:szCs w:val="18"/>
      <w:shd w:val="clear" w:color="auto" w:fill="EEECE1" w:themeFill="background2"/>
    </w:rPr>
  </w:style>
  <w:style w:type="paragraph" w:customStyle="1" w:styleId="utility-command">
    <w:name w:val="utility-command"/>
    <w:basedOn w:val="eclipse"/>
    <w:link w:val="utility-commandChar"/>
    <w:qFormat/>
    <w:rsid w:val="0004750B"/>
    <w:pPr>
      <w:shd w:val="clear" w:color="auto" w:fill="C6D9F1" w:themeFill="text2" w:themeFillTint="33"/>
    </w:pPr>
  </w:style>
  <w:style w:type="character" w:customStyle="1" w:styleId="ecl-deprChar">
    <w:name w:val="ecl-depr Char"/>
    <w:basedOn w:val="eclipseChar"/>
    <w:link w:val="ecl-depr"/>
    <w:rsid w:val="00F71CB1"/>
    <w:rPr>
      <w:rFonts w:ascii="Consolas" w:hAnsi="Consolas" w:cs="Consolas"/>
      <w:color w:val="000000"/>
      <w:sz w:val="18"/>
      <w:szCs w:val="18"/>
      <w:shd w:val="clear" w:color="auto" w:fill="EEECE1" w:themeFill="background2"/>
    </w:rPr>
  </w:style>
  <w:style w:type="paragraph" w:customStyle="1" w:styleId="config">
    <w:name w:val="config"/>
    <w:basedOn w:val="Sourcecode"/>
    <w:link w:val="configChar"/>
    <w:qFormat/>
    <w:rsid w:val="00B64F41"/>
    <w:pPr>
      <w:pBdr>
        <w:top w:val="single" w:sz="4" w:space="1" w:color="auto" w:shadow="1"/>
        <w:left w:val="single" w:sz="4" w:space="4" w:color="auto" w:shadow="1"/>
        <w:bottom w:val="single" w:sz="4" w:space="1" w:color="auto" w:shadow="1"/>
        <w:right w:val="single" w:sz="4" w:space="4" w:color="auto" w:shadow="1"/>
      </w:pBdr>
      <w:shd w:val="clear" w:color="auto" w:fill="EAF1DD" w:themeFill="accent3" w:themeFillTint="33"/>
      <w:spacing w:before="120"/>
      <w:ind w:left="567"/>
      <w:contextualSpacing/>
    </w:pPr>
    <w:rPr>
      <w:rFonts w:ascii="Consolas" w:hAnsi="Consolas"/>
      <w:sz w:val="18"/>
      <w:szCs w:val="18"/>
    </w:rPr>
  </w:style>
  <w:style w:type="character" w:customStyle="1" w:styleId="utility-commandChar">
    <w:name w:val="utility-command Char"/>
    <w:basedOn w:val="eclipseChar"/>
    <w:link w:val="utility-command"/>
    <w:rsid w:val="0004750B"/>
    <w:rPr>
      <w:rFonts w:ascii="Consolas" w:hAnsi="Consolas" w:cs="Consolas"/>
      <w:color w:val="000000"/>
      <w:sz w:val="18"/>
      <w:shd w:val="clear" w:color="auto" w:fill="C6D9F1" w:themeFill="text2" w:themeFillTint="33"/>
    </w:rPr>
  </w:style>
  <w:style w:type="paragraph" w:customStyle="1" w:styleId="bat">
    <w:name w:val="bat"/>
    <w:basedOn w:val="config"/>
    <w:link w:val="batChar"/>
    <w:qFormat/>
    <w:rsid w:val="004553E4"/>
    <w:pPr>
      <w:pBdr>
        <w:top w:val="single" w:sz="4" w:space="12" w:color="auto" w:shadow="1"/>
        <w:bottom w:val="single" w:sz="4" w:space="12" w:color="auto" w:shadow="1"/>
      </w:pBdr>
      <w:shd w:val="clear" w:color="auto" w:fill="FFFFFF" w:themeFill="background1"/>
      <w:ind w:right="113"/>
    </w:pPr>
  </w:style>
  <w:style w:type="character" w:customStyle="1" w:styleId="SourcecodeChar">
    <w:name w:val="Sourcecode Char"/>
    <w:basedOn w:val="DefaultParagraphFont"/>
    <w:link w:val="Sourcecode"/>
    <w:rsid w:val="003C7F3E"/>
    <w:rPr>
      <w:rFonts w:ascii="Courier" w:eastAsia="Courier New" w:hAnsi="Courier" w:cs="Courier New"/>
      <w:color w:val="000000"/>
      <w:kern w:val="3"/>
      <w:lang w:eastAsia="et-EE" w:bidi="et-EE"/>
    </w:rPr>
  </w:style>
  <w:style w:type="character" w:customStyle="1" w:styleId="configChar">
    <w:name w:val="config Char"/>
    <w:basedOn w:val="SourcecodeChar"/>
    <w:link w:val="config"/>
    <w:rsid w:val="00B64F41"/>
    <w:rPr>
      <w:rFonts w:ascii="Consolas" w:eastAsia="Courier New" w:hAnsi="Consolas" w:cs="Courier New"/>
      <w:color w:val="000000"/>
      <w:kern w:val="3"/>
      <w:sz w:val="18"/>
      <w:szCs w:val="18"/>
      <w:shd w:val="clear" w:color="auto" w:fill="EAF1DD" w:themeFill="accent3" w:themeFillTint="33"/>
      <w:lang w:eastAsia="et-EE" w:bidi="et-EE"/>
    </w:rPr>
  </w:style>
  <w:style w:type="table" w:customStyle="1" w:styleId="Parameters">
    <w:name w:val="Parameters"/>
    <w:basedOn w:val="TableElegant"/>
    <w:uiPriority w:val="99"/>
    <w:rsid w:val="003B7E69"/>
    <w:pPr>
      <w:ind w:left="113"/>
    </w:pPr>
    <w:rPr>
      <w:rFonts w:ascii="Helvetica 45" w:hAnsi="Helvetica 45"/>
      <w:color w:val="000000" w:themeColor="text1"/>
      <w:sz w:val="18"/>
      <w:lang w:val="et-EE" w:eastAsia="et-EE"/>
    </w:rPr>
    <w:tblPr>
      <w:tblBorders>
        <w:top w:val="none" w:sz="0" w:space="0" w:color="auto"/>
        <w:left w:val="none" w:sz="0" w:space="0" w:color="auto"/>
        <w:bottom w:val="none" w:sz="0" w:space="0" w:color="auto"/>
        <w:right w:val="none" w:sz="0" w:space="0" w:color="auto"/>
        <w:insideH w:val="single" w:sz="4" w:space="0" w:color="auto"/>
        <w:insideV w:val="single" w:sz="4" w:space="0" w:color="auto"/>
      </w:tblBorders>
    </w:tblPr>
    <w:tcPr>
      <w:shd w:val="clear" w:color="auto" w:fill="auto"/>
    </w:tcPr>
    <w:tblStylePr w:type="firstRow">
      <w:rPr>
        <w:rFonts w:asciiTheme="minorHAnsi" w:hAnsiTheme="minorHAnsi"/>
        <w:b w:val="0"/>
        <w:i w:val="0"/>
        <w:caps w:val="0"/>
        <w:color w:val="auto"/>
        <w:sz w:val="20"/>
      </w:rPr>
      <w:tblPr/>
      <w:tcPr>
        <w:tcBorders>
          <w:tl2br w:val="none" w:sz="0" w:space="0" w:color="auto"/>
          <w:tr2bl w:val="none" w:sz="0" w:space="0" w:color="auto"/>
        </w:tcBorders>
        <w:shd w:val="clear" w:color="auto" w:fill="D9D9D9" w:themeFill="background1" w:themeFillShade="D9"/>
      </w:tcPr>
    </w:tblStylePr>
    <w:tblStylePr w:type="firstCol">
      <w:pPr>
        <w:wordWrap/>
        <w:mirrorIndents/>
        <w:jc w:val="left"/>
      </w:pPr>
      <w:rPr>
        <w:rFonts w:ascii="Helvetica 45" w:hAnsi="Helvetica 45"/>
        <w:b/>
        <w:sz w:val="18"/>
      </w:rPr>
    </w:tblStylePr>
  </w:style>
  <w:style w:type="character" w:customStyle="1" w:styleId="batChar">
    <w:name w:val="bat Char"/>
    <w:basedOn w:val="configChar"/>
    <w:link w:val="bat"/>
    <w:rsid w:val="004553E4"/>
    <w:rPr>
      <w:rFonts w:ascii="Consolas" w:eastAsia="Courier New" w:hAnsi="Consolas" w:cs="Courier New"/>
      <w:color w:val="000000"/>
      <w:kern w:val="3"/>
      <w:sz w:val="18"/>
      <w:szCs w:val="18"/>
      <w:shd w:val="clear" w:color="auto" w:fill="FFFFFF" w:themeFill="background1"/>
      <w:lang w:eastAsia="et-EE" w:bidi="et-EE"/>
    </w:rPr>
  </w:style>
  <w:style w:type="table" w:styleId="Table3Deffects3">
    <w:name w:val="Table 3D effects 3"/>
    <w:basedOn w:val="TableNormal"/>
    <w:rsid w:val="002538FE"/>
    <w:pPr>
      <w:spacing w:line="276" w:lineRule="auto"/>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Elegant">
    <w:name w:val="Table Elegant"/>
    <w:basedOn w:val="TableNormal"/>
    <w:rsid w:val="002538FE"/>
    <w:pPr>
      <w:spacing w:line="276" w:lineRule="auto"/>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Param">
    <w:name w:val="Param"/>
    <w:basedOn w:val="TableNormal"/>
    <w:uiPriority w:val="99"/>
    <w:rsid w:val="003B7E69"/>
    <w:rPr>
      <w:rFonts w:ascii="Helvetica 45" w:hAnsi="Helvetica 45"/>
      <w:sz w:val="18"/>
    </w:rPr>
    <w:tblPr>
      <w:tblInd w:w="113" w:type="dxa"/>
      <w:tblBorders>
        <w:insideH w:val="single" w:sz="4" w:space="0" w:color="auto"/>
        <w:insideV w:val="single" w:sz="4" w:space="0" w:color="auto"/>
      </w:tblBorders>
    </w:tblPr>
    <w:tcPr>
      <w:shd w:val="clear" w:color="auto" w:fill="FFFFFF" w:themeFill="background1"/>
    </w:tcPr>
    <w:tblStylePr w:type="firstRow">
      <w:tblPr/>
      <w:tcPr>
        <w:shd w:val="clear" w:color="auto" w:fill="D9D9D9" w:themeFill="background1" w:themeFillShade="D9"/>
      </w:tcPr>
    </w:tblStylePr>
  </w:style>
  <w:style w:type="paragraph" w:customStyle="1" w:styleId="cmd-atr1">
    <w:name w:val="cmd-atr1"/>
    <w:basedOn w:val="bat"/>
    <w:next w:val="BodyText"/>
    <w:link w:val="cmd-atr1Char"/>
    <w:qFormat/>
    <w:rsid w:val="00400886"/>
    <w:rPr>
      <w:b/>
      <w:color w:val="FF0000"/>
    </w:rPr>
  </w:style>
  <w:style w:type="character" w:customStyle="1" w:styleId="normaltext">
    <w:name w:val="normaltext"/>
    <w:basedOn w:val="DefaultParagraphFont"/>
    <w:rsid w:val="00287DE5"/>
  </w:style>
  <w:style w:type="character" w:customStyle="1" w:styleId="cmd-atr1Char">
    <w:name w:val="cmd-atr1 Char"/>
    <w:basedOn w:val="batChar"/>
    <w:link w:val="cmd-atr1"/>
    <w:rsid w:val="00400886"/>
    <w:rPr>
      <w:rFonts w:ascii="Courier" w:eastAsia="Courier New" w:hAnsi="Courier" w:cs="Courier New"/>
      <w:b/>
      <w:color w:val="FF0000"/>
      <w:kern w:val="3"/>
      <w:sz w:val="18"/>
      <w:szCs w:val="18"/>
      <w:shd w:val="clear" w:color="auto" w:fill="FFFFFF" w:themeFill="background1"/>
      <w:lang w:eastAsia="et-EE" w:bidi="et-EE"/>
    </w:rPr>
  </w:style>
  <w:style w:type="paragraph" w:styleId="BodyText">
    <w:name w:val="Body Text"/>
    <w:basedOn w:val="Normal"/>
    <w:link w:val="BodyTextChar"/>
    <w:rsid w:val="00400886"/>
  </w:style>
  <w:style w:type="character" w:customStyle="1" w:styleId="BodyTextChar">
    <w:name w:val="Body Text Char"/>
    <w:basedOn w:val="DefaultParagraphFont"/>
    <w:link w:val="BodyText"/>
    <w:rsid w:val="00400886"/>
    <w:rPr>
      <w:rFonts w:ascii="Helvetica 45" w:hAnsi="Helvetica 45"/>
      <w:szCs w:val="24"/>
      <w:lang w:val="et-EE"/>
    </w:rPr>
  </w:style>
  <w:style w:type="character" w:customStyle="1" w:styleId="mediumtext">
    <w:name w:val="mediumtext"/>
    <w:basedOn w:val="DefaultParagraphFont"/>
    <w:rsid w:val="005F494F"/>
  </w:style>
  <w:style w:type="paragraph" w:styleId="NormalWeb">
    <w:name w:val="Normal (Web)"/>
    <w:basedOn w:val="Normal"/>
    <w:uiPriority w:val="99"/>
    <w:unhideWhenUsed/>
    <w:rsid w:val="007A5E98"/>
    <w:pPr>
      <w:spacing w:before="100" w:beforeAutospacing="1" w:after="100" w:afterAutospacing="1"/>
      <w:jc w:val="left"/>
    </w:pPr>
    <w:rPr>
      <w:rFonts w:ascii="Times New Roman" w:eastAsiaTheme="minorEastAsia" w:hAnsi="Times New Roman"/>
      <w:sz w:val="24"/>
    </w:rPr>
  </w:style>
  <w:style w:type="paragraph" w:styleId="Caption">
    <w:name w:val="caption"/>
    <w:basedOn w:val="Normal"/>
    <w:next w:val="Normal"/>
    <w:uiPriority w:val="35"/>
    <w:unhideWhenUsed/>
    <w:qFormat/>
    <w:rsid w:val="00B844A3"/>
    <w:pPr>
      <w:spacing w:after="200"/>
    </w:pPr>
    <w:rPr>
      <w:b/>
      <w:bCs/>
      <w:sz w:val="16"/>
      <w:szCs w:val="18"/>
    </w:rPr>
  </w:style>
  <w:style w:type="paragraph" w:customStyle="1" w:styleId="config-sample">
    <w:name w:val="config-sample"/>
    <w:basedOn w:val="config"/>
    <w:link w:val="config-sampleChar"/>
    <w:qFormat/>
    <w:rsid w:val="005715DF"/>
    <w:pPr>
      <w:spacing w:line="276" w:lineRule="auto"/>
      <w:ind w:left="0"/>
    </w:pPr>
    <w:rPr>
      <w:sz w:val="16"/>
      <w:szCs w:val="16"/>
    </w:rPr>
  </w:style>
  <w:style w:type="character" w:customStyle="1" w:styleId="config-sampleChar">
    <w:name w:val="config-sample Char"/>
    <w:basedOn w:val="configChar"/>
    <w:link w:val="config-sample"/>
    <w:rsid w:val="005715DF"/>
    <w:rPr>
      <w:rFonts w:ascii="Consolas" w:eastAsia="Courier New" w:hAnsi="Consolas" w:cs="Courier New"/>
      <w:color w:val="000000"/>
      <w:kern w:val="3"/>
      <w:sz w:val="16"/>
      <w:szCs w:val="16"/>
      <w:shd w:val="clear" w:color="auto" w:fill="EAF1DD" w:themeFill="accent3" w:themeFillTint="33"/>
      <w:lang w:eastAsia="et-EE" w:bidi="et-EE"/>
    </w:rPr>
  </w:style>
  <w:style w:type="character" w:customStyle="1" w:styleId="style4">
    <w:name w:val="style4"/>
    <w:basedOn w:val="DefaultParagraphFont"/>
    <w:rsid w:val="002E5681"/>
  </w:style>
  <w:style w:type="paragraph" w:customStyle="1" w:styleId="UtilitySyntax">
    <w:name w:val="Utility Syntax"/>
    <w:basedOn w:val="Normal"/>
    <w:link w:val="UtilitySyntaxChar"/>
    <w:qFormat/>
    <w:rsid w:val="00E95619"/>
    <w:pPr>
      <w:ind w:left="567"/>
    </w:pPr>
  </w:style>
  <w:style w:type="character" w:customStyle="1" w:styleId="UtilitySyntaxChar">
    <w:name w:val="Utility Syntax Char"/>
    <w:basedOn w:val="DefaultParagraphFont"/>
    <w:link w:val="UtilitySyntax"/>
    <w:rsid w:val="00E95619"/>
    <w:rPr>
      <w:rFonts w:ascii="Helvetica 45" w:hAnsi="Helvetica 45"/>
      <w:szCs w:val="24"/>
    </w:rPr>
  </w:style>
  <w:style w:type="paragraph" w:customStyle="1" w:styleId="OSCPresponders">
    <w:name w:val="OSCP responders"/>
    <w:basedOn w:val="ListParagraph"/>
    <w:link w:val="OSCPrespondersChar"/>
    <w:qFormat/>
    <w:rsid w:val="00696827"/>
    <w:pPr>
      <w:numPr>
        <w:ilvl w:val="2"/>
        <w:numId w:val="23"/>
      </w:numPr>
    </w:pPr>
    <w:rPr>
      <w:i/>
      <w:sz w:val="18"/>
      <w:szCs w:val="18"/>
    </w:rPr>
  </w:style>
  <w:style w:type="character" w:customStyle="1" w:styleId="ListParagraphChar">
    <w:name w:val="List Paragraph Char"/>
    <w:basedOn w:val="DefaultParagraphFont"/>
    <w:link w:val="ListParagraph"/>
    <w:uiPriority w:val="34"/>
    <w:rsid w:val="00696827"/>
    <w:rPr>
      <w:rFonts w:ascii="Helvetica 45" w:hAnsi="Helvetica 45"/>
      <w:szCs w:val="24"/>
    </w:rPr>
  </w:style>
  <w:style w:type="character" w:customStyle="1" w:styleId="OSCPrespondersChar">
    <w:name w:val="OSCP responders Char"/>
    <w:basedOn w:val="ListParagraphChar"/>
    <w:link w:val="OSCPresponders"/>
    <w:rsid w:val="00696827"/>
    <w:rPr>
      <w:rFonts w:ascii="Helvetica 45" w:hAnsi="Helvetica 45"/>
      <w:i/>
      <w:sz w:val="18"/>
      <w:szCs w:val="18"/>
    </w:rPr>
  </w:style>
  <w:style w:type="paragraph" w:styleId="Revision">
    <w:name w:val="Revision"/>
    <w:hidden/>
    <w:uiPriority w:val="99"/>
    <w:semiHidden/>
    <w:rsid w:val="00F0751F"/>
    <w:rPr>
      <w:rFonts w:ascii="Helvetica 45" w:hAnsi="Helvetica 45"/>
      <w:szCs w:val="24"/>
    </w:rPr>
  </w:style>
  <w:style w:type="character" w:styleId="FollowedHyperlink">
    <w:name w:val="FollowedHyperlink"/>
    <w:basedOn w:val="DefaultParagraphFont"/>
    <w:rsid w:val="007546B1"/>
    <w:rPr>
      <w:color w:val="800080" w:themeColor="followedHyperlink"/>
      <w:u w:val="single"/>
    </w:rPr>
  </w:style>
  <w:style w:type="paragraph" w:styleId="PlainText">
    <w:name w:val="Plain Text"/>
    <w:basedOn w:val="Normal"/>
    <w:link w:val="PlainTextChar"/>
    <w:uiPriority w:val="99"/>
    <w:unhideWhenUsed/>
    <w:rsid w:val="00EE0B19"/>
    <w:pPr>
      <w:spacing w:after="0"/>
      <w:jc w:val="left"/>
    </w:pPr>
    <w:rPr>
      <w:rFonts w:ascii="Calibri" w:eastAsiaTheme="minorHAnsi" w:hAnsi="Calibri" w:cstheme="minorBidi"/>
      <w:sz w:val="22"/>
      <w:szCs w:val="21"/>
      <w:lang w:val="et-EE"/>
    </w:rPr>
  </w:style>
  <w:style w:type="character" w:customStyle="1" w:styleId="PlainTextChar">
    <w:name w:val="Plain Text Char"/>
    <w:basedOn w:val="DefaultParagraphFont"/>
    <w:link w:val="PlainText"/>
    <w:uiPriority w:val="99"/>
    <w:rsid w:val="00EE0B19"/>
    <w:rPr>
      <w:rFonts w:ascii="Calibri" w:eastAsiaTheme="minorHAnsi" w:hAnsi="Calibri" w:cstheme="minorBidi"/>
      <w:sz w:val="22"/>
      <w:szCs w:val="21"/>
      <w:lang w:val="et-EE"/>
    </w:rPr>
  </w:style>
  <w:style w:type="character" w:styleId="Strong">
    <w:name w:val="Strong"/>
    <w:basedOn w:val="DefaultParagraphFont"/>
    <w:qFormat/>
    <w:rsid w:val="002A26F3"/>
    <w:rPr>
      <w:b/>
      <w:bCs/>
    </w:rPr>
  </w:style>
  <w:style w:type="character" w:customStyle="1" w:styleId="apple-converted-space">
    <w:name w:val="apple-converted-space"/>
    <w:basedOn w:val="DefaultParagraphFont"/>
    <w:rsid w:val="00C42F0A"/>
  </w:style>
  <w:style w:type="character" w:customStyle="1" w:styleId="Heading7Char">
    <w:name w:val="Heading 7 Char"/>
    <w:basedOn w:val="DefaultParagraphFont"/>
    <w:link w:val="Heading7"/>
    <w:semiHidden/>
    <w:rsid w:val="00C813B3"/>
    <w:rPr>
      <w:rFonts w:asciiTheme="majorHAnsi" w:eastAsiaTheme="majorEastAsia" w:hAnsiTheme="majorHAnsi" w:cstheme="majorBidi"/>
      <w:i/>
      <w:iCs/>
      <w:color w:val="243F60" w:themeColor="accent1" w:themeShade="7F"/>
      <w:szCs w:val="24"/>
    </w:rPr>
  </w:style>
  <w:style w:type="character" w:customStyle="1" w:styleId="Heading8Char">
    <w:name w:val="Heading 8 Char"/>
    <w:basedOn w:val="DefaultParagraphFont"/>
    <w:link w:val="Heading8"/>
    <w:semiHidden/>
    <w:rsid w:val="00C813B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C813B3"/>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qFormat/>
    <w:rsid w:val="00B73DF1"/>
    <w:pPr>
      <w:spacing w:before="4000" w:after="300"/>
      <w:contextualSpacing/>
    </w:pPr>
    <w:rPr>
      <w:rFonts w:ascii="Arial" w:eastAsiaTheme="majorEastAsia" w:hAnsi="Arial" w:cstheme="majorBidi"/>
      <w:spacing w:val="5"/>
      <w:kern w:val="28"/>
      <w:sz w:val="52"/>
      <w:szCs w:val="52"/>
    </w:rPr>
  </w:style>
  <w:style w:type="character" w:customStyle="1" w:styleId="TitleChar">
    <w:name w:val="Title Char"/>
    <w:basedOn w:val="DefaultParagraphFont"/>
    <w:link w:val="Title"/>
    <w:rsid w:val="00B73DF1"/>
    <w:rPr>
      <w:rFonts w:ascii="Arial" w:eastAsiaTheme="majorEastAsia" w:hAnsi="Arial" w:cstheme="majorBidi"/>
      <w:spacing w:val="5"/>
      <w:kern w:val="28"/>
      <w:sz w:val="52"/>
      <w:szCs w:val="52"/>
    </w:rPr>
  </w:style>
  <w:style w:type="paragraph" w:customStyle="1" w:styleId="Code">
    <w:name w:val="Code"/>
    <w:basedOn w:val="Normal"/>
    <w:link w:val="CodeChar"/>
    <w:qFormat/>
    <w:rsid w:val="003F37F6"/>
    <w:pPr>
      <w:spacing w:after="160" w:line="259" w:lineRule="auto"/>
      <w:jc w:val="left"/>
    </w:pPr>
    <w:rPr>
      <w:rFonts w:ascii="Courier New" w:eastAsiaTheme="minorHAnsi" w:hAnsi="Courier New" w:cs="Courier New"/>
      <w:szCs w:val="22"/>
    </w:rPr>
  </w:style>
  <w:style w:type="character" w:customStyle="1" w:styleId="CodeChar">
    <w:name w:val="Code Char"/>
    <w:basedOn w:val="DefaultParagraphFont"/>
    <w:link w:val="Code"/>
    <w:rsid w:val="003F37F6"/>
    <w:rPr>
      <w:rFonts w:ascii="Courier New" w:eastAsiaTheme="minorHAnsi" w:hAnsi="Courier New" w:cs="Courier New"/>
      <w:szCs w:val="22"/>
    </w:rPr>
  </w:style>
  <w:style w:type="character" w:styleId="FootnoteReference">
    <w:name w:val="footnote reference"/>
    <w:basedOn w:val="DefaultParagraphFont"/>
    <w:semiHidden/>
    <w:unhideWhenUsed/>
    <w:rsid w:val="009752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433">
      <w:bodyDiv w:val="1"/>
      <w:marLeft w:val="0"/>
      <w:marRight w:val="0"/>
      <w:marTop w:val="0"/>
      <w:marBottom w:val="0"/>
      <w:divBdr>
        <w:top w:val="none" w:sz="0" w:space="0" w:color="auto"/>
        <w:left w:val="none" w:sz="0" w:space="0" w:color="auto"/>
        <w:bottom w:val="none" w:sz="0" w:space="0" w:color="auto"/>
        <w:right w:val="none" w:sz="0" w:space="0" w:color="auto"/>
      </w:divBdr>
    </w:div>
    <w:div w:id="4525114">
      <w:bodyDiv w:val="1"/>
      <w:marLeft w:val="0"/>
      <w:marRight w:val="0"/>
      <w:marTop w:val="0"/>
      <w:marBottom w:val="0"/>
      <w:divBdr>
        <w:top w:val="none" w:sz="0" w:space="0" w:color="auto"/>
        <w:left w:val="none" w:sz="0" w:space="0" w:color="auto"/>
        <w:bottom w:val="none" w:sz="0" w:space="0" w:color="auto"/>
        <w:right w:val="none" w:sz="0" w:space="0" w:color="auto"/>
      </w:divBdr>
    </w:div>
    <w:div w:id="37316386">
      <w:bodyDiv w:val="1"/>
      <w:marLeft w:val="0"/>
      <w:marRight w:val="0"/>
      <w:marTop w:val="0"/>
      <w:marBottom w:val="0"/>
      <w:divBdr>
        <w:top w:val="none" w:sz="0" w:space="0" w:color="auto"/>
        <w:left w:val="none" w:sz="0" w:space="0" w:color="auto"/>
        <w:bottom w:val="none" w:sz="0" w:space="0" w:color="auto"/>
        <w:right w:val="none" w:sz="0" w:space="0" w:color="auto"/>
      </w:divBdr>
    </w:div>
    <w:div w:id="64114619">
      <w:bodyDiv w:val="1"/>
      <w:marLeft w:val="0"/>
      <w:marRight w:val="0"/>
      <w:marTop w:val="0"/>
      <w:marBottom w:val="0"/>
      <w:divBdr>
        <w:top w:val="none" w:sz="0" w:space="0" w:color="auto"/>
        <w:left w:val="none" w:sz="0" w:space="0" w:color="auto"/>
        <w:bottom w:val="none" w:sz="0" w:space="0" w:color="auto"/>
        <w:right w:val="none" w:sz="0" w:space="0" w:color="auto"/>
      </w:divBdr>
    </w:div>
    <w:div w:id="67385534">
      <w:bodyDiv w:val="1"/>
      <w:marLeft w:val="0"/>
      <w:marRight w:val="0"/>
      <w:marTop w:val="0"/>
      <w:marBottom w:val="0"/>
      <w:divBdr>
        <w:top w:val="none" w:sz="0" w:space="0" w:color="auto"/>
        <w:left w:val="none" w:sz="0" w:space="0" w:color="auto"/>
        <w:bottom w:val="none" w:sz="0" w:space="0" w:color="auto"/>
        <w:right w:val="none" w:sz="0" w:space="0" w:color="auto"/>
      </w:divBdr>
    </w:div>
    <w:div w:id="71893658">
      <w:bodyDiv w:val="1"/>
      <w:marLeft w:val="0"/>
      <w:marRight w:val="0"/>
      <w:marTop w:val="0"/>
      <w:marBottom w:val="0"/>
      <w:divBdr>
        <w:top w:val="none" w:sz="0" w:space="0" w:color="auto"/>
        <w:left w:val="none" w:sz="0" w:space="0" w:color="auto"/>
        <w:bottom w:val="none" w:sz="0" w:space="0" w:color="auto"/>
        <w:right w:val="none" w:sz="0" w:space="0" w:color="auto"/>
      </w:divBdr>
    </w:div>
    <w:div w:id="78409251">
      <w:bodyDiv w:val="1"/>
      <w:marLeft w:val="0"/>
      <w:marRight w:val="0"/>
      <w:marTop w:val="0"/>
      <w:marBottom w:val="0"/>
      <w:divBdr>
        <w:top w:val="none" w:sz="0" w:space="0" w:color="auto"/>
        <w:left w:val="none" w:sz="0" w:space="0" w:color="auto"/>
        <w:bottom w:val="none" w:sz="0" w:space="0" w:color="auto"/>
        <w:right w:val="none" w:sz="0" w:space="0" w:color="auto"/>
      </w:divBdr>
    </w:div>
    <w:div w:id="109862438">
      <w:bodyDiv w:val="1"/>
      <w:marLeft w:val="0"/>
      <w:marRight w:val="0"/>
      <w:marTop w:val="0"/>
      <w:marBottom w:val="0"/>
      <w:divBdr>
        <w:top w:val="none" w:sz="0" w:space="0" w:color="auto"/>
        <w:left w:val="none" w:sz="0" w:space="0" w:color="auto"/>
        <w:bottom w:val="none" w:sz="0" w:space="0" w:color="auto"/>
        <w:right w:val="none" w:sz="0" w:space="0" w:color="auto"/>
      </w:divBdr>
    </w:div>
    <w:div w:id="119886115">
      <w:bodyDiv w:val="1"/>
      <w:marLeft w:val="0"/>
      <w:marRight w:val="0"/>
      <w:marTop w:val="0"/>
      <w:marBottom w:val="0"/>
      <w:divBdr>
        <w:top w:val="none" w:sz="0" w:space="0" w:color="auto"/>
        <w:left w:val="none" w:sz="0" w:space="0" w:color="auto"/>
        <w:bottom w:val="none" w:sz="0" w:space="0" w:color="auto"/>
        <w:right w:val="none" w:sz="0" w:space="0" w:color="auto"/>
      </w:divBdr>
    </w:div>
    <w:div w:id="146628256">
      <w:bodyDiv w:val="1"/>
      <w:marLeft w:val="0"/>
      <w:marRight w:val="0"/>
      <w:marTop w:val="0"/>
      <w:marBottom w:val="0"/>
      <w:divBdr>
        <w:top w:val="none" w:sz="0" w:space="0" w:color="auto"/>
        <w:left w:val="none" w:sz="0" w:space="0" w:color="auto"/>
        <w:bottom w:val="none" w:sz="0" w:space="0" w:color="auto"/>
        <w:right w:val="none" w:sz="0" w:space="0" w:color="auto"/>
      </w:divBdr>
    </w:div>
    <w:div w:id="150415985">
      <w:bodyDiv w:val="1"/>
      <w:marLeft w:val="0"/>
      <w:marRight w:val="0"/>
      <w:marTop w:val="0"/>
      <w:marBottom w:val="0"/>
      <w:divBdr>
        <w:top w:val="none" w:sz="0" w:space="0" w:color="auto"/>
        <w:left w:val="none" w:sz="0" w:space="0" w:color="auto"/>
        <w:bottom w:val="none" w:sz="0" w:space="0" w:color="auto"/>
        <w:right w:val="none" w:sz="0" w:space="0" w:color="auto"/>
      </w:divBdr>
    </w:div>
    <w:div w:id="171376745">
      <w:bodyDiv w:val="1"/>
      <w:marLeft w:val="0"/>
      <w:marRight w:val="0"/>
      <w:marTop w:val="0"/>
      <w:marBottom w:val="0"/>
      <w:divBdr>
        <w:top w:val="none" w:sz="0" w:space="0" w:color="auto"/>
        <w:left w:val="none" w:sz="0" w:space="0" w:color="auto"/>
        <w:bottom w:val="none" w:sz="0" w:space="0" w:color="auto"/>
        <w:right w:val="none" w:sz="0" w:space="0" w:color="auto"/>
      </w:divBdr>
    </w:div>
    <w:div w:id="175192117">
      <w:bodyDiv w:val="1"/>
      <w:marLeft w:val="0"/>
      <w:marRight w:val="0"/>
      <w:marTop w:val="0"/>
      <w:marBottom w:val="0"/>
      <w:divBdr>
        <w:top w:val="none" w:sz="0" w:space="0" w:color="auto"/>
        <w:left w:val="none" w:sz="0" w:space="0" w:color="auto"/>
        <w:bottom w:val="none" w:sz="0" w:space="0" w:color="auto"/>
        <w:right w:val="none" w:sz="0" w:space="0" w:color="auto"/>
      </w:divBdr>
    </w:div>
    <w:div w:id="176968388">
      <w:bodyDiv w:val="1"/>
      <w:marLeft w:val="0"/>
      <w:marRight w:val="0"/>
      <w:marTop w:val="0"/>
      <w:marBottom w:val="0"/>
      <w:divBdr>
        <w:top w:val="none" w:sz="0" w:space="0" w:color="auto"/>
        <w:left w:val="none" w:sz="0" w:space="0" w:color="auto"/>
        <w:bottom w:val="none" w:sz="0" w:space="0" w:color="auto"/>
        <w:right w:val="none" w:sz="0" w:space="0" w:color="auto"/>
      </w:divBdr>
    </w:div>
    <w:div w:id="191848404">
      <w:bodyDiv w:val="1"/>
      <w:marLeft w:val="0"/>
      <w:marRight w:val="0"/>
      <w:marTop w:val="0"/>
      <w:marBottom w:val="0"/>
      <w:divBdr>
        <w:top w:val="none" w:sz="0" w:space="0" w:color="auto"/>
        <w:left w:val="none" w:sz="0" w:space="0" w:color="auto"/>
        <w:bottom w:val="none" w:sz="0" w:space="0" w:color="auto"/>
        <w:right w:val="none" w:sz="0" w:space="0" w:color="auto"/>
      </w:divBdr>
    </w:div>
    <w:div w:id="206722540">
      <w:bodyDiv w:val="1"/>
      <w:marLeft w:val="0"/>
      <w:marRight w:val="0"/>
      <w:marTop w:val="0"/>
      <w:marBottom w:val="0"/>
      <w:divBdr>
        <w:top w:val="none" w:sz="0" w:space="0" w:color="auto"/>
        <w:left w:val="none" w:sz="0" w:space="0" w:color="auto"/>
        <w:bottom w:val="none" w:sz="0" w:space="0" w:color="auto"/>
        <w:right w:val="none" w:sz="0" w:space="0" w:color="auto"/>
      </w:divBdr>
    </w:div>
    <w:div w:id="236326175">
      <w:bodyDiv w:val="1"/>
      <w:marLeft w:val="0"/>
      <w:marRight w:val="0"/>
      <w:marTop w:val="0"/>
      <w:marBottom w:val="0"/>
      <w:divBdr>
        <w:top w:val="none" w:sz="0" w:space="0" w:color="auto"/>
        <w:left w:val="none" w:sz="0" w:space="0" w:color="auto"/>
        <w:bottom w:val="none" w:sz="0" w:space="0" w:color="auto"/>
        <w:right w:val="none" w:sz="0" w:space="0" w:color="auto"/>
      </w:divBdr>
      <w:divsChild>
        <w:div w:id="735317470">
          <w:marLeft w:val="0"/>
          <w:marRight w:val="-4500"/>
          <w:marTop w:val="0"/>
          <w:marBottom w:val="0"/>
          <w:divBdr>
            <w:top w:val="none" w:sz="0" w:space="0" w:color="auto"/>
            <w:left w:val="none" w:sz="0" w:space="0" w:color="auto"/>
            <w:bottom w:val="none" w:sz="0" w:space="0" w:color="auto"/>
            <w:right w:val="none" w:sz="0" w:space="0" w:color="auto"/>
          </w:divBdr>
          <w:divsChild>
            <w:div w:id="1516115150">
              <w:marLeft w:val="2130"/>
              <w:marRight w:val="4200"/>
              <w:marTop w:val="0"/>
              <w:marBottom w:val="90"/>
              <w:divBdr>
                <w:top w:val="none" w:sz="0" w:space="0" w:color="auto"/>
                <w:left w:val="none" w:sz="0" w:space="0" w:color="auto"/>
                <w:bottom w:val="none" w:sz="0" w:space="0" w:color="auto"/>
                <w:right w:val="none" w:sz="0" w:space="0" w:color="auto"/>
              </w:divBdr>
            </w:div>
          </w:divsChild>
        </w:div>
      </w:divsChild>
    </w:div>
    <w:div w:id="305281404">
      <w:bodyDiv w:val="1"/>
      <w:marLeft w:val="0"/>
      <w:marRight w:val="0"/>
      <w:marTop w:val="0"/>
      <w:marBottom w:val="0"/>
      <w:divBdr>
        <w:top w:val="none" w:sz="0" w:space="0" w:color="auto"/>
        <w:left w:val="none" w:sz="0" w:space="0" w:color="auto"/>
        <w:bottom w:val="none" w:sz="0" w:space="0" w:color="auto"/>
        <w:right w:val="none" w:sz="0" w:space="0" w:color="auto"/>
      </w:divBdr>
    </w:div>
    <w:div w:id="344526587">
      <w:bodyDiv w:val="1"/>
      <w:marLeft w:val="0"/>
      <w:marRight w:val="0"/>
      <w:marTop w:val="0"/>
      <w:marBottom w:val="0"/>
      <w:divBdr>
        <w:top w:val="none" w:sz="0" w:space="0" w:color="auto"/>
        <w:left w:val="none" w:sz="0" w:space="0" w:color="auto"/>
        <w:bottom w:val="none" w:sz="0" w:space="0" w:color="auto"/>
        <w:right w:val="none" w:sz="0" w:space="0" w:color="auto"/>
      </w:divBdr>
    </w:div>
    <w:div w:id="350375126">
      <w:bodyDiv w:val="1"/>
      <w:marLeft w:val="0"/>
      <w:marRight w:val="0"/>
      <w:marTop w:val="0"/>
      <w:marBottom w:val="0"/>
      <w:divBdr>
        <w:top w:val="none" w:sz="0" w:space="0" w:color="auto"/>
        <w:left w:val="none" w:sz="0" w:space="0" w:color="auto"/>
        <w:bottom w:val="none" w:sz="0" w:space="0" w:color="auto"/>
        <w:right w:val="none" w:sz="0" w:space="0" w:color="auto"/>
      </w:divBdr>
    </w:div>
    <w:div w:id="350570905">
      <w:bodyDiv w:val="1"/>
      <w:marLeft w:val="0"/>
      <w:marRight w:val="0"/>
      <w:marTop w:val="0"/>
      <w:marBottom w:val="0"/>
      <w:divBdr>
        <w:top w:val="none" w:sz="0" w:space="0" w:color="auto"/>
        <w:left w:val="none" w:sz="0" w:space="0" w:color="auto"/>
        <w:bottom w:val="none" w:sz="0" w:space="0" w:color="auto"/>
        <w:right w:val="none" w:sz="0" w:space="0" w:color="auto"/>
      </w:divBdr>
    </w:div>
    <w:div w:id="422067918">
      <w:bodyDiv w:val="1"/>
      <w:marLeft w:val="0"/>
      <w:marRight w:val="0"/>
      <w:marTop w:val="0"/>
      <w:marBottom w:val="0"/>
      <w:divBdr>
        <w:top w:val="none" w:sz="0" w:space="0" w:color="auto"/>
        <w:left w:val="none" w:sz="0" w:space="0" w:color="auto"/>
        <w:bottom w:val="none" w:sz="0" w:space="0" w:color="auto"/>
        <w:right w:val="none" w:sz="0" w:space="0" w:color="auto"/>
      </w:divBdr>
    </w:div>
    <w:div w:id="432438907">
      <w:bodyDiv w:val="1"/>
      <w:marLeft w:val="0"/>
      <w:marRight w:val="0"/>
      <w:marTop w:val="0"/>
      <w:marBottom w:val="0"/>
      <w:divBdr>
        <w:top w:val="none" w:sz="0" w:space="0" w:color="auto"/>
        <w:left w:val="none" w:sz="0" w:space="0" w:color="auto"/>
        <w:bottom w:val="none" w:sz="0" w:space="0" w:color="auto"/>
        <w:right w:val="none" w:sz="0" w:space="0" w:color="auto"/>
      </w:divBdr>
    </w:div>
    <w:div w:id="455876212">
      <w:bodyDiv w:val="1"/>
      <w:marLeft w:val="0"/>
      <w:marRight w:val="0"/>
      <w:marTop w:val="0"/>
      <w:marBottom w:val="0"/>
      <w:divBdr>
        <w:top w:val="none" w:sz="0" w:space="0" w:color="auto"/>
        <w:left w:val="none" w:sz="0" w:space="0" w:color="auto"/>
        <w:bottom w:val="none" w:sz="0" w:space="0" w:color="auto"/>
        <w:right w:val="none" w:sz="0" w:space="0" w:color="auto"/>
      </w:divBdr>
    </w:div>
    <w:div w:id="530457770">
      <w:bodyDiv w:val="1"/>
      <w:marLeft w:val="0"/>
      <w:marRight w:val="0"/>
      <w:marTop w:val="0"/>
      <w:marBottom w:val="0"/>
      <w:divBdr>
        <w:top w:val="none" w:sz="0" w:space="0" w:color="auto"/>
        <w:left w:val="none" w:sz="0" w:space="0" w:color="auto"/>
        <w:bottom w:val="none" w:sz="0" w:space="0" w:color="auto"/>
        <w:right w:val="none" w:sz="0" w:space="0" w:color="auto"/>
      </w:divBdr>
    </w:div>
    <w:div w:id="568268395">
      <w:bodyDiv w:val="1"/>
      <w:marLeft w:val="0"/>
      <w:marRight w:val="0"/>
      <w:marTop w:val="0"/>
      <w:marBottom w:val="0"/>
      <w:divBdr>
        <w:top w:val="none" w:sz="0" w:space="0" w:color="auto"/>
        <w:left w:val="none" w:sz="0" w:space="0" w:color="auto"/>
        <w:bottom w:val="none" w:sz="0" w:space="0" w:color="auto"/>
        <w:right w:val="none" w:sz="0" w:space="0" w:color="auto"/>
      </w:divBdr>
    </w:div>
    <w:div w:id="584151503">
      <w:bodyDiv w:val="1"/>
      <w:marLeft w:val="0"/>
      <w:marRight w:val="0"/>
      <w:marTop w:val="0"/>
      <w:marBottom w:val="0"/>
      <w:divBdr>
        <w:top w:val="none" w:sz="0" w:space="0" w:color="auto"/>
        <w:left w:val="none" w:sz="0" w:space="0" w:color="auto"/>
        <w:bottom w:val="none" w:sz="0" w:space="0" w:color="auto"/>
        <w:right w:val="none" w:sz="0" w:space="0" w:color="auto"/>
      </w:divBdr>
    </w:div>
    <w:div w:id="603877395">
      <w:bodyDiv w:val="1"/>
      <w:marLeft w:val="0"/>
      <w:marRight w:val="0"/>
      <w:marTop w:val="0"/>
      <w:marBottom w:val="0"/>
      <w:divBdr>
        <w:top w:val="none" w:sz="0" w:space="0" w:color="auto"/>
        <w:left w:val="none" w:sz="0" w:space="0" w:color="auto"/>
        <w:bottom w:val="none" w:sz="0" w:space="0" w:color="auto"/>
        <w:right w:val="none" w:sz="0" w:space="0" w:color="auto"/>
      </w:divBdr>
    </w:div>
    <w:div w:id="623079903">
      <w:bodyDiv w:val="1"/>
      <w:marLeft w:val="0"/>
      <w:marRight w:val="0"/>
      <w:marTop w:val="0"/>
      <w:marBottom w:val="0"/>
      <w:divBdr>
        <w:top w:val="none" w:sz="0" w:space="0" w:color="auto"/>
        <w:left w:val="none" w:sz="0" w:space="0" w:color="auto"/>
        <w:bottom w:val="none" w:sz="0" w:space="0" w:color="auto"/>
        <w:right w:val="none" w:sz="0" w:space="0" w:color="auto"/>
      </w:divBdr>
    </w:div>
    <w:div w:id="689721702">
      <w:bodyDiv w:val="1"/>
      <w:marLeft w:val="0"/>
      <w:marRight w:val="0"/>
      <w:marTop w:val="0"/>
      <w:marBottom w:val="0"/>
      <w:divBdr>
        <w:top w:val="none" w:sz="0" w:space="0" w:color="auto"/>
        <w:left w:val="none" w:sz="0" w:space="0" w:color="auto"/>
        <w:bottom w:val="none" w:sz="0" w:space="0" w:color="auto"/>
        <w:right w:val="none" w:sz="0" w:space="0" w:color="auto"/>
      </w:divBdr>
    </w:div>
    <w:div w:id="692925212">
      <w:bodyDiv w:val="1"/>
      <w:marLeft w:val="0"/>
      <w:marRight w:val="0"/>
      <w:marTop w:val="0"/>
      <w:marBottom w:val="0"/>
      <w:divBdr>
        <w:top w:val="none" w:sz="0" w:space="0" w:color="auto"/>
        <w:left w:val="none" w:sz="0" w:space="0" w:color="auto"/>
        <w:bottom w:val="none" w:sz="0" w:space="0" w:color="auto"/>
        <w:right w:val="none" w:sz="0" w:space="0" w:color="auto"/>
      </w:divBdr>
    </w:div>
    <w:div w:id="744299204">
      <w:bodyDiv w:val="1"/>
      <w:marLeft w:val="0"/>
      <w:marRight w:val="0"/>
      <w:marTop w:val="0"/>
      <w:marBottom w:val="0"/>
      <w:divBdr>
        <w:top w:val="none" w:sz="0" w:space="0" w:color="auto"/>
        <w:left w:val="none" w:sz="0" w:space="0" w:color="auto"/>
        <w:bottom w:val="none" w:sz="0" w:space="0" w:color="auto"/>
        <w:right w:val="none" w:sz="0" w:space="0" w:color="auto"/>
      </w:divBdr>
    </w:div>
    <w:div w:id="793525091">
      <w:bodyDiv w:val="1"/>
      <w:marLeft w:val="0"/>
      <w:marRight w:val="0"/>
      <w:marTop w:val="0"/>
      <w:marBottom w:val="0"/>
      <w:divBdr>
        <w:top w:val="none" w:sz="0" w:space="0" w:color="auto"/>
        <w:left w:val="none" w:sz="0" w:space="0" w:color="auto"/>
        <w:bottom w:val="none" w:sz="0" w:space="0" w:color="auto"/>
        <w:right w:val="none" w:sz="0" w:space="0" w:color="auto"/>
      </w:divBdr>
    </w:div>
    <w:div w:id="799690054">
      <w:bodyDiv w:val="1"/>
      <w:marLeft w:val="269"/>
      <w:marRight w:val="0"/>
      <w:marTop w:val="269"/>
      <w:marBottom w:val="0"/>
      <w:divBdr>
        <w:top w:val="none" w:sz="0" w:space="0" w:color="auto"/>
        <w:left w:val="none" w:sz="0" w:space="0" w:color="auto"/>
        <w:bottom w:val="none" w:sz="0" w:space="0" w:color="auto"/>
        <w:right w:val="none" w:sz="0" w:space="0" w:color="auto"/>
      </w:divBdr>
      <w:divsChild>
        <w:div w:id="572350648">
          <w:marLeft w:val="0"/>
          <w:marRight w:val="0"/>
          <w:marTop w:val="0"/>
          <w:marBottom w:val="0"/>
          <w:divBdr>
            <w:top w:val="none" w:sz="0" w:space="0" w:color="auto"/>
            <w:left w:val="none" w:sz="0" w:space="0" w:color="auto"/>
            <w:bottom w:val="none" w:sz="0" w:space="0" w:color="auto"/>
            <w:right w:val="none" w:sz="0" w:space="0" w:color="auto"/>
          </w:divBdr>
        </w:div>
        <w:div w:id="665599375">
          <w:marLeft w:val="0"/>
          <w:marRight w:val="0"/>
          <w:marTop w:val="0"/>
          <w:marBottom w:val="0"/>
          <w:divBdr>
            <w:top w:val="none" w:sz="0" w:space="0" w:color="auto"/>
            <w:left w:val="none" w:sz="0" w:space="0" w:color="auto"/>
            <w:bottom w:val="none" w:sz="0" w:space="0" w:color="auto"/>
            <w:right w:val="none" w:sz="0" w:space="0" w:color="auto"/>
          </w:divBdr>
        </w:div>
        <w:div w:id="925306118">
          <w:marLeft w:val="0"/>
          <w:marRight w:val="0"/>
          <w:marTop w:val="0"/>
          <w:marBottom w:val="0"/>
          <w:divBdr>
            <w:top w:val="none" w:sz="0" w:space="0" w:color="auto"/>
            <w:left w:val="none" w:sz="0" w:space="0" w:color="auto"/>
            <w:bottom w:val="none" w:sz="0" w:space="0" w:color="auto"/>
            <w:right w:val="none" w:sz="0" w:space="0" w:color="auto"/>
          </w:divBdr>
        </w:div>
        <w:div w:id="1142455898">
          <w:marLeft w:val="0"/>
          <w:marRight w:val="0"/>
          <w:marTop w:val="0"/>
          <w:marBottom w:val="0"/>
          <w:divBdr>
            <w:top w:val="none" w:sz="0" w:space="0" w:color="auto"/>
            <w:left w:val="none" w:sz="0" w:space="0" w:color="auto"/>
            <w:bottom w:val="none" w:sz="0" w:space="0" w:color="auto"/>
            <w:right w:val="none" w:sz="0" w:space="0" w:color="auto"/>
          </w:divBdr>
        </w:div>
        <w:div w:id="1337877124">
          <w:marLeft w:val="0"/>
          <w:marRight w:val="0"/>
          <w:marTop w:val="0"/>
          <w:marBottom w:val="0"/>
          <w:divBdr>
            <w:top w:val="none" w:sz="0" w:space="0" w:color="auto"/>
            <w:left w:val="none" w:sz="0" w:space="0" w:color="auto"/>
            <w:bottom w:val="none" w:sz="0" w:space="0" w:color="auto"/>
            <w:right w:val="none" w:sz="0" w:space="0" w:color="auto"/>
          </w:divBdr>
        </w:div>
        <w:div w:id="1676567073">
          <w:marLeft w:val="0"/>
          <w:marRight w:val="0"/>
          <w:marTop w:val="0"/>
          <w:marBottom w:val="0"/>
          <w:divBdr>
            <w:top w:val="none" w:sz="0" w:space="0" w:color="auto"/>
            <w:left w:val="none" w:sz="0" w:space="0" w:color="auto"/>
            <w:bottom w:val="none" w:sz="0" w:space="0" w:color="auto"/>
            <w:right w:val="none" w:sz="0" w:space="0" w:color="auto"/>
          </w:divBdr>
        </w:div>
        <w:div w:id="2090226188">
          <w:marLeft w:val="0"/>
          <w:marRight w:val="0"/>
          <w:marTop w:val="0"/>
          <w:marBottom w:val="0"/>
          <w:divBdr>
            <w:top w:val="none" w:sz="0" w:space="0" w:color="auto"/>
            <w:left w:val="none" w:sz="0" w:space="0" w:color="auto"/>
            <w:bottom w:val="none" w:sz="0" w:space="0" w:color="auto"/>
            <w:right w:val="none" w:sz="0" w:space="0" w:color="auto"/>
          </w:divBdr>
        </w:div>
      </w:divsChild>
    </w:div>
    <w:div w:id="822233828">
      <w:bodyDiv w:val="1"/>
      <w:marLeft w:val="0"/>
      <w:marRight w:val="0"/>
      <w:marTop w:val="0"/>
      <w:marBottom w:val="0"/>
      <w:divBdr>
        <w:top w:val="none" w:sz="0" w:space="0" w:color="auto"/>
        <w:left w:val="none" w:sz="0" w:space="0" w:color="auto"/>
        <w:bottom w:val="none" w:sz="0" w:space="0" w:color="auto"/>
        <w:right w:val="none" w:sz="0" w:space="0" w:color="auto"/>
      </w:divBdr>
    </w:div>
    <w:div w:id="834421697">
      <w:bodyDiv w:val="1"/>
      <w:marLeft w:val="0"/>
      <w:marRight w:val="0"/>
      <w:marTop w:val="0"/>
      <w:marBottom w:val="0"/>
      <w:divBdr>
        <w:top w:val="none" w:sz="0" w:space="0" w:color="auto"/>
        <w:left w:val="none" w:sz="0" w:space="0" w:color="auto"/>
        <w:bottom w:val="none" w:sz="0" w:space="0" w:color="auto"/>
        <w:right w:val="none" w:sz="0" w:space="0" w:color="auto"/>
      </w:divBdr>
    </w:div>
    <w:div w:id="878934757">
      <w:bodyDiv w:val="1"/>
      <w:marLeft w:val="0"/>
      <w:marRight w:val="0"/>
      <w:marTop w:val="0"/>
      <w:marBottom w:val="0"/>
      <w:divBdr>
        <w:top w:val="none" w:sz="0" w:space="0" w:color="auto"/>
        <w:left w:val="none" w:sz="0" w:space="0" w:color="auto"/>
        <w:bottom w:val="none" w:sz="0" w:space="0" w:color="auto"/>
        <w:right w:val="none" w:sz="0" w:space="0" w:color="auto"/>
      </w:divBdr>
    </w:div>
    <w:div w:id="1138762655">
      <w:bodyDiv w:val="1"/>
      <w:marLeft w:val="0"/>
      <w:marRight w:val="0"/>
      <w:marTop w:val="0"/>
      <w:marBottom w:val="0"/>
      <w:divBdr>
        <w:top w:val="none" w:sz="0" w:space="0" w:color="auto"/>
        <w:left w:val="none" w:sz="0" w:space="0" w:color="auto"/>
        <w:bottom w:val="none" w:sz="0" w:space="0" w:color="auto"/>
        <w:right w:val="none" w:sz="0" w:space="0" w:color="auto"/>
      </w:divBdr>
    </w:div>
    <w:div w:id="1222670099">
      <w:bodyDiv w:val="1"/>
      <w:marLeft w:val="0"/>
      <w:marRight w:val="0"/>
      <w:marTop w:val="0"/>
      <w:marBottom w:val="0"/>
      <w:divBdr>
        <w:top w:val="none" w:sz="0" w:space="0" w:color="auto"/>
        <w:left w:val="none" w:sz="0" w:space="0" w:color="auto"/>
        <w:bottom w:val="none" w:sz="0" w:space="0" w:color="auto"/>
        <w:right w:val="none" w:sz="0" w:space="0" w:color="auto"/>
      </w:divBdr>
    </w:div>
    <w:div w:id="1233855331">
      <w:bodyDiv w:val="1"/>
      <w:marLeft w:val="0"/>
      <w:marRight w:val="0"/>
      <w:marTop w:val="0"/>
      <w:marBottom w:val="0"/>
      <w:divBdr>
        <w:top w:val="none" w:sz="0" w:space="0" w:color="auto"/>
        <w:left w:val="none" w:sz="0" w:space="0" w:color="auto"/>
        <w:bottom w:val="none" w:sz="0" w:space="0" w:color="auto"/>
        <w:right w:val="none" w:sz="0" w:space="0" w:color="auto"/>
      </w:divBdr>
      <w:divsChild>
        <w:div w:id="446436673">
          <w:marLeft w:val="0"/>
          <w:marRight w:val="0"/>
          <w:marTop w:val="0"/>
          <w:marBottom w:val="0"/>
          <w:divBdr>
            <w:top w:val="none" w:sz="0" w:space="0" w:color="auto"/>
            <w:left w:val="none" w:sz="0" w:space="0" w:color="auto"/>
            <w:bottom w:val="none" w:sz="0" w:space="0" w:color="auto"/>
            <w:right w:val="none" w:sz="0" w:space="0" w:color="auto"/>
          </w:divBdr>
        </w:div>
        <w:div w:id="2009943214">
          <w:marLeft w:val="0"/>
          <w:marRight w:val="0"/>
          <w:marTop w:val="0"/>
          <w:marBottom w:val="0"/>
          <w:divBdr>
            <w:top w:val="none" w:sz="0" w:space="0" w:color="auto"/>
            <w:left w:val="none" w:sz="0" w:space="0" w:color="auto"/>
            <w:bottom w:val="none" w:sz="0" w:space="0" w:color="auto"/>
            <w:right w:val="none" w:sz="0" w:space="0" w:color="auto"/>
          </w:divBdr>
        </w:div>
        <w:div w:id="2103140908">
          <w:marLeft w:val="0"/>
          <w:marRight w:val="0"/>
          <w:marTop w:val="0"/>
          <w:marBottom w:val="0"/>
          <w:divBdr>
            <w:top w:val="single" w:sz="6" w:space="9" w:color="EEEEEE"/>
            <w:left w:val="single" w:sz="6" w:space="9" w:color="EEEEEE"/>
            <w:bottom w:val="single" w:sz="6" w:space="9" w:color="EEEEEE"/>
            <w:right w:val="single" w:sz="6" w:space="9" w:color="EEEEEE"/>
          </w:divBdr>
          <w:divsChild>
            <w:div w:id="372077109">
              <w:marLeft w:val="0"/>
              <w:marRight w:val="0"/>
              <w:marTop w:val="0"/>
              <w:marBottom w:val="0"/>
              <w:divBdr>
                <w:top w:val="none" w:sz="0" w:space="0" w:color="auto"/>
                <w:left w:val="none" w:sz="0" w:space="0" w:color="auto"/>
                <w:bottom w:val="none" w:sz="0" w:space="0" w:color="auto"/>
                <w:right w:val="none" w:sz="0" w:space="0" w:color="auto"/>
              </w:divBdr>
              <w:divsChild>
                <w:div w:id="295528019">
                  <w:marLeft w:val="0"/>
                  <w:marRight w:val="0"/>
                  <w:marTop w:val="0"/>
                  <w:marBottom w:val="0"/>
                  <w:divBdr>
                    <w:top w:val="none" w:sz="0" w:space="0" w:color="auto"/>
                    <w:left w:val="none" w:sz="0" w:space="0" w:color="auto"/>
                    <w:bottom w:val="none" w:sz="0" w:space="0" w:color="auto"/>
                    <w:right w:val="none" w:sz="0" w:space="0" w:color="auto"/>
                  </w:divBdr>
                </w:div>
                <w:div w:id="304356535">
                  <w:marLeft w:val="0"/>
                  <w:marRight w:val="0"/>
                  <w:marTop w:val="0"/>
                  <w:marBottom w:val="0"/>
                  <w:divBdr>
                    <w:top w:val="none" w:sz="0" w:space="0" w:color="auto"/>
                    <w:left w:val="none" w:sz="0" w:space="0" w:color="auto"/>
                    <w:bottom w:val="none" w:sz="0" w:space="0" w:color="auto"/>
                    <w:right w:val="none" w:sz="0" w:space="0" w:color="auto"/>
                  </w:divBdr>
                </w:div>
                <w:div w:id="543560936">
                  <w:marLeft w:val="0"/>
                  <w:marRight w:val="0"/>
                  <w:marTop w:val="0"/>
                  <w:marBottom w:val="0"/>
                  <w:divBdr>
                    <w:top w:val="none" w:sz="0" w:space="0" w:color="auto"/>
                    <w:left w:val="none" w:sz="0" w:space="0" w:color="auto"/>
                    <w:bottom w:val="none" w:sz="0" w:space="0" w:color="auto"/>
                    <w:right w:val="none" w:sz="0" w:space="0" w:color="auto"/>
                  </w:divBdr>
                </w:div>
              </w:divsChild>
            </w:div>
            <w:div w:id="920984627">
              <w:marLeft w:val="0"/>
              <w:marRight w:val="0"/>
              <w:marTop w:val="0"/>
              <w:marBottom w:val="90"/>
              <w:divBdr>
                <w:top w:val="none" w:sz="0" w:space="0" w:color="auto"/>
                <w:left w:val="none" w:sz="0" w:space="0" w:color="auto"/>
                <w:bottom w:val="none" w:sz="0" w:space="0" w:color="auto"/>
                <w:right w:val="none" w:sz="0" w:space="0" w:color="auto"/>
              </w:divBdr>
              <w:divsChild>
                <w:div w:id="1737312276">
                  <w:marLeft w:val="0"/>
                  <w:marRight w:val="0"/>
                  <w:marTop w:val="0"/>
                  <w:marBottom w:val="30"/>
                  <w:divBdr>
                    <w:top w:val="none" w:sz="0" w:space="0" w:color="auto"/>
                    <w:left w:val="none" w:sz="0" w:space="0" w:color="auto"/>
                    <w:bottom w:val="none" w:sz="0" w:space="0" w:color="auto"/>
                    <w:right w:val="none" w:sz="0" w:space="0" w:color="auto"/>
                  </w:divBdr>
                </w:div>
              </w:divsChild>
            </w:div>
            <w:div w:id="1476797216">
              <w:marLeft w:val="0"/>
              <w:marRight w:val="0"/>
              <w:marTop w:val="0"/>
              <w:marBottom w:val="90"/>
              <w:divBdr>
                <w:top w:val="none" w:sz="0" w:space="0" w:color="auto"/>
                <w:left w:val="none" w:sz="0" w:space="0" w:color="auto"/>
                <w:bottom w:val="none" w:sz="0" w:space="0" w:color="auto"/>
                <w:right w:val="none" w:sz="0" w:space="0" w:color="auto"/>
              </w:divBdr>
            </w:div>
          </w:divsChild>
        </w:div>
      </w:divsChild>
    </w:div>
    <w:div w:id="1257208991">
      <w:bodyDiv w:val="1"/>
      <w:marLeft w:val="0"/>
      <w:marRight w:val="0"/>
      <w:marTop w:val="0"/>
      <w:marBottom w:val="0"/>
      <w:divBdr>
        <w:top w:val="none" w:sz="0" w:space="0" w:color="auto"/>
        <w:left w:val="none" w:sz="0" w:space="0" w:color="auto"/>
        <w:bottom w:val="none" w:sz="0" w:space="0" w:color="auto"/>
        <w:right w:val="none" w:sz="0" w:space="0" w:color="auto"/>
      </w:divBdr>
    </w:div>
    <w:div w:id="1262834672">
      <w:bodyDiv w:val="1"/>
      <w:marLeft w:val="0"/>
      <w:marRight w:val="0"/>
      <w:marTop w:val="0"/>
      <w:marBottom w:val="0"/>
      <w:divBdr>
        <w:top w:val="none" w:sz="0" w:space="0" w:color="auto"/>
        <w:left w:val="none" w:sz="0" w:space="0" w:color="auto"/>
        <w:bottom w:val="none" w:sz="0" w:space="0" w:color="auto"/>
        <w:right w:val="none" w:sz="0" w:space="0" w:color="auto"/>
      </w:divBdr>
    </w:div>
    <w:div w:id="1270235851">
      <w:bodyDiv w:val="1"/>
      <w:marLeft w:val="0"/>
      <w:marRight w:val="0"/>
      <w:marTop w:val="0"/>
      <w:marBottom w:val="0"/>
      <w:divBdr>
        <w:top w:val="none" w:sz="0" w:space="0" w:color="auto"/>
        <w:left w:val="none" w:sz="0" w:space="0" w:color="auto"/>
        <w:bottom w:val="none" w:sz="0" w:space="0" w:color="auto"/>
        <w:right w:val="none" w:sz="0" w:space="0" w:color="auto"/>
      </w:divBdr>
    </w:div>
    <w:div w:id="1279949440">
      <w:bodyDiv w:val="1"/>
      <w:marLeft w:val="0"/>
      <w:marRight w:val="0"/>
      <w:marTop w:val="0"/>
      <w:marBottom w:val="0"/>
      <w:divBdr>
        <w:top w:val="none" w:sz="0" w:space="0" w:color="auto"/>
        <w:left w:val="none" w:sz="0" w:space="0" w:color="auto"/>
        <w:bottom w:val="none" w:sz="0" w:space="0" w:color="auto"/>
        <w:right w:val="none" w:sz="0" w:space="0" w:color="auto"/>
      </w:divBdr>
    </w:div>
    <w:div w:id="1282225670">
      <w:bodyDiv w:val="1"/>
      <w:marLeft w:val="0"/>
      <w:marRight w:val="0"/>
      <w:marTop w:val="0"/>
      <w:marBottom w:val="0"/>
      <w:divBdr>
        <w:top w:val="none" w:sz="0" w:space="0" w:color="auto"/>
        <w:left w:val="none" w:sz="0" w:space="0" w:color="auto"/>
        <w:bottom w:val="none" w:sz="0" w:space="0" w:color="auto"/>
        <w:right w:val="none" w:sz="0" w:space="0" w:color="auto"/>
      </w:divBdr>
    </w:div>
    <w:div w:id="1335645718">
      <w:bodyDiv w:val="1"/>
      <w:marLeft w:val="0"/>
      <w:marRight w:val="0"/>
      <w:marTop w:val="0"/>
      <w:marBottom w:val="0"/>
      <w:divBdr>
        <w:top w:val="none" w:sz="0" w:space="0" w:color="auto"/>
        <w:left w:val="none" w:sz="0" w:space="0" w:color="auto"/>
        <w:bottom w:val="none" w:sz="0" w:space="0" w:color="auto"/>
        <w:right w:val="none" w:sz="0" w:space="0" w:color="auto"/>
      </w:divBdr>
    </w:div>
    <w:div w:id="1343510729">
      <w:bodyDiv w:val="1"/>
      <w:marLeft w:val="0"/>
      <w:marRight w:val="0"/>
      <w:marTop w:val="0"/>
      <w:marBottom w:val="0"/>
      <w:divBdr>
        <w:top w:val="none" w:sz="0" w:space="0" w:color="auto"/>
        <w:left w:val="none" w:sz="0" w:space="0" w:color="auto"/>
        <w:bottom w:val="none" w:sz="0" w:space="0" w:color="auto"/>
        <w:right w:val="none" w:sz="0" w:space="0" w:color="auto"/>
      </w:divBdr>
    </w:div>
    <w:div w:id="1348168260">
      <w:bodyDiv w:val="1"/>
      <w:marLeft w:val="0"/>
      <w:marRight w:val="0"/>
      <w:marTop w:val="0"/>
      <w:marBottom w:val="0"/>
      <w:divBdr>
        <w:top w:val="none" w:sz="0" w:space="0" w:color="auto"/>
        <w:left w:val="none" w:sz="0" w:space="0" w:color="auto"/>
        <w:bottom w:val="none" w:sz="0" w:space="0" w:color="auto"/>
        <w:right w:val="none" w:sz="0" w:space="0" w:color="auto"/>
      </w:divBdr>
    </w:div>
    <w:div w:id="1412583491">
      <w:bodyDiv w:val="1"/>
      <w:marLeft w:val="0"/>
      <w:marRight w:val="0"/>
      <w:marTop w:val="0"/>
      <w:marBottom w:val="0"/>
      <w:divBdr>
        <w:top w:val="none" w:sz="0" w:space="0" w:color="auto"/>
        <w:left w:val="none" w:sz="0" w:space="0" w:color="auto"/>
        <w:bottom w:val="none" w:sz="0" w:space="0" w:color="auto"/>
        <w:right w:val="none" w:sz="0" w:space="0" w:color="auto"/>
      </w:divBdr>
    </w:div>
    <w:div w:id="1445686001">
      <w:bodyDiv w:val="1"/>
      <w:marLeft w:val="0"/>
      <w:marRight w:val="0"/>
      <w:marTop w:val="0"/>
      <w:marBottom w:val="0"/>
      <w:divBdr>
        <w:top w:val="none" w:sz="0" w:space="0" w:color="auto"/>
        <w:left w:val="none" w:sz="0" w:space="0" w:color="auto"/>
        <w:bottom w:val="none" w:sz="0" w:space="0" w:color="auto"/>
        <w:right w:val="none" w:sz="0" w:space="0" w:color="auto"/>
      </w:divBdr>
    </w:div>
    <w:div w:id="1450390930">
      <w:bodyDiv w:val="1"/>
      <w:marLeft w:val="0"/>
      <w:marRight w:val="0"/>
      <w:marTop w:val="0"/>
      <w:marBottom w:val="0"/>
      <w:divBdr>
        <w:top w:val="none" w:sz="0" w:space="0" w:color="auto"/>
        <w:left w:val="none" w:sz="0" w:space="0" w:color="auto"/>
        <w:bottom w:val="none" w:sz="0" w:space="0" w:color="auto"/>
        <w:right w:val="none" w:sz="0" w:space="0" w:color="auto"/>
      </w:divBdr>
    </w:div>
    <w:div w:id="1453397446">
      <w:bodyDiv w:val="1"/>
      <w:marLeft w:val="0"/>
      <w:marRight w:val="0"/>
      <w:marTop w:val="0"/>
      <w:marBottom w:val="0"/>
      <w:divBdr>
        <w:top w:val="none" w:sz="0" w:space="0" w:color="auto"/>
        <w:left w:val="none" w:sz="0" w:space="0" w:color="auto"/>
        <w:bottom w:val="none" w:sz="0" w:space="0" w:color="auto"/>
        <w:right w:val="none" w:sz="0" w:space="0" w:color="auto"/>
      </w:divBdr>
    </w:div>
    <w:div w:id="1470438461">
      <w:bodyDiv w:val="1"/>
      <w:marLeft w:val="0"/>
      <w:marRight w:val="0"/>
      <w:marTop w:val="0"/>
      <w:marBottom w:val="0"/>
      <w:divBdr>
        <w:top w:val="none" w:sz="0" w:space="0" w:color="auto"/>
        <w:left w:val="none" w:sz="0" w:space="0" w:color="auto"/>
        <w:bottom w:val="none" w:sz="0" w:space="0" w:color="auto"/>
        <w:right w:val="none" w:sz="0" w:space="0" w:color="auto"/>
      </w:divBdr>
    </w:div>
    <w:div w:id="1519615077">
      <w:bodyDiv w:val="1"/>
      <w:marLeft w:val="0"/>
      <w:marRight w:val="0"/>
      <w:marTop w:val="0"/>
      <w:marBottom w:val="0"/>
      <w:divBdr>
        <w:top w:val="none" w:sz="0" w:space="0" w:color="auto"/>
        <w:left w:val="none" w:sz="0" w:space="0" w:color="auto"/>
        <w:bottom w:val="none" w:sz="0" w:space="0" w:color="auto"/>
        <w:right w:val="none" w:sz="0" w:space="0" w:color="auto"/>
      </w:divBdr>
    </w:div>
    <w:div w:id="1562017086">
      <w:bodyDiv w:val="1"/>
      <w:marLeft w:val="0"/>
      <w:marRight w:val="0"/>
      <w:marTop w:val="0"/>
      <w:marBottom w:val="0"/>
      <w:divBdr>
        <w:top w:val="none" w:sz="0" w:space="0" w:color="auto"/>
        <w:left w:val="none" w:sz="0" w:space="0" w:color="auto"/>
        <w:bottom w:val="none" w:sz="0" w:space="0" w:color="auto"/>
        <w:right w:val="none" w:sz="0" w:space="0" w:color="auto"/>
      </w:divBdr>
    </w:div>
    <w:div w:id="1595934965">
      <w:bodyDiv w:val="1"/>
      <w:marLeft w:val="0"/>
      <w:marRight w:val="0"/>
      <w:marTop w:val="0"/>
      <w:marBottom w:val="0"/>
      <w:divBdr>
        <w:top w:val="none" w:sz="0" w:space="0" w:color="auto"/>
        <w:left w:val="none" w:sz="0" w:space="0" w:color="auto"/>
        <w:bottom w:val="none" w:sz="0" w:space="0" w:color="auto"/>
        <w:right w:val="none" w:sz="0" w:space="0" w:color="auto"/>
      </w:divBdr>
    </w:div>
    <w:div w:id="1817525249">
      <w:bodyDiv w:val="1"/>
      <w:marLeft w:val="0"/>
      <w:marRight w:val="0"/>
      <w:marTop w:val="0"/>
      <w:marBottom w:val="0"/>
      <w:divBdr>
        <w:top w:val="none" w:sz="0" w:space="0" w:color="auto"/>
        <w:left w:val="none" w:sz="0" w:space="0" w:color="auto"/>
        <w:bottom w:val="none" w:sz="0" w:space="0" w:color="auto"/>
        <w:right w:val="none" w:sz="0" w:space="0" w:color="auto"/>
      </w:divBdr>
    </w:div>
    <w:div w:id="1847865320">
      <w:bodyDiv w:val="1"/>
      <w:marLeft w:val="0"/>
      <w:marRight w:val="0"/>
      <w:marTop w:val="0"/>
      <w:marBottom w:val="0"/>
      <w:divBdr>
        <w:top w:val="none" w:sz="0" w:space="0" w:color="auto"/>
        <w:left w:val="none" w:sz="0" w:space="0" w:color="auto"/>
        <w:bottom w:val="none" w:sz="0" w:space="0" w:color="auto"/>
        <w:right w:val="none" w:sz="0" w:space="0" w:color="auto"/>
      </w:divBdr>
    </w:div>
    <w:div w:id="1877428057">
      <w:bodyDiv w:val="1"/>
      <w:marLeft w:val="0"/>
      <w:marRight w:val="0"/>
      <w:marTop w:val="0"/>
      <w:marBottom w:val="0"/>
      <w:divBdr>
        <w:top w:val="none" w:sz="0" w:space="0" w:color="auto"/>
        <w:left w:val="none" w:sz="0" w:space="0" w:color="auto"/>
        <w:bottom w:val="none" w:sz="0" w:space="0" w:color="auto"/>
        <w:right w:val="none" w:sz="0" w:space="0" w:color="auto"/>
      </w:divBdr>
    </w:div>
    <w:div w:id="1890454192">
      <w:bodyDiv w:val="1"/>
      <w:marLeft w:val="0"/>
      <w:marRight w:val="0"/>
      <w:marTop w:val="0"/>
      <w:marBottom w:val="0"/>
      <w:divBdr>
        <w:top w:val="none" w:sz="0" w:space="0" w:color="auto"/>
        <w:left w:val="none" w:sz="0" w:space="0" w:color="auto"/>
        <w:bottom w:val="none" w:sz="0" w:space="0" w:color="auto"/>
        <w:right w:val="none" w:sz="0" w:space="0" w:color="auto"/>
      </w:divBdr>
    </w:div>
    <w:div w:id="1892424202">
      <w:bodyDiv w:val="1"/>
      <w:marLeft w:val="0"/>
      <w:marRight w:val="0"/>
      <w:marTop w:val="0"/>
      <w:marBottom w:val="0"/>
      <w:divBdr>
        <w:top w:val="none" w:sz="0" w:space="0" w:color="auto"/>
        <w:left w:val="none" w:sz="0" w:space="0" w:color="auto"/>
        <w:bottom w:val="none" w:sz="0" w:space="0" w:color="auto"/>
        <w:right w:val="none" w:sz="0" w:space="0" w:color="auto"/>
      </w:divBdr>
      <w:divsChild>
        <w:div w:id="205214388">
          <w:marLeft w:val="0"/>
          <w:marRight w:val="-4500"/>
          <w:marTop w:val="0"/>
          <w:marBottom w:val="0"/>
          <w:divBdr>
            <w:top w:val="none" w:sz="0" w:space="0" w:color="auto"/>
            <w:left w:val="none" w:sz="0" w:space="0" w:color="auto"/>
            <w:bottom w:val="none" w:sz="0" w:space="0" w:color="auto"/>
            <w:right w:val="none" w:sz="0" w:space="0" w:color="auto"/>
          </w:divBdr>
          <w:divsChild>
            <w:div w:id="1231577839">
              <w:marLeft w:val="2130"/>
              <w:marRight w:val="4200"/>
              <w:marTop w:val="0"/>
              <w:marBottom w:val="90"/>
              <w:divBdr>
                <w:top w:val="none" w:sz="0" w:space="0" w:color="auto"/>
                <w:left w:val="none" w:sz="0" w:space="0" w:color="auto"/>
                <w:bottom w:val="none" w:sz="0" w:space="0" w:color="auto"/>
                <w:right w:val="none" w:sz="0" w:space="0" w:color="auto"/>
              </w:divBdr>
            </w:div>
          </w:divsChild>
        </w:div>
      </w:divsChild>
    </w:div>
    <w:div w:id="1937202495">
      <w:bodyDiv w:val="1"/>
      <w:marLeft w:val="0"/>
      <w:marRight w:val="0"/>
      <w:marTop w:val="0"/>
      <w:marBottom w:val="0"/>
      <w:divBdr>
        <w:top w:val="none" w:sz="0" w:space="0" w:color="auto"/>
        <w:left w:val="none" w:sz="0" w:space="0" w:color="auto"/>
        <w:bottom w:val="none" w:sz="0" w:space="0" w:color="auto"/>
        <w:right w:val="none" w:sz="0" w:space="0" w:color="auto"/>
      </w:divBdr>
    </w:div>
    <w:div w:id="1957908939">
      <w:bodyDiv w:val="1"/>
      <w:marLeft w:val="0"/>
      <w:marRight w:val="0"/>
      <w:marTop w:val="0"/>
      <w:marBottom w:val="0"/>
      <w:divBdr>
        <w:top w:val="none" w:sz="0" w:space="0" w:color="auto"/>
        <w:left w:val="none" w:sz="0" w:space="0" w:color="auto"/>
        <w:bottom w:val="none" w:sz="0" w:space="0" w:color="auto"/>
        <w:right w:val="none" w:sz="0" w:space="0" w:color="auto"/>
      </w:divBdr>
    </w:div>
    <w:div w:id="1957977222">
      <w:bodyDiv w:val="1"/>
      <w:marLeft w:val="0"/>
      <w:marRight w:val="0"/>
      <w:marTop w:val="0"/>
      <w:marBottom w:val="0"/>
      <w:divBdr>
        <w:top w:val="none" w:sz="0" w:space="0" w:color="auto"/>
        <w:left w:val="none" w:sz="0" w:space="0" w:color="auto"/>
        <w:bottom w:val="none" w:sz="0" w:space="0" w:color="auto"/>
        <w:right w:val="none" w:sz="0" w:space="0" w:color="auto"/>
      </w:divBdr>
    </w:div>
    <w:div w:id="1967394215">
      <w:bodyDiv w:val="1"/>
      <w:marLeft w:val="0"/>
      <w:marRight w:val="0"/>
      <w:marTop w:val="0"/>
      <w:marBottom w:val="0"/>
      <w:divBdr>
        <w:top w:val="none" w:sz="0" w:space="0" w:color="auto"/>
        <w:left w:val="none" w:sz="0" w:space="0" w:color="auto"/>
        <w:bottom w:val="none" w:sz="0" w:space="0" w:color="auto"/>
        <w:right w:val="none" w:sz="0" w:space="0" w:color="auto"/>
      </w:divBdr>
    </w:div>
    <w:div w:id="1969309852">
      <w:bodyDiv w:val="1"/>
      <w:marLeft w:val="0"/>
      <w:marRight w:val="0"/>
      <w:marTop w:val="0"/>
      <w:marBottom w:val="0"/>
      <w:divBdr>
        <w:top w:val="none" w:sz="0" w:space="0" w:color="auto"/>
        <w:left w:val="none" w:sz="0" w:space="0" w:color="auto"/>
        <w:bottom w:val="none" w:sz="0" w:space="0" w:color="auto"/>
        <w:right w:val="none" w:sz="0" w:space="0" w:color="auto"/>
      </w:divBdr>
    </w:div>
    <w:div w:id="2000300831">
      <w:bodyDiv w:val="1"/>
      <w:marLeft w:val="0"/>
      <w:marRight w:val="0"/>
      <w:marTop w:val="0"/>
      <w:marBottom w:val="0"/>
      <w:divBdr>
        <w:top w:val="none" w:sz="0" w:space="0" w:color="auto"/>
        <w:left w:val="none" w:sz="0" w:space="0" w:color="auto"/>
        <w:bottom w:val="none" w:sz="0" w:space="0" w:color="auto"/>
        <w:right w:val="none" w:sz="0" w:space="0" w:color="auto"/>
      </w:divBdr>
    </w:div>
    <w:div w:id="2010523781">
      <w:bodyDiv w:val="1"/>
      <w:marLeft w:val="0"/>
      <w:marRight w:val="0"/>
      <w:marTop w:val="0"/>
      <w:marBottom w:val="0"/>
      <w:divBdr>
        <w:top w:val="none" w:sz="0" w:space="0" w:color="auto"/>
        <w:left w:val="none" w:sz="0" w:space="0" w:color="auto"/>
        <w:bottom w:val="none" w:sz="0" w:space="0" w:color="auto"/>
        <w:right w:val="none" w:sz="0" w:space="0" w:color="auto"/>
      </w:divBdr>
    </w:div>
    <w:div w:id="2050719195">
      <w:bodyDiv w:val="1"/>
      <w:marLeft w:val="0"/>
      <w:marRight w:val="0"/>
      <w:marTop w:val="0"/>
      <w:marBottom w:val="0"/>
      <w:divBdr>
        <w:top w:val="none" w:sz="0" w:space="0" w:color="auto"/>
        <w:left w:val="none" w:sz="0" w:space="0" w:color="auto"/>
        <w:bottom w:val="none" w:sz="0" w:space="0" w:color="auto"/>
        <w:right w:val="none" w:sz="0" w:space="0" w:color="auto"/>
      </w:divBdr>
    </w:div>
    <w:div w:id="2063091736">
      <w:bodyDiv w:val="1"/>
      <w:marLeft w:val="0"/>
      <w:marRight w:val="0"/>
      <w:marTop w:val="0"/>
      <w:marBottom w:val="0"/>
      <w:divBdr>
        <w:top w:val="none" w:sz="0" w:space="0" w:color="auto"/>
        <w:left w:val="none" w:sz="0" w:space="0" w:color="auto"/>
        <w:bottom w:val="none" w:sz="0" w:space="0" w:color="auto"/>
        <w:right w:val="none" w:sz="0" w:space="0" w:color="auto"/>
      </w:divBdr>
    </w:div>
    <w:div w:id="2122722257">
      <w:bodyDiv w:val="1"/>
      <w:marLeft w:val="0"/>
      <w:marRight w:val="0"/>
      <w:marTop w:val="0"/>
      <w:marBottom w:val="0"/>
      <w:divBdr>
        <w:top w:val="none" w:sz="0" w:space="0" w:color="auto"/>
        <w:left w:val="none" w:sz="0" w:space="0" w:color="auto"/>
        <w:bottom w:val="none" w:sz="0" w:space="0" w:color="auto"/>
        <w:right w:val="none" w:sz="0" w:space="0" w:color="auto"/>
      </w:divBdr>
    </w:div>
    <w:div w:id="214060384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image" Target="media/image10.emf"/><Relationship Id="rId26" Type="http://schemas.openxmlformats.org/officeDocument/2006/relationships/hyperlink" Target="http://sk.ee/upload/files/DigiDocService_spec_eng.pdf" TargetMode="External"/><Relationship Id="rId39" Type="http://schemas.openxmlformats.org/officeDocument/2006/relationships/hyperlink" Target="http://zlib.net/" TargetMode="External"/><Relationship Id="rId21" Type="http://schemas.openxmlformats.org/officeDocument/2006/relationships/hyperlink" Target="http://www.etsi.org/deliver/etsi_ts/101900_101999/101903/01.04.02_60/ts_101903v010402p.pdf" TargetMode="External"/><Relationship Id="rId34" Type="http://schemas.openxmlformats.org/officeDocument/2006/relationships/hyperlink" Target="https://github.com/open-eid/libdigidoc" TargetMode="External"/><Relationship Id="rId42" Type="http://schemas.openxmlformats.org/officeDocument/2006/relationships/hyperlink" Target="https://installer.id.ee/media/windows/Eesti_ID_kaart_testsertifikaadid.msi" TargetMode="External"/><Relationship Id="rId47" Type="http://schemas.openxmlformats.org/officeDocument/2006/relationships/hyperlink" Target="http://www.id.ee/?id=36213" TargetMode="External"/><Relationship Id="rId50" Type="http://schemas.openxmlformats.org/officeDocument/2006/relationships/hyperlink" Target="ldap://ldap.sk.ee" TargetMode="External"/><Relationship Id="rId55" Type="http://schemas.openxmlformats.org/officeDocument/2006/relationships/footer" Target="footer1.xm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8.emf"/><Relationship Id="rId29" Type="http://schemas.openxmlformats.org/officeDocument/2006/relationships/hyperlink" Target="https://sk.ee/upload/files/ESTEID_profiil_en-3_3.pdf" TargetMode="External"/><Relationship Id="rId11" Type="http://schemas.openxmlformats.org/officeDocument/2006/relationships/image" Target="media/image3.emf"/><Relationship Id="rId24" Type="http://schemas.openxmlformats.org/officeDocument/2006/relationships/hyperlink" Target="http://www.w3.org/TR/xmlenc-core/" TargetMode="External"/><Relationship Id="rId32" Type="http://schemas.openxmlformats.org/officeDocument/2006/relationships/hyperlink" Target="https://github.com/open-eid/libdigidoc/blob/master/RELEASE-NOTES.txt" TargetMode="External"/><Relationship Id="rId37" Type="http://schemas.openxmlformats.org/officeDocument/2006/relationships/hyperlink" Target="http://www.openssl.org/" TargetMode="External"/><Relationship Id="rId40" Type="http://schemas.openxmlformats.org/officeDocument/2006/relationships/hyperlink" Target="http://www.gnu.org/software/libiconv/" TargetMode="External"/><Relationship Id="rId45" Type="http://schemas.openxmlformats.org/officeDocument/2006/relationships/hyperlink" Target="http://www.id.ee/index.php?id=35941" TargetMode="External"/><Relationship Id="rId53" Type="http://schemas.openxmlformats.org/officeDocument/2006/relationships/hyperlink" Target="http://sk.ee/en" TargetMode="External"/><Relationship Id="rId58" Type="http://schemas.openxmlformats.org/officeDocument/2006/relationships/footer" Target="footer3.xml"/><Relationship Id="rId5" Type="http://schemas.openxmlformats.org/officeDocument/2006/relationships/webSettings" Target="webSettings.xml"/><Relationship Id="rId61" Type="http://schemas.openxmlformats.org/officeDocument/2006/relationships/hyperlink" Target="https://www.sk.ee/en/services/Digital-stamp/" TargetMode="External"/><Relationship Id="rId19" Type="http://schemas.openxmlformats.org/officeDocument/2006/relationships/hyperlink" Target="http://id.ee/public/DigiDoc_format_1.3.pdf" TargetMode="External"/><Relationship Id="rId14" Type="http://schemas.openxmlformats.org/officeDocument/2006/relationships/image" Target="media/image5.emf"/><Relationship Id="rId22" Type="http://schemas.openxmlformats.org/officeDocument/2006/relationships/hyperlink" Target="http://www.w3.org/TR/xmlschema-2/" TargetMode="External"/><Relationship Id="rId27" Type="http://schemas.openxmlformats.org/officeDocument/2006/relationships/hyperlink" Target="http://www.sk.ee/upload/files/DigiDocService_spec_est.pdf" TargetMode="External"/><Relationship Id="rId30" Type="http://schemas.openxmlformats.org/officeDocument/2006/relationships/hyperlink" Target="https://sk.ee/upload/files/SK_Profile%20of%20institution%20certificates%20and%20Revocation%20List.pdf" TargetMode="External"/><Relationship Id="rId35" Type="http://schemas.openxmlformats.org/officeDocument/2006/relationships/image" Target="media/image7.png"/><Relationship Id="rId43" Type="http://schemas.openxmlformats.org/officeDocument/2006/relationships/hyperlink" Target="http://www.openxades.org/cgi-bin/ocsp.cgi" TargetMode="External"/><Relationship Id="rId48" Type="http://schemas.openxmlformats.org/officeDocument/2006/relationships/hyperlink" Target="http://www.id.ee/?id=36213" TargetMode="External"/><Relationship Id="rId56" Type="http://schemas.openxmlformats.org/officeDocument/2006/relationships/footer" Target="footer2.xml"/><Relationship Id="rId64" Type="http://schemas.openxmlformats.org/officeDocument/2006/relationships/theme" Target="theme/theme1.xml"/><Relationship Id="rId8" Type="http://schemas.openxmlformats.org/officeDocument/2006/relationships/hyperlink" Target="https://github.com/open-eid/libdigidoc" TargetMode="External"/><Relationship Id="rId51" Type="http://schemas.openxmlformats.org/officeDocument/2006/relationships/hyperlink" Target="http://www.sk.ee/DigiDoc/v1.3.0/digidoc.xsd" TargetMode="External"/><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9.emf"/><Relationship Id="rId25" Type="http://schemas.openxmlformats.org/officeDocument/2006/relationships/hyperlink" Target="http://id.ee/public/SK-CDOC-1.0-20120625_EN.pdf" TargetMode="External"/><Relationship Id="rId33" Type="http://schemas.openxmlformats.org/officeDocument/2006/relationships/hyperlink" Target="https://github.com/open-eid" TargetMode="External"/><Relationship Id="rId38" Type="http://schemas.openxmlformats.org/officeDocument/2006/relationships/hyperlink" Target="http://www.xmlsoft.org/" TargetMode="External"/><Relationship Id="rId46" Type="http://schemas.openxmlformats.org/officeDocument/2006/relationships/hyperlink" Target="http://www.id.ee/index.php?id=30494" TargetMode="External"/><Relationship Id="rId59" Type="http://schemas.openxmlformats.org/officeDocument/2006/relationships/hyperlink" Target="http://ocsp.sk.ee" TargetMode="External"/><Relationship Id="rId20" Type="http://schemas.openxmlformats.org/officeDocument/2006/relationships/hyperlink" Target="http://www.ietf.org/rfc/rfc3275.txt" TargetMode="External"/><Relationship Id="rId41" Type="http://schemas.openxmlformats.org/officeDocument/2006/relationships/hyperlink" Target="http://ocsp.sk.ee" TargetMode="External"/><Relationship Id="rId54" Type="http://schemas.openxmlformats.org/officeDocument/2006/relationships/header" Target="header1.xml"/><Relationship Id="rId62"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emf"/><Relationship Id="rId23" Type="http://schemas.openxmlformats.org/officeDocument/2006/relationships/hyperlink" Target="http://www.legaltext.ee/et/andmebaas/tekst.asp?loc=text&amp;dok=X30081K6&amp;keel=en&amp;pg=1&amp;ptyyp=RT&amp;tyyp=X&amp;query=digitaalallkirja" TargetMode="External"/><Relationship Id="rId28" Type="http://schemas.openxmlformats.org/officeDocument/2006/relationships/hyperlink" Target="http://www.etsi.org/deliver/etsi_ts/102200_102299/102280/01.01.01_60/ts_102280v010101p.pdf" TargetMode="External"/><Relationship Id="rId36" Type="http://schemas.openxmlformats.org/officeDocument/2006/relationships/image" Target="media/image12.png"/><Relationship Id="rId49" Type="http://schemas.openxmlformats.org/officeDocument/2006/relationships/hyperlink" Target="http://www.id.ee/index.php?id=36161" TargetMode="External"/><Relationship Id="rId57" Type="http://schemas.openxmlformats.org/officeDocument/2006/relationships/header" Target="header2.xml"/><Relationship Id="rId10" Type="http://schemas.openxmlformats.org/officeDocument/2006/relationships/image" Target="media/image2.png"/><Relationship Id="rId31" Type="http://schemas.openxmlformats.org/officeDocument/2006/relationships/hyperlink" Target="http://id.ee/index.php?id=30486" TargetMode="External"/><Relationship Id="rId44" Type="http://schemas.openxmlformats.org/officeDocument/2006/relationships/hyperlink" Target="http://www.id.ee/?lang=en&amp;id=35755" TargetMode="External"/><Relationship Id="rId52" Type="http://schemas.openxmlformats.org/officeDocument/2006/relationships/hyperlink" Target="http://www.isi.edu/in-noes/iana/assignments/media-types/application/zip" TargetMode="External"/><Relationship Id="rId60"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1.emf"/></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uts\Desktop\SKmal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50F116-BBA5-49A5-BCD6-4873E62B9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SKmall.dotx</Template>
  <TotalTime>8</TotalTime>
  <Pages>65</Pages>
  <Words>21314</Words>
  <Characters>123623</Characters>
  <Application>Microsoft Office Word</Application>
  <DocSecurity>0</DocSecurity>
  <Lines>1030</Lines>
  <Paragraphs>289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144648</CharactersWithSpaces>
  <SharedDoc>false</SharedDoc>
  <HLinks>
    <vt:vector size="132" baseType="variant">
      <vt:variant>
        <vt:i4>1703991</vt:i4>
      </vt:variant>
      <vt:variant>
        <vt:i4>128</vt:i4>
      </vt:variant>
      <vt:variant>
        <vt:i4>0</vt:i4>
      </vt:variant>
      <vt:variant>
        <vt:i4>5</vt:i4>
      </vt:variant>
      <vt:variant>
        <vt:lpwstr/>
      </vt:variant>
      <vt:variant>
        <vt:lpwstr>_Toc291672308</vt:lpwstr>
      </vt:variant>
      <vt:variant>
        <vt:i4>1703991</vt:i4>
      </vt:variant>
      <vt:variant>
        <vt:i4>122</vt:i4>
      </vt:variant>
      <vt:variant>
        <vt:i4>0</vt:i4>
      </vt:variant>
      <vt:variant>
        <vt:i4>5</vt:i4>
      </vt:variant>
      <vt:variant>
        <vt:lpwstr/>
      </vt:variant>
      <vt:variant>
        <vt:lpwstr>_Toc291672307</vt:lpwstr>
      </vt:variant>
      <vt:variant>
        <vt:i4>1703991</vt:i4>
      </vt:variant>
      <vt:variant>
        <vt:i4>116</vt:i4>
      </vt:variant>
      <vt:variant>
        <vt:i4>0</vt:i4>
      </vt:variant>
      <vt:variant>
        <vt:i4>5</vt:i4>
      </vt:variant>
      <vt:variant>
        <vt:lpwstr/>
      </vt:variant>
      <vt:variant>
        <vt:lpwstr>_Toc291672306</vt:lpwstr>
      </vt:variant>
      <vt:variant>
        <vt:i4>1703991</vt:i4>
      </vt:variant>
      <vt:variant>
        <vt:i4>110</vt:i4>
      </vt:variant>
      <vt:variant>
        <vt:i4>0</vt:i4>
      </vt:variant>
      <vt:variant>
        <vt:i4>5</vt:i4>
      </vt:variant>
      <vt:variant>
        <vt:lpwstr/>
      </vt:variant>
      <vt:variant>
        <vt:lpwstr>_Toc291672305</vt:lpwstr>
      </vt:variant>
      <vt:variant>
        <vt:i4>1703991</vt:i4>
      </vt:variant>
      <vt:variant>
        <vt:i4>104</vt:i4>
      </vt:variant>
      <vt:variant>
        <vt:i4>0</vt:i4>
      </vt:variant>
      <vt:variant>
        <vt:i4>5</vt:i4>
      </vt:variant>
      <vt:variant>
        <vt:lpwstr/>
      </vt:variant>
      <vt:variant>
        <vt:lpwstr>_Toc291672304</vt:lpwstr>
      </vt:variant>
      <vt:variant>
        <vt:i4>1703991</vt:i4>
      </vt:variant>
      <vt:variant>
        <vt:i4>98</vt:i4>
      </vt:variant>
      <vt:variant>
        <vt:i4>0</vt:i4>
      </vt:variant>
      <vt:variant>
        <vt:i4>5</vt:i4>
      </vt:variant>
      <vt:variant>
        <vt:lpwstr/>
      </vt:variant>
      <vt:variant>
        <vt:lpwstr>_Toc291672303</vt:lpwstr>
      </vt:variant>
      <vt:variant>
        <vt:i4>1703991</vt:i4>
      </vt:variant>
      <vt:variant>
        <vt:i4>92</vt:i4>
      </vt:variant>
      <vt:variant>
        <vt:i4>0</vt:i4>
      </vt:variant>
      <vt:variant>
        <vt:i4>5</vt:i4>
      </vt:variant>
      <vt:variant>
        <vt:lpwstr/>
      </vt:variant>
      <vt:variant>
        <vt:lpwstr>_Toc291672302</vt:lpwstr>
      </vt:variant>
      <vt:variant>
        <vt:i4>1703991</vt:i4>
      </vt:variant>
      <vt:variant>
        <vt:i4>86</vt:i4>
      </vt:variant>
      <vt:variant>
        <vt:i4>0</vt:i4>
      </vt:variant>
      <vt:variant>
        <vt:i4>5</vt:i4>
      </vt:variant>
      <vt:variant>
        <vt:lpwstr/>
      </vt:variant>
      <vt:variant>
        <vt:lpwstr>_Toc291672301</vt:lpwstr>
      </vt:variant>
      <vt:variant>
        <vt:i4>1703991</vt:i4>
      </vt:variant>
      <vt:variant>
        <vt:i4>80</vt:i4>
      </vt:variant>
      <vt:variant>
        <vt:i4>0</vt:i4>
      </vt:variant>
      <vt:variant>
        <vt:i4>5</vt:i4>
      </vt:variant>
      <vt:variant>
        <vt:lpwstr/>
      </vt:variant>
      <vt:variant>
        <vt:lpwstr>_Toc291672300</vt:lpwstr>
      </vt:variant>
      <vt:variant>
        <vt:i4>1245238</vt:i4>
      </vt:variant>
      <vt:variant>
        <vt:i4>74</vt:i4>
      </vt:variant>
      <vt:variant>
        <vt:i4>0</vt:i4>
      </vt:variant>
      <vt:variant>
        <vt:i4>5</vt:i4>
      </vt:variant>
      <vt:variant>
        <vt:lpwstr/>
      </vt:variant>
      <vt:variant>
        <vt:lpwstr>_Toc291672299</vt:lpwstr>
      </vt:variant>
      <vt:variant>
        <vt:i4>1245238</vt:i4>
      </vt:variant>
      <vt:variant>
        <vt:i4>68</vt:i4>
      </vt:variant>
      <vt:variant>
        <vt:i4>0</vt:i4>
      </vt:variant>
      <vt:variant>
        <vt:i4>5</vt:i4>
      </vt:variant>
      <vt:variant>
        <vt:lpwstr/>
      </vt:variant>
      <vt:variant>
        <vt:lpwstr>_Toc291672298</vt:lpwstr>
      </vt:variant>
      <vt:variant>
        <vt:i4>1245238</vt:i4>
      </vt:variant>
      <vt:variant>
        <vt:i4>62</vt:i4>
      </vt:variant>
      <vt:variant>
        <vt:i4>0</vt:i4>
      </vt:variant>
      <vt:variant>
        <vt:i4>5</vt:i4>
      </vt:variant>
      <vt:variant>
        <vt:lpwstr/>
      </vt:variant>
      <vt:variant>
        <vt:lpwstr>_Toc291672297</vt:lpwstr>
      </vt:variant>
      <vt:variant>
        <vt:i4>1245238</vt:i4>
      </vt:variant>
      <vt:variant>
        <vt:i4>56</vt:i4>
      </vt:variant>
      <vt:variant>
        <vt:i4>0</vt:i4>
      </vt:variant>
      <vt:variant>
        <vt:i4>5</vt:i4>
      </vt:variant>
      <vt:variant>
        <vt:lpwstr/>
      </vt:variant>
      <vt:variant>
        <vt:lpwstr>_Toc291672296</vt:lpwstr>
      </vt:variant>
      <vt:variant>
        <vt:i4>1245238</vt:i4>
      </vt:variant>
      <vt:variant>
        <vt:i4>50</vt:i4>
      </vt:variant>
      <vt:variant>
        <vt:i4>0</vt:i4>
      </vt:variant>
      <vt:variant>
        <vt:i4>5</vt:i4>
      </vt:variant>
      <vt:variant>
        <vt:lpwstr/>
      </vt:variant>
      <vt:variant>
        <vt:lpwstr>_Toc291672295</vt:lpwstr>
      </vt:variant>
      <vt:variant>
        <vt:i4>1245238</vt:i4>
      </vt:variant>
      <vt:variant>
        <vt:i4>44</vt:i4>
      </vt:variant>
      <vt:variant>
        <vt:i4>0</vt:i4>
      </vt:variant>
      <vt:variant>
        <vt:i4>5</vt:i4>
      </vt:variant>
      <vt:variant>
        <vt:lpwstr/>
      </vt:variant>
      <vt:variant>
        <vt:lpwstr>_Toc291672294</vt:lpwstr>
      </vt:variant>
      <vt:variant>
        <vt:i4>1245238</vt:i4>
      </vt:variant>
      <vt:variant>
        <vt:i4>38</vt:i4>
      </vt:variant>
      <vt:variant>
        <vt:i4>0</vt:i4>
      </vt:variant>
      <vt:variant>
        <vt:i4>5</vt:i4>
      </vt:variant>
      <vt:variant>
        <vt:lpwstr/>
      </vt:variant>
      <vt:variant>
        <vt:lpwstr>_Toc291672293</vt:lpwstr>
      </vt:variant>
      <vt:variant>
        <vt:i4>1245238</vt:i4>
      </vt:variant>
      <vt:variant>
        <vt:i4>32</vt:i4>
      </vt:variant>
      <vt:variant>
        <vt:i4>0</vt:i4>
      </vt:variant>
      <vt:variant>
        <vt:i4>5</vt:i4>
      </vt:variant>
      <vt:variant>
        <vt:lpwstr/>
      </vt:variant>
      <vt:variant>
        <vt:lpwstr>_Toc291672292</vt:lpwstr>
      </vt:variant>
      <vt:variant>
        <vt:i4>1245238</vt:i4>
      </vt:variant>
      <vt:variant>
        <vt:i4>26</vt:i4>
      </vt:variant>
      <vt:variant>
        <vt:i4>0</vt:i4>
      </vt:variant>
      <vt:variant>
        <vt:i4>5</vt:i4>
      </vt:variant>
      <vt:variant>
        <vt:lpwstr/>
      </vt:variant>
      <vt:variant>
        <vt:lpwstr>_Toc291672291</vt:lpwstr>
      </vt:variant>
      <vt:variant>
        <vt:i4>1245238</vt:i4>
      </vt:variant>
      <vt:variant>
        <vt:i4>20</vt:i4>
      </vt:variant>
      <vt:variant>
        <vt:i4>0</vt:i4>
      </vt:variant>
      <vt:variant>
        <vt:i4>5</vt:i4>
      </vt:variant>
      <vt:variant>
        <vt:lpwstr/>
      </vt:variant>
      <vt:variant>
        <vt:lpwstr>_Toc291672290</vt:lpwstr>
      </vt:variant>
      <vt:variant>
        <vt:i4>1179702</vt:i4>
      </vt:variant>
      <vt:variant>
        <vt:i4>14</vt:i4>
      </vt:variant>
      <vt:variant>
        <vt:i4>0</vt:i4>
      </vt:variant>
      <vt:variant>
        <vt:i4>5</vt:i4>
      </vt:variant>
      <vt:variant>
        <vt:lpwstr/>
      </vt:variant>
      <vt:variant>
        <vt:lpwstr>_Toc291672289</vt:lpwstr>
      </vt:variant>
      <vt:variant>
        <vt:i4>1179702</vt:i4>
      </vt:variant>
      <vt:variant>
        <vt:i4>8</vt:i4>
      </vt:variant>
      <vt:variant>
        <vt:i4>0</vt:i4>
      </vt:variant>
      <vt:variant>
        <vt:i4>5</vt:i4>
      </vt:variant>
      <vt:variant>
        <vt:lpwstr/>
      </vt:variant>
      <vt:variant>
        <vt:lpwstr>_Toc291672288</vt:lpwstr>
      </vt:variant>
      <vt:variant>
        <vt:i4>1179702</vt:i4>
      </vt:variant>
      <vt:variant>
        <vt:i4>2</vt:i4>
      </vt:variant>
      <vt:variant>
        <vt:i4>0</vt:i4>
      </vt:variant>
      <vt:variant>
        <vt:i4>5</vt:i4>
      </vt:variant>
      <vt:variant>
        <vt:lpwstr/>
      </vt:variant>
      <vt:variant>
        <vt:lpwstr>_Toc291672287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Kersti Üts</dc:creator>
  <cp:lastModifiedBy>Kristi Uukkivi</cp:lastModifiedBy>
  <cp:revision>6</cp:revision>
  <cp:lastPrinted>2015-02-03T11:36:00Z</cp:lastPrinted>
  <dcterms:created xsi:type="dcterms:W3CDTF">2015-02-03T11:32:00Z</dcterms:created>
  <dcterms:modified xsi:type="dcterms:W3CDTF">2015-02-03T11:40:00Z</dcterms:modified>
</cp:coreProperties>
</file>